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27B" w:rsidRPr="00915B98" w:rsidRDefault="0070427B" w:rsidP="00286CDA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</w:p>
    <w:p w:rsidR="0070427B" w:rsidRPr="00915B98" w:rsidRDefault="0070427B" w:rsidP="00286CDA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4330D8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  <w:r w:rsidRPr="00915B98"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70427B" w:rsidRPr="00915B98" w:rsidRDefault="0070427B" w:rsidP="00286CDA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15B98">
        <w:rPr>
          <w:rFonts w:ascii="Times New Roman" w:hAnsi="Times New Roman"/>
          <w:sz w:val="24"/>
          <w:szCs w:val="24"/>
        </w:rPr>
        <w:t>НАГІРЯНСЬКА СІЛЬСЬКА  РАДА</w:t>
      </w:r>
    </w:p>
    <w:p w:rsidR="0070427B" w:rsidRPr="00915B98" w:rsidRDefault="0070427B" w:rsidP="00286CDA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15B98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70427B" w:rsidRPr="00915B98" w:rsidRDefault="0070427B" w:rsidP="00286CDA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915B98">
        <w:rPr>
          <w:rFonts w:ascii="Times New Roman" w:hAnsi="Times New Roman"/>
          <w:sz w:val="24"/>
          <w:szCs w:val="24"/>
        </w:rPr>
        <w:t>ВОСЬМЕ СКЛИКАННЯ</w:t>
      </w:r>
    </w:p>
    <w:p w:rsidR="0070427B" w:rsidRPr="00915B98" w:rsidRDefault="0070427B" w:rsidP="00286CDA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15B98">
        <w:rPr>
          <w:rFonts w:ascii="Times New Roman" w:hAnsi="Times New Roman"/>
          <w:sz w:val="24"/>
          <w:szCs w:val="24"/>
        </w:rPr>
        <w:t>ВОСЬМА СЕСІЯ</w:t>
      </w:r>
    </w:p>
    <w:p w:rsidR="0070427B" w:rsidRPr="00915B98" w:rsidRDefault="0070427B" w:rsidP="00286CDA">
      <w:pPr>
        <w:spacing w:after="0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915B98">
        <w:rPr>
          <w:rFonts w:ascii="Times New Roman" w:hAnsi="Times New Roman"/>
          <w:sz w:val="24"/>
          <w:szCs w:val="24"/>
          <w:lang w:eastAsia="uk-UA"/>
        </w:rPr>
        <w:t>Р</w:t>
      </w:r>
      <w:r>
        <w:rPr>
          <w:rFonts w:ascii="Times New Roman" w:hAnsi="Times New Roman"/>
          <w:sz w:val="24"/>
          <w:szCs w:val="24"/>
          <w:lang w:val="uk-UA" w:eastAsia="uk-UA"/>
        </w:rPr>
        <w:t>ІШЕННЯ</w:t>
      </w:r>
    </w:p>
    <w:p w:rsidR="0070427B" w:rsidRPr="00915B98" w:rsidRDefault="0070427B" w:rsidP="00286CDA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70427B" w:rsidRDefault="0070427B" w:rsidP="00286CDA">
      <w:pPr>
        <w:spacing w:after="0" w:line="276" w:lineRule="auto"/>
        <w:contextualSpacing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31 травня</w:t>
      </w:r>
      <w:r w:rsidRPr="00915B98">
        <w:rPr>
          <w:rFonts w:ascii="Times New Roman" w:hAnsi="Times New Roman"/>
          <w:sz w:val="24"/>
          <w:szCs w:val="24"/>
        </w:rPr>
        <w:t xml:space="preserve">  2021  року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915B98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 xml:space="preserve"> 444</w:t>
      </w:r>
      <w:r w:rsidRPr="00915B98">
        <w:rPr>
          <w:rFonts w:ascii="Times New Roman" w:hAnsi="Times New Roman"/>
          <w:sz w:val="24"/>
          <w:szCs w:val="24"/>
        </w:rPr>
        <w:t xml:space="preserve"> </w:t>
      </w:r>
    </w:p>
    <w:p w:rsidR="0070427B" w:rsidRPr="00915B98" w:rsidRDefault="0070427B" w:rsidP="00286CDA">
      <w:pPr>
        <w:spacing w:after="0" w:line="276" w:lineRule="auto"/>
        <w:contextualSpacing/>
        <w:outlineLvl w:val="0"/>
        <w:rPr>
          <w:rFonts w:ascii="Times New Roman" w:hAnsi="Times New Roman"/>
          <w:sz w:val="24"/>
          <w:szCs w:val="24"/>
        </w:rPr>
      </w:pPr>
      <w:r w:rsidRPr="00915B98">
        <w:rPr>
          <w:rFonts w:ascii="Times New Roman" w:hAnsi="Times New Roman"/>
          <w:sz w:val="24"/>
          <w:szCs w:val="24"/>
        </w:rPr>
        <w:t>с-ще Нагірянка</w:t>
      </w:r>
    </w:p>
    <w:p w:rsidR="0070427B" w:rsidRPr="00B02CE4" w:rsidRDefault="0070427B" w:rsidP="00286CDA">
      <w:pPr>
        <w:spacing w:after="0" w:line="276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70427B" w:rsidRDefault="0070427B" w:rsidP="00915B9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02CE4">
        <w:rPr>
          <w:rFonts w:ascii="Times New Roman" w:hAnsi="Times New Roman"/>
          <w:b/>
          <w:sz w:val="24"/>
          <w:szCs w:val="24"/>
        </w:rPr>
        <w:t xml:space="preserve">Про надання дозволу на розробку проекту </w:t>
      </w:r>
    </w:p>
    <w:p w:rsidR="0070427B" w:rsidRPr="00EE55F1" w:rsidRDefault="0070427B" w:rsidP="00915B9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EE55F1">
        <w:rPr>
          <w:rFonts w:ascii="Times New Roman" w:hAnsi="Times New Roman"/>
          <w:b/>
          <w:sz w:val="24"/>
          <w:szCs w:val="24"/>
          <w:lang w:val="uk-UA"/>
        </w:rPr>
        <w:t>землеустрою щодо відведення земельної ділянки</w:t>
      </w:r>
    </w:p>
    <w:p w:rsidR="0070427B" w:rsidRDefault="0070427B" w:rsidP="00286CDA">
      <w:pPr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</w:pPr>
      <w:r w:rsidRPr="00EE55F1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ab/>
      </w:r>
    </w:p>
    <w:p w:rsidR="0070427B" w:rsidRPr="00915B98" w:rsidRDefault="0070427B" w:rsidP="00915B98">
      <w:pPr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</w:pPr>
      <w:r w:rsidRPr="00EE55F1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Розглянувши заяв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у</w:t>
      </w:r>
      <w:r w:rsidRPr="00EE55F1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E55F1">
        <w:rPr>
          <w:rFonts w:ascii="Times New Roman" w:hAnsi="Times New Roman"/>
          <w:sz w:val="24"/>
          <w:szCs w:val="24"/>
          <w:lang w:val="uk-UA"/>
        </w:rPr>
        <w:t xml:space="preserve">голови селянського фермерського господарства </w:t>
      </w:r>
      <w:r w:rsidRPr="00EE55F1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«БАГРІЙ»</w:t>
      </w:r>
      <w:r w:rsidRPr="00B02CE4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Багрій Василя Петровича, звернення засновників господарства з проханням надання дозволу на виготовлення проекту землеустрою щодо відведення земельної ділянки для ведення фермерського господарства у власність у розмірі земельної частки (паю) в умовних кадастрових гектарах, розташованої за межами с. Мухавка на території Нагірянської сільської ради (колишньої Мухавської сільської ради), враховуючи облікові документи, куруючись статтями 12, 118, 121 Земельного кодексу України, статтею </w:t>
      </w:r>
      <w:r w:rsidRPr="00B02CE4">
        <w:rPr>
          <w:rFonts w:ascii="Times New Roman" w:hAnsi="Times New Roman"/>
          <w:sz w:val="24"/>
          <w:szCs w:val="24"/>
          <w:bdr w:val="none" w:sz="0" w:space="0" w:color="auto" w:frame="1"/>
        </w:rPr>
        <w:t>56 Закону України  «Про землеустрій», статтею 33 Закону України «Про місцеве самоврядування в Україні», статтею 24 Закону України «Про державний земельний кадастр», враховуючи пропозиції постійної комісії з питань містобудування, земельн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>их відносин та сталого розвитку</w:t>
      </w:r>
      <w:r w:rsidRPr="00B02CE4">
        <w:rPr>
          <w:rFonts w:ascii="Times New Roman" w:hAnsi="Times New Roman"/>
          <w:sz w:val="24"/>
          <w:szCs w:val="24"/>
          <w:bdr w:val="none" w:sz="0" w:space="0" w:color="auto" w:frame="1"/>
        </w:rPr>
        <w:t>,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сільська </w:t>
      </w:r>
      <w:r w:rsidRPr="00B02CE4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рад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а</w:t>
      </w:r>
    </w:p>
    <w:p w:rsidR="0070427B" w:rsidRPr="00915B98" w:rsidRDefault="0070427B" w:rsidP="00286CDA">
      <w:pPr>
        <w:rPr>
          <w:rStyle w:val="SubtleEmphasis"/>
          <w:b/>
          <w:color w:val="auto"/>
        </w:rPr>
      </w:pPr>
      <w:r w:rsidRPr="00915B98">
        <w:rPr>
          <w:rFonts w:ascii="Times New Roman" w:hAnsi="Times New Roman"/>
          <w:b/>
          <w:sz w:val="24"/>
          <w:szCs w:val="24"/>
        </w:rPr>
        <w:t>ВИРІШИЛА:</w:t>
      </w:r>
    </w:p>
    <w:p w:rsidR="0070427B" w:rsidRPr="00B02CE4" w:rsidRDefault="0070427B" w:rsidP="00915B98">
      <w:pPr>
        <w:pStyle w:val="ListParagraph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915B98">
        <w:rPr>
          <w:rFonts w:ascii="Times New Roman" w:hAnsi="Times New Roman"/>
          <w:b/>
          <w:color w:val="auto"/>
          <w:sz w:val="24"/>
          <w:szCs w:val="24"/>
          <w:lang w:val="ru-RU"/>
        </w:rPr>
        <w:t>1.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B02CE4">
        <w:rPr>
          <w:rFonts w:ascii="Times New Roman" w:hAnsi="Times New Roman"/>
          <w:color w:val="auto"/>
          <w:sz w:val="24"/>
          <w:szCs w:val="24"/>
        </w:rPr>
        <w:t xml:space="preserve">Надати дозвіл голові фермерського господарства </w:t>
      </w:r>
      <w:r w:rsidRPr="00B02CE4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«БАГРІЙ», Багрію Василю Петровичу</w:t>
      </w:r>
      <w:r w:rsidRPr="00B02CE4">
        <w:rPr>
          <w:rFonts w:ascii="Times New Roman" w:hAnsi="Times New Roman"/>
          <w:color w:val="auto"/>
          <w:sz w:val="24"/>
          <w:szCs w:val="24"/>
        </w:rPr>
        <w:t xml:space="preserve"> на виготовлення проекту землеустрою щодо відведення земельної ділянки для ведення фермерського господарства у власність у розмірі земельної частки (паю) </w:t>
      </w:r>
      <w:smartTag w:uri="urn:schemas-microsoft-com:office:smarttags" w:element="metricconverter">
        <w:smartTagPr>
          <w:attr w:name="ProductID" w:val="1,70 га"/>
        </w:smartTagPr>
        <w:r w:rsidRPr="00B02CE4">
          <w:rPr>
            <w:rFonts w:ascii="Times New Roman" w:hAnsi="Times New Roman"/>
            <w:color w:val="auto"/>
            <w:sz w:val="24"/>
            <w:szCs w:val="24"/>
          </w:rPr>
          <w:t>1,70 га</w:t>
        </w:r>
      </w:smartTag>
      <w:r w:rsidRPr="00B02CE4">
        <w:rPr>
          <w:rFonts w:ascii="Times New Roman" w:hAnsi="Times New Roman"/>
          <w:color w:val="auto"/>
          <w:sz w:val="24"/>
          <w:szCs w:val="24"/>
        </w:rPr>
        <w:t xml:space="preserve"> в умовних кадастрових гектарах </w:t>
      </w:r>
      <w:r w:rsidRPr="00B02CE4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на території Нагірянської сільської ради (колишньої Мухавської сільської ради) за рахунок земель комунальної власності сільськогосподарського призначення (землі СФГ «БАГРІЙ», угіддя -рілля), розташованої за межами с. Шульганівка на території Нагірянської сільської ради (колишньої Мухавської сільської ради) Чортківського району Тернопільської області (кадастровий номер земельної ділянки 6125585800:01:001:****)</w:t>
      </w:r>
    </w:p>
    <w:p w:rsidR="0070427B" w:rsidRPr="00B02CE4" w:rsidRDefault="0070427B" w:rsidP="00915B98">
      <w:pPr>
        <w:pStyle w:val="ListParagraph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915B98">
        <w:rPr>
          <w:rFonts w:ascii="Times New Roman" w:hAnsi="Times New Roman"/>
          <w:b/>
          <w:color w:val="auto"/>
          <w:sz w:val="24"/>
          <w:szCs w:val="24"/>
        </w:rPr>
        <w:t>2.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B02CE4">
        <w:rPr>
          <w:rFonts w:ascii="Times New Roman" w:hAnsi="Times New Roman"/>
          <w:color w:val="auto"/>
          <w:sz w:val="24"/>
          <w:szCs w:val="24"/>
        </w:rPr>
        <w:t xml:space="preserve">Надати дозвіл засновнику фермерського господарства </w:t>
      </w:r>
      <w:r w:rsidRPr="00B02CE4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«БАГРІЙ», Багрію Миколі Васильовичу</w:t>
      </w:r>
      <w:r w:rsidRPr="00B02CE4">
        <w:rPr>
          <w:rFonts w:ascii="Times New Roman" w:hAnsi="Times New Roman"/>
          <w:color w:val="auto"/>
          <w:sz w:val="24"/>
          <w:szCs w:val="24"/>
        </w:rPr>
        <w:t xml:space="preserve"> на виготовлення проекту землеустрою щодо відведення земельної ділянки для ведення фермерського господарства у власність у розмірі земельної частки (паю) </w:t>
      </w:r>
      <w:smartTag w:uri="urn:schemas-microsoft-com:office:smarttags" w:element="metricconverter">
        <w:smartTagPr>
          <w:attr w:name="ProductID" w:val="1,70 га"/>
        </w:smartTagPr>
        <w:r w:rsidRPr="00B02CE4">
          <w:rPr>
            <w:rFonts w:ascii="Times New Roman" w:hAnsi="Times New Roman"/>
            <w:color w:val="auto"/>
            <w:sz w:val="24"/>
            <w:szCs w:val="24"/>
          </w:rPr>
          <w:t>1,70 га</w:t>
        </w:r>
      </w:smartTag>
      <w:r w:rsidRPr="00B02CE4">
        <w:rPr>
          <w:rFonts w:ascii="Times New Roman" w:hAnsi="Times New Roman"/>
          <w:color w:val="auto"/>
          <w:sz w:val="24"/>
          <w:szCs w:val="24"/>
        </w:rPr>
        <w:t xml:space="preserve"> в умовних кадастрових гектарах </w:t>
      </w:r>
      <w:r w:rsidRPr="00B02CE4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на території Нагірянської сільської ради (колишньої Мухавської сільської ради) за рахунок земель комунальної власності сільськогосподарського призначення (землі СФГ «БАГРІЙ», угіддя -рілля), розташованої за межами с. Шульганівка на території Нагірянської сільської ради (колишньої Мухавської сільської ради) Чортківського району Тернопільської області (кадастровий номер земельної ділянки 6125585800:01:001:****)</w:t>
      </w:r>
    </w:p>
    <w:p w:rsidR="0070427B" w:rsidRPr="00B02CE4" w:rsidRDefault="0070427B" w:rsidP="00915B98">
      <w:pPr>
        <w:pStyle w:val="ListParagraph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915B98">
        <w:rPr>
          <w:rFonts w:ascii="Times New Roman" w:hAnsi="Times New Roman"/>
          <w:b/>
          <w:color w:val="auto"/>
          <w:sz w:val="24"/>
          <w:szCs w:val="24"/>
        </w:rPr>
        <w:t>3.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B02CE4">
        <w:rPr>
          <w:rFonts w:ascii="Times New Roman" w:hAnsi="Times New Roman"/>
          <w:color w:val="auto"/>
          <w:sz w:val="24"/>
          <w:szCs w:val="24"/>
        </w:rPr>
        <w:t xml:space="preserve">Надати дозвіл засновнику фермерського господарства </w:t>
      </w:r>
      <w:r w:rsidRPr="00B02CE4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«БАГРІЙ», Вишинській Ганні Василівні</w:t>
      </w:r>
      <w:r w:rsidRPr="00B02CE4">
        <w:rPr>
          <w:rFonts w:ascii="Times New Roman" w:hAnsi="Times New Roman"/>
          <w:color w:val="auto"/>
          <w:sz w:val="24"/>
          <w:szCs w:val="24"/>
        </w:rPr>
        <w:t xml:space="preserve"> на виготовлення проекту землеустрою щодо відведення земельної ділянки для ведення фермерського господарства у власність у розмірі земельної частки (паю) </w:t>
      </w:r>
      <w:smartTag w:uri="urn:schemas-microsoft-com:office:smarttags" w:element="metricconverter">
        <w:smartTagPr>
          <w:attr w:name="ProductID" w:val="1,70 га"/>
        </w:smartTagPr>
        <w:r w:rsidRPr="00B02CE4">
          <w:rPr>
            <w:rFonts w:ascii="Times New Roman" w:hAnsi="Times New Roman"/>
            <w:color w:val="auto"/>
            <w:sz w:val="24"/>
            <w:szCs w:val="24"/>
          </w:rPr>
          <w:t>1,70 га</w:t>
        </w:r>
      </w:smartTag>
      <w:r w:rsidRPr="00B02CE4">
        <w:rPr>
          <w:rFonts w:ascii="Times New Roman" w:hAnsi="Times New Roman"/>
          <w:color w:val="auto"/>
          <w:sz w:val="24"/>
          <w:szCs w:val="24"/>
        </w:rPr>
        <w:t xml:space="preserve"> в умовних кадастрових гектарах </w:t>
      </w:r>
      <w:r w:rsidRPr="00B02CE4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на території Нагірянської сільської ради (колишньої Мухавської сільської ради) за рахунок земель комунальної власності сільськогосподарського призначення (землі СФГ «БАГРІЙ», угіддя -рілля), розташованої за межами с. Шульганівка на території Нагірянської сільської ради (колишньої Мухавської сільської ради) Чортківського району Тернопільської області (кадастровий номер земельної ділянки 6125585800:01:001:****)</w:t>
      </w:r>
    </w:p>
    <w:p w:rsidR="0070427B" w:rsidRPr="00B02CE4" w:rsidRDefault="0070427B" w:rsidP="00915B98">
      <w:pPr>
        <w:pStyle w:val="ListParagraph"/>
        <w:ind w:left="0"/>
        <w:jc w:val="both"/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</w:pPr>
      <w:r w:rsidRPr="00915B98">
        <w:rPr>
          <w:rFonts w:ascii="Times New Roman" w:hAnsi="Times New Roman"/>
          <w:b/>
          <w:color w:val="auto"/>
          <w:sz w:val="24"/>
          <w:szCs w:val="24"/>
          <w:bdr w:val="none" w:sz="0" w:space="0" w:color="auto" w:frame="1"/>
        </w:rPr>
        <w:t>4.</w:t>
      </w:r>
      <w:r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 </w:t>
      </w:r>
      <w:r w:rsidRPr="00B02CE4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Виготовлений проект землеустрою щодо відведення земельної </w:t>
      </w:r>
      <w:r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ділянки подати на затвердження до</w:t>
      </w:r>
      <w:r w:rsidRPr="00B02CE4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 Нагірянської сільської ради.</w:t>
      </w:r>
    </w:p>
    <w:p w:rsidR="0070427B" w:rsidRDefault="0070427B" w:rsidP="00915B98">
      <w:pPr>
        <w:pStyle w:val="ListParagraph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915B98">
        <w:rPr>
          <w:rFonts w:ascii="Times New Roman" w:hAnsi="Times New Roman"/>
          <w:b/>
          <w:color w:val="auto"/>
          <w:sz w:val="24"/>
          <w:szCs w:val="24"/>
        </w:rPr>
        <w:t>5.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B02CE4">
        <w:rPr>
          <w:rFonts w:ascii="Times New Roman" w:hAnsi="Times New Roman"/>
          <w:color w:val="auto"/>
          <w:sz w:val="24"/>
          <w:szCs w:val="24"/>
        </w:rPr>
        <w:t>Контроль за виконанням даного рішення покласти на постійну комісію</w:t>
      </w:r>
      <w:r>
        <w:rPr>
          <w:rFonts w:ascii="Times New Roman" w:hAnsi="Times New Roman"/>
          <w:color w:val="auto"/>
          <w:sz w:val="24"/>
          <w:szCs w:val="24"/>
        </w:rPr>
        <w:t xml:space="preserve"> сільської ради</w:t>
      </w:r>
      <w:r w:rsidRPr="00B02CE4">
        <w:rPr>
          <w:rFonts w:ascii="Times New Roman" w:hAnsi="Times New Roman"/>
          <w:color w:val="auto"/>
          <w:sz w:val="24"/>
          <w:szCs w:val="24"/>
        </w:rPr>
        <w:t xml:space="preserve"> з питань містобудування, земельних відносин та сталого розвитку.</w:t>
      </w:r>
    </w:p>
    <w:p w:rsidR="0070427B" w:rsidRPr="00B02CE4" w:rsidRDefault="0070427B" w:rsidP="00915B98">
      <w:pPr>
        <w:pStyle w:val="ListParagraph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70427B" w:rsidRPr="00B02CE4" w:rsidRDefault="0070427B" w:rsidP="00286CDA">
      <w:pPr>
        <w:pStyle w:val="ListParagraph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70427B" w:rsidRPr="00B02CE4" w:rsidRDefault="0070427B" w:rsidP="00286CDA">
      <w:pPr>
        <w:rPr>
          <w:rFonts w:ascii="Times New Roman" w:hAnsi="Times New Roman"/>
          <w:sz w:val="24"/>
          <w:szCs w:val="24"/>
          <w:lang w:val="uk-UA"/>
        </w:rPr>
      </w:pPr>
      <w:r w:rsidRPr="00B02CE4">
        <w:rPr>
          <w:rFonts w:ascii="Times New Roman" w:hAnsi="Times New Roman"/>
          <w:sz w:val="24"/>
          <w:szCs w:val="24"/>
          <w:lang w:val="uk-UA"/>
        </w:rPr>
        <w:t>Сільський голова                                                                          Ігор КІНДРАТ</w:t>
      </w:r>
    </w:p>
    <w:p w:rsidR="0070427B" w:rsidRPr="00B02CE4" w:rsidRDefault="0070427B" w:rsidP="00286CDA">
      <w:pPr>
        <w:rPr>
          <w:rFonts w:ascii="Times New Roman" w:hAnsi="Times New Roman"/>
          <w:sz w:val="24"/>
          <w:szCs w:val="24"/>
          <w:lang w:val="uk-UA"/>
        </w:rPr>
      </w:pPr>
    </w:p>
    <w:p w:rsidR="0070427B" w:rsidRPr="00B02CE4" w:rsidRDefault="0070427B" w:rsidP="00286CDA">
      <w:pPr>
        <w:shd w:val="clear" w:color="auto" w:fill="FFFFFF"/>
        <w:spacing w:after="0" w:line="240" w:lineRule="auto"/>
        <w:textAlignment w:val="baseline"/>
        <w:rPr>
          <w:rFonts w:ascii="ProbaPro" w:hAnsi="ProbaPro"/>
          <w:sz w:val="27"/>
          <w:szCs w:val="27"/>
          <w:bdr w:val="none" w:sz="0" w:space="0" w:color="auto" w:frame="1"/>
          <w:lang w:eastAsia="ru-RU"/>
        </w:rPr>
      </w:pPr>
    </w:p>
    <w:bookmarkEnd w:id="0"/>
    <w:p w:rsidR="0070427B" w:rsidRPr="00B02CE4" w:rsidRDefault="0070427B"/>
    <w:sectPr w:rsidR="0070427B" w:rsidRPr="00B02CE4" w:rsidSect="00754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62C91"/>
    <w:multiLevelType w:val="hybridMultilevel"/>
    <w:tmpl w:val="D09A4D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5F15"/>
    <w:rsid w:val="00093022"/>
    <w:rsid w:val="001426E7"/>
    <w:rsid w:val="00286CDA"/>
    <w:rsid w:val="002C1C6F"/>
    <w:rsid w:val="003564A4"/>
    <w:rsid w:val="00364034"/>
    <w:rsid w:val="0038362F"/>
    <w:rsid w:val="004330D8"/>
    <w:rsid w:val="00597F8E"/>
    <w:rsid w:val="005A123B"/>
    <w:rsid w:val="005B024C"/>
    <w:rsid w:val="005C048D"/>
    <w:rsid w:val="00635F15"/>
    <w:rsid w:val="0070427B"/>
    <w:rsid w:val="00752AE5"/>
    <w:rsid w:val="0075471B"/>
    <w:rsid w:val="00754D38"/>
    <w:rsid w:val="007E185D"/>
    <w:rsid w:val="00915B98"/>
    <w:rsid w:val="00B02CE4"/>
    <w:rsid w:val="00B2220A"/>
    <w:rsid w:val="00EE55F1"/>
    <w:rsid w:val="00F25430"/>
    <w:rsid w:val="00F42DAA"/>
    <w:rsid w:val="00FC55CE"/>
    <w:rsid w:val="00FF6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CDA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86CDA"/>
    <w:pPr>
      <w:shd w:val="clear" w:color="auto" w:fill="FFFFFF"/>
      <w:spacing w:after="225" w:line="240" w:lineRule="auto"/>
      <w:ind w:left="720"/>
      <w:contextualSpacing/>
    </w:pPr>
    <w:rPr>
      <w:rFonts w:ascii="ProbaPro" w:eastAsia="Times New Roman" w:hAnsi="ProbaPro"/>
      <w:color w:val="000000"/>
      <w:sz w:val="27"/>
      <w:szCs w:val="27"/>
      <w:lang w:val="uk-UA" w:eastAsia="ru-RU"/>
    </w:rPr>
  </w:style>
  <w:style w:type="character" w:styleId="SubtleEmphasis">
    <w:name w:val="Subtle Emphasis"/>
    <w:basedOn w:val="DefaultParagraphFont"/>
    <w:uiPriority w:val="99"/>
    <w:qFormat/>
    <w:rsid w:val="00093022"/>
    <w:rPr>
      <w:rFonts w:cs="Times New Roman"/>
      <w:i/>
      <w:iCs/>
      <w:color w:val="404040"/>
    </w:rPr>
  </w:style>
  <w:style w:type="paragraph" w:customStyle="1" w:styleId="1">
    <w:name w:val="Без інтервалів1"/>
    <w:uiPriority w:val="99"/>
    <w:rsid w:val="001426E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2</Pages>
  <Words>543</Words>
  <Characters>3098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11</cp:revision>
  <dcterms:created xsi:type="dcterms:W3CDTF">2021-05-21T11:56:00Z</dcterms:created>
  <dcterms:modified xsi:type="dcterms:W3CDTF">2021-06-02T14:20:00Z</dcterms:modified>
</cp:coreProperties>
</file>