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B5" w:rsidRDefault="00D779B5" w:rsidP="00001211">
      <w:pPr>
        <w:pStyle w:val="1"/>
        <w:jc w:val="right"/>
        <w:rPr>
          <w:noProof/>
        </w:rPr>
      </w:pPr>
      <w:r>
        <w:rPr>
          <w:rFonts w:ascii="Times New Roman" w:hAnsi="Times New Roman"/>
          <w:b/>
          <w:sz w:val="24"/>
          <w:szCs w:val="24"/>
        </w:rPr>
        <w:t>ПРОЄКТ</w:t>
      </w:r>
    </w:p>
    <w:p w:rsidR="00D779B5" w:rsidRDefault="00D779B5" w:rsidP="00001211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779B5" w:rsidRDefault="00D779B5" w:rsidP="00001211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D868C1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D779B5" w:rsidRDefault="00D779B5" w:rsidP="00001211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НАГІРЯНСЬКА </w:t>
      </w:r>
      <w:r>
        <w:rPr>
          <w:rFonts w:ascii="Times New Roman" w:hAnsi="Times New Roman"/>
          <w:b/>
          <w:sz w:val="24"/>
          <w:szCs w:val="24"/>
        </w:rPr>
        <w:tab/>
        <w:t xml:space="preserve"> С І Л Ь С Ь К А   Р А Д А</w:t>
      </w:r>
    </w:p>
    <w:p w:rsidR="00D779B5" w:rsidRDefault="00D779B5" w:rsidP="00001211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ЧОРТКІВСЬКОГО РАЙОНУ ТЕРНОПІЛЬСЬКОЇ ОБЛАСТІ</w:t>
      </w:r>
    </w:p>
    <w:p w:rsidR="00D779B5" w:rsidRDefault="00D779B5" w:rsidP="00001211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ВОСЬМЕ СКЛИКАННЯ</w:t>
      </w:r>
    </w:p>
    <w:p w:rsidR="00D779B5" w:rsidRPr="002C44F7" w:rsidRDefault="00D779B5" w:rsidP="002C44F7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ЧОТИРНАДЦЯТА  СЕСІЯ</w:t>
      </w:r>
    </w:p>
    <w:p w:rsidR="00D779B5" w:rsidRDefault="00D779B5" w:rsidP="00001211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</w:t>
      </w:r>
    </w:p>
    <w:p w:rsidR="00D779B5" w:rsidRDefault="00D779B5" w:rsidP="00001211">
      <w:pPr>
        <w:spacing w:after="0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___ ______________ 2021 </w:t>
      </w:r>
      <w:r>
        <w:rPr>
          <w:rFonts w:ascii="Times New Roman" w:hAnsi="Times New Roman"/>
          <w:b/>
          <w:sz w:val="24"/>
          <w:szCs w:val="24"/>
        </w:rPr>
        <w:t xml:space="preserve"> року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________ </w:t>
      </w:r>
    </w:p>
    <w:p w:rsidR="00D779B5" w:rsidRDefault="00D779B5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Про відмову в наданні дозволу на розроблення проекту</w:t>
      </w:r>
    </w:p>
    <w:p w:rsidR="00D779B5" w:rsidRDefault="00D779B5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землеустрою щодо відведення земельних ділянок громадянам</w:t>
      </w:r>
    </w:p>
    <w:p w:rsidR="00D779B5" w:rsidRDefault="00D779B5" w:rsidP="00001211">
      <w:pPr>
        <w:tabs>
          <w:tab w:val="left" w:pos="7740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у приватну власність </w:t>
      </w:r>
      <w:r w:rsidRPr="0033094A">
        <w:rPr>
          <w:rFonts w:ascii="Times New Roman" w:hAnsi="Times New Roman"/>
          <w:b/>
          <w:sz w:val="24"/>
          <w:szCs w:val="24"/>
        </w:rPr>
        <w:t xml:space="preserve">для ведення особистого селянського </w:t>
      </w:r>
    </w:p>
    <w:p w:rsidR="00D779B5" w:rsidRDefault="00D779B5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3094A">
        <w:rPr>
          <w:rFonts w:ascii="Times New Roman" w:hAnsi="Times New Roman"/>
          <w:b/>
          <w:sz w:val="24"/>
          <w:szCs w:val="24"/>
        </w:rPr>
        <w:t>господарства</w:t>
      </w:r>
      <w:r w:rsidRPr="00E42491">
        <w:rPr>
          <w:rFonts w:ascii="Times New Roman" w:hAnsi="Times New Roman"/>
          <w:b/>
          <w:bCs/>
          <w:sz w:val="24"/>
          <w:szCs w:val="24"/>
          <w:lang w:val="uk-UA"/>
        </w:rPr>
        <w:t xml:space="preserve"> на території Нагірянської сільської ради </w:t>
      </w:r>
    </w:p>
    <w:p w:rsidR="00D779B5" w:rsidRPr="00E42491" w:rsidRDefault="00D779B5" w:rsidP="00001211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42491">
        <w:rPr>
          <w:rFonts w:ascii="Times New Roman" w:hAnsi="Times New Roman"/>
          <w:b/>
          <w:bCs/>
          <w:sz w:val="24"/>
          <w:szCs w:val="24"/>
          <w:lang w:val="uk-UA"/>
        </w:rPr>
        <w:t>Чортківського району Тернопільської області</w:t>
      </w:r>
    </w:p>
    <w:p w:rsidR="00D779B5" w:rsidRPr="00E42491" w:rsidRDefault="00D779B5" w:rsidP="00001211">
      <w:pPr>
        <w:spacing w:after="0"/>
        <w:ind w:left="-142" w:right="-284" w:firstLine="862"/>
        <w:jc w:val="both"/>
        <w:rPr>
          <w:rFonts w:ascii="Times New Roman" w:hAnsi="Times New Roman"/>
          <w:sz w:val="24"/>
          <w:szCs w:val="24"/>
          <w:lang w:val="uk-UA"/>
        </w:rPr>
      </w:pPr>
      <w:r w:rsidRPr="00E424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42491">
        <w:rPr>
          <w:rFonts w:ascii="Times New Roman" w:hAnsi="Times New Roman"/>
          <w:b/>
          <w:sz w:val="24"/>
          <w:szCs w:val="24"/>
          <w:lang w:val="uk-UA"/>
        </w:rPr>
        <w:t xml:space="preserve">Розглянувши заяви </w:t>
      </w:r>
      <w:r w:rsidRPr="00E42491">
        <w:rPr>
          <w:rFonts w:ascii="Times New Roman" w:hAnsi="Times New Roman"/>
          <w:sz w:val="24"/>
          <w:szCs w:val="24"/>
          <w:lang w:val="uk-UA"/>
        </w:rPr>
        <w:t>громадян про надання дозволу на виготовлення проекту землеустрою щодо відведення земельних ділянок у приватну власність на території Нагірянської сільської ради  для ведення особистого селянського господарства,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E42491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E42491">
        <w:rPr>
          <w:rFonts w:ascii="Times New Roman" w:hAnsi="Times New Roman"/>
          <w:sz w:val="24"/>
          <w:szCs w:val="24"/>
          <w:lang w:val="uk-UA"/>
        </w:rPr>
        <w:t xml:space="preserve">містобудування, земельних відносин та сталого розвитку, сесія сільської ради </w:t>
      </w:r>
      <w:r w:rsidRPr="00E42491"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</w:p>
    <w:p w:rsidR="00D779B5" w:rsidRPr="00E42491" w:rsidRDefault="00D779B5" w:rsidP="00001211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2491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D779B5" w:rsidRPr="00E42491" w:rsidRDefault="00D779B5" w:rsidP="00001211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E42491">
        <w:rPr>
          <w:rFonts w:ascii="Times New Roman" w:hAnsi="Times New Roman"/>
          <w:sz w:val="24"/>
          <w:szCs w:val="24"/>
          <w:lang w:val="ru-RU"/>
        </w:rPr>
        <w:t>1</w:t>
      </w:r>
      <w:r w:rsidRPr="00E42491">
        <w:rPr>
          <w:rFonts w:ascii="Times New Roman" w:hAnsi="Times New Roman"/>
          <w:sz w:val="24"/>
          <w:szCs w:val="24"/>
        </w:rPr>
        <w:t>..Від</w:t>
      </w:r>
      <w:bookmarkStart w:id="0" w:name="_GoBack"/>
      <w:bookmarkEnd w:id="0"/>
      <w:r w:rsidRPr="00E42491">
        <w:rPr>
          <w:rFonts w:ascii="Times New Roman" w:hAnsi="Times New Roman"/>
          <w:sz w:val="24"/>
          <w:szCs w:val="24"/>
        </w:rPr>
        <w:t>мовити у наданні дозволу гр. Вівчар Петру Івановичу</w:t>
      </w:r>
      <w:r w:rsidRPr="00E424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42491">
        <w:rPr>
          <w:rFonts w:ascii="Times New Roman" w:hAnsi="Times New Roman"/>
          <w:sz w:val="24"/>
          <w:szCs w:val="24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0 га"/>
        </w:smartTagPr>
        <w:r w:rsidRPr="00E42491">
          <w:rPr>
            <w:rFonts w:ascii="Times New Roman" w:hAnsi="Times New Roman"/>
            <w:sz w:val="24"/>
            <w:szCs w:val="24"/>
          </w:rPr>
          <w:t>0,60 га</w:t>
        </w:r>
      </w:smartTag>
      <w:r w:rsidRPr="00E42491">
        <w:rPr>
          <w:rFonts w:ascii="Times New Roman" w:hAnsi="Times New Roman"/>
          <w:sz w:val="24"/>
          <w:szCs w:val="24"/>
        </w:rPr>
        <w:t xml:space="preserve"> на території Нагірянської сільської ради Чортківського району Тернопільської області для ведення особистого селянського господарства  на підставі п.6 ст.118 Земельного кодексу України (відсутні графічні матеріали).</w:t>
      </w:r>
    </w:p>
    <w:p w:rsidR="00D779B5" w:rsidRPr="00E42491" w:rsidRDefault="00D779B5" w:rsidP="000012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42491">
        <w:rPr>
          <w:rFonts w:ascii="Times New Roman" w:hAnsi="Times New Roman"/>
          <w:sz w:val="24"/>
          <w:szCs w:val="24"/>
          <w:lang w:val="uk-UA"/>
        </w:rPr>
        <w:t xml:space="preserve">            3. Дане рішення направити заявнику.</w:t>
      </w:r>
    </w:p>
    <w:p w:rsidR="00D779B5" w:rsidRPr="00E42491" w:rsidRDefault="00D779B5" w:rsidP="000012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42491">
        <w:rPr>
          <w:rFonts w:ascii="Times New Roman" w:hAnsi="Times New Roman"/>
          <w:sz w:val="24"/>
          <w:szCs w:val="24"/>
          <w:lang w:val="uk-UA"/>
        </w:rPr>
        <w:t xml:space="preserve">            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D779B5" w:rsidRPr="00E42491" w:rsidRDefault="00D779B5" w:rsidP="0000121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79B5" w:rsidRPr="00E42491" w:rsidRDefault="00D779B5" w:rsidP="00001211">
      <w:pPr>
        <w:rPr>
          <w:rFonts w:ascii="Times New Roman" w:hAnsi="Times New Roman"/>
          <w:sz w:val="24"/>
          <w:szCs w:val="24"/>
          <w:lang w:val="uk-UA"/>
        </w:rPr>
      </w:pPr>
      <w:r w:rsidRPr="00E42491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                   Ігор КІНДРАТ   </w:t>
      </w:r>
    </w:p>
    <w:p w:rsidR="00D779B5" w:rsidRPr="00E42491" w:rsidRDefault="00D779B5" w:rsidP="00001211">
      <w:pPr>
        <w:rPr>
          <w:rFonts w:ascii="Times New Roman" w:hAnsi="Times New Roman"/>
          <w:sz w:val="24"/>
          <w:szCs w:val="24"/>
          <w:lang w:val="uk-UA"/>
        </w:rPr>
      </w:pPr>
      <w:r w:rsidRPr="00E42491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D779B5" w:rsidRPr="00E42491" w:rsidRDefault="00D779B5" w:rsidP="00001211">
      <w:pPr>
        <w:rPr>
          <w:sz w:val="24"/>
          <w:szCs w:val="24"/>
          <w:lang w:val="uk-UA"/>
        </w:rPr>
      </w:pPr>
      <w:r w:rsidRPr="00E42491">
        <w:rPr>
          <w:sz w:val="24"/>
          <w:szCs w:val="24"/>
          <w:lang w:val="uk-UA"/>
        </w:rPr>
        <w:t xml:space="preserve">Йосип ЗІБРІВСЬКИЙ </w:t>
      </w:r>
    </w:p>
    <w:p w:rsidR="00D779B5" w:rsidRPr="00E42491" w:rsidRDefault="00D779B5" w:rsidP="00001211">
      <w:pPr>
        <w:rPr>
          <w:sz w:val="24"/>
          <w:szCs w:val="24"/>
          <w:lang w:val="uk-UA"/>
        </w:rPr>
      </w:pPr>
      <w:r w:rsidRPr="00E42491">
        <w:rPr>
          <w:sz w:val="24"/>
          <w:szCs w:val="24"/>
          <w:lang w:val="uk-UA"/>
        </w:rPr>
        <w:t>Любомир ХОМ’ЯК</w:t>
      </w:r>
    </w:p>
    <w:p w:rsidR="00D779B5" w:rsidRPr="00E42491" w:rsidRDefault="00D779B5" w:rsidP="00001211">
      <w:pPr>
        <w:rPr>
          <w:sz w:val="24"/>
          <w:szCs w:val="24"/>
          <w:lang w:val="uk-UA"/>
        </w:rPr>
      </w:pPr>
      <w:r w:rsidRPr="00E42491">
        <w:rPr>
          <w:sz w:val="24"/>
          <w:szCs w:val="24"/>
          <w:lang w:val="uk-UA"/>
        </w:rPr>
        <w:t>Оксана КОВАЛЬЧУК</w:t>
      </w:r>
    </w:p>
    <w:p w:rsidR="00D779B5" w:rsidRPr="00E42491" w:rsidRDefault="00D779B5" w:rsidP="00001211">
      <w:pPr>
        <w:rPr>
          <w:sz w:val="24"/>
          <w:szCs w:val="24"/>
          <w:lang w:val="uk-UA"/>
        </w:rPr>
      </w:pPr>
      <w:r w:rsidRPr="00E42491">
        <w:rPr>
          <w:sz w:val="24"/>
          <w:szCs w:val="24"/>
          <w:lang w:val="uk-UA"/>
        </w:rPr>
        <w:t xml:space="preserve">Віталій БРОЩАК </w:t>
      </w:r>
    </w:p>
    <w:p w:rsidR="00D779B5" w:rsidRPr="00E42491" w:rsidRDefault="00D779B5" w:rsidP="00001211"/>
    <w:p w:rsidR="00D779B5" w:rsidRPr="00E42491" w:rsidRDefault="00D779B5" w:rsidP="00001211"/>
    <w:sectPr w:rsidR="00D779B5" w:rsidRPr="00E42491" w:rsidSect="00576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572"/>
    <w:rsid w:val="00001211"/>
    <w:rsid w:val="002C44F7"/>
    <w:rsid w:val="0033094A"/>
    <w:rsid w:val="00576C9F"/>
    <w:rsid w:val="00961BD7"/>
    <w:rsid w:val="00A54572"/>
    <w:rsid w:val="00D779B5"/>
    <w:rsid w:val="00D868C1"/>
    <w:rsid w:val="00D97C44"/>
    <w:rsid w:val="00E23548"/>
    <w:rsid w:val="00E42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21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Без интервала2"/>
    <w:uiPriority w:val="99"/>
    <w:rsid w:val="00001211"/>
    <w:rPr>
      <w:rFonts w:eastAsia="Times New Roman"/>
    </w:rPr>
  </w:style>
  <w:style w:type="paragraph" w:customStyle="1" w:styleId="1">
    <w:name w:val="Без інтервалів1"/>
    <w:uiPriority w:val="99"/>
    <w:rsid w:val="0000121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88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284</Words>
  <Characters>1619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</cp:revision>
  <cp:lastPrinted>2021-11-17T09:28:00Z</cp:lastPrinted>
  <dcterms:created xsi:type="dcterms:W3CDTF">2021-11-12T07:54:00Z</dcterms:created>
  <dcterms:modified xsi:type="dcterms:W3CDTF">2021-11-17T09:30:00Z</dcterms:modified>
</cp:coreProperties>
</file>