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3F" w:rsidRPr="00B03B2F" w:rsidRDefault="00D0683F" w:rsidP="00B03B2F">
      <w:pPr>
        <w:pStyle w:val="1"/>
        <w:ind w:left="708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ab/>
      </w:r>
      <w:r w:rsidRPr="00B03B2F">
        <w:rPr>
          <w:rFonts w:ascii="Times New Roman" w:hAnsi="Times New Roman"/>
          <w:sz w:val="24"/>
          <w:szCs w:val="24"/>
        </w:rPr>
        <w:t>14</w:t>
      </w:r>
      <w:r w:rsidRPr="00B03B2F">
        <w:rPr>
          <w:rFonts w:ascii="Times New Roman" w:hAnsi="Times New Roman"/>
          <w:sz w:val="24"/>
          <w:szCs w:val="24"/>
          <w:lang w:val="en-US"/>
        </w:rPr>
        <w:tab/>
      </w:r>
    </w:p>
    <w:p w:rsidR="00D0683F" w:rsidRDefault="00D0683F" w:rsidP="00EE5AF3">
      <w:pPr>
        <w:pStyle w:val="1"/>
        <w:ind w:left="708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D0683F" w:rsidRPr="001A7690" w:rsidRDefault="00D0683F" w:rsidP="00EE5AF3">
      <w:pPr>
        <w:pStyle w:val="1"/>
        <w:ind w:left="708" w:firstLine="708"/>
        <w:jc w:val="right"/>
        <w:rPr>
          <w:noProof/>
        </w:rPr>
      </w:pPr>
      <w:r w:rsidRPr="001A7690">
        <w:rPr>
          <w:rFonts w:ascii="Times New Roman" w:hAnsi="Times New Roman"/>
          <w:sz w:val="24"/>
          <w:szCs w:val="24"/>
        </w:rPr>
        <w:t>ПРОЄКТ</w:t>
      </w:r>
    </w:p>
    <w:p w:rsidR="00D0683F" w:rsidRPr="001A7690" w:rsidRDefault="00D0683F" w:rsidP="005F52BB">
      <w:pPr>
        <w:ind w:right="-5"/>
        <w:jc w:val="both"/>
        <w:rPr>
          <w:lang w:val="uk-UA"/>
        </w:rPr>
      </w:pPr>
    </w:p>
    <w:p w:rsidR="00D0683F" w:rsidRPr="001A7690" w:rsidRDefault="00D0683F" w:rsidP="005F52BB">
      <w:pPr>
        <w:ind w:right="-5"/>
        <w:jc w:val="both"/>
        <w:rPr>
          <w:lang w:val="uk-UA"/>
        </w:rPr>
      </w:pPr>
    </w:p>
    <w:p w:rsidR="00D0683F" w:rsidRPr="001A7690" w:rsidRDefault="00D0683F" w:rsidP="005F52BB">
      <w:pPr>
        <w:tabs>
          <w:tab w:val="left" w:pos="3900"/>
        </w:tabs>
        <w:spacing w:line="276" w:lineRule="auto"/>
        <w:jc w:val="center"/>
      </w:pPr>
      <w:r w:rsidRPr="001914D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1A7690">
        <w:t xml:space="preserve"> </w:t>
      </w:r>
    </w:p>
    <w:p w:rsidR="00D0683F" w:rsidRPr="001A7690" w:rsidRDefault="00D0683F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D0683F" w:rsidRPr="001A7690" w:rsidRDefault="00D0683F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1A7690">
        <w:rPr>
          <w:lang w:eastAsia="ru-RU"/>
        </w:rPr>
        <w:t xml:space="preserve"> С</w:t>
      </w:r>
      <w:r>
        <w:rPr>
          <w:lang w:val="uk-UA" w:eastAsia="ru-RU"/>
        </w:rPr>
        <w:t>ІЛЬСЬКА  РАДА</w:t>
      </w:r>
    </w:p>
    <w:p w:rsidR="00D0683F" w:rsidRPr="001A7690" w:rsidRDefault="00D0683F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1A7690">
        <w:rPr>
          <w:lang w:eastAsia="ru-RU"/>
        </w:rPr>
        <w:t>ЧОРТКІВСЬКОГО РАЙОНУ ТЕРНОПІЛЬСЬКОЇ ОБЛАСТІ</w:t>
      </w:r>
    </w:p>
    <w:p w:rsidR="00D0683F" w:rsidRPr="001A7690" w:rsidRDefault="00D0683F" w:rsidP="005F52BB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ВОСЬМЕ СКЛИКАННЯ</w:t>
      </w:r>
    </w:p>
    <w:p w:rsidR="00D0683F" w:rsidRPr="001A7690" w:rsidRDefault="00D0683F" w:rsidP="001A7690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ДВАНАДЦЯТА  СЕСІЯ</w:t>
      </w:r>
    </w:p>
    <w:p w:rsidR="00D0683F" w:rsidRPr="001A7690" w:rsidRDefault="00D0683F" w:rsidP="005F52BB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1A7690">
        <w:rPr>
          <w:lang w:val="uk-UA" w:eastAsia="ru-RU"/>
        </w:rPr>
        <w:t xml:space="preserve"> </w:t>
      </w:r>
    </w:p>
    <w:p w:rsidR="00D0683F" w:rsidRPr="001A7690" w:rsidRDefault="00D0683F" w:rsidP="005F52BB">
      <w:pPr>
        <w:outlineLvl w:val="0"/>
        <w:rPr>
          <w:lang w:val="uk-UA" w:eastAsia="en-US"/>
        </w:rPr>
      </w:pPr>
      <w:r w:rsidRPr="001A7690">
        <w:rPr>
          <w:lang w:val="uk-UA" w:eastAsia="ru-RU"/>
        </w:rPr>
        <w:t xml:space="preserve"> </w:t>
      </w:r>
      <w:r w:rsidRPr="001A7690">
        <w:rPr>
          <w:lang w:val="uk-UA"/>
        </w:rPr>
        <w:t>__ ______________ 2021</w:t>
      </w:r>
      <w:r w:rsidRPr="001A7690">
        <w:t xml:space="preserve"> року</w:t>
      </w:r>
      <w:r>
        <w:t xml:space="preserve">                   </w:t>
      </w:r>
      <w:r w:rsidRPr="001A7690">
        <w:t xml:space="preserve">  №</w:t>
      </w:r>
      <w:r w:rsidRPr="001A7690">
        <w:rPr>
          <w:lang w:val="uk-UA"/>
        </w:rPr>
        <w:t xml:space="preserve"> ________ </w:t>
      </w:r>
    </w:p>
    <w:p w:rsidR="00D0683F" w:rsidRPr="001A7690" w:rsidRDefault="00D0683F" w:rsidP="005F52BB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1A7690">
        <w:rPr>
          <w:lang w:val="uk-UA"/>
        </w:rPr>
        <w:t>с-ще Нагірянка</w:t>
      </w:r>
    </w:p>
    <w:p w:rsidR="00D0683F" w:rsidRPr="001A7690" w:rsidRDefault="00D0683F" w:rsidP="005F52BB">
      <w:pPr>
        <w:spacing w:line="276" w:lineRule="auto"/>
        <w:outlineLvl w:val="0"/>
        <w:rPr>
          <w:lang w:val="uk-UA" w:eastAsia="ru-RU"/>
        </w:rPr>
      </w:pPr>
    </w:p>
    <w:p w:rsidR="00D0683F" w:rsidRDefault="00D0683F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Про надання</w:t>
      </w:r>
      <w:r>
        <w:rPr>
          <w:b/>
          <w:bCs/>
          <w:spacing w:val="-12"/>
          <w:lang w:val="uk-UA"/>
        </w:rPr>
        <w:t xml:space="preserve"> дозволу на розроблення проекту</w:t>
      </w:r>
    </w:p>
    <w:p w:rsidR="00D0683F" w:rsidRDefault="00D0683F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D0683F" w:rsidRDefault="00D0683F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громадянам у</w:t>
      </w:r>
      <w:r>
        <w:rPr>
          <w:b/>
          <w:bCs/>
          <w:spacing w:val="-12"/>
          <w:lang w:val="uk-UA"/>
        </w:rPr>
        <w:t xml:space="preserve"> приватну власність для ведення</w:t>
      </w:r>
    </w:p>
    <w:p w:rsidR="00D0683F" w:rsidRPr="00EE5AF3" w:rsidRDefault="00D0683F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особистого селянського господарства </w:t>
      </w:r>
    </w:p>
    <w:p w:rsidR="00D0683F" w:rsidRPr="001F5906" w:rsidRDefault="00D0683F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D0683F" w:rsidRPr="001F5906" w:rsidRDefault="00D0683F" w:rsidP="00EE5AF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1F5906">
        <w:rPr>
          <w:lang w:val="uk-UA"/>
        </w:rPr>
        <w:t>Розглянувши заяви громадян</w:t>
      </w:r>
      <w:r>
        <w:rPr>
          <w:lang w:val="uk-UA"/>
        </w:rPr>
        <w:t>,</w:t>
      </w:r>
      <w:r w:rsidRPr="001F5906">
        <w:rPr>
          <w:lang w:val="uk-U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 враховуючи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 рекомендації</w:t>
      </w:r>
      <w:r>
        <w:rPr>
          <w:lang w:val="uk-UA"/>
        </w:rPr>
        <w:t xml:space="preserve"> та пропозиції</w:t>
      </w:r>
      <w:r w:rsidRPr="001F5906">
        <w:rPr>
          <w:bdr w:val="none" w:sz="0" w:space="0" w:color="auto" w:frame="1"/>
          <w:lang w:val="uk-UA"/>
        </w:rPr>
        <w:t xml:space="preserve"> постійної комісії з питань </w:t>
      </w:r>
      <w:r w:rsidRPr="001F5906">
        <w:rPr>
          <w:lang w:val="uk-UA"/>
        </w:rPr>
        <w:t>містобудування, земельних відносин та сталого розвитку, сільська рада</w:t>
      </w:r>
    </w:p>
    <w:p w:rsidR="00D0683F" w:rsidRPr="001F5906" w:rsidRDefault="00D0683F" w:rsidP="005F52BB">
      <w:pPr>
        <w:ind w:right="-5"/>
        <w:rPr>
          <w:b/>
          <w:lang w:val="uk-UA"/>
        </w:rPr>
      </w:pPr>
    </w:p>
    <w:p w:rsidR="00D0683F" w:rsidRPr="001F5906" w:rsidRDefault="00D0683F" w:rsidP="005F52BB">
      <w:pPr>
        <w:ind w:right="-5"/>
        <w:rPr>
          <w:b/>
          <w:lang w:val="uk-UA"/>
        </w:rPr>
      </w:pPr>
      <w:r w:rsidRPr="001F5906">
        <w:rPr>
          <w:b/>
          <w:lang w:val="uk-UA"/>
        </w:rPr>
        <w:t>ВИРІШИЛА:</w:t>
      </w:r>
    </w:p>
    <w:p w:rsidR="00D0683F" w:rsidRPr="001F5906" w:rsidRDefault="00D0683F" w:rsidP="005F52BB">
      <w:pPr>
        <w:ind w:right="-5"/>
        <w:rPr>
          <w:b/>
          <w:lang w:val="uk-UA"/>
        </w:rPr>
      </w:pPr>
    </w:p>
    <w:p w:rsidR="00D0683F" w:rsidRPr="001F5906" w:rsidRDefault="00D0683F" w:rsidP="00B60F39">
      <w:pPr>
        <w:ind w:right="-5"/>
        <w:jc w:val="both"/>
        <w:rPr>
          <w:lang w:val="uk-UA"/>
        </w:rPr>
      </w:pPr>
      <w:r>
        <w:rPr>
          <w:lang w:val="uk-UA"/>
        </w:rPr>
        <w:t xml:space="preserve">     </w:t>
      </w:r>
      <w:r w:rsidRPr="001A7690">
        <w:rPr>
          <w:b/>
          <w:lang w:val="uk-UA"/>
        </w:rPr>
        <w:t>1.</w:t>
      </w:r>
      <w:r w:rsidRPr="001A7690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Стефанишин Михайлу Васильовичу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0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(колишня Сосулівська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користування/ сільськогосподарські землі / рілля/.</w:t>
      </w:r>
    </w:p>
    <w:p w:rsidR="00D0683F" w:rsidRPr="001F5906" w:rsidRDefault="00D0683F" w:rsidP="00B60F39">
      <w:pPr>
        <w:ind w:right="-5"/>
        <w:jc w:val="both"/>
        <w:rPr>
          <w:lang w:val="uk-UA"/>
        </w:rPr>
      </w:pPr>
      <w:r w:rsidRPr="001F5906">
        <w:rPr>
          <w:lang w:val="uk-UA"/>
        </w:rPr>
        <w:t xml:space="preserve">     </w:t>
      </w:r>
      <w:r w:rsidRPr="001A7690">
        <w:rPr>
          <w:b/>
          <w:lang w:val="uk-UA"/>
        </w:rPr>
        <w:t>2.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Канюс Миколі Михайловичу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667 га"/>
        </w:smartTagPr>
        <w:r w:rsidRPr="001F5906">
          <w:rPr>
            <w:spacing w:val="-12"/>
            <w:lang w:val="uk-UA"/>
          </w:rPr>
          <w:t>1,56</w:t>
        </w:r>
        <w:r w:rsidRPr="001F5906">
          <w:rPr>
            <w:spacing w:val="-12"/>
          </w:rPr>
          <w:t>67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кадастровий номер 6125589800:01:001:3142 у приватну власність </w:t>
      </w:r>
      <w:r w:rsidRPr="001F5906">
        <w:rPr>
          <w:bCs/>
          <w:spacing w:val="-12"/>
          <w:lang w:val="uk-UA"/>
        </w:rPr>
        <w:t xml:space="preserve"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Ягільниця (колишня Ягільницька сільська рада), </w:t>
      </w:r>
      <w:r w:rsidRPr="001F5906">
        <w:rPr>
          <w:lang w:val="uk-UA"/>
        </w:rPr>
        <w:t>за рахунок земель запасу.</w:t>
      </w:r>
    </w:p>
    <w:p w:rsidR="00D0683F" w:rsidRPr="001F5906" w:rsidRDefault="00D0683F" w:rsidP="006B61C4">
      <w:pPr>
        <w:ind w:right="-5"/>
        <w:jc w:val="both"/>
        <w:rPr>
          <w:lang w:val="uk-UA"/>
        </w:rPr>
      </w:pPr>
      <w:r>
        <w:rPr>
          <w:lang w:val="uk-UA"/>
        </w:rPr>
        <w:t xml:space="preserve">      </w:t>
      </w:r>
      <w:r w:rsidRPr="001A7690">
        <w:rPr>
          <w:b/>
          <w:lang w:val="uk-UA"/>
        </w:rPr>
        <w:t>3.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Юрків Андрію Васильовичу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0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 (колишня Сосулівська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A5739D" w:rsidRDefault="00D0683F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</w:t>
      </w:r>
      <w:r w:rsidRPr="001A7690">
        <w:rPr>
          <w:b/>
          <w:lang w:val="uk-UA"/>
        </w:rPr>
        <w:t>4.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Басістому Олексію Йосиповичу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r w:rsidRPr="001F5906">
          <w:rPr>
            <w:spacing w:val="-12"/>
            <w:lang w:val="uk-UA"/>
          </w:rPr>
          <w:t>1,</w:t>
        </w:r>
        <w:r>
          <w:rPr>
            <w:spacing w:val="-12"/>
            <w:lang w:val="uk-UA"/>
          </w:rPr>
          <w:t>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5</w:t>
      </w:r>
      <w:r w:rsidRPr="001A7690">
        <w:rPr>
          <w:b/>
          <w:lang w:val="uk-UA"/>
        </w:rPr>
        <w:t>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Писанюк Ользі Олександрівні 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>
        <w:rPr>
          <w:b/>
          <w:lang w:val="uk-UA"/>
        </w:rPr>
        <w:t xml:space="preserve">        6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Рибчаку Івану Тарасовичу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 w:rsidRPr="001F5906">
        <w:rPr>
          <w:lang w:val="uk-UA"/>
        </w:rPr>
        <w:t xml:space="preserve">         </w:t>
      </w:r>
      <w:r>
        <w:rPr>
          <w:b/>
          <w:lang w:val="uk-UA"/>
        </w:rPr>
        <w:t>7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Спасюку Андрію Богдановичу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</w:t>
      </w:r>
      <w:r>
        <w:rPr>
          <w:b/>
          <w:lang w:val="uk-UA"/>
        </w:rPr>
        <w:t>8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Шпаргала Володимиру Володимировичу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9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Гагавчук Богдану Михайловичу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(колишня Сосулівська сільська рада), /</w:t>
      </w:r>
      <w:r w:rsidRPr="001F5906">
        <w:rPr>
          <w:lang w:val="uk-UA"/>
        </w:rPr>
        <w:t xml:space="preserve">за рахунок земель не наданих у власність або постійне користування </w:t>
      </w:r>
      <w:bookmarkStart w:id="0" w:name="_GoBack"/>
      <w:bookmarkEnd w:id="0"/>
      <w:r w:rsidRPr="001F5906">
        <w:rPr>
          <w:lang w:val="uk-UA"/>
        </w:rPr>
        <w:t>/ сільськогосподарські землі / рілля/.</w:t>
      </w:r>
    </w:p>
    <w:p w:rsidR="00D0683F" w:rsidRPr="001F5906" w:rsidRDefault="00D0683F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</w:t>
      </w:r>
      <w:r>
        <w:rPr>
          <w:b/>
          <w:lang w:val="uk-UA"/>
        </w:rPr>
        <w:t>10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Катинському Тарасу Богдановичу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 w:rsidRPr="001F5906">
          <w:rPr>
            <w:spacing w:val="-12"/>
            <w:lang w:val="uk-UA"/>
          </w:rPr>
          <w:t>1,25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кадастровий номер 6125587600:03:001:0012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Стара Ягільниця (колишня Староягільницька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D0683F" w:rsidRPr="001F5906" w:rsidRDefault="00D0683F" w:rsidP="005F52BB">
      <w:pPr>
        <w:tabs>
          <w:tab w:val="left" w:pos="705"/>
        </w:tabs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1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D0683F" w:rsidRPr="001F5906" w:rsidRDefault="00D0683F" w:rsidP="005F52BB">
      <w:pPr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2</w:t>
      </w:r>
      <w:r w:rsidRPr="001A7690">
        <w:rPr>
          <w:b/>
          <w:lang w:val="uk-UA"/>
        </w:rPr>
        <w:t>.</w:t>
      </w:r>
      <w:r w:rsidRPr="001F5906">
        <w:rPr>
          <w:lang w:val="uk-UA"/>
        </w:rPr>
        <w:t>Копію рішення направити заявнику.</w:t>
      </w:r>
    </w:p>
    <w:p w:rsidR="00D0683F" w:rsidRPr="001F5906" w:rsidRDefault="00D0683F" w:rsidP="005F52BB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</w:t>
      </w:r>
      <w:r w:rsidRPr="001A7690">
        <w:rPr>
          <w:b/>
          <w:lang w:eastAsia="ru-RU"/>
        </w:rPr>
        <w:t>1</w:t>
      </w:r>
      <w:r>
        <w:rPr>
          <w:b/>
          <w:lang w:val="uk-UA" w:eastAsia="ru-RU"/>
        </w:rPr>
        <w:t>3</w:t>
      </w:r>
      <w:r w:rsidRPr="001A7690">
        <w:rPr>
          <w:b/>
          <w:lang w:val="uk-UA" w:eastAsia="ru-RU"/>
        </w:rPr>
        <w:t>.</w:t>
      </w:r>
      <w:r w:rsidRPr="001F5906"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1A7690">
        <w:rPr>
          <w:lang w:val="uk-UA" w:eastAsia="ru-RU"/>
        </w:rPr>
        <w:t xml:space="preserve"> </w:t>
      </w:r>
      <w:r w:rsidRPr="001F5906">
        <w:rPr>
          <w:lang w:val="uk-UA" w:eastAsia="ru-RU"/>
        </w:rPr>
        <w:t>Нагірянської сільської ради з питань містобудування, земельних відносин та сталого розвитку</w:t>
      </w:r>
    </w:p>
    <w:p w:rsidR="00D0683F" w:rsidRPr="001F5906" w:rsidRDefault="00D0683F" w:rsidP="005F52BB">
      <w:pPr>
        <w:jc w:val="both"/>
        <w:rPr>
          <w:lang w:val="uk-UA"/>
        </w:rPr>
      </w:pPr>
    </w:p>
    <w:p w:rsidR="00D0683F" w:rsidRPr="001F5906" w:rsidRDefault="00D0683F" w:rsidP="005F52BB">
      <w:pPr>
        <w:rPr>
          <w:rFonts w:ascii="Calibri" w:hAnsi="Calibri"/>
          <w:lang w:val="uk-UA" w:eastAsia="en-US"/>
        </w:rPr>
      </w:pPr>
      <w:r w:rsidRPr="001F5906">
        <w:rPr>
          <w:lang w:val="uk-UA"/>
        </w:rPr>
        <w:tab/>
      </w:r>
      <w:r w:rsidRPr="001F5906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D0683F" w:rsidRPr="001F5906" w:rsidRDefault="00D0683F" w:rsidP="005F52BB">
      <w:pPr>
        <w:rPr>
          <w:lang w:val="uk-UA"/>
        </w:rPr>
      </w:pPr>
    </w:p>
    <w:p w:rsidR="00D0683F" w:rsidRPr="001F5906" w:rsidRDefault="00D0683F" w:rsidP="005F52BB">
      <w:pPr>
        <w:rPr>
          <w:lang w:val="uk-UA"/>
        </w:rPr>
      </w:pPr>
    </w:p>
    <w:p w:rsidR="00D0683F" w:rsidRPr="001F5906" w:rsidRDefault="00D0683F" w:rsidP="005F52BB">
      <w:pPr>
        <w:rPr>
          <w:lang w:val="uk-UA" w:eastAsia="ru-RU"/>
        </w:rPr>
      </w:pPr>
    </w:p>
    <w:p w:rsidR="00D0683F" w:rsidRPr="001F5906" w:rsidRDefault="00D0683F" w:rsidP="005F52BB">
      <w:pPr>
        <w:rPr>
          <w:lang w:val="uk-UA"/>
        </w:rPr>
      </w:pPr>
      <w:r w:rsidRPr="001F5906">
        <w:rPr>
          <w:lang w:val="uk-UA"/>
        </w:rPr>
        <w:t>Любомир ХОМ’ЯК</w:t>
      </w:r>
    </w:p>
    <w:p w:rsidR="00D0683F" w:rsidRPr="001F5906" w:rsidRDefault="00D0683F" w:rsidP="005F52BB">
      <w:pPr>
        <w:rPr>
          <w:lang w:val="uk-UA"/>
        </w:rPr>
      </w:pPr>
    </w:p>
    <w:p w:rsidR="00D0683F" w:rsidRPr="001F5906" w:rsidRDefault="00D0683F" w:rsidP="005F52BB">
      <w:pPr>
        <w:rPr>
          <w:lang w:val="uk-UA"/>
        </w:rPr>
      </w:pPr>
      <w:r w:rsidRPr="001F5906">
        <w:rPr>
          <w:lang w:val="uk-UA"/>
        </w:rPr>
        <w:t>Оксана КОВАЛЬЧУК</w:t>
      </w:r>
    </w:p>
    <w:p w:rsidR="00D0683F" w:rsidRPr="001F5906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  <w:r w:rsidRPr="001F5906">
        <w:rPr>
          <w:lang w:val="uk-UA"/>
        </w:rPr>
        <w:t xml:space="preserve">Віталій БРОЩАК </w:t>
      </w: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Default="00D0683F" w:rsidP="005F52BB">
      <w:pPr>
        <w:rPr>
          <w:lang w:val="uk-UA"/>
        </w:rPr>
      </w:pPr>
    </w:p>
    <w:p w:rsidR="00D0683F" w:rsidRPr="005F52BB" w:rsidRDefault="00D0683F">
      <w:pPr>
        <w:rPr>
          <w:lang w:val="uk-UA"/>
        </w:rPr>
      </w:pPr>
    </w:p>
    <w:sectPr w:rsidR="00D0683F" w:rsidRPr="005F52BB" w:rsidSect="00EE5AF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123CE"/>
    <w:rsid w:val="00021FB9"/>
    <w:rsid w:val="000B3858"/>
    <w:rsid w:val="000B6E28"/>
    <w:rsid w:val="000D3BE8"/>
    <w:rsid w:val="000D4CF2"/>
    <w:rsid w:val="000D787B"/>
    <w:rsid w:val="00154681"/>
    <w:rsid w:val="00154CE6"/>
    <w:rsid w:val="001626F4"/>
    <w:rsid w:val="00180FF2"/>
    <w:rsid w:val="001914DE"/>
    <w:rsid w:val="001A7690"/>
    <w:rsid w:val="001D1B46"/>
    <w:rsid w:val="001E2673"/>
    <w:rsid w:val="001F5906"/>
    <w:rsid w:val="002073D5"/>
    <w:rsid w:val="0023517E"/>
    <w:rsid w:val="0023684A"/>
    <w:rsid w:val="002701E9"/>
    <w:rsid w:val="00287D87"/>
    <w:rsid w:val="003059CA"/>
    <w:rsid w:val="0031339D"/>
    <w:rsid w:val="003206C1"/>
    <w:rsid w:val="00345B21"/>
    <w:rsid w:val="00386A5D"/>
    <w:rsid w:val="00386FC0"/>
    <w:rsid w:val="003A4513"/>
    <w:rsid w:val="003C3272"/>
    <w:rsid w:val="003E26AB"/>
    <w:rsid w:val="0041533D"/>
    <w:rsid w:val="00483B90"/>
    <w:rsid w:val="00490593"/>
    <w:rsid w:val="004973AB"/>
    <w:rsid w:val="004E035F"/>
    <w:rsid w:val="004E3BE8"/>
    <w:rsid w:val="005639D0"/>
    <w:rsid w:val="00581806"/>
    <w:rsid w:val="00583EAA"/>
    <w:rsid w:val="0059299A"/>
    <w:rsid w:val="005D6F52"/>
    <w:rsid w:val="005F52BB"/>
    <w:rsid w:val="00635EBB"/>
    <w:rsid w:val="00680AC4"/>
    <w:rsid w:val="006A23DE"/>
    <w:rsid w:val="006B61C4"/>
    <w:rsid w:val="006B730D"/>
    <w:rsid w:val="0071174E"/>
    <w:rsid w:val="0074161E"/>
    <w:rsid w:val="00812CBA"/>
    <w:rsid w:val="00820A4F"/>
    <w:rsid w:val="008536C2"/>
    <w:rsid w:val="0087127E"/>
    <w:rsid w:val="008C1304"/>
    <w:rsid w:val="008E51E3"/>
    <w:rsid w:val="00917E74"/>
    <w:rsid w:val="00931A8E"/>
    <w:rsid w:val="00943A1C"/>
    <w:rsid w:val="00950085"/>
    <w:rsid w:val="009D07A8"/>
    <w:rsid w:val="009D17CA"/>
    <w:rsid w:val="00A5739D"/>
    <w:rsid w:val="00A57A81"/>
    <w:rsid w:val="00A80E10"/>
    <w:rsid w:val="00AA0F39"/>
    <w:rsid w:val="00AA66DF"/>
    <w:rsid w:val="00AE4718"/>
    <w:rsid w:val="00B03B2F"/>
    <w:rsid w:val="00B16405"/>
    <w:rsid w:val="00B60F39"/>
    <w:rsid w:val="00BC74AA"/>
    <w:rsid w:val="00BE423D"/>
    <w:rsid w:val="00C02BC7"/>
    <w:rsid w:val="00CB6D19"/>
    <w:rsid w:val="00CC00B7"/>
    <w:rsid w:val="00D01A28"/>
    <w:rsid w:val="00D0683F"/>
    <w:rsid w:val="00D30BB9"/>
    <w:rsid w:val="00DA028C"/>
    <w:rsid w:val="00DC461D"/>
    <w:rsid w:val="00DE6337"/>
    <w:rsid w:val="00E92587"/>
    <w:rsid w:val="00E97C18"/>
    <w:rsid w:val="00EC6800"/>
    <w:rsid w:val="00EE5AF3"/>
    <w:rsid w:val="00EF21E8"/>
    <w:rsid w:val="00F00113"/>
    <w:rsid w:val="00F079D2"/>
    <w:rsid w:val="00F43BEC"/>
    <w:rsid w:val="00F443BC"/>
    <w:rsid w:val="00F704F0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6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466</TotalTime>
  <Pages>3</Pages>
  <Words>948</Words>
  <Characters>5410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69</cp:revision>
  <cp:lastPrinted>2021-10-07T08:56:00Z</cp:lastPrinted>
  <dcterms:created xsi:type="dcterms:W3CDTF">2021-05-17T14:10:00Z</dcterms:created>
  <dcterms:modified xsi:type="dcterms:W3CDTF">2021-10-07T08:56:00Z</dcterms:modified>
</cp:coreProperties>
</file>