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1B" w:rsidRPr="00083018" w:rsidRDefault="00C25E1B" w:rsidP="00A62E2A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20496D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style="width:44.25pt;height:60pt;visibility:visible">
            <v:imagedata r:id="rId5" o:title=""/>
          </v:shape>
        </w:pict>
      </w:r>
      <w:r w:rsidRPr="00083018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</w:p>
    <w:p w:rsidR="00C25E1B" w:rsidRPr="00083018" w:rsidRDefault="00C25E1B" w:rsidP="00A62E2A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25E1B" w:rsidRPr="00083018" w:rsidRDefault="00C25E1B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083018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C25E1B" w:rsidRPr="00083018" w:rsidRDefault="00C25E1B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083018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C25E1B" w:rsidRPr="00083018" w:rsidRDefault="00C25E1B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C25E1B" w:rsidRPr="00083018" w:rsidRDefault="00C25E1B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C25E1B" w:rsidRPr="00083018" w:rsidRDefault="00C25E1B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eastAsia="ru-RU"/>
        </w:rPr>
        <w:t>Друге пленарне засідання</w:t>
      </w:r>
    </w:p>
    <w:p w:rsidR="00C25E1B" w:rsidRPr="00083018" w:rsidRDefault="00C25E1B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08301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25E1B" w:rsidRPr="00083018" w:rsidRDefault="00C25E1B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083018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</w:t>
      </w:r>
      <w:r w:rsidRPr="00083018">
        <w:rPr>
          <w:rFonts w:ascii="Times New Roman" w:hAnsi="Times New Roman"/>
          <w:sz w:val="24"/>
          <w:szCs w:val="24"/>
          <w:lang w:eastAsia="ar-SA"/>
        </w:rPr>
        <w:t xml:space="preserve">№ 466 </w:t>
      </w:r>
    </w:p>
    <w:p w:rsidR="00C25E1B" w:rsidRPr="00083018" w:rsidRDefault="00C25E1B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083018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C25E1B" w:rsidRPr="00C1388F" w:rsidRDefault="00C25E1B" w:rsidP="00A62E2A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C25E1B" w:rsidRPr="00C1388F" w:rsidRDefault="00C25E1B" w:rsidP="00A62E2A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C25E1B" w:rsidRPr="0051564E" w:rsidRDefault="00C25E1B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51564E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Про організацію та проведення громадського обговорення</w:t>
      </w:r>
    </w:p>
    <w:p w:rsidR="00C25E1B" w:rsidRPr="0051564E" w:rsidRDefault="00C25E1B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51564E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щодо інвентаризації пасовищ загального користування </w:t>
      </w:r>
    </w:p>
    <w:p w:rsidR="00C25E1B" w:rsidRPr="0051564E" w:rsidRDefault="00C25E1B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51564E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на території Нагірянської (колишньої  Шульганівської)</w:t>
      </w:r>
    </w:p>
    <w:p w:rsidR="00C25E1B" w:rsidRPr="0051564E" w:rsidRDefault="00C25E1B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51564E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сільської ради</w:t>
      </w:r>
      <w:r w:rsidRPr="0051564E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51564E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Чортківського</w:t>
      </w:r>
      <w:r w:rsidRPr="0051564E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51564E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району Тернопільської  області</w:t>
      </w:r>
    </w:p>
    <w:p w:rsidR="00C25E1B" w:rsidRPr="00C1388F" w:rsidRDefault="00C25E1B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</w:p>
    <w:p w:rsidR="00C25E1B" w:rsidRPr="00C1388F" w:rsidRDefault="00C25E1B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</w:p>
    <w:p w:rsidR="00C25E1B" w:rsidRPr="00C1388F" w:rsidRDefault="00C25E1B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C1388F">
        <w:rPr>
          <w:rFonts w:ascii="Times New Roman" w:hAnsi="Times New Roman"/>
          <w:sz w:val="24"/>
          <w:szCs w:val="24"/>
          <w:lang w:eastAsia="ar-SA"/>
        </w:rPr>
        <w:t xml:space="preserve">   </w:t>
      </w:r>
      <w:r>
        <w:rPr>
          <w:rFonts w:ascii="Times New Roman" w:hAnsi="Times New Roman"/>
          <w:sz w:val="24"/>
          <w:szCs w:val="24"/>
          <w:lang w:eastAsia="ar-SA"/>
        </w:rPr>
        <w:tab/>
      </w:r>
      <w:r w:rsidRPr="00D62FC7">
        <w:rPr>
          <w:rFonts w:ascii="Times New Roman" w:hAnsi="Times New Roman"/>
          <w:sz w:val="24"/>
          <w:szCs w:val="24"/>
          <w:lang w:eastAsia="ar-SA"/>
        </w:rPr>
        <w:t>Відповідно до ст.143 Констинуції України, ст. 13, 26 Закону України «Про місцеве самоврядування в Україні</w:t>
      </w:r>
      <w:r w:rsidRPr="00C1388F">
        <w:rPr>
          <w:rFonts w:ascii="Times New Roman" w:hAnsi="Times New Roman"/>
          <w:sz w:val="24"/>
          <w:szCs w:val="24"/>
          <w:lang w:eastAsia="ar-SA"/>
        </w:rPr>
        <w:t>»</w:t>
      </w:r>
      <w:r>
        <w:rPr>
          <w:rFonts w:ascii="Times New Roman" w:hAnsi="Times New Roman"/>
          <w:sz w:val="24"/>
          <w:szCs w:val="24"/>
          <w:lang w:eastAsia="ar-SA"/>
        </w:rPr>
        <w:t xml:space="preserve"> П</w:t>
      </w:r>
      <w:r w:rsidRPr="00C1388F">
        <w:rPr>
          <w:rFonts w:ascii="Times New Roman" w:hAnsi="Times New Roman"/>
          <w:sz w:val="24"/>
          <w:szCs w:val="24"/>
          <w:lang w:eastAsia="ar-SA"/>
        </w:rPr>
        <w:t>оложення про громадські слухання в Територіальній громаді Нагірянської сільсь</w:t>
      </w:r>
      <w:r>
        <w:rPr>
          <w:rFonts w:ascii="Times New Roman" w:hAnsi="Times New Roman"/>
          <w:sz w:val="24"/>
          <w:szCs w:val="24"/>
          <w:lang w:eastAsia="ar-SA"/>
        </w:rPr>
        <w:t>кої ради,</w:t>
      </w:r>
      <w:r w:rsidRPr="00C1388F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</w:rPr>
        <w:t>рекомендацій</w:t>
      </w:r>
      <w:r w:rsidRPr="00C1388F">
        <w:rPr>
          <w:rFonts w:ascii="Times New Roman" w:hAnsi="Times New Roman"/>
          <w:bdr w:val="none" w:sz="0" w:space="0" w:color="auto" w:frame="1"/>
        </w:rPr>
        <w:t xml:space="preserve"> постійної комісії з питань </w:t>
      </w:r>
      <w:r w:rsidRPr="00C1388F">
        <w:rPr>
          <w:rFonts w:ascii="Times New Roman" w:hAnsi="Times New Roman"/>
        </w:rPr>
        <w:t>містобудування, земельних відносин та сталого розвитку</w:t>
      </w:r>
      <w:r w:rsidRPr="00C1388F">
        <w:rPr>
          <w:rFonts w:ascii="Times New Roman" w:hAnsi="Times New Roman"/>
          <w:sz w:val="24"/>
          <w:szCs w:val="24"/>
          <w:lang w:eastAsia="ar-SA"/>
        </w:rPr>
        <w:t>, статей 12, 33, 93 116, 118, 121, 122, 124 Земельного кодексу України,</w:t>
      </w:r>
      <w:r w:rsidRPr="00D62FC7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з ме</w:t>
      </w:r>
      <w:r w:rsidRPr="00C1388F">
        <w:rPr>
          <w:rFonts w:ascii="Times New Roman" w:hAnsi="Times New Roman"/>
          <w:sz w:val="24"/>
          <w:szCs w:val="24"/>
          <w:lang w:eastAsia="ar-SA"/>
        </w:rPr>
        <w:t>тою залучення громадян до вирішення важливих питань</w:t>
      </w:r>
      <w:r>
        <w:rPr>
          <w:rFonts w:ascii="Times New Roman" w:hAnsi="Times New Roman"/>
          <w:sz w:val="24"/>
          <w:szCs w:val="24"/>
          <w:lang w:eastAsia="ar-SA"/>
        </w:rPr>
        <w:t xml:space="preserve"> громади, реалізації та захисту прав і свобод, забезпечення відкритості і прозорості діяльності органів місцевого самоврядування, Нагірянська сільська рада</w:t>
      </w:r>
    </w:p>
    <w:p w:rsidR="00C25E1B" w:rsidRPr="00C1388F" w:rsidRDefault="00C25E1B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</w:p>
    <w:p w:rsidR="00C25E1B" w:rsidRDefault="00C25E1B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  <w:r w:rsidRPr="00C1388F">
        <w:rPr>
          <w:rFonts w:ascii="Times New Roman" w:hAnsi="Times New Roman"/>
          <w:b/>
          <w:sz w:val="24"/>
          <w:szCs w:val="24"/>
          <w:lang w:eastAsia="ar-SA"/>
        </w:rPr>
        <w:t>ВИРІШИЛА:</w:t>
      </w:r>
    </w:p>
    <w:p w:rsidR="00C25E1B" w:rsidRPr="00C1388F" w:rsidRDefault="00C25E1B" w:rsidP="00A62E2A">
      <w:pPr>
        <w:suppressAutoHyphens/>
        <w:spacing w:after="0" w:line="240" w:lineRule="auto"/>
        <w:ind w:right="-5"/>
        <w:rPr>
          <w:rFonts w:ascii="Times New Roman" w:hAnsi="Times New Roman"/>
          <w:sz w:val="24"/>
          <w:szCs w:val="24"/>
          <w:lang w:eastAsia="ar-SA"/>
        </w:rPr>
      </w:pPr>
    </w:p>
    <w:p w:rsidR="00C25E1B" w:rsidRPr="00C1388F" w:rsidRDefault="00C25E1B" w:rsidP="00D55AEE">
      <w:pPr>
        <w:suppressAutoHyphens/>
        <w:spacing w:after="0" w:line="100" w:lineRule="atLeast"/>
        <w:jc w:val="both"/>
        <w:rPr>
          <w:rFonts w:ascii="Times New Roman" w:hAnsi="Times New Roman"/>
          <w:bCs/>
          <w:spacing w:val="-12"/>
          <w:sz w:val="24"/>
          <w:szCs w:val="24"/>
          <w:lang w:eastAsia="ar-SA"/>
        </w:rPr>
      </w:pPr>
      <w:r w:rsidRPr="00083018">
        <w:rPr>
          <w:rFonts w:ascii="Times New Roman" w:hAnsi="Times New Roman"/>
          <w:b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Оголосити проведення громадських обговорень проекту рішення щодо</w:t>
      </w:r>
      <w:r w:rsidRPr="00C1388F"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інвентаризації пасовищ загального користування на території Нагірянської (колишньої Шульганівської) сільської ради</w:t>
      </w:r>
      <w:r w:rsidRPr="00C1388F">
        <w:rPr>
          <w:rFonts w:ascii="Times New Roman" w:hAnsi="Times New Roman"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Чортківського</w:t>
      </w:r>
      <w:r w:rsidRPr="00C1388F">
        <w:rPr>
          <w:rFonts w:ascii="Times New Roman" w:hAnsi="Times New Roman"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району Тернопільської  області.</w:t>
      </w:r>
    </w:p>
    <w:p w:rsidR="00C25E1B" w:rsidRDefault="00C25E1B" w:rsidP="00083018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  <w:r w:rsidRPr="00083018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2.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Громадські обговорення провести у формі громадських слухань на територі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ї с. Шульганівка відповідно до Положення про громадські слухання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C25E1B" w:rsidRDefault="00C25E1B" w:rsidP="00083018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b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lang w:eastAsia="ru-RU"/>
        </w:rPr>
        <w:t xml:space="preserve"> Нагірянської сільської ради</w:t>
      </w:r>
      <w:r w:rsidRPr="00C1388F">
        <w:rPr>
          <w:rFonts w:ascii="Times New Roman" w:hAnsi="Times New Roman"/>
          <w:sz w:val="24"/>
          <w:szCs w:val="24"/>
          <w:lang w:eastAsia="ru-RU"/>
        </w:rPr>
        <w:t xml:space="preserve"> з питань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388F">
        <w:rPr>
          <w:rFonts w:ascii="Times New Roman" w:hAnsi="Times New Roman"/>
          <w:sz w:val="24"/>
          <w:szCs w:val="24"/>
          <w:lang w:eastAsia="ru-RU"/>
        </w:rPr>
        <w:t xml:space="preserve"> містобудування, земельних відносин та сталого розвитку.</w:t>
      </w:r>
    </w:p>
    <w:p w:rsidR="00C25E1B" w:rsidRDefault="00C25E1B" w:rsidP="00083018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E1B" w:rsidRPr="00083018" w:rsidRDefault="00C25E1B" w:rsidP="00083018">
      <w:pPr>
        <w:suppressAutoHyphens/>
        <w:spacing w:after="0" w:line="100" w:lineRule="atLeast"/>
        <w:jc w:val="both"/>
        <w:rPr>
          <w:rFonts w:ascii="Times New Roman" w:hAnsi="Times New Roman"/>
          <w:bCs/>
          <w:spacing w:val="-12"/>
          <w:sz w:val="24"/>
          <w:szCs w:val="24"/>
          <w:lang w:eastAsia="ar-SA"/>
        </w:rPr>
      </w:pPr>
    </w:p>
    <w:p w:rsidR="00C25E1B" w:rsidRPr="00C1388F" w:rsidRDefault="00C25E1B" w:rsidP="00A62E2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25E1B" w:rsidRPr="00C1388F" w:rsidRDefault="00C25E1B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388F">
        <w:rPr>
          <w:rFonts w:ascii="Times New Roman" w:hAnsi="Times New Roman"/>
          <w:sz w:val="24"/>
          <w:szCs w:val="24"/>
          <w:lang w:eastAsia="ar-SA"/>
        </w:rPr>
        <w:tab/>
      </w:r>
      <w:r w:rsidRPr="00C1388F">
        <w:rPr>
          <w:rFonts w:ascii="Times New Roman" w:hAnsi="Times New Roman"/>
          <w:sz w:val="24"/>
          <w:szCs w:val="24"/>
          <w:lang w:eastAsia="ru-RU"/>
        </w:rPr>
        <w:t xml:space="preserve">Нагірянський сільський голова                                                                 Ігор КІНДРАТ    </w:t>
      </w:r>
    </w:p>
    <w:p w:rsidR="00C25E1B" w:rsidRPr="00C1388F" w:rsidRDefault="00C25E1B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25E1B" w:rsidRPr="00C1388F" w:rsidRDefault="00C25E1B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25E1B" w:rsidRDefault="00C25E1B" w:rsidP="00C25B74">
      <w:pPr>
        <w:rPr>
          <w:rFonts w:ascii="Times New Roman" w:hAnsi="Times New Roman"/>
          <w:sz w:val="24"/>
          <w:szCs w:val="24"/>
        </w:rPr>
      </w:pPr>
    </w:p>
    <w:p w:rsidR="00C25E1B" w:rsidRDefault="00C25E1B" w:rsidP="00C25B74">
      <w:pPr>
        <w:rPr>
          <w:rFonts w:ascii="Times New Roman" w:hAnsi="Times New Roman"/>
          <w:sz w:val="24"/>
          <w:szCs w:val="24"/>
        </w:rPr>
      </w:pPr>
    </w:p>
    <w:p w:rsidR="00C25E1B" w:rsidRDefault="00C25E1B" w:rsidP="00C25B74">
      <w:pPr>
        <w:rPr>
          <w:rFonts w:ascii="Times New Roman" w:hAnsi="Times New Roman"/>
          <w:sz w:val="24"/>
          <w:szCs w:val="24"/>
        </w:rPr>
      </w:pPr>
    </w:p>
    <w:p w:rsidR="00C25E1B" w:rsidRDefault="00C25E1B" w:rsidP="00C25B74">
      <w:pPr>
        <w:rPr>
          <w:rFonts w:ascii="Times New Roman" w:hAnsi="Times New Roman"/>
          <w:sz w:val="24"/>
          <w:szCs w:val="24"/>
        </w:rPr>
      </w:pPr>
    </w:p>
    <w:p w:rsidR="00C25E1B" w:rsidRDefault="00C25E1B"/>
    <w:sectPr w:rsidR="00C25E1B" w:rsidSect="00140E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1446"/>
    <w:multiLevelType w:val="multilevel"/>
    <w:tmpl w:val="E09E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B8C"/>
    <w:rsid w:val="0001637E"/>
    <w:rsid w:val="00083018"/>
    <w:rsid w:val="000943EB"/>
    <w:rsid w:val="000D48D3"/>
    <w:rsid w:val="00140E5D"/>
    <w:rsid w:val="0020496D"/>
    <w:rsid w:val="00282E53"/>
    <w:rsid w:val="003424BC"/>
    <w:rsid w:val="00350F57"/>
    <w:rsid w:val="00461E02"/>
    <w:rsid w:val="004A525E"/>
    <w:rsid w:val="004A6B8C"/>
    <w:rsid w:val="004E2E8A"/>
    <w:rsid w:val="0051564E"/>
    <w:rsid w:val="00521D24"/>
    <w:rsid w:val="00530721"/>
    <w:rsid w:val="0057298F"/>
    <w:rsid w:val="005E10FE"/>
    <w:rsid w:val="006115EB"/>
    <w:rsid w:val="006339ED"/>
    <w:rsid w:val="006C7149"/>
    <w:rsid w:val="00733B59"/>
    <w:rsid w:val="00752171"/>
    <w:rsid w:val="007545B3"/>
    <w:rsid w:val="00821853"/>
    <w:rsid w:val="008E418C"/>
    <w:rsid w:val="00962D03"/>
    <w:rsid w:val="00980FE9"/>
    <w:rsid w:val="00A35D64"/>
    <w:rsid w:val="00A406C8"/>
    <w:rsid w:val="00A62E2A"/>
    <w:rsid w:val="00B138FE"/>
    <w:rsid w:val="00B216A1"/>
    <w:rsid w:val="00B30365"/>
    <w:rsid w:val="00C1388F"/>
    <w:rsid w:val="00C25B74"/>
    <w:rsid w:val="00C25E1B"/>
    <w:rsid w:val="00C35BC4"/>
    <w:rsid w:val="00D062EB"/>
    <w:rsid w:val="00D502A6"/>
    <w:rsid w:val="00D55AEE"/>
    <w:rsid w:val="00D62D84"/>
    <w:rsid w:val="00D62FC7"/>
    <w:rsid w:val="00E31ECC"/>
    <w:rsid w:val="00E91331"/>
    <w:rsid w:val="00FD4BAC"/>
    <w:rsid w:val="00FF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E5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E91331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8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2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14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14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4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4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4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4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9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914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91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09148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150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14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730914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</w:divsChild>
            </w:div>
            <w:div w:id="730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09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9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9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9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9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</TotalTime>
  <Pages>1</Pages>
  <Words>254</Words>
  <Characters>1453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24</cp:revision>
  <cp:lastPrinted>2021-07-12T14:23:00Z</cp:lastPrinted>
  <dcterms:created xsi:type="dcterms:W3CDTF">2021-03-29T20:31:00Z</dcterms:created>
  <dcterms:modified xsi:type="dcterms:W3CDTF">2021-07-20T11:51:00Z</dcterms:modified>
</cp:coreProperties>
</file>