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6D4" w:rsidRDefault="00C816D4" w:rsidP="00D330A0">
      <w:pPr>
        <w:jc w:val="center"/>
        <w:rPr>
          <w:noProof/>
          <w:lang w:val="uk-UA"/>
        </w:rPr>
      </w:pPr>
    </w:p>
    <w:p w:rsidR="00C816D4" w:rsidRDefault="00C816D4" w:rsidP="00D330A0">
      <w:pPr>
        <w:jc w:val="center"/>
        <w:rPr>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4pt" fillcolor="window">
            <v:imagedata r:id="rId7" o:title="" grayscale="t" bilevel="t"/>
          </v:shape>
        </w:pict>
      </w:r>
    </w:p>
    <w:p w:rsidR="00C816D4" w:rsidRDefault="00C816D4" w:rsidP="00D330A0">
      <w:pPr>
        <w:jc w:val="center"/>
        <w:rPr>
          <w:lang w:val="uk-UA"/>
        </w:rPr>
      </w:pPr>
    </w:p>
    <w:p w:rsidR="00C816D4" w:rsidRDefault="00C816D4" w:rsidP="00D330A0">
      <w:pPr>
        <w:jc w:val="center"/>
      </w:pPr>
      <w:r>
        <w:t>Н А Г І Р Я Н С Ь К А  С І Л Ь С Ь К А    Р А Д А</w:t>
      </w:r>
    </w:p>
    <w:p w:rsidR="00C816D4" w:rsidRDefault="00C816D4" w:rsidP="00D330A0">
      <w:pPr>
        <w:jc w:val="center"/>
      </w:pPr>
      <w:r>
        <w:t>ЧОРТКІВСЬКОГО   РАЙОНУ    ТЕРНОПІЛЬСЬКОЇ   ОБЛАСТІ</w:t>
      </w:r>
    </w:p>
    <w:p w:rsidR="00C816D4" w:rsidRDefault="00C816D4" w:rsidP="00D330A0">
      <w:pPr>
        <w:jc w:val="center"/>
      </w:pPr>
      <w:r>
        <w:t>ВОСЬМЕ    СКЛИКАННЯ</w:t>
      </w:r>
    </w:p>
    <w:p w:rsidR="00C816D4" w:rsidRDefault="00C816D4" w:rsidP="00D330A0">
      <w:pPr>
        <w:jc w:val="center"/>
      </w:pPr>
      <w:r>
        <w:t xml:space="preserve"> </w:t>
      </w:r>
      <w:r>
        <w:rPr>
          <w:lang w:val="uk-UA"/>
        </w:rPr>
        <w:t>СЬОМА</w:t>
      </w:r>
      <w:r>
        <w:t xml:space="preserve"> СЕСІЯ</w:t>
      </w:r>
    </w:p>
    <w:p w:rsidR="00C816D4" w:rsidRDefault="00C816D4" w:rsidP="00D330A0">
      <w:pPr>
        <w:jc w:val="center"/>
      </w:pPr>
      <w:r>
        <w:rPr>
          <w:lang w:val="uk-UA"/>
        </w:rPr>
        <w:t>Перше</w:t>
      </w:r>
      <w:r>
        <w:t xml:space="preserve"> пленарне засідання</w:t>
      </w:r>
    </w:p>
    <w:p w:rsidR="00C816D4" w:rsidRDefault="00C816D4" w:rsidP="00D330A0">
      <w:pPr>
        <w:jc w:val="center"/>
      </w:pPr>
      <w:r>
        <w:t>Р І Ш Е Н Н Я</w:t>
      </w:r>
    </w:p>
    <w:p w:rsidR="00C816D4" w:rsidRPr="00327B55" w:rsidRDefault="00C816D4" w:rsidP="00327B55">
      <w:pPr>
        <w:rPr>
          <w:lang w:val="uk-UA"/>
        </w:rPr>
      </w:pPr>
      <w:r>
        <w:t xml:space="preserve">від </w:t>
      </w:r>
      <w:r>
        <w:rPr>
          <w:lang w:val="uk-UA"/>
        </w:rPr>
        <w:t>15 квітня</w:t>
      </w:r>
      <w:r>
        <w:t xml:space="preserve"> 2021 року                                № </w:t>
      </w:r>
      <w:r>
        <w:rPr>
          <w:lang w:val="uk-UA"/>
        </w:rPr>
        <w:t>387</w:t>
      </w:r>
    </w:p>
    <w:p w:rsidR="00C816D4" w:rsidRDefault="00C816D4" w:rsidP="00327B55">
      <w:pPr>
        <w:rPr>
          <w:lang w:val="uk-UA"/>
        </w:rPr>
      </w:pPr>
      <w:r>
        <w:t>с-ще Нагірянка</w:t>
      </w:r>
    </w:p>
    <w:p w:rsidR="00C816D4" w:rsidRPr="00D330A0" w:rsidRDefault="00C816D4" w:rsidP="00D330A0">
      <w:pPr>
        <w:jc w:val="both"/>
        <w:rPr>
          <w:lang w:val="uk-UA"/>
        </w:rPr>
      </w:pPr>
    </w:p>
    <w:p w:rsidR="00C816D4" w:rsidRDefault="00C816D4" w:rsidP="00D330A0">
      <w:pPr>
        <w:tabs>
          <w:tab w:val="left" w:pos="5520"/>
        </w:tabs>
        <w:rPr>
          <w:b/>
          <w:lang w:val="uk-UA"/>
        </w:rPr>
      </w:pPr>
      <w:r>
        <w:rPr>
          <w:b/>
          <w:lang w:val="uk-UA"/>
        </w:rPr>
        <w:t xml:space="preserve">Про внесення змін до рішення Нагірянської </w:t>
      </w:r>
    </w:p>
    <w:p w:rsidR="00C816D4" w:rsidRDefault="00C816D4" w:rsidP="00D330A0">
      <w:pPr>
        <w:tabs>
          <w:tab w:val="left" w:pos="5520"/>
        </w:tabs>
        <w:rPr>
          <w:b/>
          <w:lang w:val="uk-UA"/>
        </w:rPr>
      </w:pPr>
      <w:r>
        <w:rPr>
          <w:b/>
          <w:lang w:val="uk-UA"/>
        </w:rPr>
        <w:t xml:space="preserve">сільської ради від 23.02.2021 року № 236 </w:t>
      </w:r>
    </w:p>
    <w:p w:rsidR="00C816D4" w:rsidRDefault="00C816D4" w:rsidP="00D330A0">
      <w:pPr>
        <w:tabs>
          <w:tab w:val="left" w:pos="5520"/>
        </w:tabs>
        <w:rPr>
          <w:b/>
          <w:lang w:val="uk-UA"/>
        </w:rPr>
      </w:pPr>
      <w:r>
        <w:rPr>
          <w:b/>
          <w:lang w:val="uk-UA"/>
        </w:rPr>
        <w:t xml:space="preserve">«Про встановлення вартості харчування </w:t>
      </w:r>
    </w:p>
    <w:p w:rsidR="00C816D4" w:rsidRDefault="00C816D4" w:rsidP="00D330A0">
      <w:pPr>
        <w:tabs>
          <w:tab w:val="left" w:pos="5520"/>
        </w:tabs>
        <w:rPr>
          <w:b/>
          <w:lang w:val="uk-UA"/>
        </w:rPr>
      </w:pPr>
      <w:r>
        <w:rPr>
          <w:b/>
          <w:lang w:val="uk-UA"/>
        </w:rPr>
        <w:t>та батьківської плати у дошкільних навчальних</w:t>
      </w:r>
    </w:p>
    <w:p w:rsidR="00C816D4" w:rsidRDefault="00C816D4" w:rsidP="00D330A0">
      <w:pPr>
        <w:tabs>
          <w:tab w:val="left" w:pos="5520"/>
        </w:tabs>
        <w:rPr>
          <w:b/>
          <w:lang w:val="uk-UA"/>
        </w:rPr>
      </w:pPr>
      <w:r>
        <w:rPr>
          <w:b/>
          <w:lang w:val="uk-UA"/>
        </w:rPr>
        <w:t>закладах Нагірянської сільської ради»</w:t>
      </w:r>
    </w:p>
    <w:p w:rsidR="00C816D4" w:rsidRDefault="00C816D4" w:rsidP="00D330A0">
      <w:pPr>
        <w:tabs>
          <w:tab w:val="left" w:pos="5520"/>
        </w:tabs>
        <w:rPr>
          <w:b/>
          <w:lang w:val="uk-UA"/>
        </w:rPr>
      </w:pPr>
      <w:r>
        <w:rPr>
          <w:lang w:val="uk-UA"/>
        </w:rPr>
        <w:tab/>
      </w:r>
    </w:p>
    <w:p w:rsidR="00C816D4" w:rsidRDefault="00C816D4" w:rsidP="00D330A0">
      <w:pPr>
        <w:jc w:val="both"/>
        <w:rPr>
          <w:lang w:val="uk-UA"/>
        </w:rPr>
      </w:pPr>
      <w:r>
        <w:rPr>
          <w:lang w:val="uk-UA"/>
        </w:rPr>
        <w:tab/>
        <w:t>Відповідно до ч.5 ст.35 Закону України «Про дошкільну освіту», на виконання Постанови Кабінету Міністрів України від 26.08.2002 «Про невідкладні питання діяльності дошкільних навчальних закладів», Порядку встановлення плати для батьків за перебування дітей у державних та комунальних дошкільних навчальних закладах, наказу Міністерства освіти і науки від 25.07.2005  № 431 «Про встановлення змін до Порядку встановлення плати для батьків за перебування дітей в дошкільних закладах», Нагірянська сільська рада</w:t>
      </w:r>
    </w:p>
    <w:p w:rsidR="00C816D4" w:rsidRDefault="00C816D4" w:rsidP="00D330A0">
      <w:pPr>
        <w:jc w:val="both"/>
        <w:rPr>
          <w:b/>
          <w:lang w:val="uk-UA"/>
        </w:rPr>
      </w:pPr>
      <w:r>
        <w:rPr>
          <w:b/>
          <w:lang w:val="uk-UA"/>
        </w:rPr>
        <w:t>ВИРІШИЛА:</w:t>
      </w:r>
    </w:p>
    <w:p w:rsidR="00C816D4" w:rsidRDefault="00C816D4" w:rsidP="00D330A0">
      <w:pPr>
        <w:jc w:val="both"/>
        <w:rPr>
          <w:b/>
          <w:lang w:val="uk-UA"/>
        </w:rPr>
      </w:pPr>
    </w:p>
    <w:p w:rsidR="00C816D4" w:rsidRPr="00D330A0" w:rsidRDefault="00C816D4" w:rsidP="00D330A0">
      <w:pPr>
        <w:tabs>
          <w:tab w:val="left" w:pos="5520"/>
        </w:tabs>
        <w:jc w:val="both"/>
        <w:rPr>
          <w:lang w:val="uk-UA"/>
        </w:rPr>
      </w:pPr>
      <w:r>
        <w:rPr>
          <w:b/>
          <w:lang w:val="uk-UA"/>
        </w:rPr>
        <w:t xml:space="preserve">1. </w:t>
      </w:r>
      <w:r>
        <w:rPr>
          <w:lang w:val="uk-UA"/>
        </w:rPr>
        <w:t xml:space="preserve">Внести зміни до пункту 2 </w:t>
      </w:r>
      <w:r w:rsidRPr="00D330A0">
        <w:rPr>
          <w:lang w:val="uk-UA"/>
        </w:rPr>
        <w:t xml:space="preserve">рішення Нагірянської сільської ради від 23.02.2021 року № 236 </w:t>
      </w:r>
    </w:p>
    <w:p w:rsidR="00C816D4" w:rsidRPr="00D330A0" w:rsidRDefault="00C816D4" w:rsidP="00D330A0">
      <w:pPr>
        <w:tabs>
          <w:tab w:val="left" w:pos="5520"/>
        </w:tabs>
        <w:jc w:val="both"/>
        <w:rPr>
          <w:lang w:val="uk-UA"/>
        </w:rPr>
      </w:pPr>
      <w:r w:rsidRPr="00D330A0">
        <w:rPr>
          <w:lang w:val="uk-UA"/>
        </w:rPr>
        <w:t>«Про встановлення вартості харчування та батьківської плати у дошкільних навчальних</w:t>
      </w:r>
      <w:r>
        <w:rPr>
          <w:lang w:val="uk-UA"/>
        </w:rPr>
        <w:t xml:space="preserve"> </w:t>
      </w:r>
      <w:r w:rsidRPr="00D330A0">
        <w:rPr>
          <w:lang w:val="uk-UA"/>
        </w:rPr>
        <w:t>закладах Нагірянської сільської ради»</w:t>
      </w:r>
      <w:r>
        <w:rPr>
          <w:lang w:val="uk-UA"/>
        </w:rPr>
        <w:t xml:space="preserve"> та читати в наступній редакції:</w:t>
      </w:r>
    </w:p>
    <w:p w:rsidR="00C816D4" w:rsidRDefault="00C816D4" w:rsidP="00D330A0">
      <w:pPr>
        <w:jc w:val="both"/>
        <w:rPr>
          <w:lang w:val="uk-UA"/>
        </w:rPr>
      </w:pPr>
      <w:r>
        <w:rPr>
          <w:lang w:val="uk-UA"/>
        </w:rPr>
        <w:t>Встановити батьківську плату за харчування однієї дитини, яка відвідує дошкільний навчальний заклад Нагірянської сільської ради в розмірі 50 % (п’ятдесят відсотків) від вартості харчування.</w:t>
      </w:r>
    </w:p>
    <w:p w:rsidR="00C816D4" w:rsidRDefault="00C816D4" w:rsidP="00D330A0">
      <w:pPr>
        <w:jc w:val="both"/>
        <w:rPr>
          <w:lang w:val="uk-UA"/>
        </w:rPr>
      </w:pPr>
    </w:p>
    <w:p w:rsidR="00C816D4" w:rsidRDefault="00C816D4" w:rsidP="00D330A0">
      <w:pPr>
        <w:tabs>
          <w:tab w:val="left" w:pos="3765"/>
        </w:tabs>
        <w:rPr>
          <w:bCs/>
          <w:lang w:val="uk-UA"/>
        </w:rPr>
      </w:pPr>
      <w:r>
        <w:rPr>
          <w:b/>
          <w:bCs/>
          <w:lang w:val="uk-UA"/>
        </w:rPr>
        <w:t>2.</w:t>
      </w:r>
      <w:r>
        <w:rPr>
          <w:bCs/>
          <w:lang w:val="uk-UA"/>
        </w:rPr>
        <w:t xml:space="preserve"> Контроль за виконанням даного рішення покласти на начальника Гуманітарного відділу Нагірянської сільської ради Олександра КОВАЛЬЧУКА.</w:t>
      </w:r>
    </w:p>
    <w:p w:rsidR="00C816D4" w:rsidRDefault="00C816D4" w:rsidP="00D330A0">
      <w:pPr>
        <w:tabs>
          <w:tab w:val="left" w:pos="3765"/>
        </w:tabs>
        <w:rPr>
          <w:rStyle w:val="Strong"/>
          <w:b w:val="0"/>
          <w:bCs/>
        </w:rPr>
      </w:pPr>
    </w:p>
    <w:p w:rsidR="00C816D4" w:rsidRDefault="00C816D4" w:rsidP="00D330A0">
      <w:pPr>
        <w:tabs>
          <w:tab w:val="left" w:pos="3765"/>
        </w:tabs>
        <w:rPr>
          <w:rStyle w:val="Strong"/>
          <w:b w:val="0"/>
          <w:lang w:val="uk-UA"/>
        </w:rPr>
      </w:pPr>
    </w:p>
    <w:p w:rsidR="00C816D4" w:rsidRDefault="00C816D4" w:rsidP="00D330A0">
      <w:pPr>
        <w:tabs>
          <w:tab w:val="left" w:pos="3765"/>
        </w:tabs>
        <w:rPr>
          <w:rStyle w:val="Strong"/>
          <w:b w:val="0"/>
          <w:lang w:val="uk-UA"/>
        </w:rPr>
      </w:pPr>
    </w:p>
    <w:p w:rsidR="00C816D4" w:rsidRPr="00327B55" w:rsidRDefault="00C816D4" w:rsidP="00D330A0">
      <w:pPr>
        <w:tabs>
          <w:tab w:val="left" w:pos="3765"/>
        </w:tabs>
        <w:rPr>
          <w:lang w:val="uk-UA"/>
        </w:rPr>
      </w:pPr>
      <w:r>
        <w:rPr>
          <w:bCs/>
          <w:lang w:val="uk-UA"/>
        </w:rPr>
        <w:t>Нагірянський сільський голова                                             Ігор КІНДРАТ</w:t>
      </w:r>
    </w:p>
    <w:p w:rsidR="00C816D4" w:rsidRDefault="00C816D4" w:rsidP="00E350D8">
      <w:pPr>
        <w:jc w:val="center"/>
        <w:rPr>
          <w:sz w:val="32"/>
          <w:szCs w:val="20"/>
          <w:lang w:val="uk-UA"/>
        </w:rPr>
      </w:pPr>
      <w:r>
        <w:rPr>
          <w:sz w:val="32"/>
          <w:szCs w:val="20"/>
          <w:lang w:val="uk-UA"/>
        </w:rPr>
        <w:t xml:space="preserve">                                           </w:t>
      </w:r>
    </w:p>
    <w:p w:rsidR="00C816D4" w:rsidRDefault="00C816D4" w:rsidP="00D13773">
      <w:pPr>
        <w:jc w:val="right"/>
        <w:rPr>
          <w:sz w:val="28"/>
          <w:szCs w:val="28"/>
          <w:lang w:val="uk-UA"/>
        </w:rPr>
      </w:pPr>
    </w:p>
    <w:p w:rsidR="00C816D4" w:rsidRDefault="00C816D4" w:rsidP="00D13773">
      <w:pPr>
        <w:jc w:val="right"/>
        <w:rPr>
          <w:sz w:val="28"/>
          <w:szCs w:val="28"/>
          <w:lang w:val="uk-UA"/>
        </w:rPr>
      </w:pPr>
    </w:p>
    <w:p w:rsidR="00C816D4" w:rsidRDefault="00C816D4" w:rsidP="00D13773">
      <w:pPr>
        <w:jc w:val="right"/>
        <w:rPr>
          <w:sz w:val="28"/>
          <w:szCs w:val="28"/>
          <w:lang w:val="uk-UA"/>
        </w:rPr>
      </w:pPr>
    </w:p>
    <w:p w:rsidR="00C816D4" w:rsidRDefault="00C816D4" w:rsidP="00D330A0">
      <w:pPr>
        <w:rPr>
          <w:sz w:val="28"/>
          <w:szCs w:val="28"/>
          <w:lang w:val="uk-UA"/>
        </w:rPr>
      </w:pPr>
    </w:p>
    <w:p w:rsidR="00C816D4" w:rsidRDefault="00C816D4" w:rsidP="00D13773">
      <w:pPr>
        <w:jc w:val="center"/>
        <w:rPr>
          <w:sz w:val="28"/>
          <w:szCs w:val="28"/>
          <w:lang w:val="uk-UA"/>
        </w:rPr>
      </w:pPr>
    </w:p>
    <w:p w:rsidR="00C816D4" w:rsidRDefault="00C816D4" w:rsidP="00D13773">
      <w:pPr>
        <w:jc w:val="center"/>
        <w:rPr>
          <w:sz w:val="28"/>
          <w:szCs w:val="28"/>
          <w:lang w:val="uk-UA"/>
        </w:rPr>
      </w:pPr>
    </w:p>
    <w:p w:rsidR="00C816D4" w:rsidRDefault="00C816D4" w:rsidP="00D13773">
      <w:pPr>
        <w:jc w:val="center"/>
        <w:rPr>
          <w:sz w:val="28"/>
          <w:szCs w:val="28"/>
          <w:lang w:val="uk-UA"/>
        </w:rPr>
      </w:pPr>
    </w:p>
    <w:p w:rsidR="00C816D4" w:rsidRDefault="00C816D4" w:rsidP="00D13773">
      <w:pPr>
        <w:jc w:val="center"/>
        <w:rPr>
          <w:sz w:val="28"/>
          <w:szCs w:val="28"/>
          <w:lang w:val="uk-UA"/>
        </w:rPr>
      </w:pPr>
    </w:p>
    <w:p w:rsidR="00C816D4" w:rsidRDefault="00C816D4" w:rsidP="008C6F38">
      <w:pPr>
        <w:rPr>
          <w:sz w:val="28"/>
          <w:szCs w:val="28"/>
          <w:lang w:val="uk-UA"/>
        </w:rPr>
      </w:pPr>
    </w:p>
    <w:p w:rsidR="00C816D4" w:rsidRDefault="00C816D4" w:rsidP="008C6F38">
      <w:pPr>
        <w:rPr>
          <w:sz w:val="28"/>
          <w:szCs w:val="28"/>
          <w:lang w:val="uk-UA"/>
        </w:rPr>
      </w:pPr>
    </w:p>
    <w:p w:rsidR="00C816D4" w:rsidRDefault="00C816D4" w:rsidP="00D13773">
      <w:pPr>
        <w:jc w:val="center"/>
        <w:rPr>
          <w:sz w:val="28"/>
          <w:szCs w:val="28"/>
          <w:lang w:val="uk-UA"/>
        </w:rPr>
      </w:pPr>
    </w:p>
    <w:p w:rsidR="00C816D4" w:rsidRDefault="00C816D4" w:rsidP="00D13773">
      <w:pPr>
        <w:jc w:val="center"/>
        <w:rPr>
          <w:sz w:val="28"/>
          <w:szCs w:val="28"/>
          <w:lang w:val="uk-UA"/>
        </w:rPr>
      </w:pPr>
    </w:p>
    <w:p w:rsidR="00C816D4" w:rsidRDefault="00C816D4" w:rsidP="00D13773">
      <w:pPr>
        <w:jc w:val="center"/>
        <w:rPr>
          <w:sz w:val="28"/>
          <w:szCs w:val="28"/>
          <w:lang w:val="uk-UA"/>
        </w:rPr>
      </w:pPr>
    </w:p>
    <w:p w:rsidR="00C816D4" w:rsidRDefault="00C816D4" w:rsidP="00D13773">
      <w:pPr>
        <w:jc w:val="center"/>
        <w:rPr>
          <w:sz w:val="28"/>
          <w:szCs w:val="28"/>
          <w:lang w:val="uk-UA"/>
        </w:rPr>
      </w:pPr>
      <w:bookmarkStart w:id="0" w:name="_GoBack"/>
      <w:bookmarkEnd w:id="0"/>
    </w:p>
    <w:p w:rsidR="00C816D4" w:rsidRPr="00D13773" w:rsidRDefault="00C816D4" w:rsidP="00D13773">
      <w:pPr>
        <w:jc w:val="center"/>
        <w:rPr>
          <w:sz w:val="28"/>
          <w:szCs w:val="28"/>
          <w:lang w:val="uk-UA"/>
        </w:rPr>
      </w:pPr>
    </w:p>
    <w:sectPr w:rsidR="00C816D4" w:rsidRPr="00D13773" w:rsidSect="00F20613">
      <w:pgSz w:w="11906" w:h="16838"/>
      <w:pgMar w:top="851" w:right="707" w:bottom="56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16D4" w:rsidRDefault="00C816D4" w:rsidP="00B36569">
      <w:r>
        <w:separator/>
      </w:r>
    </w:p>
  </w:endnote>
  <w:endnote w:type="continuationSeparator" w:id="0">
    <w:p w:rsidR="00C816D4" w:rsidRDefault="00C816D4" w:rsidP="00B365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l?r ??Ѓfc"/>
    <w:panose1 w:val="02020609040205080304"/>
    <w:charset w:val="80"/>
    <w:family w:val="modern"/>
    <w:pitch w:val="fixed"/>
    <w:sig w:usb0="E00002FF" w:usb1="6AC7FDFB" w:usb2="00000012" w:usb3="00000000" w:csb0="0002009F" w:csb1="00000000"/>
  </w:font>
  <w:font w:name="Antiqua">
    <w:altName w:val="Century Gothic"/>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16D4" w:rsidRDefault="00C816D4" w:rsidP="00B36569">
      <w:r>
        <w:separator/>
      </w:r>
    </w:p>
  </w:footnote>
  <w:footnote w:type="continuationSeparator" w:id="0">
    <w:p w:rsidR="00C816D4" w:rsidRDefault="00C816D4" w:rsidP="00B365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E64A5"/>
    <w:multiLevelType w:val="hybridMultilevel"/>
    <w:tmpl w:val="BFC8DC84"/>
    <w:lvl w:ilvl="0" w:tplc="DC88F09E">
      <w:start w:val="12"/>
      <w:numFmt w:val="bullet"/>
      <w:lvlText w:val="-"/>
      <w:lvlJc w:val="left"/>
      <w:pPr>
        <w:ind w:left="1724" w:hanging="360"/>
      </w:pPr>
      <w:rPr>
        <w:rFonts w:ascii="Times New Roman" w:eastAsia="Times New Roman" w:hAnsi="Times New Roman" w:hint="default"/>
      </w:rPr>
    </w:lvl>
    <w:lvl w:ilvl="1" w:tplc="04220003">
      <w:start w:val="1"/>
      <w:numFmt w:val="bullet"/>
      <w:lvlText w:val="o"/>
      <w:lvlJc w:val="left"/>
      <w:pPr>
        <w:ind w:left="2444" w:hanging="360"/>
      </w:pPr>
      <w:rPr>
        <w:rFonts w:ascii="Courier New" w:hAnsi="Courier New" w:hint="default"/>
      </w:rPr>
    </w:lvl>
    <w:lvl w:ilvl="2" w:tplc="04220005">
      <w:start w:val="1"/>
      <w:numFmt w:val="bullet"/>
      <w:lvlText w:val=""/>
      <w:lvlJc w:val="left"/>
      <w:pPr>
        <w:ind w:left="3164" w:hanging="360"/>
      </w:pPr>
      <w:rPr>
        <w:rFonts w:ascii="Wingdings" w:hAnsi="Wingdings" w:hint="default"/>
      </w:rPr>
    </w:lvl>
    <w:lvl w:ilvl="3" w:tplc="04220001">
      <w:start w:val="1"/>
      <w:numFmt w:val="bullet"/>
      <w:lvlText w:val=""/>
      <w:lvlJc w:val="left"/>
      <w:pPr>
        <w:ind w:left="3884" w:hanging="360"/>
      </w:pPr>
      <w:rPr>
        <w:rFonts w:ascii="Symbol" w:hAnsi="Symbol" w:hint="default"/>
      </w:rPr>
    </w:lvl>
    <w:lvl w:ilvl="4" w:tplc="04220003">
      <w:start w:val="1"/>
      <w:numFmt w:val="bullet"/>
      <w:lvlText w:val="o"/>
      <w:lvlJc w:val="left"/>
      <w:pPr>
        <w:ind w:left="4604" w:hanging="360"/>
      </w:pPr>
      <w:rPr>
        <w:rFonts w:ascii="Courier New" w:hAnsi="Courier New" w:hint="default"/>
      </w:rPr>
    </w:lvl>
    <w:lvl w:ilvl="5" w:tplc="04220005">
      <w:start w:val="1"/>
      <w:numFmt w:val="bullet"/>
      <w:lvlText w:val=""/>
      <w:lvlJc w:val="left"/>
      <w:pPr>
        <w:ind w:left="5324" w:hanging="360"/>
      </w:pPr>
      <w:rPr>
        <w:rFonts w:ascii="Wingdings" w:hAnsi="Wingdings" w:hint="default"/>
      </w:rPr>
    </w:lvl>
    <w:lvl w:ilvl="6" w:tplc="04220001">
      <w:start w:val="1"/>
      <w:numFmt w:val="bullet"/>
      <w:lvlText w:val=""/>
      <w:lvlJc w:val="left"/>
      <w:pPr>
        <w:ind w:left="6044" w:hanging="360"/>
      </w:pPr>
      <w:rPr>
        <w:rFonts w:ascii="Symbol" w:hAnsi="Symbol" w:hint="default"/>
      </w:rPr>
    </w:lvl>
    <w:lvl w:ilvl="7" w:tplc="04220003">
      <w:start w:val="1"/>
      <w:numFmt w:val="bullet"/>
      <w:lvlText w:val="o"/>
      <w:lvlJc w:val="left"/>
      <w:pPr>
        <w:ind w:left="6764" w:hanging="360"/>
      </w:pPr>
      <w:rPr>
        <w:rFonts w:ascii="Courier New" w:hAnsi="Courier New" w:hint="default"/>
      </w:rPr>
    </w:lvl>
    <w:lvl w:ilvl="8" w:tplc="04220005">
      <w:start w:val="1"/>
      <w:numFmt w:val="bullet"/>
      <w:lvlText w:val=""/>
      <w:lvlJc w:val="left"/>
      <w:pPr>
        <w:ind w:left="7484" w:hanging="360"/>
      </w:pPr>
      <w:rPr>
        <w:rFonts w:ascii="Wingdings" w:hAnsi="Wingdings" w:hint="default"/>
      </w:rPr>
    </w:lvl>
  </w:abstractNum>
  <w:abstractNum w:abstractNumId="1">
    <w:nsid w:val="084D2C49"/>
    <w:multiLevelType w:val="hybridMultilevel"/>
    <w:tmpl w:val="5B564932"/>
    <w:lvl w:ilvl="0" w:tplc="4AC4B40C">
      <w:start w:val="1"/>
      <w:numFmt w:val="decimal"/>
      <w:lvlText w:val="%1."/>
      <w:lvlJc w:val="left"/>
      <w:pPr>
        <w:ind w:left="1095" w:hanging="360"/>
      </w:pPr>
      <w:rPr>
        <w:rFonts w:cs="Times New Roman" w:hint="default"/>
        <w:color w:val="000000"/>
      </w:rPr>
    </w:lvl>
    <w:lvl w:ilvl="1" w:tplc="04190019" w:tentative="1">
      <w:start w:val="1"/>
      <w:numFmt w:val="lowerLetter"/>
      <w:lvlText w:val="%2."/>
      <w:lvlJc w:val="left"/>
      <w:pPr>
        <w:ind w:left="1815" w:hanging="360"/>
      </w:pPr>
      <w:rPr>
        <w:rFonts w:cs="Times New Roman"/>
      </w:rPr>
    </w:lvl>
    <w:lvl w:ilvl="2" w:tplc="0419001B" w:tentative="1">
      <w:start w:val="1"/>
      <w:numFmt w:val="lowerRoman"/>
      <w:lvlText w:val="%3."/>
      <w:lvlJc w:val="right"/>
      <w:pPr>
        <w:ind w:left="2535" w:hanging="180"/>
      </w:pPr>
      <w:rPr>
        <w:rFonts w:cs="Times New Roman"/>
      </w:rPr>
    </w:lvl>
    <w:lvl w:ilvl="3" w:tplc="0419000F" w:tentative="1">
      <w:start w:val="1"/>
      <w:numFmt w:val="decimal"/>
      <w:lvlText w:val="%4."/>
      <w:lvlJc w:val="left"/>
      <w:pPr>
        <w:ind w:left="3255" w:hanging="360"/>
      </w:pPr>
      <w:rPr>
        <w:rFonts w:cs="Times New Roman"/>
      </w:rPr>
    </w:lvl>
    <w:lvl w:ilvl="4" w:tplc="04190019" w:tentative="1">
      <w:start w:val="1"/>
      <w:numFmt w:val="lowerLetter"/>
      <w:lvlText w:val="%5."/>
      <w:lvlJc w:val="left"/>
      <w:pPr>
        <w:ind w:left="3975" w:hanging="360"/>
      </w:pPr>
      <w:rPr>
        <w:rFonts w:cs="Times New Roman"/>
      </w:rPr>
    </w:lvl>
    <w:lvl w:ilvl="5" w:tplc="0419001B" w:tentative="1">
      <w:start w:val="1"/>
      <w:numFmt w:val="lowerRoman"/>
      <w:lvlText w:val="%6."/>
      <w:lvlJc w:val="right"/>
      <w:pPr>
        <w:ind w:left="4695" w:hanging="180"/>
      </w:pPr>
      <w:rPr>
        <w:rFonts w:cs="Times New Roman"/>
      </w:rPr>
    </w:lvl>
    <w:lvl w:ilvl="6" w:tplc="0419000F" w:tentative="1">
      <w:start w:val="1"/>
      <w:numFmt w:val="decimal"/>
      <w:lvlText w:val="%7."/>
      <w:lvlJc w:val="left"/>
      <w:pPr>
        <w:ind w:left="5415" w:hanging="360"/>
      </w:pPr>
      <w:rPr>
        <w:rFonts w:cs="Times New Roman"/>
      </w:rPr>
    </w:lvl>
    <w:lvl w:ilvl="7" w:tplc="04190019" w:tentative="1">
      <w:start w:val="1"/>
      <w:numFmt w:val="lowerLetter"/>
      <w:lvlText w:val="%8."/>
      <w:lvlJc w:val="left"/>
      <w:pPr>
        <w:ind w:left="6135" w:hanging="360"/>
      </w:pPr>
      <w:rPr>
        <w:rFonts w:cs="Times New Roman"/>
      </w:rPr>
    </w:lvl>
    <w:lvl w:ilvl="8" w:tplc="0419001B" w:tentative="1">
      <w:start w:val="1"/>
      <w:numFmt w:val="lowerRoman"/>
      <w:lvlText w:val="%9."/>
      <w:lvlJc w:val="right"/>
      <w:pPr>
        <w:ind w:left="6855" w:hanging="180"/>
      </w:pPr>
      <w:rPr>
        <w:rFonts w:cs="Times New Roman"/>
      </w:rPr>
    </w:lvl>
  </w:abstractNum>
  <w:abstractNum w:abstractNumId="2">
    <w:nsid w:val="0FB65D34"/>
    <w:multiLevelType w:val="hybridMultilevel"/>
    <w:tmpl w:val="D1647CEE"/>
    <w:lvl w:ilvl="0" w:tplc="4AC4B40C">
      <w:start w:val="1"/>
      <w:numFmt w:val="decimal"/>
      <w:lvlText w:val="%1."/>
      <w:lvlJc w:val="left"/>
      <w:pPr>
        <w:ind w:left="735" w:hanging="360"/>
      </w:pPr>
      <w:rPr>
        <w:rFonts w:cs="Times New Roman" w:hint="default"/>
        <w:color w:val="000000"/>
      </w:rPr>
    </w:lvl>
    <w:lvl w:ilvl="1" w:tplc="04190019" w:tentative="1">
      <w:start w:val="1"/>
      <w:numFmt w:val="lowerLetter"/>
      <w:lvlText w:val="%2."/>
      <w:lvlJc w:val="left"/>
      <w:pPr>
        <w:ind w:left="1455" w:hanging="360"/>
      </w:pPr>
      <w:rPr>
        <w:rFonts w:cs="Times New Roman"/>
      </w:rPr>
    </w:lvl>
    <w:lvl w:ilvl="2" w:tplc="0419001B" w:tentative="1">
      <w:start w:val="1"/>
      <w:numFmt w:val="lowerRoman"/>
      <w:lvlText w:val="%3."/>
      <w:lvlJc w:val="right"/>
      <w:pPr>
        <w:ind w:left="2175" w:hanging="180"/>
      </w:pPr>
      <w:rPr>
        <w:rFonts w:cs="Times New Roman"/>
      </w:rPr>
    </w:lvl>
    <w:lvl w:ilvl="3" w:tplc="0419000F" w:tentative="1">
      <w:start w:val="1"/>
      <w:numFmt w:val="decimal"/>
      <w:lvlText w:val="%4."/>
      <w:lvlJc w:val="left"/>
      <w:pPr>
        <w:ind w:left="2895" w:hanging="360"/>
      </w:pPr>
      <w:rPr>
        <w:rFonts w:cs="Times New Roman"/>
      </w:rPr>
    </w:lvl>
    <w:lvl w:ilvl="4" w:tplc="04190019" w:tentative="1">
      <w:start w:val="1"/>
      <w:numFmt w:val="lowerLetter"/>
      <w:lvlText w:val="%5."/>
      <w:lvlJc w:val="left"/>
      <w:pPr>
        <w:ind w:left="3615" w:hanging="360"/>
      </w:pPr>
      <w:rPr>
        <w:rFonts w:cs="Times New Roman"/>
      </w:rPr>
    </w:lvl>
    <w:lvl w:ilvl="5" w:tplc="0419001B" w:tentative="1">
      <w:start w:val="1"/>
      <w:numFmt w:val="lowerRoman"/>
      <w:lvlText w:val="%6."/>
      <w:lvlJc w:val="right"/>
      <w:pPr>
        <w:ind w:left="4335" w:hanging="180"/>
      </w:pPr>
      <w:rPr>
        <w:rFonts w:cs="Times New Roman"/>
      </w:rPr>
    </w:lvl>
    <w:lvl w:ilvl="6" w:tplc="0419000F" w:tentative="1">
      <w:start w:val="1"/>
      <w:numFmt w:val="decimal"/>
      <w:lvlText w:val="%7."/>
      <w:lvlJc w:val="left"/>
      <w:pPr>
        <w:ind w:left="5055" w:hanging="360"/>
      </w:pPr>
      <w:rPr>
        <w:rFonts w:cs="Times New Roman"/>
      </w:rPr>
    </w:lvl>
    <w:lvl w:ilvl="7" w:tplc="04190019" w:tentative="1">
      <w:start w:val="1"/>
      <w:numFmt w:val="lowerLetter"/>
      <w:lvlText w:val="%8."/>
      <w:lvlJc w:val="left"/>
      <w:pPr>
        <w:ind w:left="5775" w:hanging="360"/>
      </w:pPr>
      <w:rPr>
        <w:rFonts w:cs="Times New Roman"/>
      </w:rPr>
    </w:lvl>
    <w:lvl w:ilvl="8" w:tplc="0419001B" w:tentative="1">
      <w:start w:val="1"/>
      <w:numFmt w:val="lowerRoman"/>
      <w:lvlText w:val="%9."/>
      <w:lvlJc w:val="right"/>
      <w:pPr>
        <w:ind w:left="6495" w:hanging="180"/>
      </w:pPr>
      <w:rPr>
        <w:rFonts w:cs="Times New Roman"/>
      </w:rPr>
    </w:lvl>
  </w:abstractNum>
  <w:abstractNum w:abstractNumId="3">
    <w:nsid w:val="11E82211"/>
    <w:multiLevelType w:val="hybridMultilevel"/>
    <w:tmpl w:val="599E7DDE"/>
    <w:lvl w:ilvl="0" w:tplc="32D435AC">
      <w:start w:val="4"/>
      <w:numFmt w:val="bullet"/>
      <w:lvlText w:val="-"/>
      <w:lvlJc w:val="left"/>
      <w:pPr>
        <w:ind w:left="72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52D7356"/>
    <w:multiLevelType w:val="hybridMultilevel"/>
    <w:tmpl w:val="4B321636"/>
    <w:lvl w:ilvl="0" w:tplc="28D00D7A">
      <w:start w:val="4"/>
      <w:numFmt w:val="bullet"/>
      <w:lvlText w:val="-"/>
      <w:lvlJc w:val="left"/>
      <w:pPr>
        <w:ind w:left="72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84D4C2B"/>
    <w:multiLevelType w:val="hybridMultilevel"/>
    <w:tmpl w:val="901ABCD8"/>
    <w:lvl w:ilvl="0" w:tplc="7854AF02">
      <w:start w:val="1"/>
      <w:numFmt w:val="decimal"/>
      <w:lvlText w:val="%1."/>
      <w:lvlJc w:val="left"/>
      <w:pPr>
        <w:ind w:left="1452" w:hanging="660"/>
      </w:pPr>
      <w:rPr>
        <w:rFonts w:cs="Times New Roman" w:hint="default"/>
      </w:rPr>
    </w:lvl>
    <w:lvl w:ilvl="1" w:tplc="04190019" w:tentative="1">
      <w:start w:val="1"/>
      <w:numFmt w:val="lowerLetter"/>
      <w:lvlText w:val="%2."/>
      <w:lvlJc w:val="left"/>
      <w:pPr>
        <w:ind w:left="1872" w:hanging="360"/>
      </w:pPr>
      <w:rPr>
        <w:rFonts w:cs="Times New Roman"/>
      </w:rPr>
    </w:lvl>
    <w:lvl w:ilvl="2" w:tplc="0419001B" w:tentative="1">
      <w:start w:val="1"/>
      <w:numFmt w:val="lowerRoman"/>
      <w:lvlText w:val="%3."/>
      <w:lvlJc w:val="right"/>
      <w:pPr>
        <w:ind w:left="2592" w:hanging="180"/>
      </w:pPr>
      <w:rPr>
        <w:rFonts w:cs="Times New Roman"/>
      </w:rPr>
    </w:lvl>
    <w:lvl w:ilvl="3" w:tplc="0419000F" w:tentative="1">
      <w:start w:val="1"/>
      <w:numFmt w:val="decimal"/>
      <w:lvlText w:val="%4."/>
      <w:lvlJc w:val="left"/>
      <w:pPr>
        <w:ind w:left="3312" w:hanging="360"/>
      </w:pPr>
      <w:rPr>
        <w:rFonts w:cs="Times New Roman"/>
      </w:rPr>
    </w:lvl>
    <w:lvl w:ilvl="4" w:tplc="04190019" w:tentative="1">
      <w:start w:val="1"/>
      <w:numFmt w:val="lowerLetter"/>
      <w:lvlText w:val="%5."/>
      <w:lvlJc w:val="left"/>
      <w:pPr>
        <w:ind w:left="4032" w:hanging="360"/>
      </w:pPr>
      <w:rPr>
        <w:rFonts w:cs="Times New Roman"/>
      </w:rPr>
    </w:lvl>
    <w:lvl w:ilvl="5" w:tplc="0419001B" w:tentative="1">
      <w:start w:val="1"/>
      <w:numFmt w:val="lowerRoman"/>
      <w:lvlText w:val="%6."/>
      <w:lvlJc w:val="right"/>
      <w:pPr>
        <w:ind w:left="4752" w:hanging="180"/>
      </w:pPr>
      <w:rPr>
        <w:rFonts w:cs="Times New Roman"/>
      </w:rPr>
    </w:lvl>
    <w:lvl w:ilvl="6" w:tplc="0419000F" w:tentative="1">
      <w:start w:val="1"/>
      <w:numFmt w:val="decimal"/>
      <w:lvlText w:val="%7."/>
      <w:lvlJc w:val="left"/>
      <w:pPr>
        <w:ind w:left="5472" w:hanging="360"/>
      </w:pPr>
      <w:rPr>
        <w:rFonts w:cs="Times New Roman"/>
      </w:rPr>
    </w:lvl>
    <w:lvl w:ilvl="7" w:tplc="04190019" w:tentative="1">
      <w:start w:val="1"/>
      <w:numFmt w:val="lowerLetter"/>
      <w:lvlText w:val="%8."/>
      <w:lvlJc w:val="left"/>
      <w:pPr>
        <w:ind w:left="6192" w:hanging="360"/>
      </w:pPr>
      <w:rPr>
        <w:rFonts w:cs="Times New Roman"/>
      </w:rPr>
    </w:lvl>
    <w:lvl w:ilvl="8" w:tplc="0419001B" w:tentative="1">
      <w:start w:val="1"/>
      <w:numFmt w:val="lowerRoman"/>
      <w:lvlText w:val="%9."/>
      <w:lvlJc w:val="right"/>
      <w:pPr>
        <w:ind w:left="6912" w:hanging="180"/>
      </w:pPr>
      <w:rPr>
        <w:rFonts w:cs="Times New Roman"/>
      </w:rPr>
    </w:lvl>
  </w:abstractNum>
  <w:abstractNum w:abstractNumId="6">
    <w:nsid w:val="29F14D5F"/>
    <w:multiLevelType w:val="hybridMultilevel"/>
    <w:tmpl w:val="93246166"/>
    <w:lvl w:ilvl="0" w:tplc="DC88F09E">
      <w:start w:val="12"/>
      <w:numFmt w:val="bullet"/>
      <w:lvlText w:val="-"/>
      <w:lvlJc w:val="left"/>
      <w:pPr>
        <w:ind w:left="1428" w:hanging="360"/>
      </w:pPr>
      <w:rPr>
        <w:rFonts w:ascii="Times New Roman" w:eastAsia="Times New Roman" w:hAnsi="Times New Roman"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7">
    <w:nsid w:val="2FE81A45"/>
    <w:multiLevelType w:val="hybridMultilevel"/>
    <w:tmpl w:val="F60261E2"/>
    <w:lvl w:ilvl="0" w:tplc="74F0C108">
      <w:start w:val="1"/>
      <w:numFmt w:val="decimal"/>
      <w:lvlText w:val="%1."/>
      <w:lvlJc w:val="left"/>
      <w:pPr>
        <w:ind w:left="1320" w:hanging="528"/>
      </w:pPr>
      <w:rPr>
        <w:rFonts w:cs="Times New Roman" w:hint="default"/>
      </w:rPr>
    </w:lvl>
    <w:lvl w:ilvl="1" w:tplc="04190019" w:tentative="1">
      <w:start w:val="1"/>
      <w:numFmt w:val="lowerLetter"/>
      <w:lvlText w:val="%2."/>
      <w:lvlJc w:val="left"/>
      <w:pPr>
        <w:ind w:left="1872" w:hanging="360"/>
      </w:pPr>
      <w:rPr>
        <w:rFonts w:cs="Times New Roman"/>
      </w:rPr>
    </w:lvl>
    <w:lvl w:ilvl="2" w:tplc="0419001B" w:tentative="1">
      <w:start w:val="1"/>
      <w:numFmt w:val="lowerRoman"/>
      <w:lvlText w:val="%3."/>
      <w:lvlJc w:val="right"/>
      <w:pPr>
        <w:ind w:left="2592" w:hanging="180"/>
      </w:pPr>
      <w:rPr>
        <w:rFonts w:cs="Times New Roman"/>
      </w:rPr>
    </w:lvl>
    <w:lvl w:ilvl="3" w:tplc="0419000F" w:tentative="1">
      <w:start w:val="1"/>
      <w:numFmt w:val="decimal"/>
      <w:lvlText w:val="%4."/>
      <w:lvlJc w:val="left"/>
      <w:pPr>
        <w:ind w:left="3312" w:hanging="360"/>
      </w:pPr>
      <w:rPr>
        <w:rFonts w:cs="Times New Roman"/>
      </w:rPr>
    </w:lvl>
    <w:lvl w:ilvl="4" w:tplc="04190019" w:tentative="1">
      <w:start w:val="1"/>
      <w:numFmt w:val="lowerLetter"/>
      <w:lvlText w:val="%5."/>
      <w:lvlJc w:val="left"/>
      <w:pPr>
        <w:ind w:left="4032" w:hanging="360"/>
      </w:pPr>
      <w:rPr>
        <w:rFonts w:cs="Times New Roman"/>
      </w:rPr>
    </w:lvl>
    <w:lvl w:ilvl="5" w:tplc="0419001B" w:tentative="1">
      <w:start w:val="1"/>
      <w:numFmt w:val="lowerRoman"/>
      <w:lvlText w:val="%6."/>
      <w:lvlJc w:val="right"/>
      <w:pPr>
        <w:ind w:left="4752" w:hanging="180"/>
      </w:pPr>
      <w:rPr>
        <w:rFonts w:cs="Times New Roman"/>
      </w:rPr>
    </w:lvl>
    <w:lvl w:ilvl="6" w:tplc="0419000F" w:tentative="1">
      <w:start w:val="1"/>
      <w:numFmt w:val="decimal"/>
      <w:lvlText w:val="%7."/>
      <w:lvlJc w:val="left"/>
      <w:pPr>
        <w:ind w:left="5472" w:hanging="360"/>
      </w:pPr>
      <w:rPr>
        <w:rFonts w:cs="Times New Roman"/>
      </w:rPr>
    </w:lvl>
    <w:lvl w:ilvl="7" w:tplc="04190019" w:tentative="1">
      <w:start w:val="1"/>
      <w:numFmt w:val="lowerLetter"/>
      <w:lvlText w:val="%8."/>
      <w:lvlJc w:val="left"/>
      <w:pPr>
        <w:ind w:left="6192" w:hanging="360"/>
      </w:pPr>
      <w:rPr>
        <w:rFonts w:cs="Times New Roman"/>
      </w:rPr>
    </w:lvl>
    <w:lvl w:ilvl="8" w:tplc="0419001B" w:tentative="1">
      <w:start w:val="1"/>
      <w:numFmt w:val="lowerRoman"/>
      <w:lvlText w:val="%9."/>
      <w:lvlJc w:val="right"/>
      <w:pPr>
        <w:ind w:left="6912" w:hanging="180"/>
      </w:pPr>
      <w:rPr>
        <w:rFonts w:cs="Times New Roman"/>
      </w:rPr>
    </w:lvl>
  </w:abstractNum>
  <w:abstractNum w:abstractNumId="8">
    <w:nsid w:val="31956EFE"/>
    <w:multiLevelType w:val="hybridMultilevel"/>
    <w:tmpl w:val="89EED672"/>
    <w:lvl w:ilvl="0" w:tplc="825C735A">
      <w:numFmt w:val="bullet"/>
      <w:lvlText w:val="-"/>
      <w:lvlJc w:val="left"/>
      <w:pPr>
        <w:ind w:left="720" w:hanging="360"/>
      </w:pPr>
      <w:rPr>
        <w:rFonts w:ascii="Arial" w:hAnsi="Arial" w:hint="default"/>
      </w:rPr>
    </w:lvl>
    <w:lvl w:ilvl="1" w:tplc="825C735A">
      <w:numFmt w:val="bullet"/>
      <w:lvlText w:val="-"/>
      <w:lvlJc w:val="left"/>
      <w:pPr>
        <w:ind w:left="1440" w:hanging="360"/>
      </w:pPr>
      <w:rPr>
        <w:rFonts w:ascii="Arial" w:hAnsi="Arial"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9">
    <w:nsid w:val="392B6140"/>
    <w:multiLevelType w:val="hybridMultilevel"/>
    <w:tmpl w:val="3B78E066"/>
    <w:lvl w:ilvl="0" w:tplc="F58A3A0C">
      <w:start w:val="4"/>
      <w:numFmt w:val="decimal"/>
      <w:lvlText w:val="%1."/>
      <w:lvlJc w:val="left"/>
      <w:pPr>
        <w:tabs>
          <w:tab w:val="num" w:pos="1158"/>
        </w:tabs>
        <w:ind w:left="1158" w:hanging="360"/>
      </w:pPr>
      <w:rPr>
        <w:rFonts w:cs="Times New Roman" w:hint="default"/>
      </w:rPr>
    </w:lvl>
    <w:lvl w:ilvl="1" w:tplc="04190019" w:tentative="1">
      <w:start w:val="1"/>
      <w:numFmt w:val="lowerLetter"/>
      <w:lvlText w:val="%2."/>
      <w:lvlJc w:val="left"/>
      <w:pPr>
        <w:tabs>
          <w:tab w:val="num" w:pos="1878"/>
        </w:tabs>
        <w:ind w:left="1878" w:hanging="360"/>
      </w:pPr>
      <w:rPr>
        <w:rFonts w:cs="Times New Roman"/>
      </w:rPr>
    </w:lvl>
    <w:lvl w:ilvl="2" w:tplc="0419001B" w:tentative="1">
      <w:start w:val="1"/>
      <w:numFmt w:val="lowerRoman"/>
      <w:lvlText w:val="%3."/>
      <w:lvlJc w:val="right"/>
      <w:pPr>
        <w:tabs>
          <w:tab w:val="num" w:pos="2598"/>
        </w:tabs>
        <w:ind w:left="2598" w:hanging="180"/>
      </w:pPr>
      <w:rPr>
        <w:rFonts w:cs="Times New Roman"/>
      </w:rPr>
    </w:lvl>
    <w:lvl w:ilvl="3" w:tplc="0419000F" w:tentative="1">
      <w:start w:val="1"/>
      <w:numFmt w:val="decimal"/>
      <w:lvlText w:val="%4."/>
      <w:lvlJc w:val="left"/>
      <w:pPr>
        <w:tabs>
          <w:tab w:val="num" w:pos="3318"/>
        </w:tabs>
        <w:ind w:left="3318" w:hanging="360"/>
      </w:pPr>
      <w:rPr>
        <w:rFonts w:cs="Times New Roman"/>
      </w:rPr>
    </w:lvl>
    <w:lvl w:ilvl="4" w:tplc="04190019" w:tentative="1">
      <w:start w:val="1"/>
      <w:numFmt w:val="lowerLetter"/>
      <w:lvlText w:val="%5."/>
      <w:lvlJc w:val="left"/>
      <w:pPr>
        <w:tabs>
          <w:tab w:val="num" w:pos="4038"/>
        </w:tabs>
        <w:ind w:left="4038" w:hanging="360"/>
      </w:pPr>
      <w:rPr>
        <w:rFonts w:cs="Times New Roman"/>
      </w:rPr>
    </w:lvl>
    <w:lvl w:ilvl="5" w:tplc="0419001B" w:tentative="1">
      <w:start w:val="1"/>
      <w:numFmt w:val="lowerRoman"/>
      <w:lvlText w:val="%6."/>
      <w:lvlJc w:val="right"/>
      <w:pPr>
        <w:tabs>
          <w:tab w:val="num" w:pos="4758"/>
        </w:tabs>
        <w:ind w:left="4758" w:hanging="180"/>
      </w:pPr>
      <w:rPr>
        <w:rFonts w:cs="Times New Roman"/>
      </w:rPr>
    </w:lvl>
    <w:lvl w:ilvl="6" w:tplc="0419000F" w:tentative="1">
      <w:start w:val="1"/>
      <w:numFmt w:val="decimal"/>
      <w:lvlText w:val="%7."/>
      <w:lvlJc w:val="left"/>
      <w:pPr>
        <w:tabs>
          <w:tab w:val="num" w:pos="5478"/>
        </w:tabs>
        <w:ind w:left="5478" w:hanging="360"/>
      </w:pPr>
      <w:rPr>
        <w:rFonts w:cs="Times New Roman"/>
      </w:rPr>
    </w:lvl>
    <w:lvl w:ilvl="7" w:tplc="04190019" w:tentative="1">
      <w:start w:val="1"/>
      <w:numFmt w:val="lowerLetter"/>
      <w:lvlText w:val="%8."/>
      <w:lvlJc w:val="left"/>
      <w:pPr>
        <w:tabs>
          <w:tab w:val="num" w:pos="6198"/>
        </w:tabs>
        <w:ind w:left="6198" w:hanging="360"/>
      </w:pPr>
      <w:rPr>
        <w:rFonts w:cs="Times New Roman"/>
      </w:rPr>
    </w:lvl>
    <w:lvl w:ilvl="8" w:tplc="0419001B" w:tentative="1">
      <w:start w:val="1"/>
      <w:numFmt w:val="lowerRoman"/>
      <w:lvlText w:val="%9."/>
      <w:lvlJc w:val="right"/>
      <w:pPr>
        <w:tabs>
          <w:tab w:val="num" w:pos="6918"/>
        </w:tabs>
        <w:ind w:left="6918" w:hanging="180"/>
      </w:pPr>
      <w:rPr>
        <w:rFonts w:cs="Times New Roman"/>
      </w:rPr>
    </w:lvl>
  </w:abstractNum>
  <w:abstractNum w:abstractNumId="10">
    <w:nsid w:val="4B2E6D1D"/>
    <w:multiLevelType w:val="hybridMultilevel"/>
    <w:tmpl w:val="A0BCC83E"/>
    <w:lvl w:ilvl="0" w:tplc="47B8BAC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nsid w:val="65007AF9"/>
    <w:multiLevelType w:val="hybridMultilevel"/>
    <w:tmpl w:val="C48CD41A"/>
    <w:lvl w:ilvl="0" w:tplc="391EC596">
      <w:start w:val="1"/>
      <w:numFmt w:val="decimal"/>
      <w:lvlText w:val="%1."/>
      <w:lvlJc w:val="left"/>
      <w:pPr>
        <w:ind w:left="2202" w:hanging="1404"/>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2">
    <w:nsid w:val="73317175"/>
    <w:multiLevelType w:val="multilevel"/>
    <w:tmpl w:val="0B40FEEA"/>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1855" w:hanging="720"/>
      </w:pPr>
      <w:rPr>
        <w:rFonts w:cs="Times New Roman"/>
      </w:rPr>
    </w:lvl>
    <w:lvl w:ilvl="2">
      <w:start w:val="1"/>
      <w:numFmt w:val="decimal"/>
      <w:isLgl/>
      <w:lvlText w:val="%1.%2.%3."/>
      <w:lvlJc w:val="left"/>
      <w:pPr>
        <w:ind w:left="2148" w:hanging="720"/>
      </w:pPr>
      <w:rPr>
        <w:rFonts w:cs="Times New Roman"/>
      </w:rPr>
    </w:lvl>
    <w:lvl w:ilvl="3">
      <w:start w:val="1"/>
      <w:numFmt w:val="decimal"/>
      <w:isLgl/>
      <w:lvlText w:val="%1.%2.%3.%4."/>
      <w:lvlJc w:val="left"/>
      <w:pPr>
        <w:ind w:left="2868" w:hanging="1080"/>
      </w:pPr>
      <w:rPr>
        <w:rFonts w:cs="Times New Roman"/>
      </w:rPr>
    </w:lvl>
    <w:lvl w:ilvl="4">
      <w:start w:val="1"/>
      <w:numFmt w:val="decimal"/>
      <w:isLgl/>
      <w:lvlText w:val="%1.%2.%3.%4.%5."/>
      <w:lvlJc w:val="left"/>
      <w:pPr>
        <w:ind w:left="3228" w:hanging="1080"/>
      </w:pPr>
      <w:rPr>
        <w:rFonts w:cs="Times New Roman"/>
      </w:rPr>
    </w:lvl>
    <w:lvl w:ilvl="5">
      <w:start w:val="1"/>
      <w:numFmt w:val="decimal"/>
      <w:isLgl/>
      <w:lvlText w:val="%1.%2.%3.%4.%5.%6."/>
      <w:lvlJc w:val="left"/>
      <w:pPr>
        <w:ind w:left="3948" w:hanging="1440"/>
      </w:pPr>
      <w:rPr>
        <w:rFonts w:cs="Times New Roman"/>
      </w:rPr>
    </w:lvl>
    <w:lvl w:ilvl="6">
      <w:start w:val="1"/>
      <w:numFmt w:val="decimal"/>
      <w:isLgl/>
      <w:lvlText w:val="%1.%2.%3.%4.%5.%6.%7."/>
      <w:lvlJc w:val="left"/>
      <w:pPr>
        <w:ind w:left="4668" w:hanging="1800"/>
      </w:pPr>
      <w:rPr>
        <w:rFonts w:cs="Times New Roman"/>
      </w:rPr>
    </w:lvl>
    <w:lvl w:ilvl="7">
      <w:start w:val="1"/>
      <w:numFmt w:val="decimal"/>
      <w:isLgl/>
      <w:lvlText w:val="%1.%2.%3.%4.%5.%6.%7.%8."/>
      <w:lvlJc w:val="left"/>
      <w:pPr>
        <w:ind w:left="5028" w:hanging="1800"/>
      </w:pPr>
      <w:rPr>
        <w:rFonts w:cs="Times New Roman"/>
      </w:rPr>
    </w:lvl>
    <w:lvl w:ilvl="8">
      <w:start w:val="1"/>
      <w:numFmt w:val="decimal"/>
      <w:isLgl/>
      <w:lvlText w:val="%1.%2.%3.%4.%5.%6.%7.%8.%9."/>
      <w:lvlJc w:val="left"/>
      <w:pPr>
        <w:ind w:left="5748" w:hanging="2160"/>
      </w:pPr>
      <w:rPr>
        <w:rFonts w:cs="Times New Roman"/>
      </w:rPr>
    </w:lvl>
  </w:abstractNum>
  <w:abstractNum w:abstractNumId="13">
    <w:nsid w:val="77374DCC"/>
    <w:multiLevelType w:val="hybridMultilevel"/>
    <w:tmpl w:val="7F58F53A"/>
    <w:lvl w:ilvl="0" w:tplc="BB60F062">
      <w:start w:val="26"/>
      <w:numFmt w:val="bullet"/>
      <w:lvlText w:val="-"/>
      <w:lvlJc w:val="left"/>
      <w:pPr>
        <w:tabs>
          <w:tab w:val="num" w:pos="810"/>
        </w:tabs>
        <w:ind w:left="810" w:hanging="45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7A8926C2"/>
    <w:multiLevelType w:val="hybridMultilevel"/>
    <w:tmpl w:val="4CACE08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1"/>
  </w:num>
  <w:num w:numId="2">
    <w:abstractNumId w:val="7"/>
  </w:num>
  <w:num w:numId="3">
    <w:abstractNumId w:val="5"/>
  </w:num>
  <w:num w:numId="4">
    <w:abstractNumId w:val="9"/>
  </w:num>
  <w:num w:numId="5">
    <w:abstractNumId w:val="2"/>
  </w:num>
  <w:num w:numId="6">
    <w:abstractNumId w:val="1"/>
  </w:num>
  <w:num w:numId="7">
    <w:abstractNumId w:val="14"/>
  </w:num>
  <w:num w:numId="8">
    <w:abstractNumId w:val="13"/>
  </w:num>
  <w:num w:numId="9">
    <w:abstractNumId w:val="10"/>
  </w:num>
  <w:num w:numId="10">
    <w:abstractNumId w:val="3"/>
  </w:num>
  <w:num w:numId="11">
    <w:abstractNumId w:val="4"/>
  </w:num>
  <w:num w:numId="12">
    <w:abstractNumId w:val="12"/>
  </w:num>
  <w:num w:numId="13">
    <w:abstractNumId w:val="8"/>
  </w:num>
  <w:num w:numId="14">
    <w:abstractNumId w:val="6"/>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57"/>
  <w:displayVertic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B4033"/>
    <w:rsid w:val="000017F9"/>
    <w:rsid w:val="00002C4A"/>
    <w:rsid w:val="00003FBE"/>
    <w:rsid w:val="00005874"/>
    <w:rsid w:val="00012CE5"/>
    <w:rsid w:val="00013067"/>
    <w:rsid w:val="0001405A"/>
    <w:rsid w:val="000140DD"/>
    <w:rsid w:val="00017F43"/>
    <w:rsid w:val="000204F4"/>
    <w:rsid w:val="000213F3"/>
    <w:rsid w:val="0002436C"/>
    <w:rsid w:val="00024CB4"/>
    <w:rsid w:val="00026719"/>
    <w:rsid w:val="00026FFB"/>
    <w:rsid w:val="00031593"/>
    <w:rsid w:val="0003377A"/>
    <w:rsid w:val="00034738"/>
    <w:rsid w:val="00037154"/>
    <w:rsid w:val="00042C53"/>
    <w:rsid w:val="00044D4D"/>
    <w:rsid w:val="00045C82"/>
    <w:rsid w:val="00047009"/>
    <w:rsid w:val="000529B2"/>
    <w:rsid w:val="00052C49"/>
    <w:rsid w:val="00054C3A"/>
    <w:rsid w:val="00055DF1"/>
    <w:rsid w:val="0005669C"/>
    <w:rsid w:val="000621A8"/>
    <w:rsid w:val="00064954"/>
    <w:rsid w:val="00065FD2"/>
    <w:rsid w:val="00074118"/>
    <w:rsid w:val="00082B3E"/>
    <w:rsid w:val="00083289"/>
    <w:rsid w:val="0008334D"/>
    <w:rsid w:val="00085005"/>
    <w:rsid w:val="000850D3"/>
    <w:rsid w:val="00086DD5"/>
    <w:rsid w:val="00087186"/>
    <w:rsid w:val="00091AC0"/>
    <w:rsid w:val="0009203E"/>
    <w:rsid w:val="00094500"/>
    <w:rsid w:val="00096473"/>
    <w:rsid w:val="000A0565"/>
    <w:rsid w:val="000A1F1A"/>
    <w:rsid w:val="000A2FC8"/>
    <w:rsid w:val="000A6FA0"/>
    <w:rsid w:val="000B09E4"/>
    <w:rsid w:val="000B1A2F"/>
    <w:rsid w:val="000B1E4B"/>
    <w:rsid w:val="000B3D4A"/>
    <w:rsid w:val="000B3F84"/>
    <w:rsid w:val="000B7B23"/>
    <w:rsid w:val="000C00F8"/>
    <w:rsid w:val="000C2D72"/>
    <w:rsid w:val="000C311A"/>
    <w:rsid w:val="000C323A"/>
    <w:rsid w:val="000C3E6C"/>
    <w:rsid w:val="000C486A"/>
    <w:rsid w:val="000C5128"/>
    <w:rsid w:val="000D3BCD"/>
    <w:rsid w:val="000E2BD5"/>
    <w:rsid w:val="000E3B4F"/>
    <w:rsid w:val="000E72C3"/>
    <w:rsid w:val="000F00F5"/>
    <w:rsid w:val="000F121D"/>
    <w:rsid w:val="000F1D5C"/>
    <w:rsid w:val="000F295C"/>
    <w:rsid w:val="000F592B"/>
    <w:rsid w:val="000F642B"/>
    <w:rsid w:val="00100A8C"/>
    <w:rsid w:val="00101DAA"/>
    <w:rsid w:val="00103261"/>
    <w:rsid w:val="001039FA"/>
    <w:rsid w:val="00104DA6"/>
    <w:rsid w:val="00106666"/>
    <w:rsid w:val="00106FB3"/>
    <w:rsid w:val="00107291"/>
    <w:rsid w:val="0010773D"/>
    <w:rsid w:val="001077A5"/>
    <w:rsid w:val="0011253B"/>
    <w:rsid w:val="00113814"/>
    <w:rsid w:val="00115328"/>
    <w:rsid w:val="001214B7"/>
    <w:rsid w:val="001247EF"/>
    <w:rsid w:val="00125054"/>
    <w:rsid w:val="0013489F"/>
    <w:rsid w:val="00136BCD"/>
    <w:rsid w:val="0014227A"/>
    <w:rsid w:val="00144F36"/>
    <w:rsid w:val="001466D7"/>
    <w:rsid w:val="001468CB"/>
    <w:rsid w:val="00146B19"/>
    <w:rsid w:val="00151218"/>
    <w:rsid w:val="00154248"/>
    <w:rsid w:val="001544DC"/>
    <w:rsid w:val="001567EA"/>
    <w:rsid w:val="00157712"/>
    <w:rsid w:val="001606A0"/>
    <w:rsid w:val="00160F06"/>
    <w:rsid w:val="00160FF0"/>
    <w:rsid w:val="00165DA3"/>
    <w:rsid w:val="001676AB"/>
    <w:rsid w:val="00170480"/>
    <w:rsid w:val="001719C5"/>
    <w:rsid w:val="001721CF"/>
    <w:rsid w:val="00172B62"/>
    <w:rsid w:val="00172FE9"/>
    <w:rsid w:val="00177227"/>
    <w:rsid w:val="001808EF"/>
    <w:rsid w:val="00182847"/>
    <w:rsid w:val="00182CE7"/>
    <w:rsid w:val="00183841"/>
    <w:rsid w:val="0018516A"/>
    <w:rsid w:val="00185907"/>
    <w:rsid w:val="00187214"/>
    <w:rsid w:val="001874AA"/>
    <w:rsid w:val="00190562"/>
    <w:rsid w:val="00192A35"/>
    <w:rsid w:val="00194979"/>
    <w:rsid w:val="001A08E7"/>
    <w:rsid w:val="001A16E1"/>
    <w:rsid w:val="001A2E2A"/>
    <w:rsid w:val="001A44CF"/>
    <w:rsid w:val="001A728F"/>
    <w:rsid w:val="001B00A7"/>
    <w:rsid w:val="001B6BFB"/>
    <w:rsid w:val="001B752E"/>
    <w:rsid w:val="001B75CB"/>
    <w:rsid w:val="001C28F5"/>
    <w:rsid w:val="001C3FC4"/>
    <w:rsid w:val="001D3C8D"/>
    <w:rsid w:val="001D487D"/>
    <w:rsid w:val="001D5FB3"/>
    <w:rsid w:val="001E030A"/>
    <w:rsid w:val="001E1A4C"/>
    <w:rsid w:val="001E219D"/>
    <w:rsid w:val="001E3574"/>
    <w:rsid w:val="001F0844"/>
    <w:rsid w:val="001F11BA"/>
    <w:rsid w:val="001F40C9"/>
    <w:rsid w:val="001F7E9F"/>
    <w:rsid w:val="0020021C"/>
    <w:rsid w:val="00200E7C"/>
    <w:rsid w:val="0020275D"/>
    <w:rsid w:val="0020412A"/>
    <w:rsid w:val="00206153"/>
    <w:rsid w:val="0020751F"/>
    <w:rsid w:val="0020786C"/>
    <w:rsid w:val="00211ABE"/>
    <w:rsid w:val="00216936"/>
    <w:rsid w:val="0022119C"/>
    <w:rsid w:val="00222473"/>
    <w:rsid w:val="002239D1"/>
    <w:rsid w:val="0022493A"/>
    <w:rsid w:val="002266A6"/>
    <w:rsid w:val="00226E64"/>
    <w:rsid w:val="00227D0C"/>
    <w:rsid w:val="002314F6"/>
    <w:rsid w:val="00233B9F"/>
    <w:rsid w:val="00233C82"/>
    <w:rsid w:val="00234196"/>
    <w:rsid w:val="00235BAA"/>
    <w:rsid w:val="00236E7B"/>
    <w:rsid w:val="00237A6B"/>
    <w:rsid w:val="00237F47"/>
    <w:rsid w:val="00240C6E"/>
    <w:rsid w:val="00243758"/>
    <w:rsid w:val="0024413C"/>
    <w:rsid w:val="00245C36"/>
    <w:rsid w:val="002461B2"/>
    <w:rsid w:val="00257BBD"/>
    <w:rsid w:val="00261F08"/>
    <w:rsid w:val="00263765"/>
    <w:rsid w:val="00263A2D"/>
    <w:rsid w:val="002668D2"/>
    <w:rsid w:val="002679E8"/>
    <w:rsid w:val="0027773D"/>
    <w:rsid w:val="002802BF"/>
    <w:rsid w:val="002827E4"/>
    <w:rsid w:val="002832AE"/>
    <w:rsid w:val="0028357A"/>
    <w:rsid w:val="002847FE"/>
    <w:rsid w:val="00284E01"/>
    <w:rsid w:val="00287DA8"/>
    <w:rsid w:val="00296A2C"/>
    <w:rsid w:val="00297EBA"/>
    <w:rsid w:val="002A00FE"/>
    <w:rsid w:val="002A55E5"/>
    <w:rsid w:val="002A66AE"/>
    <w:rsid w:val="002B2720"/>
    <w:rsid w:val="002B4033"/>
    <w:rsid w:val="002B56BF"/>
    <w:rsid w:val="002B74C8"/>
    <w:rsid w:val="002C28F7"/>
    <w:rsid w:val="002C4914"/>
    <w:rsid w:val="002C4EBE"/>
    <w:rsid w:val="002C50D5"/>
    <w:rsid w:val="002C5EEC"/>
    <w:rsid w:val="002C615B"/>
    <w:rsid w:val="002C7EBF"/>
    <w:rsid w:val="002D39D8"/>
    <w:rsid w:val="002D3F84"/>
    <w:rsid w:val="002D536A"/>
    <w:rsid w:val="002D5FEC"/>
    <w:rsid w:val="002E4C45"/>
    <w:rsid w:val="002E5259"/>
    <w:rsid w:val="002E7295"/>
    <w:rsid w:val="002F0993"/>
    <w:rsid w:val="002F0B6E"/>
    <w:rsid w:val="002F1BAE"/>
    <w:rsid w:val="002F573F"/>
    <w:rsid w:val="002F649C"/>
    <w:rsid w:val="003022AE"/>
    <w:rsid w:val="00302A22"/>
    <w:rsid w:val="00304B01"/>
    <w:rsid w:val="00304FF3"/>
    <w:rsid w:val="00305595"/>
    <w:rsid w:val="003061D1"/>
    <w:rsid w:val="0030671F"/>
    <w:rsid w:val="00307DFB"/>
    <w:rsid w:val="00317983"/>
    <w:rsid w:val="00321404"/>
    <w:rsid w:val="00325398"/>
    <w:rsid w:val="00327B55"/>
    <w:rsid w:val="0033038F"/>
    <w:rsid w:val="00333A6C"/>
    <w:rsid w:val="00334AC1"/>
    <w:rsid w:val="00337341"/>
    <w:rsid w:val="00337A3F"/>
    <w:rsid w:val="0034061E"/>
    <w:rsid w:val="003409C9"/>
    <w:rsid w:val="00346BF6"/>
    <w:rsid w:val="003532AF"/>
    <w:rsid w:val="003565D4"/>
    <w:rsid w:val="00357518"/>
    <w:rsid w:val="003650A4"/>
    <w:rsid w:val="00365DF5"/>
    <w:rsid w:val="0037037D"/>
    <w:rsid w:val="00371928"/>
    <w:rsid w:val="00373C0D"/>
    <w:rsid w:val="00375CFC"/>
    <w:rsid w:val="00377D16"/>
    <w:rsid w:val="00380D17"/>
    <w:rsid w:val="003814E5"/>
    <w:rsid w:val="003822AF"/>
    <w:rsid w:val="00383928"/>
    <w:rsid w:val="003847A6"/>
    <w:rsid w:val="00384FB7"/>
    <w:rsid w:val="0038539D"/>
    <w:rsid w:val="003861BF"/>
    <w:rsid w:val="00386B01"/>
    <w:rsid w:val="00387F88"/>
    <w:rsid w:val="003901A2"/>
    <w:rsid w:val="00391D3D"/>
    <w:rsid w:val="00394F89"/>
    <w:rsid w:val="00395153"/>
    <w:rsid w:val="003A11C4"/>
    <w:rsid w:val="003A395B"/>
    <w:rsid w:val="003A3AFC"/>
    <w:rsid w:val="003A5D1E"/>
    <w:rsid w:val="003B0CE4"/>
    <w:rsid w:val="003B1B70"/>
    <w:rsid w:val="003B48A8"/>
    <w:rsid w:val="003B49FE"/>
    <w:rsid w:val="003B6A02"/>
    <w:rsid w:val="003C1B01"/>
    <w:rsid w:val="003C2673"/>
    <w:rsid w:val="003C63C2"/>
    <w:rsid w:val="003C6499"/>
    <w:rsid w:val="003D1C80"/>
    <w:rsid w:val="003D2364"/>
    <w:rsid w:val="003D6ECF"/>
    <w:rsid w:val="003E1D79"/>
    <w:rsid w:val="003E52FF"/>
    <w:rsid w:val="003E6593"/>
    <w:rsid w:val="003E698E"/>
    <w:rsid w:val="003E74D6"/>
    <w:rsid w:val="003F0F3C"/>
    <w:rsid w:val="003F27F9"/>
    <w:rsid w:val="003F3F3D"/>
    <w:rsid w:val="003F40E9"/>
    <w:rsid w:val="003F6B8A"/>
    <w:rsid w:val="00402004"/>
    <w:rsid w:val="00402A83"/>
    <w:rsid w:val="00412238"/>
    <w:rsid w:val="00413A3B"/>
    <w:rsid w:val="0041681E"/>
    <w:rsid w:val="0042100A"/>
    <w:rsid w:val="00421345"/>
    <w:rsid w:val="00421593"/>
    <w:rsid w:val="004257B0"/>
    <w:rsid w:val="004272D4"/>
    <w:rsid w:val="00437886"/>
    <w:rsid w:val="004507EE"/>
    <w:rsid w:val="004616C0"/>
    <w:rsid w:val="004641CC"/>
    <w:rsid w:val="004663BB"/>
    <w:rsid w:val="004665A2"/>
    <w:rsid w:val="0047012A"/>
    <w:rsid w:val="00470F25"/>
    <w:rsid w:val="004715B2"/>
    <w:rsid w:val="004727FE"/>
    <w:rsid w:val="004738C6"/>
    <w:rsid w:val="00473F4C"/>
    <w:rsid w:val="0047450A"/>
    <w:rsid w:val="00475F28"/>
    <w:rsid w:val="00480CD9"/>
    <w:rsid w:val="00481C19"/>
    <w:rsid w:val="004827BA"/>
    <w:rsid w:val="004868E6"/>
    <w:rsid w:val="00487472"/>
    <w:rsid w:val="004913EA"/>
    <w:rsid w:val="00492D6E"/>
    <w:rsid w:val="004A05B8"/>
    <w:rsid w:val="004A1053"/>
    <w:rsid w:val="004A1C02"/>
    <w:rsid w:val="004A4562"/>
    <w:rsid w:val="004A5A03"/>
    <w:rsid w:val="004A6561"/>
    <w:rsid w:val="004A705F"/>
    <w:rsid w:val="004B4D0F"/>
    <w:rsid w:val="004C159A"/>
    <w:rsid w:val="004C3E20"/>
    <w:rsid w:val="004C3F06"/>
    <w:rsid w:val="004C46B5"/>
    <w:rsid w:val="004C5A14"/>
    <w:rsid w:val="004D01EC"/>
    <w:rsid w:val="004D0E20"/>
    <w:rsid w:val="004D1125"/>
    <w:rsid w:val="004D15CB"/>
    <w:rsid w:val="004D4125"/>
    <w:rsid w:val="004D4906"/>
    <w:rsid w:val="004D550B"/>
    <w:rsid w:val="004D6092"/>
    <w:rsid w:val="004D701C"/>
    <w:rsid w:val="004E1C69"/>
    <w:rsid w:val="004E2EBE"/>
    <w:rsid w:val="004E3339"/>
    <w:rsid w:val="004E4EB1"/>
    <w:rsid w:val="004E64AE"/>
    <w:rsid w:val="004F2797"/>
    <w:rsid w:val="004F296D"/>
    <w:rsid w:val="004F3AEC"/>
    <w:rsid w:val="004F4CB7"/>
    <w:rsid w:val="004F6111"/>
    <w:rsid w:val="00501C6D"/>
    <w:rsid w:val="00504C34"/>
    <w:rsid w:val="0050589F"/>
    <w:rsid w:val="005063B0"/>
    <w:rsid w:val="00510B82"/>
    <w:rsid w:val="0051104D"/>
    <w:rsid w:val="00512E42"/>
    <w:rsid w:val="00512E47"/>
    <w:rsid w:val="00514789"/>
    <w:rsid w:val="00515630"/>
    <w:rsid w:val="00523CFF"/>
    <w:rsid w:val="00524ADD"/>
    <w:rsid w:val="00525AA2"/>
    <w:rsid w:val="00527B0C"/>
    <w:rsid w:val="0053547D"/>
    <w:rsid w:val="005356AB"/>
    <w:rsid w:val="00535772"/>
    <w:rsid w:val="00536294"/>
    <w:rsid w:val="00536781"/>
    <w:rsid w:val="005410BA"/>
    <w:rsid w:val="005441FD"/>
    <w:rsid w:val="0054565C"/>
    <w:rsid w:val="00550B7F"/>
    <w:rsid w:val="00550E8B"/>
    <w:rsid w:val="00556F1D"/>
    <w:rsid w:val="005606CB"/>
    <w:rsid w:val="0056183D"/>
    <w:rsid w:val="00562D37"/>
    <w:rsid w:val="005635C3"/>
    <w:rsid w:val="00563CFB"/>
    <w:rsid w:val="005654DF"/>
    <w:rsid w:val="005669F2"/>
    <w:rsid w:val="00573A85"/>
    <w:rsid w:val="005761A0"/>
    <w:rsid w:val="00577C35"/>
    <w:rsid w:val="00582BE3"/>
    <w:rsid w:val="00582C17"/>
    <w:rsid w:val="005839CF"/>
    <w:rsid w:val="00583E04"/>
    <w:rsid w:val="00584182"/>
    <w:rsid w:val="005855DB"/>
    <w:rsid w:val="005873A2"/>
    <w:rsid w:val="00593081"/>
    <w:rsid w:val="005A0204"/>
    <w:rsid w:val="005A0E7E"/>
    <w:rsid w:val="005A295F"/>
    <w:rsid w:val="005A2D36"/>
    <w:rsid w:val="005A6D9C"/>
    <w:rsid w:val="005A7159"/>
    <w:rsid w:val="005A7E1C"/>
    <w:rsid w:val="005B4993"/>
    <w:rsid w:val="005B4E51"/>
    <w:rsid w:val="005C0C60"/>
    <w:rsid w:val="005C1690"/>
    <w:rsid w:val="005C4E2F"/>
    <w:rsid w:val="005C5FD7"/>
    <w:rsid w:val="005C7411"/>
    <w:rsid w:val="005D117E"/>
    <w:rsid w:val="005D1691"/>
    <w:rsid w:val="005D34B6"/>
    <w:rsid w:val="005E226F"/>
    <w:rsid w:val="005E49E1"/>
    <w:rsid w:val="005E4B26"/>
    <w:rsid w:val="005E52BE"/>
    <w:rsid w:val="005E561D"/>
    <w:rsid w:val="005F08C5"/>
    <w:rsid w:val="005F120A"/>
    <w:rsid w:val="005F4DC1"/>
    <w:rsid w:val="005F59A7"/>
    <w:rsid w:val="005F6E14"/>
    <w:rsid w:val="00602E75"/>
    <w:rsid w:val="006047B6"/>
    <w:rsid w:val="00604B48"/>
    <w:rsid w:val="006053BA"/>
    <w:rsid w:val="00605E44"/>
    <w:rsid w:val="00607A51"/>
    <w:rsid w:val="00610910"/>
    <w:rsid w:val="006113F7"/>
    <w:rsid w:val="00611AEA"/>
    <w:rsid w:val="006145F6"/>
    <w:rsid w:val="00617767"/>
    <w:rsid w:val="00626F0C"/>
    <w:rsid w:val="00626F0F"/>
    <w:rsid w:val="00633622"/>
    <w:rsid w:val="0063490C"/>
    <w:rsid w:val="00634AAB"/>
    <w:rsid w:val="006364ED"/>
    <w:rsid w:val="00637C95"/>
    <w:rsid w:val="006413DF"/>
    <w:rsid w:val="00641BBC"/>
    <w:rsid w:val="00643AC4"/>
    <w:rsid w:val="00644F0F"/>
    <w:rsid w:val="006463F2"/>
    <w:rsid w:val="00650510"/>
    <w:rsid w:val="00650820"/>
    <w:rsid w:val="006535BC"/>
    <w:rsid w:val="00653664"/>
    <w:rsid w:val="006539A3"/>
    <w:rsid w:val="00657F2D"/>
    <w:rsid w:val="00660F2B"/>
    <w:rsid w:val="00661686"/>
    <w:rsid w:val="00663016"/>
    <w:rsid w:val="0066316B"/>
    <w:rsid w:val="00663F9E"/>
    <w:rsid w:val="00665DF2"/>
    <w:rsid w:val="006712AF"/>
    <w:rsid w:val="00671409"/>
    <w:rsid w:val="00672E62"/>
    <w:rsid w:val="006740AC"/>
    <w:rsid w:val="0068293C"/>
    <w:rsid w:val="00684C71"/>
    <w:rsid w:val="00685DB4"/>
    <w:rsid w:val="0068650D"/>
    <w:rsid w:val="00693F02"/>
    <w:rsid w:val="00694497"/>
    <w:rsid w:val="00694ED3"/>
    <w:rsid w:val="00696DBC"/>
    <w:rsid w:val="0069753C"/>
    <w:rsid w:val="006B07C5"/>
    <w:rsid w:val="006B0B70"/>
    <w:rsid w:val="006B0CF4"/>
    <w:rsid w:val="006B0F1B"/>
    <w:rsid w:val="006B2330"/>
    <w:rsid w:val="006B2350"/>
    <w:rsid w:val="006B24CD"/>
    <w:rsid w:val="006B43D4"/>
    <w:rsid w:val="006B614F"/>
    <w:rsid w:val="006B7C3A"/>
    <w:rsid w:val="006C0B6B"/>
    <w:rsid w:val="006C1B11"/>
    <w:rsid w:val="006C4364"/>
    <w:rsid w:val="006C699B"/>
    <w:rsid w:val="006C7525"/>
    <w:rsid w:val="006D0B82"/>
    <w:rsid w:val="006D5768"/>
    <w:rsid w:val="006D5F5F"/>
    <w:rsid w:val="006D6ECA"/>
    <w:rsid w:val="006D7C60"/>
    <w:rsid w:val="006E0DCC"/>
    <w:rsid w:val="006E2118"/>
    <w:rsid w:val="006E313A"/>
    <w:rsid w:val="006E454F"/>
    <w:rsid w:val="006E66A2"/>
    <w:rsid w:val="006E69C3"/>
    <w:rsid w:val="006F3B6F"/>
    <w:rsid w:val="006F5FFA"/>
    <w:rsid w:val="006F67AF"/>
    <w:rsid w:val="0070586C"/>
    <w:rsid w:val="00705B4E"/>
    <w:rsid w:val="00713354"/>
    <w:rsid w:val="0072677A"/>
    <w:rsid w:val="00731DDD"/>
    <w:rsid w:val="00732584"/>
    <w:rsid w:val="007328AC"/>
    <w:rsid w:val="00735A51"/>
    <w:rsid w:val="0073640D"/>
    <w:rsid w:val="00736475"/>
    <w:rsid w:val="00740CD0"/>
    <w:rsid w:val="00741682"/>
    <w:rsid w:val="007507BD"/>
    <w:rsid w:val="00750E9C"/>
    <w:rsid w:val="00753407"/>
    <w:rsid w:val="007537B0"/>
    <w:rsid w:val="00754744"/>
    <w:rsid w:val="00755924"/>
    <w:rsid w:val="00755F2B"/>
    <w:rsid w:val="00761DDC"/>
    <w:rsid w:val="007621D4"/>
    <w:rsid w:val="00762479"/>
    <w:rsid w:val="00762CED"/>
    <w:rsid w:val="007636E8"/>
    <w:rsid w:val="00764449"/>
    <w:rsid w:val="00764F66"/>
    <w:rsid w:val="007655A4"/>
    <w:rsid w:val="00765878"/>
    <w:rsid w:val="00766E32"/>
    <w:rsid w:val="00770B68"/>
    <w:rsid w:val="00773281"/>
    <w:rsid w:val="007736F8"/>
    <w:rsid w:val="00775084"/>
    <w:rsid w:val="00775713"/>
    <w:rsid w:val="00776803"/>
    <w:rsid w:val="00776F73"/>
    <w:rsid w:val="00777DCA"/>
    <w:rsid w:val="00780A23"/>
    <w:rsid w:val="00784020"/>
    <w:rsid w:val="00787352"/>
    <w:rsid w:val="0079089E"/>
    <w:rsid w:val="00790C28"/>
    <w:rsid w:val="007916FB"/>
    <w:rsid w:val="00794A86"/>
    <w:rsid w:val="00795BFC"/>
    <w:rsid w:val="00796A5D"/>
    <w:rsid w:val="00796D1B"/>
    <w:rsid w:val="007978DA"/>
    <w:rsid w:val="007A19DD"/>
    <w:rsid w:val="007A41ED"/>
    <w:rsid w:val="007A5BCB"/>
    <w:rsid w:val="007B122D"/>
    <w:rsid w:val="007B2713"/>
    <w:rsid w:val="007B34B7"/>
    <w:rsid w:val="007B4467"/>
    <w:rsid w:val="007B75F0"/>
    <w:rsid w:val="007B7B76"/>
    <w:rsid w:val="007C1E4A"/>
    <w:rsid w:val="007C56C6"/>
    <w:rsid w:val="007C6B62"/>
    <w:rsid w:val="007C7BEE"/>
    <w:rsid w:val="007D03A8"/>
    <w:rsid w:val="007D1735"/>
    <w:rsid w:val="007D32F8"/>
    <w:rsid w:val="007D3589"/>
    <w:rsid w:val="007D6B7A"/>
    <w:rsid w:val="007D6BAB"/>
    <w:rsid w:val="007D74BF"/>
    <w:rsid w:val="007D7B58"/>
    <w:rsid w:val="007E1745"/>
    <w:rsid w:val="007E517B"/>
    <w:rsid w:val="007E551D"/>
    <w:rsid w:val="007E5679"/>
    <w:rsid w:val="007E57C2"/>
    <w:rsid w:val="007E6CEE"/>
    <w:rsid w:val="007E6F5E"/>
    <w:rsid w:val="007E7693"/>
    <w:rsid w:val="007F5B58"/>
    <w:rsid w:val="007F662D"/>
    <w:rsid w:val="0080361A"/>
    <w:rsid w:val="0080440E"/>
    <w:rsid w:val="00806A92"/>
    <w:rsid w:val="00811A21"/>
    <w:rsid w:val="0081485C"/>
    <w:rsid w:val="00814EC8"/>
    <w:rsid w:val="00815E7D"/>
    <w:rsid w:val="00820968"/>
    <w:rsid w:val="008257F4"/>
    <w:rsid w:val="00825EA0"/>
    <w:rsid w:val="00825EDD"/>
    <w:rsid w:val="00827BEB"/>
    <w:rsid w:val="00833641"/>
    <w:rsid w:val="00833949"/>
    <w:rsid w:val="00835F61"/>
    <w:rsid w:val="008405AA"/>
    <w:rsid w:val="0084131D"/>
    <w:rsid w:val="00841C11"/>
    <w:rsid w:val="00841C96"/>
    <w:rsid w:val="00842B4E"/>
    <w:rsid w:val="00850E48"/>
    <w:rsid w:val="008557FD"/>
    <w:rsid w:val="00856538"/>
    <w:rsid w:val="00856904"/>
    <w:rsid w:val="00860000"/>
    <w:rsid w:val="0086059D"/>
    <w:rsid w:val="008635A7"/>
    <w:rsid w:val="008636F0"/>
    <w:rsid w:val="00863FB4"/>
    <w:rsid w:val="00864538"/>
    <w:rsid w:val="00865202"/>
    <w:rsid w:val="00871BB4"/>
    <w:rsid w:val="0087617F"/>
    <w:rsid w:val="00876671"/>
    <w:rsid w:val="00876B52"/>
    <w:rsid w:val="008804E1"/>
    <w:rsid w:val="0088255F"/>
    <w:rsid w:val="00885A09"/>
    <w:rsid w:val="00887A2B"/>
    <w:rsid w:val="0089094F"/>
    <w:rsid w:val="0089162C"/>
    <w:rsid w:val="00892B0E"/>
    <w:rsid w:val="00892B21"/>
    <w:rsid w:val="00893D84"/>
    <w:rsid w:val="00895FA5"/>
    <w:rsid w:val="00896A9F"/>
    <w:rsid w:val="00897167"/>
    <w:rsid w:val="00897EE2"/>
    <w:rsid w:val="008A23B5"/>
    <w:rsid w:val="008A486B"/>
    <w:rsid w:val="008A4C1E"/>
    <w:rsid w:val="008A5F1E"/>
    <w:rsid w:val="008B3BFB"/>
    <w:rsid w:val="008B45FF"/>
    <w:rsid w:val="008B4A74"/>
    <w:rsid w:val="008B5E87"/>
    <w:rsid w:val="008B6188"/>
    <w:rsid w:val="008B7151"/>
    <w:rsid w:val="008C0293"/>
    <w:rsid w:val="008C41EE"/>
    <w:rsid w:val="008C5F28"/>
    <w:rsid w:val="008C6F38"/>
    <w:rsid w:val="008D1A13"/>
    <w:rsid w:val="008D570C"/>
    <w:rsid w:val="008D671C"/>
    <w:rsid w:val="008E0891"/>
    <w:rsid w:val="008E1117"/>
    <w:rsid w:val="008E7AB2"/>
    <w:rsid w:val="008F3B5A"/>
    <w:rsid w:val="008F463E"/>
    <w:rsid w:val="008F6193"/>
    <w:rsid w:val="008F6485"/>
    <w:rsid w:val="008F7DA5"/>
    <w:rsid w:val="00900AB3"/>
    <w:rsid w:val="00901C99"/>
    <w:rsid w:val="00902CCE"/>
    <w:rsid w:val="00904BF7"/>
    <w:rsid w:val="00905F9C"/>
    <w:rsid w:val="00906E85"/>
    <w:rsid w:val="00913764"/>
    <w:rsid w:val="00914CDC"/>
    <w:rsid w:val="00920EDC"/>
    <w:rsid w:val="009263E0"/>
    <w:rsid w:val="00932222"/>
    <w:rsid w:val="00933DDA"/>
    <w:rsid w:val="00935034"/>
    <w:rsid w:val="00937CC2"/>
    <w:rsid w:val="00943A7F"/>
    <w:rsid w:val="00943AFF"/>
    <w:rsid w:val="00944E5A"/>
    <w:rsid w:val="00946E0C"/>
    <w:rsid w:val="00951CDF"/>
    <w:rsid w:val="00953A4A"/>
    <w:rsid w:val="00955856"/>
    <w:rsid w:val="00955B0C"/>
    <w:rsid w:val="00957E7C"/>
    <w:rsid w:val="00961E8A"/>
    <w:rsid w:val="00961EF6"/>
    <w:rsid w:val="00964F10"/>
    <w:rsid w:val="00970F60"/>
    <w:rsid w:val="00971B6D"/>
    <w:rsid w:val="00971DF4"/>
    <w:rsid w:val="00972A84"/>
    <w:rsid w:val="009745E7"/>
    <w:rsid w:val="009775A1"/>
    <w:rsid w:val="00977E8E"/>
    <w:rsid w:val="009813C0"/>
    <w:rsid w:val="0098235D"/>
    <w:rsid w:val="00982BFC"/>
    <w:rsid w:val="00993EDD"/>
    <w:rsid w:val="00994621"/>
    <w:rsid w:val="009954E3"/>
    <w:rsid w:val="009A01D0"/>
    <w:rsid w:val="009A0990"/>
    <w:rsid w:val="009A2BAF"/>
    <w:rsid w:val="009A4C0B"/>
    <w:rsid w:val="009A6507"/>
    <w:rsid w:val="009A78B9"/>
    <w:rsid w:val="009B1681"/>
    <w:rsid w:val="009B5C6F"/>
    <w:rsid w:val="009B7C24"/>
    <w:rsid w:val="009C4993"/>
    <w:rsid w:val="009D459C"/>
    <w:rsid w:val="009D61BC"/>
    <w:rsid w:val="009D71E5"/>
    <w:rsid w:val="009E02AF"/>
    <w:rsid w:val="009E0569"/>
    <w:rsid w:val="009E1813"/>
    <w:rsid w:val="009E32E8"/>
    <w:rsid w:val="009E39F1"/>
    <w:rsid w:val="009E6E95"/>
    <w:rsid w:val="009F5569"/>
    <w:rsid w:val="009F5E5B"/>
    <w:rsid w:val="00A009E2"/>
    <w:rsid w:val="00A00BC0"/>
    <w:rsid w:val="00A01C7E"/>
    <w:rsid w:val="00A02FE5"/>
    <w:rsid w:val="00A035A6"/>
    <w:rsid w:val="00A14648"/>
    <w:rsid w:val="00A17044"/>
    <w:rsid w:val="00A21589"/>
    <w:rsid w:val="00A218E8"/>
    <w:rsid w:val="00A24A5C"/>
    <w:rsid w:val="00A27F01"/>
    <w:rsid w:val="00A30E8B"/>
    <w:rsid w:val="00A328A0"/>
    <w:rsid w:val="00A32935"/>
    <w:rsid w:val="00A338AC"/>
    <w:rsid w:val="00A3458B"/>
    <w:rsid w:val="00A3563D"/>
    <w:rsid w:val="00A406CD"/>
    <w:rsid w:val="00A43D93"/>
    <w:rsid w:val="00A47195"/>
    <w:rsid w:val="00A5202D"/>
    <w:rsid w:val="00A526CB"/>
    <w:rsid w:val="00A537EB"/>
    <w:rsid w:val="00A54DD9"/>
    <w:rsid w:val="00A62C51"/>
    <w:rsid w:val="00A63EE4"/>
    <w:rsid w:val="00A65085"/>
    <w:rsid w:val="00A66132"/>
    <w:rsid w:val="00A664ED"/>
    <w:rsid w:val="00A668A5"/>
    <w:rsid w:val="00A67237"/>
    <w:rsid w:val="00A71C69"/>
    <w:rsid w:val="00A735B5"/>
    <w:rsid w:val="00A74EF6"/>
    <w:rsid w:val="00A75371"/>
    <w:rsid w:val="00A80165"/>
    <w:rsid w:val="00A818BE"/>
    <w:rsid w:val="00A84C4B"/>
    <w:rsid w:val="00A84E12"/>
    <w:rsid w:val="00A92C88"/>
    <w:rsid w:val="00A92E01"/>
    <w:rsid w:val="00A95D13"/>
    <w:rsid w:val="00A96424"/>
    <w:rsid w:val="00A9736A"/>
    <w:rsid w:val="00A9791E"/>
    <w:rsid w:val="00AA1A91"/>
    <w:rsid w:val="00AA268B"/>
    <w:rsid w:val="00AA32FC"/>
    <w:rsid w:val="00AA4A3B"/>
    <w:rsid w:val="00AA54CD"/>
    <w:rsid w:val="00AA651A"/>
    <w:rsid w:val="00AB0E06"/>
    <w:rsid w:val="00AB19D1"/>
    <w:rsid w:val="00AB298D"/>
    <w:rsid w:val="00AB449B"/>
    <w:rsid w:val="00AB5348"/>
    <w:rsid w:val="00AB5998"/>
    <w:rsid w:val="00AB6BDC"/>
    <w:rsid w:val="00AB79C3"/>
    <w:rsid w:val="00AC07B4"/>
    <w:rsid w:val="00AC22CF"/>
    <w:rsid w:val="00AC2663"/>
    <w:rsid w:val="00AC4211"/>
    <w:rsid w:val="00AD0BFD"/>
    <w:rsid w:val="00AD19E9"/>
    <w:rsid w:val="00AE0121"/>
    <w:rsid w:val="00AE1451"/>
    <w:rsid w:val="00AE1B0B"/>
    <w:rsid w:val="00AE1EFB"/>
    <w:rsid w:val="00AE4C06"/>
    <w:rsid w:val="00AE69FD"/>
    <w:rsid w:val="00AF0A86"/>
    <w:rsid w:val="00AF620E"/>
    <w:rsid w:val="00AF6352"/>
    <w:rsid w:val="00AF6740"/>
    <w:rsid w:val="00B02234"/>
    <w:rsid w:val="00B03FEB"/>
    <w:rsid w:val="00B04AEB"/>
    <w:rsid w:val="00B051A0"/>
    <w:rsid w:val="00B055AC"/>
    <w:rsid w:val="00B0670B"/>
    <w:rsid w:val="00B149F9"/>
    <w:rsid w:val="00B21E3A"/>
    <w:rsid w:val="00B22096"/>
    <w:rsid w:val="00B303DC"/>
    <w:rsid w:val="00B34EB7"/>
    <w:rsid w:val="00B36569"/>
    <w:rsid w:val="00B36FD8"/>
    <w:rsid w:val="00B379F2"/>
    <w:rsid w:val="00B37BA0"/>
    <w:rsid w:val="00B4132B"/>
    <w:rsid w:val="00B42129"/>
    <w:rsid w:val="00B4656D"/>
    <w:rsid w:val="00B4752E"/>
    <w:rsid w:val="00B5072C"/>
    <w:rsid w:val="00B53CB9"/>
    <w:rsid w:val="00B559C7"/>
    <w:rsid w:val="00B55BEA"/>
    <w:rsid w:val="00B61B26"/>
    <w:rsid w:val="00B630BA"/>
    <w:rsid w:val="00B64685"/>
    <w:rsid w:val="00B712CA"/>
    <w:rsid w:val="00B714BD"/>
    <w:rsid w:val="00B7249C"/>
    <w:rsid w:val="00B72C52"/>
    <w:rsid w:val="00B74F3D"/>
    <w:rsid w:val="00B82198"/>
    <w:rsid w:val="00B83F47"/>
    <w:rsid w:val="00B84315"/>
    <w:rsid w:val="00B846D3"/>
    <w:rsid w:val="00B84EA5"/>
    <w:rsid w:val="00B91621"/>
    <w:rsid w:val="00BA2B0A"/>
    <w:rsid w:val="00BA4CE0"/>
    <w:rsid w:val="00BA528B"/>
    <w:rsid w:val="00BA7A9D"/>
    <w:rsid w:val="00BB29D3"/>
    <w:rsid w:val="00BB2C79"/>
    <w:rsid w:val="00BB2E02"/>
    <w:rsid w:val="00BB7932"/>
    <w:rsid w:val="00BC19F4"/>
    <w:rsid w:val="00BC1AF5"/>
    <w:rsid w:val="00BD0EAC"/>
    <w:rsid w:val="00BD1794"/>
    <w:rsid w:val="00BD2284"/>
    <w:rsid w:val="00BD3A2C"/>
    <w:rsid w:val="00BD6CEE"/>
    <w:rsid w:val="00BD7923"/>
    <w:rsid w:val="00BE00E2"/>
    <w:rsid w:val="00BE0947"/>
    <w:rsid w:val="00BE32B6"/>
    <w:rsid w:val="00BE38EE"/>
    <w:rsid w:val="00BE4799"/>
    <w:rsid w:val="00BE58CF"/>
    <w:rsid w:val="00BE7B05"/>
    <w:rsid w:val="00BF2367"/>
    <w:rsid w:val="00BF2A92"/>
    <w:rsid w:val="00BF57C0"/>
    <w:rsid w:val="00C007AE"/>
    <w:rsid w:val="00C00B9A"/>
    <w:rsid w:val="00C03453"/>
    <w:rsid w:val="00C03E97"/>
    <w:rsid w:val="00C051C5"/>
    <w:rsid w:val="00C057B3"/>
    <w:rsid w:val="00C0638F"/>
    <w:rsid w:val="00C13A25"/>
    <w:rsid w:val="00C1674C"/>
    <w:rsid w:val="00C22327"/>
    <w:rsid w:val="00C231FB"/>
    <w:rsid w:val="00C24889"/>
    <w:rsid w:val="00C24FF2"/>
    <w:rsid w:val="00C2585F"/>
    <w:rsid w:val="00C2618A"/>
    <w:rsid w:val="00C34149"/>
    <w:rsid w:val="00C34C55"/>
    <w:rsid w:val="00C355F4"/>
    <w:rsid w:val="00C35AC7"/>
    <w:rsid w:val="00C36F29"/>
    <w:rsid w:val="00C40756"/>
    <w:rsid w:val="00C41046"/>
    <w:rsid w:val="00C43B4B"/>
    <w:rsid w:val="00C45D75"/>
    <w:rsid w:val="00C51588"/>
    <w:rsid w:val="00C51746"/>
    <w:rsid w:val="00C51A42"/>
    <w:rsid w:val="00C52001"/>
    <w:rsid w:val="00C5385F"/>
    <w:rsid w:val="00C5392B"/>
    <w:rsid w:val="00C53B58"/>
    <w:rsid w:val="00C64546"/>
    <w:rsid w:val="00C663EE"/>
    <w:rsid w:val="00C664A4"/>
    <w:rsid w:val="00C67982"/>
    <w:rsid w:val="00C721C8"/>
    <w:rsid w:val="00C73E0A"/>
    <w:rsid w:val="00C76579"/>
    <w:rsid w:val="00C770C0"/>
    <w:rsid w:val="00C80240"/>
    <w:rsid w:val="00C80E1E"/>
    <w:rsid w:val="00C81232"/>
    <w:rsid w:val="00C816D4"/>
    <w:rsid w:val="00C85EB1"/>
    <w:rsid w:val="00C86087"/>
    <w:rsid w:val="00C86698"/>
    <w:rsid w:val="00C8743A"/>
    <w:rsid w:val="00C90119"/>
    <w:rsid w:val="00C92C27"/>
    <w:rsid w:val="00C946FB"/>
    <w:rsid w:val="00C964D2"/>
    <w:rsid w:val="00CA24F5"/>
    <w:rsid w:val="00CA4069"/>
    <w:rsid w:val="00CA6032"/>
    <w:rsid w:val="00CA6549"/>
    <w:rsid w:val="00CB07F9"/>
    <w:rsid w:val="00CB0B4F"/>
    <w:rsid w:val="00CB2B24"/>
    <w:rsid w:val="00CB6444"/>
    <w:rsid w:val="00CB6B2F"/>
    <w:rsid w:val="00CC07B0"/>
    <w:rsid w:val="00CC1C5F"/>
    <w:rsid w:val="00CC2953"/>
    <w:rsid w:val="00CC4A94"/>
    <w:rsid w:val="00CC7BC6"/>
    <w:rsid w:val="00CD0044"/>
    <w:rsid w:val="00CE0459"/>
    <w:rsid w:val="00CE0CC7"/>
    <w:rsid w:val="00CE1495"/>
    <w:rsid w:val="00CE176D"/>
    <w:rsid w:val="00CE733F"/>
    <w:rsid w:val="00CE7E19"/>
    <w:rsid w:val="00CF2441"/>
    <w:rsid w:val="00CF24B7"/>
    <w:rsid w:val="00CF2674"/>
    <w:rsid w:val="00CF3441"/>
    <w:rsid w:val="00CF5C6E"/>
    <w:rsid w:val="00CF7351"/>
    <w:rsid w:val="00D079AD"/>
    <w:rsid w:val="00D13773"/>
    <w:rsid w:val="00D1520A"/>
    <w:rsid w:val="00D1567A"/>
    <w:rsid w:val="00D2520B"/>
    <w:rsid w:val="00D25CE2"/>
    <w:rsid w:val="00D2666F"/>
    <w:rsid w:val="00D268DC"/>
    <w:rsid w:val="00D27D13"/>
    <w:rsid w:val="00D311D1"/>
    <w:rsid w:val="00D323A7"/>
    <w:rsid w:val="00D32D7C"/>
    <w:rsid w:val="00D330A0"/>
    <w:rsid w:val="00D330C3"/>
    <w:rsid w:val="00D3559A"/>
    <w:rsid w:val="00D35FA9"/>
    <w:rsid w:val="00D36616"/>
    <w:rsid w:val="00D368F9"/>
    <w:rsid w:val="00D37B92"/>
    <w:rsid w:val="00D40EC5"/>
    <w:rsid w:val="00D423E0"/>
    <w:rsid w:val="00D42753"/>
    <w:rsid w:val="00D4707A"/>
    <w:rsid w:val="00D502E4"/>
    <w:rsid w:val="00D51421"/>
    <w:rsid w:val="00D51992"/>
    <w:rsid w:val="00D53DB9"/>
    <w:rsid w:val="00D60BCC"/>
    <w:rsid w:val="00D61C71"/>
    <w:rsid w:val="00D620A2"/>
    <w:rsid w:val="00D639C6"/>
    <w:rsid w:val="00D64B3A"/>
    <w:rsid w:val="00D66315"/>
    <w:rsid w:val="00D705F7"/>
    <w:rsid w:val="00D73E3E"/>
    <w:rsid w:val="00D74193"/>
    <w:rsid w:val="00D77AF1"/>
    <w:rsid w:val="00D81406"/>
    <w:rsid w:val="00D8199D"/>
    <w:rsid w:val="00D8715A"/>
    <w:rsid w:val="00D877F1"/>
    <w:rsid w:val="00D90247"/>
    <w:rsid w:val="00D90E3B"/>
    <w:rsid w:val="00D93B65"/>
    <w:rsid w:val="00D9485E"/>
    <w:rsid w:val="00DA11F5"/>
    <w:rsid w:val="00DA3140"/>
    <w:rsid w:val="00DA5FE8"/>
    <w:rsid w:val="00DA72C4"/>
    <w:rsid w:val="00DB1ADA"/>
    <w:rsid w:val="00DB23A1"/>
    <w:rsid w:val="00DB260B"/>
    <w:rsid w:val="00DB538B"/>
    <w:rsid w:val="00DB696E"/>
    <w:rsid w:val="00DB7F9E"/>
    <w:rsid w:val="00DC269C"/>
    <w:rsid w:val="00DC2FE9"/>
    <w:rsid w:val="00DC474F"/>
    <w:rsid w:val="00DD06D6"/>
    <w:rsid w:val="00DD1368"/>
    <w:rsid w:val="00DD324E"/>
    <w:rsid w:val="00DD352F"/>
    <w:rsid w:val="00DD634C"/>
    <w:rsid w:val="00DD7908"/>
    <w:rsid w:val="00DD7C3B"/>
    <w:rsid w:val="00DD7F97"/>
    <w:rsid w:val="00DE1A7E"/>
    <w:rsid w:val="00DE6CC0"/>
    <w:rsid w:val="00DF0C1A"/>
    <w:rsid w:val="00DF44E2"/>
    <w:rsid w:val="00DF562C"/>
    <w:rsid w:val="00DF7B27"/>
    <w:rsid w:val="00E0384F"/>
    <w:rsid w:val="00E04989"/>
    <w:rsid w:val="00E1150A"/>
    <w:rsid w:val="00E11D13"/>
    <w:rsid w:val="00E17841"/>
    <w:rsid w:val="00E20CEF"/>
    <w:rsid w:val="00E221A7"/>
    <w:rsid w:val="00E31D88"/>
    <w:rsid w:val="00E32481"/>
    <w:rsid w:val="00E33E49"/>
    <w:rsid w:val="00E350D8"/>
    <w:rsid w:val="00E414FD"/>
    <w:rsid w:val="00E426AD"/>
    <w:rsid w:val="00E4329C"/>
    <w:rsid w:val="00E50C97"/>
    <w:rsid w:val="00E557E3"/>
    <w:rsid w:val="00E5668A"/>
    <w:rsid w:val="00E606D4"/>
    <w:rsid w:val="00E6252D"/>
    <w:rsid w:val="00E63CCB"/>
    <w:rsid w:val="00E666FF"/>
    <w:rsid w:val="00E66758"/>
    <w:rsid w:val="00E66C97"/>
    <w:rsid w:val="00E66ED4"/>
    <w:rsid w:val="00E66F0B"/>
    <w:rsid w:val="00E74CBA"/>
    <w:rsid w:val="00E76695"/>
    <w:rsid w:val="00E7776E"/>
    <w:rsid w:val="00E805BF"/>
    <w:rsid w:val="00E86683"/>
    <w:rsid w:val="00E90B7B"/>
    <w:rsid w:val="00E93516"/>
    <w:rsid w:val="00E9415A"/>
    <w:rsid w:val="00E94885"/>
    <w:rsid w:val="00E961C8"/>
    <w:rsid w:val="00E970C9"/>
    <w:rsid w:val="00EA04B9"/>
    <w:rsid w:val="00EA1E5E"/>
    <w:rsid w:val="00EA464C"/>
    <w:rsid w:val="00EA4FD5"/>
    <w:rsid w:val="00EB230C"/>
    <w:rsid w:val="00EB322D"/>
    <w:rsid w:val="00EB3A79"/>
    <w:rsid w:val="00EB3EC7"/>
    <w:rsid w:val="00EB54A9"/>
    <w:rsid w:val="00EB5F58"/>
    <w:rsid w:val="00EB7BC3"/>
    <w:rsid w:val="00EC0114"/>
    <w:rsid w:val="00EC152C"/>
    <w:rsid w:val="00EC2413"/>
    <w:rsid w:val="00EC3578"/>
    <w:rsid w:val="00EC5056"/>
    <w:rsid w:val="00EC60AE"/>
    <w:rsid w:val="00ED142F"/>
    <w:rsid w:val="00ED3BDE"/>
    <w:rsid w:val="00EE0E57"/>
    <w:rsid w:val="00EE2654"/>
    <w:rsid w:val="00EE29AF"/>
    <w:rsid w:val="00EE498D"/>
    <w:rsid w:val="00EF0C30"/>
    <w:rsid w:val="00EF2AE3"/>
    <w:rsid w:val="00EF3FE7"/>
    <w:rsid w:val="00EF6CD5"/>
    <w:rsid w:val="00F04020"/>
    <w:rsid w:val="00F04FC8"/>
    <w:rsid w:val="00F05EC9"/>
    <w:rsid w:val="00F077E7"/>
    <w:rsid w:val="00F10B76"/>
    <w:rsid w:val="00F11684"/>
    <w:rsid w:val="00F147A5"/>
    <w:rsid w:val="00F16741"/>
    <w:rsid w:val="00F20613"/>
    <w:rsid w:val="00F20C8C"/>
    <w:rsid w:val="00F22DE1"/>
    <w:rsid w:val="00F23414"/>
    <w:rsid w:val="00F24121"/>
    <w:rsid w:val="00F31E27"/>
    <w:rsid w:val="00F35164"/>
    <w:rsid w:val="00F360FA"/>
    <w:rsid w:val="00F37B14"/>
    <w:rsid w:val="00F40E6F"/>
    <w:rsid w:val="00F4370C"/>
    <w:rsid w:val="00F45449"/>
    <w:rsid w:val="00F4648F"/>
    <w:rsid w:val="00F47556"/>
    <w:rsid w:val="00F56B69"/>
    <w:rsid w:val="00F60214"/>
    <w:rsid w:val="00F603EA"/>
    <w:rsid w:val="00F61A8A"/>
    <w:rsid w:val="00F66118"/>
    <w:rsid w:val="00F709D0"/>
    <w:rsid w:val="00F71280"/>
    <w:rsid w:val="00F73A8B"/>
    <w:rsid w:val="00F743C2"/>
    <w:rsid w:val="00F75739"/>
    <w:rsid w:val="00F7769D"/>
    <w:rsid w:val="00F809AD"/>
    <w:rsid w:val="00F80B42"/>
    <w:rsid w:val="00F835CB"/>
    <w:rsid w:val="00F90DA1"/>
    <w:rsid w:val="00F90EBD"/>
    <w:rsid w:val="00F9196F"/>
    <w:rsid w:val="00F9215C"/>
    <w:rsid w:val="00F932E8"/>
    <w:rsid w:val="00F93E21"/>
    <w:rsid w:val="00F9409D"/>
    <w:rsid w:val="00F96108"/>
    <w:rsid w:val="00FA084B"/>
    <w:rsid w:val="00FA42FA"/>
    <w:rsid w:val="00FA4C8D"/>
    <w:rsid w:val="00FA7335"/>
    <w:rsid w:val="00FA78A5"/>
    <w:rsid w:val="00FB256E"/>
    <w:rsid w:val="00FC3F9D"/>
    <w:rsid w:val="00FC4876"/>
    <w:rsid w:val="00FC7412"/>
    <w:rsid w:val="00FD291A"/>
    <w:rsid w:val="00FD6007"/>
    <w:rsid w:val="00FD7045"/>
    <w:rsid w:val="00FE049D"/>
    <w:rsid w:val="00FE0C8E"/>
    <w:rsid w:val="00FE19A5"/>
    <w:rsid w:val="00FE2C7A"/>
    <w:rsid w:val="00FE34DB"/>
    <w:rsid w:val="00FF00E9"/>
    <w:rsid w:val="00FF2910"/>
    <w:rsid w:val="00FF3D85"/>
    <w:rsid w:val="00FF6F12"/>
    <w:rsid w:val="00FF70F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F60"/>
    <w:rPr>
      <w:sz w:val="24"/>
      <w:szCs w:val="24"/>
      <w:lang w:val="ru-RU" w:eastAsia="ru-RU"/>
    </w:rPr>
  </w:style>
  <w:style w:type="paragraph" w:styleId="Heading1">
    <w:name w:val="heading 1"/>
    <w:basedOn w:val="Normal"/>
    <w:next w:val="Normal"/>
    <w:link w:val="Heading1Char"/>
    <w:uiPriority w:val="99"/>
    <w:qFormat/>
    <w:rsid w:val="00E350D8"/>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uiPriority w:val="99"/>
    <w:qFormat/>
    <w:rsid w:val="00593081"/>
    <w:pPr>
      <w:keepNext/>
      <w:jc w:val="both"/>
      <w:outlineLvl w:val="1"/>
    </w:pPr>
    <w:rPr>
      <w:sz w:val="32"/>
      <w:szCs w:val="20"/>
      <w:lang w:val="uk-UA"/>
    </w:rPr>
  </w:style>
  <w:style w:type="paragraph" w:styleId="Heading5">
    <w:name w:val="heading 5"/>
    <w:basedOn w:val="Normal"/>
    <w:next w:val="Normal"/>
    <w:link w:val="Heading5Char"/>
    <w:uiPriority w:val="99"/>
    <w:qFormat/>
    <w:rsid w:val="00E350D8"/>
    <w:pPr>
      <w:spacing w:before="240" w:after="60"/>
      <w:outlineLvl w:val="4"/>
    </w:pPr>
    <w:rPr>
      <w:rFonts w:ascii="Calibri" w:hAnsi="Calibri"/>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350D8"/>
    <w:rPr>
      <w:rFonts w:ascii="Calibri Light" w:hAnsi="Calibri Light" w:cs="Times New Roman"/>
      <w:b/>
      <w:kern w:val="32"/>
      <w:sz w:val="32"/>
      <w:lang w:val="ru-RU" w:eastAsia="ru-RU"/>
    </w:rPr>
  </w:style>
  <w:style w:type="character" w:customStyle="1" w:styleId="Heading2Char">
    <w:name w:val="Heading 2 Char"/>
    <w:basedOn w:val="DefaultParagraphFont"/>
    <w:link w:val="Heading2"/>
    <w:uiPriority w:val="99"/>
    <w:locked/>
    <w:rsid w:val="00593081"/>
    <w:rPr>
      <w:rFonts w:cs="Times New Roman"/>
      <w:sz w:val="32"/>
    </w:rPr>
  </w:style>
  <w:style w:type="character" w:customStyle="1" w:styleId="Heading5Char">
    <w:name w:val="Heading 5 Char"/>
    <w:basedOn w:val="DefaultParagraphFont"/>
    <w:link w:val="Heading5"/>
    <w:uiPriority w:val="99"/>
    <w:semiHidden/>
    <w:locked/>
    <w:rsid w:val="00E350D8"/>
    <w:rPr>
      <w:rFonts w:ascii="Calibri" w:hAnsi="Calibri" w:cs="Times New Roman"/>
      <w:b/>
      <w:i/>
      <w:sz w:val="26"/>
      <w:lang w:val="ru-RU" w:eastAsia="ru-RU"/>
    </w:rPr>
  </w:style>
  <w:style w:type="character" w:styleId="CommentReference">
    <w:name w:val="annotation reference"/>
    <w:basedOn w:val="DefaultParagraphFont"/>
    <w:uiPriority w:val="99"/>
    <w:semiHidden/>
    <w:rsid w:val="003650A4"/>
    <w:rPr>
      <w:rFonts w:cs="Times New Roman"/>
      <w:sz w:val="16"/>
    </w:rPr>
  </w:style>
  <w:style w:type="paragraph" w:styleId="CommentText">
    <w:name w:val="annotation text"/>
    <w:basedOn w:val="Normal"/>
    <w:link w:val="CommentTextChar"/>
    <w:uiPriority w:val="99"/>
    <w:semiHidden/>
    <w:rsid w:val="003650A4"/>
    <w:rPr>
      <w:sz w:val="20"/>
      <w:szCs w:val="20"/>
    </w:rPr>
  </w:style>
  <w:style w:type="character" w:customStyle="1" w:styleId="CommentTextChar">
    <w:name w:val="Comment Text Char"/>
    <w:basedOn w:val="DefaultParagraphFont"/>
    <w:link w:val="CommentText"/>
    <w:uiPriority w:val="99"/>
    <w:semiHidden/>
    <w:locked/>
    <w:rsid w:val="00096473"/>
    <w:rPr>
      <w:rFonts w:cs="Times New Roman"/>
      <w:sz w:val="20"/>
      <w:szCs w:val="20"/>
      <w:lang w:val="ru-RU" w:eastAsia="ru-RU"/>
    </w:rPr>
  </w:style>
  <w:style w:type="paragraph" w:styleId="CommentSubject">
    <w:name w:val="annotation subject"/>
    <w:basedOn w:val="CommentText"/>
    <w:next w:val="CommentText"/>
    <w:link w:val="CommentSubjectChar"/>
    <w:uiPriority w:val="99"/>
    <w:semiHidden/>
    <w:rsid w:val="003650A4"/>
    <w:rPr>
      <w:b/>
      <w:bCs/>
    </w:rPr>
  </w:style>
  <w:style w:type="character" w:customStyle="1" w:styleId="CommentSubjectChar">
    <w:name w:val="Comment Subject Char"/>
    <w:basedOn w:val="CommentTextChar"/>
    <w:link w:val="CommentSubject"/>
    <w:uiPriority w:val="99"/>
    <w:semiHidden/>
    <w:locked/>
    <w:rsid w:val="00096473"/>
    <w:rPr>
      <w:b/>
      <w:bCs/>
    </w:rPr>
  </w:style>
  <w:style w:type="paragraph" w:styleId="BalloonText">
    <w:name w:val="Balloon Text"/>
    <w:basedOn w:val="Normal"/>
    <w:link w:val="BalloonTextChar"/>
    <w:uiPriority w:val="99"/>
    <w:semiHidden/>
    <w:rsid w:val="003650A4"/>
    <w:rPr>
      <w:rFonts w:ascii="Tahoma" w:hAnsi="Tahoma"/>
      <w:sz w:val="16"/>
      <w:szCs w:val="16"/>
      <w:lang w:val="uk-UA"/>
    </w:rPr>
  </w:style>
  <w:style w:type="character" w:customStyle="1" w:styleId="BalloonTextChar">
    <w:name w:val="Balloon Text Char"/>
    <w:basedOn w:val="DefaultParagraphFont"/>
    <w:link w:val="BalloonText"/>
    <w:uiPriority w:val="99"/>
    <w:semiHidden/>
    <w:locked/>
    <w:rsid w:val="00FA084B"/>
    <w:rPr>
      <w:rFonts w:ascii="Tahoma" w:hAnsi="Tahoma" w:cs="Times New Roman"/>
      <w:sz w:val="16"/>
    </w:rPr>
  </w:style>
  <w:style w:type="paragraph" w:customStyle="1" w:styleId="a">
    <w:name w:val="Знак Знак Знак Знак Знак Знак Знак Знак"/>
    <w:basedOn w:val="Normal"/>
    <w:uiPriority w:val="99"/>
    <w:rsid w:val="008D570C"/>
    <w:pPr>
      <w:ind w:firstLine="720"/>
    </w:pPr>
    <w:rPr>
      <w:rFonts w:ascii="Verdana" w:hAnsi="Verdana" w:cs="Verdana"/>
      <w:sz w:val="20"/>
      <w:szCs w:val="20"/>
      <w:lang w:val="en-US" w:eastAsia="en-US"/>
    </w:rPr>
  </w:style>
  <w:style w:type="paragraph" w:styleId="HTMLPreformatted">
    <w:name w:val="HTML Preformatted"/>
    <w:basedOn w:val="Normal"/>
    <w:link w:val="HTMLPreformattedChar"/>
    <w:uiPriority w:val="99"/>
    <w:rsid w:val="00044D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uk-UA"/>
    </w:rPr>
  </w:style>
  <w:style w:type="character" w:customStyle="1" w:styleId="HTMLPreformattedChar">
    <w:name w:val="HTML Preformatted Char"/>
    <w:basedOn w:val="DefaultParagraphFont"/>
    <w:link w:val="HTMLPreformatted"/>
    <w:uiPriority w:val="99"/>
    <w:locked/>
    <w:rsid w:val="00044D4D"/>
    <w:rPr>
      <w:rFonts w:ascii="Courier New" w:hAnsi="Courier New" w:cs="Times New Roman"/>
    </w:rPr>
  </w:style>
  <w:style w:type="character" w:customStyle="1" w:styleId="rvts23">
    <w:name w:val="rvts23"/>
    <w:uiPriority w:val="99"/>
    <w:rsid w:val="004D701C"/>
  </w:style>
  <w:style w:type="character" w:customStyle="1" w:styleId="apple-converted-space">
    <w:name w:val="apple-converted-space"/>
    <w:uiPriority w:val="99"/>
    <w:rsid w:val="004D701C"/>
  </w:style>
  <w:style w:type="paragraph" w:customStyle="1" w:styleId="a0">
    <w:name w:val="Знак Знак"/>
    <w:basedOn w:val="Normal"/>
    <w:uiPriority w:val="99"/>
    <w:rsid w:val="00412238"/>
    <w:rPr>
      <w:rFonts w:ascii="Verdana" w:eastAsia="MS Mincho" w:hAnsi="Verdana" w:cs="Verdana"/>
      <w:sz w:val="20"/>
      <w:szCs w:val="20"/>
      <w:lang w:val="en-US" w:eastAsia="en-US"/>
    </w:rPr>
  </w:style>
  <w:style w:type="paragraph" w:customStyle="1" w:styleId="a1">
    <w:name w:val="Знак Знак Знак Знак Знак Знак Знак Знак Знак Знак Знак Знак Знак Знак Знак Знак"/>
    <w:basedOn w:val="Normal"/>
    <w:uiPriority w:val="99"/>
    <w:rsid w:val="00216936"/>
    <w:rPr>
      <w:rFonts w:ascii="Verdana" w:hAnsi="Verdana" w:cs="Verdana"/>
      <w:sz w:val="20"/>
      <w:szCs w:val="20"/>
      <w:lang w:val="en-US" w:eastAsia="en-US"/>
    </w:rPr>
  </w:style>
  <w:style w:type="paragraph" w:customStyle="1" w:styleId="a2">
    <w:name w:val="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3B1B70"/>
    <w:rPr>
      <w:rFonts w:ascii="Verdana" w:hAnsi="Verdana" w:cs="Verdana"/>
      <w:sz w:val="20"/>
      <w:szCs w:val="20"/>
      <w:lang w:val="en-US" w:eastAsia="en-US"/>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1A08E7"/>
    <w:rPr>
      <w:rFonts w:ascii="Verdana" w:hAnsi="Verdana" w:cs="Verdana"/>
      <w:sz w:val="20"/>
      <w:szCs w:val="20"/>
      <w:lang w:val="en-US" w:eastAsia="en-US"/>
    </w:rPr>
  </w:style>
  <w:style w:type="paragraph" w:customStyle="1" w:styleId="a4">
    <w:name w:val="Знак Знак Знак Знак Знак Знак Знак Знак Знак"/>
    <w:basedOn w:val="Normal"/>
    <w:uiPriority w:val="99"/>
    <w:rsid w:val="00FC7412"/>
    <w:rPr>
      <w:rFonts w:ascii="Verdana" w:hAnsi="Verdana" w:cs="Verdana"/>
      <w:sz w:val="20"/>
      <w:szCs w:val="20"/>
      <w:lang w:val="en-US" w:eastAsia="en-US"/>
    </w:rPr>
  </w:style>
  <w:style w:type="character" w:styleId="Hyperlink">
    <w:name w:val="Hyperlink"/>
    <w:basedOn w:val="DefaultParagraphFont"/>
    <w:uiPriority w:val="99"/>
    <w:rsid w:val="00876B52"/>
    <w:rPr>
      <w:rFonts w:cs="Times New Roman"/>
      <w:color w:val="0000FF"/>
      <w:u w:val="single"/>
    </w:rPr>
  </w:style>
  <w:style w:type="paragraph" w:styleId="Header">
    <w:name w:val="header"/>
    <w:basedOn w:val="Normal"/>
    <w:link w:val="HeaderChar"/>
    <w:uiPriority w:val="99"/>
    <w:rsid w:val="00B36569"/>
    <w:pPr>
      <w:tabs>
        <w:tab w:val="center" w:pos="4677"/>
        <w:tab w:val="right" w:pos="9355"/>
      </w:tabs>
    </w:pPr>
    <w:rPr>
      <w:lang w:val="uk-UA"/>
    </w:rPr>
  </w:style>
  <w:style w:type="character" w:customStyle="1" w:styleId="HeaderChar">
    <w:name w:val="Header Char"/>
    <w:basedOn w:val="DefaultParagraphFont"/>
    <w:link w:val="Header"/>
    <w:uiPriority w:val="99"/>
    <w:locked/>
    <w:rsid w:val="00B36569"/>
    <w:rPr>
      <w:rFonts w:cs="Times New Roman"/>
      <w:sz w:val="24"/>
    </w:rPr>
  </w:style>
  <w:style w:type="paragraph" w:styleId="Footer">
    <w:name w:val="footer"/>
    <w:basedOn w:val="Normal"/>
    <w:link w:val="FooterChar"/>
    <w:uiPriority w:val="99"/>
    <w:rsid w:val="00B36569"/>
    <w:pPr>
      <w:tabs>
        <w:tab w:val="center" w:pos="4677"/>
        <w:tab w:val="right" w:pos="9355"/>
      </w:tabs>
    </w:pPr>
    <w:rPr>
      <w:lang w:val="uk-UA"/>
    </w:rPr>
  </w:style>
  <w:style w:type="character" w:customStyle="1" w:styleId="FooterChar">
    <w:name w:val="Footer Char"/>
    <w:basedOn w:val="DefaultParagraphFont"/>
    <w:link w:val="Footer"/>
    <w:uiPriority w:val="99"/>
    <w:locked/>
    <w:rsid w:val="00B36569"/>
    <w:rPr>
      <w:rFonts w:cs="Times New Roman"/>
      <w:sz w:val="24"/>
    </w:rPr>
  </w:style>
  <w:style w:type="paragraph" w:styleId="BodyText">
    <w:name w:val="Body Text"/>
    <w:basedOn w:val="Normal"/>
    <w:link w:val="BodyTextChar"/>
    <w:uiPriority w:val="99"/>
    <w:rsid w:val="004D01EC"/>
    <w:pPr>
      <w:jc w:val="both"/>
    </w:pPr>
    <w:rPr>
      <w:sz w:val="28"/>
      <w:szCs w:val="20"/>
      <w:lang w:val="uk-UA"/>
    </w:rPr>
  </w:style>
  <w:style w:type="character" w:customStyle="1" w:styleId="BodyTextChar">
    <w:name w:val="Body Text Char"/>
    <w:basedOn w:val="DefaultParagraphFont"/>
    <w:link w:val="BodyText"/>
    <w:uiPriority w:val="99"/>
    <w:locked/>
    <w:rsid w:val="004D01EC"/>
    <w:rPr>
      <w:rFonts w:cs="Times New Roman"/>
      <w:sz w:val="28"/>
      <w:lang w:val="uk-UA"/>
    </w:rPr>
  </w:style>
  <w:style w:type="paragraph" w:styleId="NoSpacing">
    <w:name w:val="No Spacing"/>
    <w:uiPriority w:val="99"/>
    <w:qFormat/>
    <w:rsid w:val="00750E9C"/>
    <w:rPr>
      <w:rFonts w:ascii="Calibri" w:hAnsi="Calibri"/>
      <w:lang w:val="ru-RU" w:eastAsia="en-US"/>
    </w:rPr>
  </w:style>
  <w:style w:type="character" w:customStyle="1" w:styleId="rvts82">
    <w:name w:val="rvts82"/>
    <w:uiPriority w:val="99"/>
    <w:rsid w:val="00FA084B"/>
  </w:style>
  <w:style w:type="paragraph" w:customStyle="1" w:styleId="2">
    <w:name w:val="Знак Знак2"/>
    <w:basedOn w:val="Normal"/>
    <w:uiPriority w:val="99"/>
    <w:rsid w:val="006535BC"/>
    <w:rPr>
      <w:rFonts w:ascii="Verdana" w:hAnsi="Verdana" w:cs="Verdana"/>
      <w:sz w:val="20"/>
      <w:szCs w:val="20"/>
      <w:lang w:val="en-US" w:eastAsia="en-US"/>
    </w:rPr>
  </w:style>
  <w:style w:type="paragraph" w:customStyle="1" w:styleId="ShapkaDocumentu">
    <w:name w:val="Shapka Documentu"/>
    <w:basedOn w:val="Normal"/>
    <w:uiPriority w:val="99"/>
    <w:rsid w:val="00D3559A"/>
    <w:pPr>
      <w:keepNext/>
      <w:keepLines/>
      <w:spacing w:after="240"/>
      <w:ind w:left="3969"/>
      <w:jc w:val="center"/>
    </w:pPr>
    <w:rPr>
      <w:rFonts w:ascii="Antiqua" w:hAnsi="Antiqua"/>
      <w:sz w:val="26"/>
      <w:szCs w:val="20"/>
      <w:lang w:val="uk-UA"/>
    </w:rPr>
  </w:style>
  <w:style w:type="paragraph" w:customStyle="1" w:styleId="EMPTYCELLSTYLE">
    <w:name w:val="EMPTY_CELL_STYLE"/>
    <w:uiPriority w:val="99"/>
    <w:rsid w:val="000D3BCD"/>
    <w:rPr>
      <w:sz w:val="2"/>
      <w:szCs w:val="20"/>
      <w:lang w:val="ru-RU" w:eastAsia="ru-RU"/>
    </w:rPr>
  </w:style>
  <w:style w:type="character" w:styleId="Strong">
    <w:name w:val="Strong"/>
    <w:basedOn w:val="DefaultParagraphFont"/>
    <w:uiPriority w:val="99"/>
    <w:qFormat/>
    <w:rsid w:val="00D64B3A"/>
    <w:rPr>
      <w:rFonts w:cs="Times New Roman"/>
      <w:b/>
    </w:rPr>
  </w:style>
  <w:style w:type="paragraph" w:styleId="ListParagraph">
    <w:name w:val="List Paragraph"/>
    <w:basedOn w:val="Normal"/>
    <w:uiPriority w:val="99"/>
    <w:qFormat/>
    <w:rsid w:val="00905F9C"/>
    <w:pPr>
      <w:ind w:left="720"/>
      <w:contextualSpacing/>
    </w:pPr>
  </w:style>
  <w:style w:type="paragraph" w:customStyle="1" w:styleId="msonormalcxspmiddle">
    <w:name w:val="msonormalcxspmiddle"/>
    <w:basedOn w:val="Normal"/>
    <w:uiPriority w:val="99"/>
    <w:rsid w:val="00D330A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911186730">
      <w:marLeft w:val="0"/>
      <w:marRight w:val="0"/>
      <w:marTop w:val="0"/>
      <w:marBottom w:val="0"/>
      <w:divBdr>
        <w:top w:val="none" w:sz="0" w:space="0" w:color="auto"/>
        <w:left w:val="none" w:sz="0" w:space="0" w:color="auto"/>
        <w:bottom w:val="none" w:sz="0" w:space="0" w:color="auto"/>
        <w:right w:val="none" w:sz="0" w:space="0" w:color="auto"/>
      </w:divBdr>
    </w:div>
    <w:div w:id="1911186731">
      <w:marLeft w:val="0"/>
      <w:marRight w:val="0"/>
      <w:marTop w:val="0"/>
      <w:marBottom w:val="0"/>
      <w:divBdr>
        <w:top w:val="none" w:sz="0" w:space="0" w:color="auto"/>
        <w:left w:val="none" w:sz="0" w:space="0" w:color="auto"/>
        <w:bottom w:val="none" w:sz="0" w:space="0" w:color="auto"/>
        <w:right w:val="none" w:sz="0" w:space="0" w:color="auto"/>
      </w:divBdr>
    </w:div>
    <w:div w:id="1911186732">
      <w:marLeft w:val="0"/>
      <w:marRight w:val="0"/>
      <w:marTop w:val="0"/>
      <w:marBottom w:val="0"/>
      <w:divBdr>
        <w:top w:val="none" w:sz="0" w:space="0" w:color="auto"/>
        <w:left w:val="none" w:sz="0" w:space="0" w:color="auto"/>
        <w:bottom w:val="none" w:sz="0" w:space="0" w:color="auto"/>
        <w:right w:val="none" w:sz="0" w:space="0" w:color="auto"/>
      </w:divBdr>
    </w:div>
    <w:div w:id="1911186733">
      <w:marLeft w:val="0"/>
      <w:marRight w:val="0"/>
      <w:marTop w:val="0"/>
      <w:marBottom w:val="0"/>
      <w:divBdr>
        <w:top w:val="none" w:sz="0" w:space="0" w:color="auto"/>
        <w:left w:val="none" w:sz="0" w:space="0" w:color="auto"/>
        <w:bottom w:val="none" w:sz="0" w:space="0" w:color="auto"/>
        <w:right w:val="none" w:sz="0" w:space="0" w:color="auto"/>
      </w:divBdr>
    </w:div>
    <w:div w:id="1911186734">
      <w:marLeft w:val="0"/>
      <w:marRight w:val="0"/>
      <w:marTop w:val="0"/>
      <w:marBottom w:val="0"/>
      <w:divBdr>
        <w:top w:val="none" w:sz="0" w:space="0" w:color="auto"/>
        <w:left w:val="none" w:sz="0" w:space="0" w:color="auto"/>
        <w:bottom w:val="none" w:sz="0" w:space="0" w:color="auto"/>
        <w:right w:val="none" w:sz="0" w:space="0" w:color="auto"/>
      </w:divBdr>
    </w:div>
    <w:div w:id="1911186735">
      <w:marLeft w:val="0"/>
      <w:marRight w:val="0"/>
      <w:marTop w:val="0"/>
      <w:marBottom w:val="0"/>
      <w:divBdr>
        <w:top w:val="none" w:sz="0" w:space="0" w:color="auto"/>
        <w:left w:val="none" w:sz="0" w:space="0" w:color="auto"/>
        <w:bottom w:val="none" w:sz="0" w:space="0" w:color="auto"/>
        <w:right w:val="none" w:sz="0" w:space="0" w:color="auto"/>
      </w:divBdr>
    </w:div>
    <w:div w:id="1911186736">
      <w:marLeft w:val="0"/>
      <w:marRight w:val="0"/>
      <w:marTop w:val="0"/>
      <w:marBottom w:val="0"/>
      <w:divBdr>
        <w:top w:val="none" w:sz="0" w:space="0" w:color="auto"/>
        <w:left w:val="none" w:sz="0" w:space="0" w:color="auto"/>
        <w:bottom w:val="none" w:sz="0" w:space="0" w:color="auto"/>
        <w:right w:val="none" w:sz="0" w:space="0" w:color="auto"/>
      </w:divBdr>
    </w:div>
    <w:div w:id="1911186737">
      <w:marLeft w:val="0"/>
      <w:marRight w:val="0"/>
      <w:marTop w:val="0"/>
      <w:marBottom w:val="0"/>
      <w:divBdr>
        <w:top w:val="none" w:sz="0" w:space="0" w:color="auto"/>
        <w:left w:val="none" w:sz="0" w:space="0" w:color="auto"/>
        <w:bottom w:val="none" w:sz="0" w:space="0" w:color="auto"/>
        <w:right w:val="none" w:sz="0" w:space="0" w:color="auto"/>
      </w:divBdr>
    </w:div>
    <w:div w:id="1911186738">
      <w:marLeft w:val="0"/>
      <w:marRight w:val="0"/>
      <w:marTop w:val="0"/>
      <w:marBottom w:val="0"/>
      <w:divBdr>
        <w:top w:val="none" w:sz="0" w:space="0" w:color="auto"/>
        <w:left w:val="none" w:sz="0" w:space="0" w:color="auto"/>
        <w:bottom w:val="none" w:sz="0" w:space="0" w:color="auto"/>
        <w:right w:val="none" w:sz="0" w:space="0" w:color="auto"/>
      </w:divBdr>
    </w:div>
    <w:div w:id="1911186739">
      <w:marLeft w:val="0"/>
      <w:marRight w:val="0"/>
      <w:marTop w:val="0"/>
      <w:marBottom w:val="0"/>
      <w:divBdr>
        <w:top w:val="none" w:sz="0" w:space="0" w:color="auto"/>
        <w:left w:val="none" w:sz="0" w:space="0" w:color="auto"/>
        <w:bottom w:val="none" w:sz="0" w:space="0" w:color="auto"/>
        <w:right w:val="none" w:sz="0" w:space="0" w:color="auto"/>
      </w:divBdr>
    </w:div>
    <w:div w:id="1911186740">
      <w:marLeft w:val="0"/>
      <w:marRight w:val="0"/>
      <w:marTop w:val="0"/>
      <w:marBottom w:val="0"/>
      <w:divBdr>
        <w:top w:val="none" w:sz="0" w:space="0" w:color="auto"/>
        <w:left w:val="none" w:sz="0" w:space="0" w:color="auto"/>
        <w:bottom w:val="none" w:sz="0" w:space="0" w:color="auto"/>
        <w:right w:val="none" w:sz="0" w:space="0" w:color="auto"/>
      </w:divBdr>
    </w:div>
    <w:div w:id="1911186741">
      <w:marLeft w:val="0"/>
      <w:marRight w:val="0"/>
      <w:marTop w:val="0"/>
      <w:marBottom w:val="0"/>
      <w:divBdr>
        <w:top w:val="none" w:sz="0" w:space="0" w:color="auto"/>
        <w:left w:val="none" w:sz="0" w:space="0" w:color="auto"/>
        <w:bottom w:val="none" w:sz="0" w:space="0" w:color="auto"/>
        <w:right w:val="none" w:sz="0" w:space="0" w:color="auto"/>
      </w:divBdr>
    </w:div>
    <w:div w:id="19111867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255</TotalTime>
  <Pages>2</Pages>
  <Words>254</Words>
  <Characters>1453</Characters>
  <Application>Microsoft Office Outlook</Application>
  <DocSecurity>0</DocSecurity>
  <Lines>0</Lines>
  <Paragraphs>0</Paragraphs>
  <ScaleCrop>false</ScaleCrop>
  <Company>DCN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О З П О Р Я Д Ж Е Н Н Я  4 серпня  2007 р</dc:title>
  <dc:subject/>
  <dc:creator>DCNU</dc:creator>
  <cp:keywords/>
  <dc:description/>
  <cp:lastModifiedBy>ASUS</cp:lastModifiedBy>
  <cp:revision>14</cp:revision>
  <cp:lastPrinted>2021-04-20T08:49:00Z</cp:lastPrinted>
  <dcterms:created xsi:type="dcterms:W3CDTF">2020-09-16T05:51:00Z</dcterms:created>
  <dcterms:modified xsi:type="dcterms:W3CDTF">2021-04-20T08:49:00Z</dcterms:modified>
</cp:coreProperties>
</file>