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AC" w:rsidRDefault="00FF50AC" w:rsidP="00CD5812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</w:t>
      </w:r>
    </w:p>
    <w:p w:rsidR="00FF50AC" w:rsidRPr="00605788" w:rsidRDefault="00FF50AC" w:rsidP="00CD5812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0578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210FA4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75pt;height:44.25pt;visibility:visible">
            <v:imagedata r:id="rId5" o:title=""/>
          </v:shape>
        </w:pict>
      </w:r>
    </w:p>
    <w:p w:rsidR="00FF50AC" w:rsidRPr="00605788" w:rsidRDefault="00FF50AC" w:rsidP="00CD5812">
      <w:pPr>
        <w:pStyle w:val="Caption"/>
        <w:rPr>
          <w:b w:val="0"/>
          <w:sz w:val="24"/>
        </w:rPr>
      </w:pPr>
      <w:r w:rsidRPr="00605788">
        <w:rPr>
          <w:b w:val="0"/>
          <w:sz w:val="24"/>
        </w:rPr>
        <w:t>НАГІРЯНСЬКА СІЛЬСЬКА РАДА</w:t>
      </w:r>
    </w:p>
    <w:p w:rsidR="00FF50AC" w:rsidRPr="00605788" w:rsidRDefault="00FF50AC" w:rsidP="00CD5812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FF50AC" w:rsidRPr="00605788" w:rsidRDefault="00FF50AC" w:rsidP="00CD5812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FF50AC" w:rsidRPr="00605788" w:rsidRDefault="00FF50AC" w:rsidP="00CD5812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>ДЕВ</w:t>
      </w:r>
      <w:r w:rsidRPr="00605788">
        <w:rPr>
          <w:rFonts w:ascii="Times New Roman" w:hAnsi="Times New Roman"/>
          <w:sz w:val="24"/>
          <w:szCs w:val="24"/>
        </w:rPr>
        <w:t>’</w:t>
      </w:r>
      <w:r w:rsidRPr="00605788">
        <w:rPr>
          <w:rFonts w:ascii="Times New Roman" w:hAnsi="Times New Roman"/>
          <w:sz w:val="24"/>
          <w:szCs w:val="24"/>
          <w:lang w:val="uk-UA"/>
        </w:rPr>
        <w:t>ЯТА СЕСІЯ</w:t>
      </w:r>
    </w:p>
    <w:p w:rsidR="00FF50AC" w:rsidRPr="00605788" w:rsidRDefault="00FF50AC" w:rsidP="00CD5812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>Перше пленарне засідання</w:t>
      </w:r>
    </w:p>
    <w:p w:rsidR="00FF50AC" w:rsidRPr="00605788" w:rsidRDefault="00FF50AC" w:rsidP="0060578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FF50AC" w:rsidRDefault="00FF50AC" w:rsidP="003139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FF50AC" w:rsidRDefault="00FF50AC" w:rsidP="003139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червня 2021 року</w:t>
      </w:r>
      <w:r w:rsidRPr="006057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>45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0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6057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</w:t>
      </w:r>
    </w:p>
    <w:p w:rsidR="00FF50AC" w:rsidRPr="00605788" w:rsidRDefault="00FF50AC" w:rsidP="00313947">
      <w:pPr>
        <w:spacing w:after="0" w:line="240" w:lineRule="auto"/>
        <w:ind w:left="-900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</w:t>
      </w: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</w:t>
      </w:r>
    </w:p>
    <w:p w:rsidR="00FF50AC" w:rsidRPr="00605788" w:rsidRDefault="00FF50AC" w:rsidP="00CD581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рішення Нагірянської сільської ради</w:t>
      </w: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>від 24грудня 2020 року № 34</w:t>
      </w:r>
    </w:p>
    <w:p w:rsidR="00FF50AC" w:rsidRPr="00605788" w:rsidRDefault="00FF50AC" w:rsidP="00CD581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 Про Програму фінансування фонду </w:t>
      </w:r>
    </w:p>
    <w:p w:rsidR="00FF50AC" w:rsidRPr="00605788" w:rsidRDefault="00FF50AC" w:rsidP="00CD581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сільської ради на 2021-2025 роки </w:t>
      </w:r>
    </w:p>
    <w:p w:rsidR="00FF50AC" w:rsidRPr="00605788" w:rsidRDefault="00FF50AC" w:rsidP="00CD581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60578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допомоги»</w:t>
      </w:r>
      <w:r w:rsidRPr="00605788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</w:p>
    <w:p w:rsidR="00FF50AC" w:rsidRDefault="00FF50AC" w:rsidP="0060578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пропозиції та рекомендації </w:t>
      </w:r>
      <w:r w:rsidRPr="00605788">
        <w:rPr>
          <w:rFonts w:ascii="Times New Roman" w:hAnsi="Times New Roman"/>
          <w:sz w:val="24"/>
          <w:szCs w:val="24"/>
          <w:lang w:val="uk-UA"/>
        </w:rPr>
        <w:t>постійн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605788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605788">
        <w:rPr>
          <w:rFonts w:ascii="Times New Roman" w:hAnsi="Times New Roman"/>
          <w:sz w:val="24"/>
          <w:szCs w:val="24"/>
          <w:lang w:val="uk-UA"/>
        </w:rPr>
        <w:t xml:space="preserve">  Нагірянської сільської ради  з питань бюджету та соціально-економічного розвитку</w:t>
      </w:r>
      <w:r>
        <w:rPr>
          <w:rFonts w:ascii="Times New Roman" w:hAnsi="Times New Roman"/>
          <w:sz w:val="24"/>
          <w:szCs w:val="24"/>
          <w:lang w:val="uk-UA"/>
        </w:rPr>
        <w:t xml:space="preserve"> від 23 червня 2021 року,</w:t>
      </w:r>
      <w:r w:rsidRPr="00605788">
        <w:rPr>
          <w:rFonts w:ascii="Times New Roman" w:hAnsi="Times New Roman"/>
          <w:sz w:val="24"/>
          <w:szCs w:val="24"/>
          <w:lang w:val="uk-UA"/>
        </w:rPr>
        <w:t xml:space="preserve"> Нагірянська сільська 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FF50AC" w:rsidRDefault="00FF50AC" w:rsidP="0060578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50AC" w:rsidRPr="00605788" w:rsidRDefault="00FF50AC" w:rsidP="0060578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FF50AC" w:rsidRDefault="00FF50AC" w:rsidP="00CD5812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605788">
        <w:rPr>
          <w:rFonts w:ascii="Times New Roman" w:hAnsi="Times New Roman"/>
          <w:sz w:val="24"/>
          <w:szCs w:val="24"/>
          <w:lang w:val="uk-UA"/>
        </w:rPr>
        <w:t>Затвердити зміни до Програми фінансування фонду Нагірянської сільської ради на 2021-2025 роки для надання разової грошової допомоги  згідно з додатком 1.</w:t>
      </w:r>
    </w:p>
    <w:p w:rsidR="00FF50AC" w:rsidRPr="00605788" w:rsidRDefault="00FF50AC" w:rsidP="00CD5812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50AC" w:rsidRPr="00605788" w:rsidRDefault="00FF50AC" w:rsidP="00CD581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05788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 w:rsidRPr="00605788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FF50AC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605788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605788" w:rsidRDefault="00FF50AC" w:rsidP="00CD5812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05788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       Ігор КІНДРАТ</w:t>
      </w:r>
    </w:p>
    <w:p w:rsidR="00FF50AC" w:rsidRPr="00605788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605788" w:rsidRDefault="00FF50AC" w:rsidP="007E03B7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60578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FF50AC" w:rsidRPr="00605788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7E03B7" w:rsidRDefault="00FF50AC" w:rsidP="00CD5812">
      <w:pPr>
        <w:pStyle w:val="NoSpacing"/>
        <w:jc w:val="both"/>
      </w:pPr>
      <w:r>
        <w:rPr>
          <w:lang w:val="uk-UA"/>
        </w:rPr>
        <w:tab/>
        <w:t xml:space="preserve">                                                                                          </w:t>
      </w:r>
    </w:p>
    <w:p w:rsidR="00FF50AC" w:rsidRPr="00313947" w:rsidRDefault="00FF50AC" w:rsidP="00CD5812">
      <w:pPr>
        <w:pStyle w:val="NoSpacing"/>
        <w:jc w:val="both"/>
        <w:rPr>
          <w:lang w:val="uk-UA"/>
        </w:rPr>
      </w:pPr>
      <w:r w:rsidRPr="007E03B7">
        <w:t xml:space="preserve">                                                                                    </w:t>
      </w:r>
      <w:r>
        <w:t xml:space="preserve">                   </w:t>
      </w:r>
    </w:p>
    <w:p w:rsidR="00FF50AC" w:rsidRPr="00313947" w:rsidRDefault="00FF50AC" w:rsidP="00CD5812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CD5812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Додаток 1</w:t>
      </w:r>
    </w:p>
    <w:p w:rsidR="00FF50AC" w:rsidRPr="00313947" w:rsidRDefault="00FF50AC" w:rsidP="00CD5812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до рішення Нагірянської сільської ради</w:t>
      </w:r>
    </w:p>
    <w:p w:rsidR="00FF50AC" w:rsidRPr="00313947" w:rsidRDefault="00FF50AC" w:rsidP="00CD5812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від 23 червня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3947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50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F50AC" w:rsidRPr="00313947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CD5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313947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31394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фінансування фонду</w:t>
      </w:r>
    </w:p>
    <w:p w:rsidR="00FF50AC" w:rsidRPr="00313947" w:rsidRDefault="00FF50AC" w:rsidP="00CD5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31394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на 2021-2025 роки</w:t>
      </w:r>
    </w:p>
    <w:p w:rsidR="00FF50AC" w:rsidRPr="00313947" w:rsidRDefault="00FF50AC" w:rsidP="00CD5812">
      <w:pPr>
        <w:tabs>
          <w:tab w:val="left" w:pos="315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1394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</w:t>
      </w:r>
    </w:p>
    <w:p w:rsidR="00FF50AC" w:rsidRPr="00313947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CD5812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313947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3947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FF50AC" w:rsidRPr="00313947" w:rsidRDefault="00FF50AC" w:rsidP="00CD5812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13947">
        <w:rPr>
          <w:rFonts w:ascii="Times New Roman" w:hAnsi="Times New Roman"/>
          <w:color w:val="000000"/>
          <w:sz w:val="24"/>
          <w:szCs w:val="24"/>
          <w:lang w:val="uk-UA"/>
        </w:rPr>
        <w:t>У пункті 8. «Загальний обсяг фінансових ресурсів, необхідних для реалізації Програми - всього: 2021рік - 470 000грн.», замінити на «Загальний обсяг фінансових ресурсів, необхідних для реалізації Програми - всього: 2021рік - 488 200 грн.»</w:t>
      </w:r>
    </w:p>
    <w:p w:rsidR="00FF50AC" w:rsidRPr="00313947" w:rsidRDefault="00FF50AC" w:rsidP="00CD5812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У пункті 9.  «Коштів бюджету Нагірянської сільської ради : 2021 рік - 470 000грн.», замінити на «Коштів бюджету Нагірянської сільської ради :  2021 рік - 488 200грн.». </w:t>
      </w:r>
    </w:p>
    <w:p w:rsidR="00FF50AC" w:rsidRPr="00313947" w:rsidRDefault="00FF50AC" w:rsidP="00CD5812">
      <w:pPr>
        <w:pStyle w:val="NoSpacing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2. У розділі </w:t>
      </w:r>
      <w:r w:rsidRPr="00313947">
        <w:rPr>
          <w:rFonts w:ascii="Times New Roman" w:hAnsi="Times New Roman"/>
          <w:b/>
          <w:sz w:val="24"/>
          <w:szCs w:val="24"/>
          <w:lang w:val="uk-UA"/>
        </w:rPr>
        <w:t>ІІІ.Обгрунтування шляхів і засобів розв’язання проблеми, обсягів та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3947">
        <w:rPr>
          <w:rFonts w:ascii="Times New Roman" w:hAnsi="Times New Roman"/>
          <w:b/>
          <w:sz w:val="24"/>
          <w:szCs w:val="24"/>
          <w:lang w:val="uk-UA"/>
        </w:rPr>
        <w:t>джерел   фінансування, строки виконання Програми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F50AC" w:rsidRPr="00313947" w:rsidRDefault="00FF50AC" w:rsidP="00CD5812">
      <w:pPr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13947">
        <w:rPr>
          <w:rFonts w:ascii="Times New Roman" w:hAnsi="Times New Roman"/>
          <w:color w:val="000000"/>
          <w:sz w:val="24"/>
          <w:szCs w:val="24"/>
          <w:lang w:val="uk-UA"/>
        </w:rPr>
        <w:t xml:space="preserve">Абзац  4 «Обсяг фінансування Програми  з Нагірянського сільського бюджету становить : 2021 рік - 470 000 грн.»,  замінити на «Обсяг фінансування Програми  з Нагірянського сільського бюджету становить: 2021 рік - 488 200 грн.». </w:t>
      </w:r>
    </w:p>
    <w:p w:rsidR="00FF50AC" w:rsidRPr="00313947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CD5812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FF50AC" w:rsidRPr="00313947" w:rsidRDefault="00FF50AC" w:rsidP="00CD5812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3947">
        <w:rPr>
          <w:rFonts w:ascii="Times New Roman" w:hAnsi="Times New Roman"/>
          <w:sz w:val="24"/>
          <w:szCs w:val="24"/>
          <w:lang w:val="uk-UA"/>
        </w:rPr>
        <w:tab/>
      </w:r>
    </w:p>
    <w:p w:rsidR="00FF50AC" w:rsidRPr="00313947" w:rsidRDefault="00FF50AC" w:rsidP="00CD5812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13947">
        <w:rPr>
          <w:rFonts w:ascii="Times New Roman" w:hAnsi="Times New Roman"/>
          <w:b/>
          <w:sz w:val="24"/>
          <w:szCs w:val="24"/>
          <w:lang w:val="uk-UA"/>
        </w:rPr>
        <w:t xml:space="preserve">           Нагірянський сільський голова                                        Ігор КІНДРАТ</w:t>
      </w:r>
    </w:p>
    <w:p w:rsidR="00FF50AC" w:rsidRPr="00313947" w:rsidRDefault="00FF50AC" w:rsidP="00CD5812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313947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FF50AC" w:rsidRPr="00313947" w:rsidRDefault="00FF50AC" w:rsidP="00313947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до рішення Нагірянської сільської ради</w:t>
      </w:r>
    </w:p>
    <w:p w:rsidR="00FF50AC" w:rsidRPr="00313947" w:rsidRDefault="00FF50AC" w:rsidP="00313947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від 23 червня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3947">
        <w:rPr>
          <w:rFonts w:ascii="Times New Roman" w:hAnsi="Times New Roman"/>
          <w:sz w:val="24"/>
          <w:szCs w:val="24"/>
          <w:lang w:val="uk-UA"/>
        </w:rPr>
        <w:t>45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31394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13947">
        <w:rPr>
          <w:rFonts w:ascii="Times New Roman" w:hAnsi="Times New Roman"/>
          <w:b/>
          <w:sz w:val="24"/>
          <w:szCs w:val="24"/>
          <w:lang w:val="uk-UA"/>
        </w:rPr>
        <w:t xml:space="preserve">Зміни до </w:t>
      </w:r>
      <w:r w:rsidRPr="00313947">
        <w:rPr>
          <w:rFonts w:ascii="Times New Roman" w:hAnsi="Times New Roman"/>
          <w:b/>
          <w:sz w:val="24"/>
          <w:szCs w:val="24"/>
        </w:rPr>
        <w:t>ПОЛОЖЕННЯ</w:t>
      </w: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13947">
        <w:rPr>
          <w:rFonts w:ascii="Times New Roman" w:hAnsi="Times New Roman"/>
          <w:b/>
          <w:sz w:val="24"/>
          <w:szCs w:val="24"/>
        </w:rPr>
        <w:t>про порядок та умови надання разової грошової допомоги з фонду</w:t>
      </w: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13947">
        <w:rPr>
          <w:rFonts w:ascii="Times New Roman" w:hAnsi="Times New Roman"/>
          <w:b/>
          <w:sz w:val="24"/>
          <w:szCs w:val="24"/>
        </w:rPr>
        <w:t>Нагірянської сільської ради на 2021 – 2025 роки.</w:t>
      </w: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313947">
        <w:rPr>
          <w:rFonts w:ascii="Times New Roman" w:hAnsi="Times New Roman"/>
          <w:b/>
          <w:sz w:val="24"/>
          <w:szCs w:val="24"/>
        </w:rPr>
        <w:t>ІІ. Порядок надання разової допомоги</w:t>
      </w:r>
    </w:p>
    <w:p w:rsidR="00FF50AC" w:rsidRPr="00313947" w:rsidRDefault="00FF50AC" w:rsidP="0031394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13947">
        <w:rPr>
          <w:rFonts w:ascii="Times New Roman" w:hAnsi="Times New Roman"/>
          <w:sz w:val="24"/>
          <w:szCs w:val="24"/>
          <w:lang w:val="uk-UA"/>
        </w:rPr>
        <w:t xml:space="preserve">У пункті </w:t>
      </w:r>
      <w:r w:rsidRPr="00313947">
        <w:rPr>
          <w:rFonts w:ascii="Times New Roman" w:hAnsi="Times New Roman"/>
          <w:sz w:val="24"/>
          <w:szCs w:val="24"/>
        </w:rPr>
        <w:t xml:space="preserve">2.1. </w:t>
      </w:r>
      <w:r w:rsidRPr="00313947">
        <w:rPr>
          <w:rFonts w:ascii="Times New Roman" w:hAnsi="Times New Roman"/>
          <w:sz w:val="24"/>
          <w:szCs w:val="24"/>
          <w:lang w:val="uk-UA"/>
        </w:rPr>
        <w:t>«</w:t>
      </w:r>
      <w:r w:rsidRPr="00313947">
        <w:rPr>
          <w:rFonts w:ascii="Times New Roman" w:hAnsi="Times New Roman"/>
          <w:sz w:val="24"/>
          <w:szCs w:val="24"/>
        </w:rPr>
        <w:t>Загальна сума коштів для надання допомоги передбачена Нагірянською сільською радою в сільському бюджеті з розрахунку 10 000 гривень на рік  від одного депутата  Нагірянської сільської ради та 250 000 гривень – від Нагірянського сільського голови</w:t>
      </w:r>
      <w:r w:rsidRPr="00313947">
        <w:rPr>
          <w:rFonts w:ascii="Times New Roman" w:hAnsi="Times New Roman"/>
          <w:sz w:val="24"/>
          <w:szCs w:val="24"/>
          <w:lang w:val="uk-UA"/>
        </w:rPr>
        <w:t>» замінити на «</w:t>
      </w:r>
      <w:r w:rsidRPr="00313947">
        <w:rPr>
          <w:rFonts w:ascii="Times New Roman" w:hAnsi="Times New Roman"/>
          <w:sz w:val="24"/>
          <w:szCs w:val="24"/>
        </w:rPr>
        <w:t>Загальна сума коштів для надання допомоги передбачена Нагірянською сільською радою в сільському бюджеті з розрахунку 10 000 гривень на рік  від одного депутата  Нагірянської сільської ради та 2</w:t>
      </w:r>
      <w:r w:rsidRPr="00313947">
        <w:rPr>
          <w:rFonts w:ascii="Times New Roman" w:hAnsi="Times New Roman"/>
          <w:sz w:val="24"/>
          <w:szCs w:val="24"/>
          <w:lang w:val="uk-UA"/>
        </w:rPr>
        <w:t>68 2</w:t>
      </w:r>
      <w:r w:rsidRPr="00313947">
        <w:rPr>
          <w:rFonts w:ascii="Times New Roman" w:hAnsi="Times New Roman"/>
          <w:sz w:val="24"/>
          <w:szCs w:val="24"/>
        </w:rPr>
        <w:t>00 гривень – від Нагірянського сільського голови</w:t>
      </w:r>
      <w:r w:rsidRPr="00313947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F50AC" w:rsidRDefault="00FF50AC" w:rsidP="00313947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313947">
      <w:pPr>
        <w:rPr>
          <w:rFonts w:ascii="Times New Roman" w:hAnsi="Times New Roman"/>
          <w:sz w:val="24"/>
          <w:szCs w:val="24"/>
          <w:lang w:val="uk-UA"/>
        </w:rPr>
      </w:pPr>
    </w:p>
    <w:p w:rsidR="00FF50AC" w:rsidRPr="00313947" w:rsidRDefault="00FF50AC" w:rsidP="00BF513D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13947">
        <w:rPr>
          <w:rFonts w:ascii="Times New Roman" w:hAnsi="Times New Roman"/>
          <w:b/>
          <w:sz w:val="24"/>
          <w:szCs w:val="24"/>
          <w:lang w:val="uk-UA"/>
        </w:rPr>
        <w:t xml:space="preserve">           Нагірянський сільський голова                                        Ігор КІНДРАТ</w:t>
      </w:r>
    </w:p>
    <w:p w:rsidR="00FF50AC" w:rsidRPr="00313947" w:rsidRDefault="00FF50AC" w:rsidP="00313947">
      <w:pPr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31394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</w:t>
      </w:r>
    </w:p>
    <w:p w:rsidR="00FF50AC" w:rsidRPr="00313947" w:rsidRDefault="00FF50AC" w:rsidP="0031394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F50AC" w:rsidRPr="00313947" w:rsidRDefault="00FF50AC" w:rsidP="00313947">
      <w:pPr>
        <w:ind w:left="648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3947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</w:p>
    <w:p w:rsidR="00FF50AC" w:rsidRPr="00313947" w:rsidRDefault="00FF50AC" w:rsidP="00313947">
      <w:pPr>
        <w:ind w:left="648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50AC" w:rsidRPr="00313947" w:rsidRDefault="00FF50AC"/>
    <w:sectPr w:rsidR="00FF50AC" w:rsidRPr="00313947" w:rsidSect="006057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12"/>
    <w:rsid w:val="00037E9A"/>
    <w:rsid w:val="00086B1D"/>
    <w:rsid w:val="000B2AB2"/>
    <w:rsid w:val="00210FA4"/>
    <w:rsid w:val="002A38D8"/>
    <w:rsid w:val="002D56BF"/>
    <w:rsid w:val="00313947"/>
    <w:rsid w:val="00335FAB"/>
    <w:rsid w:val="004013E6"/>
    <w:rsid w:val="00426233"/>
    <w:rsid w:val="005120D0"/>
    <w:rsid w:val="00605788"/>
    <w:rsid w:val="00620748"/>
    <w:rsid w:val="00691B10"/>
    <w:rsid w:val="006F2A70"/>
    <w:rsid w:val="00764FCF"/>
    <w:rsid w:val="007E03B7"/>
    <w:rsid w:val="008143D7"/>
    <w:rsid w:val="0089304E"/>
    <w:rsid w:val="00A624CD"/>
    <w:rsid w:val="00A66B2F"/>
    <w:rsid w:val="00AF1CD3"/>
    <w:rsid w:val="00BF513D"/>
    <w:rsid w:val="00CD5812"/>
    <w:rsid w:val="00DB6BF6"/>
    <w:rsid w:val="00DF31F3"/>
    <w:rsid w:val="00F67558"/>
    <w:rsid w:val="00FA5DB0"/>
    <w:rsid w:val="00FF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1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D58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CD5812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CD58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D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5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8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620</Words>
  <Characters>3535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cp:lastPrinted>2021-07-15T13:46:00Z</cp:lastPrinted>
  <dcterms:created xsi:type="dcterms:W3CDTF">2021-06-22T13:02:00Z</dcterms:created>
  <dcterms:modified xsi:type="dcterms:W3CDTF">2021-07-15T13:47:00Z</dcterms:modified>
</cp:coreProperties>
</file>