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044" w:rsidRDefault="00DF4044" w:rsidP="00A01DEA">
      <w:pPr>
        <w:pStyle w:val="1"/>
        <w:jc w:val="right"/>
        <w:rPr>
          <w:noProof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ПРОЄКТ (11)</w:t>
      </w:r>
    </w:p>
    <w:p w:rsidR="00DF4044" w:rsidRDefault="00DF4044" w:rsidP="00A01DEA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3in;margin-top:9pt;width:43.75pt;height:61.9pt;z-index:251658240;visibility:visible;mso-wrap-distance-left:9.05pt;mso-wrap-distance-right:9.05pt" filled="t">
            <v:imagedata r:id="rId5" o:title="" blacklevel="3932f"/>
            <w10:wrap type="topAndBottom"/>
          </v:shape>
        </w:pic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DF4044" w:rsidRDefault="00DF4044" w:rsidP="00A01DEA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DF4044" w:rsidRDefault="00DF4044" w:rsidP="00A01DEA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DF4044" w:rsidRDefault="00DF4044" w:rsidP="00A01DEA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ВОСЬМЕ СКЛИКАННЯ</w:t>
      </w:r>
    </w:p>
    <w:p w:rsidR="00DF4044" w:rsidRDefault="00DF4044" w:rsidP="00A01DEA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СІМНАДЦЯТА СЕСІЯ</w:t>
      </w:r>
    </w:p>
    <w:p w:rsidR="00DF4044" w:rsidRDefault="00DF4044" w:rsidP="00A01DEA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Друге пленарне засідання</w:t>
      </w:r>
    </w:p>
    <w:p w:rsidR="00DF4044" w:rsidRDefault="00DF4044" w:rsidP="00A01DEA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РІШЕННЯ</w:t>
      </w:r>
    </w:p>
    <w:p w:rsidR="00DF4044" w:rsidRDefault="00DF4044" w:rsidP="00A01DEA">
      <w:pPr>
        <w:pStyle w:val="1"/>
        <w:rPr>
          <w:rFonts w:ascii="Times New Roman" w:hAnsi="Times New Roman"/>
          <w:sz w:val="24"/>
          <w:szCs w:val="24"/>
        </w:rPr>
      </w:pPr>
    </w:p>
    <w:p w:rsidR="00DF4044" w:rsidRDefault="00DF4044" w:rsidP="00A01DEA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 лютого 2022 року                                          № ____</w:t>
      </w:r>
    </w:p>
    <w:p w:rsidR="00DF4044" w:rsidRDefault="00DF4044" w:rsidP="00A01DEA">
      <w:pPr>
        <w:pStyle w:val="1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с-ще Нагірянка</w:t>
      </w:r>
    </w:p>
    <w:p w:rsidR="00DF4044" w:rsidRDefault="00DF4044" w:rsidP="00A01DEA">
      <w:pPr>
        <w:jc w:val="center"/>
        <w:rPr>
          <w:rFonts w:ascii="Garamond" w:hAnsi="Garamond"/>
          <w:noProof/>
          <w:sz w:val="36"/>
          <w:szCs w:val="36"/>
        </w:rPr>
      </w:pPr>
    </w:p>
    <w:p w:rsidR="00DF4044" w:rsidRPr="00BB1E03" w:rsidRDefault="00DF4044" w:rsidP="00E96E2A">
      <w:pPr>
        <w:pStyle w:val="1"/>
        <w:ind w:right="1"/>
        <w:jc w:val="both"/>
        <w:rPr>
          <w:rFonts w:ascii="Times New Roman" w:hAnsi="Times New Roman"/>
          <w:b/>
          <w:sz w:val="24"/>
          <w:szCs w:val="24"/>
        </w:rPr>
      </w:pPr>
      <w:r w:rsidRPr="00BB1E03">
        <w:rPr>
          <w:rFonts w:ascii="Times New Roman" w:hAnsi="Times New Roman"/>
          <w:b/>
          <w:sz w:val="24"/>
          <w:szCs w:val="24"/>
        </w:rPr>
        <w:t>Про надання дозволу на виготовлення</w:t>
      </w:r>
    </w:p>
    <w:p w:rsidR="00DF4044" w:rsidRPr="00BB1E03" w:rsidRDefault="00DF4044" w:rsidP="00E96E2A">
      <w:pPr>
        <w:pStyle w:val="1"/>
        <w:ind w:right="1"/>
        <w:jc w:val="both"/>
        <w:rPr>
          <w:rFonts w:ascii="Times New Roman" w:hAnsi="Times New Roman"/>
          <w:b/>
          <w:sz w:val="24"/>
          <w:szCs w:val="24"/>
        </w:rPr>
      </w:pPr>
      <w:r w:rsidRPr="00BB1E03">
        <w:rPr>
          <w:rFonts w:ascii="Times New Roman" w:hAnsi="Times New Roman"/>
          <w:b/>
          <w:sz w:val="24"/>
          <w:szCs w:val="24"/>
        </w:rPr>
        <w:t>технічної документації із землеустрою щодо</w:t>
      </w:r>
    </w:p>
    <w:p w:rsidR="00DF4044" w:rsidRPr="00BB1E03" w:rsidRDefault="00DF4044" w:rsidP="00E96E2A">
      <w:pPr>
        <w:pStyle w:val="1"/>
        <w:ind w:right="1"/>
        <w:jc w:val="both"/>
        <w:rPr>
          <w:rFonts w:ascii="Times New Roman" w:hAnsi="Times New Roman"/>
          <w:b/>
          <w:sz w:val="24"/>
          <w:szCs w:val="24"/>
        </w:rPr>
      </w:pPr>
      <w:r w:rsidRPr="00BB1E03">
        <w:rPr>
          <w:rFonts w:ascii="Times New Roman" w:hAnsi="Times New Roman"/>
          <w:b/>
          <w:sz w:val="24"/>
          <w:szCs w:val="24"/>
        </w:rPr>
        <w:t>поділу земельної ділянки</w:t>
      </w:r>
    </w:p>
    <w:p w:rsidR="00DF4044" w:rsidRPr="00BB1E03" w:rsidRDefault="00DF4044" w:rsidP="00E96E2A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DF4044" w:rsidRPr="00BB1E03" w:rsidRDefault="00DF4044" w:rsidP="00E96E2A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BB1E03">
        <w:rPr>
          <w:rFonts w:ascii="Times New Roman" w:hAnsi="Times New Roman"/>
          <w:sz w:val="24"/>
          <w:szCs w:val="24"/>
        </w:rPr>
        <w:t xml:space="preserve">        </w:t>
      </w:r>
    </w:p>
    <w:p w:rsidR="00DF4044" w:rsidRPr="00BB1E03" w:rsidRDefault="00DF4044" w:rsidP="00E96E2A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BB1E03">
        <w:rPr>
          <w:rFonts w:ascii="Times New Roman" w:hAnsi="Times New Roman"/>
          <w:sz w:val="24"/>
          <w:szCs w:val="24"/>
        </w:rPr>
        <w:t>Відповідно до статті 12 Земельного кодексу України, статтею 25 та 56 Закону України ,,Про землеустрій’’, керуючись статтею 26 Закону України ,,Про місцеве самоврядування в Україні’’</w:t>
      </w:r>
      <w:r>
        <w:rPr>
          <w:rFonts w:ascii="Times New Roman" w:hAnsi="Times New Roman"/>
          <w:sz w:val="24"/>
          <w:szCs w:val="24"/>
        </w:rPr>
        <w:t>та враховуючи пропозиції та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</w:t>
      </w:r>
      <w:r w:rsidRPr="00BB1E03">
        <w:rPr>
          <w:rFonts w:ascii="Times New Roman" w:hAnsi="Times New Roman"/>
          <w:sz w:val="24"/>
          <w:szCs w:val="24"/>
        </w:rPr>
        <w:t>, сільська рада</w:t>
      </w:r>
    </w:p>
    <w:p w:rsidR="00DF4044" w:rsidRPr="00BB1E03" w:rsidRDefault="00DF4044" w:rsidP="00E96E2A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DF4044" w:rsidRDefault="00DF4044" w:rsidP="00E52895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01DEA">
        <w:rPr>
          <w:rFonts w:ascii="Times New Roman" w:hAnsi="Times New Roman"/>
          <w:b/>
          <w:sz w:val="24"/>
          <w:szCs w:val="24"/>
        </w:rPr>
        <w:t>ВИРІШИЛА:</w:t>
      </w:r>
    </w:p>
    <w:p w:rsidR="00DF4044" w:rsidRPr="00A01DEA" w:rsidRDefault="00DF4044" w:rsidP="00E52895">
      <w:pPr>
        <w:pStyle w:val="1"/>
        <w:jc w:val="both"/>
        <w:rPr>
          <w:rFonts w:ascii="Times New Roman" w:hAnsi="Times New Roman"/>
          <w:b/>
          <w:sz w:val="24"/>
          <w:szCs w:val="24"/>
        </w:rPr>
      </w:pPr>
    </w:p>
    <w:p w:rsidR="00DF4044" w:rsidRPr="00BB1E03" w:rsidRDefault="00DF4044" w:rsidP="00A01DEA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01DEA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1E03">
        <w:rPr>
          <w:rFonts w:ascii="Times New Roman" w:hAnsi="Times New Roman"/>
          <w:sz w:val="24"/>
          <w:szCs w:val="24"/>
        </w:rPr>
        <w:t xml:space="preserve">Надати дозвіл Нагірянській сільській раді на виготовлення технічної документації із землеустрою щодо поділу земельних ділянок комунальної власності площею </w:t>
      </w:r>
      <w:smartTag w:uri="urn:schemas-microsoft-com:office:smarttags" w:element="metricconverter">
        <w:smartTagPr>
          <w:attr w:name="ProductID" w:val="38,6585 га"/>
        </w:smartTagPr>
        <w:r w:rsidRPr="00BB1E03">
          <w:rPr>
            <w:rFonts w:ascii="Times New Roman" w:hAnsi="Times New Roman"/>
            <w:sz w:val="24"/>
            <w:szCs w:val="24"/>
          </w:rPr>
          <w:t>38,6585 га</w:t>
        </w:r>
      </w:smartTag>
      <w:r w:rsidRPr="00BB1E03">
        <w:rPr>
          <w:rFonts w:ascii="Times New Roman" w:hAnsi="Times New Roman"/>
          <w:sz w:val="24"/>
          <w:szCs w:val="24"/>
        </w:rPr>
        <w:t xml:space="preserve"> кадастровий номер 6125584000:01:001:0823, яка розташована за адресою с. Капустинці Чортківського району Тернопільської області на території Нагірянської сільської ради, землі для ведення особистого селянського господарства без зміни цільового призначення.</w:t>
      </w:r>
    </w:p>
    <w:p w:rsidR="00DF4044" w:rsidRPr="00BB1E03" w:rsidRDefault="00DF4044" w:rsidP="00E96E2A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01DEA">
        <w:rPr>
          <w:rFonts w:ascii="Times New Roman" w:hAnsi="Times New Roman"/>
          <w:b/>
          <w:sz w:val="24"/>
          <w:szCs w:val="24"/>
          <w:lang w:val="uk-UA" w:eastAsia="ru-RU"/>
        </w:rPr>
        <w:t>2.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BB1E03">
        <w:rPr>
          <w:rFonts w:ascii="Times New Roman" w:hAnsi="Times New Roman"/>
          <w:sz w:val="24"/>
          <w:szCs w:val="24"/>
          <w:lang w:val="uk-UA" w:eastAsia="ru-RU"/>
        </w:rPr>
        <w:t>Розробнику докумен</w:t>
      </w:r>
      <w:bookmarkStart w:id="0" w:name="_GoBack"/>
      <w:bookmarkEnd w:id="0"/>
      <w:r w:rsidRPr="00BB1E03">
        <w:rPr>
          <w:rFonts w:ascii="Times New Roman" w:hAnsi="Times New Roman"/>
          <w:sz w:val="24"/>
          <w:szCs w:val="24"/>
          <w:lang w:val="uk-UA" w:eastAsia="ru-RU"/>
        </w:rPr>
        <w:t>тацію подати на розгляд та затвердження чергової сесії.</w:t>
      </w:r>
    </w:p>
    <w:p w:rsidR="00DF4044" w:rsidRPr="00BB1E03" w:rsidRDefault="00DF4044" w:rsidP="00E96E2A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01DEA">
        <w:rPr>
          <w:rFonts w:ascii="Times New Roman" w:hAnsi="Times New Roman"/>
          <w:b/>
          <w:sz w:val="24"/>
          <w:szCs w:val="24"/>
          <w:lang w:val="uk-UA" w:eastAsia="ru-RU"/>
        </w:rPr>
        <w:t>3.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BB1E03">
        <w:rPr>
          <w:rFonts w:ascii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DF4044" w:rsidRPr="00BB1E03" w:rsidRDefault="00DF4044" w:rsidP="00E96E2A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DF4044" w:rsidRDefault="00DF4044" w:rsidP="00E96E2A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BB1E03">
        <w:rPr>
          <w:rFonts w:ascii="Times New Roman" w:hAnsi="Times New Roman"/>
          <w:sz w:val="24"/>
          <w:szCs w:val="24"/>
          <w:lang w:val="uk-UA" w:eastAsia="ru-RU"/>
        </w:rPr>
        <w:t xml:space="preserve">Нагірянський сільський голова                                                                 Ігор КІНДРАТ     </w:t>
      </w:r>
    </w:p>
    <w:p w:rsidR="00DF4044" w:rsidRPr="00BB1E03" w:rsidRDefault="00DF4044" w:rsidP="00E96E2A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BB1E03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</w:p>
    <w:p w:rsidR="00DF4044" w:rsidRPr="00A01DEA" w:rsidRDefault="00DF4044" w:rsidP="00E96E2A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A01DEA">
        <w:rPr>
          <w:rFonts w:ascii="Times New Roman" w:hAnsi="Times New Roman"/>
          <w:sz w:val="24"/>
          <w:szCs w:val="24"/>
          <w:lang w:val="uk-UA" w:eastAsia="ru-RU"/>
        </w:rPr>
        <w:t xml:space="preserve">Йосип ЗІБРІВСЬКИЙ </w:t>
      </w:r>
    </w:p>
    <w:p w:rsidR="00DF4044" w:rsidRPr="00A01DEA" w:rsidRDefault="00DF4044" w:rsidP="00E96E2A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A01DEA">
        <w:rPr>
          <w:rFonts w:ascii="Times New Roman" w:hAnsi="Times New Roman"/>
          <w:sz w:val="24"/>
          <w:szCs w:val="24"/>
          <w:lang w:val="uk-UA" w:eastAsia="ru-RU"/>
        </w:rPr>
        <w:t>Любомир ХОМ’ЯК</w:t>
      </w:r>
    </w:p>
    <w:p w:rsidR="00DF4044" w:rsidRPr="00A01DEA" w:rsidRDefault="00DF4044" w:rsidP="00E96E2A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A01DEA">
        <w:rPr>
          <w:rFonts w:ascii="Times New Roman" w:hAnsi="Times New Roman"/>
          <w:sz w:val="24"/>
          <w:szCs w:val="24"/>
          <w:lang w:val="uk-UA" w:eastAsia="ru-RU"/>
        </w:rPr>
        <w:t>Тетяна САВІНКІНА</w:t>
      </w:r>
    </w:p>
    <w:p w:rsidR="00DF4044" w:rsidRPr="00A01DEA" w:rsidRDefault="00DF4044" w:rsidP="00E96E2A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A01DEA">
        <w:rPr>
          <w:rFonts w:ascii="Times New Roman" w:hAnsi="Times New Roman"/>
          <w:sz w:val="24"/>
          <w:szCs w:val="24"/>
          <w:lang w:val="uk-UA" w:eastAsia="ru-RU"/>
        </w:rPr>
        <w:t xml:space="preserve">Віталій БРОЩАК </w:t>
      </w:r>
    </w:p>
    <w:p w:rsidR="00DF4044" w:rsidRPr="00E96E2A" w:rsidRDefault="00DF4044">
      <w:pPr>
        <w:rPr>
          <w:lang w:val="uk-UA"/>
        </w:rPr>
      </w:pPr>
    </w:p>
    <w:sectPr w:rsidR="00DF4044" w:rsidRPr="00E96E2A" w:rsidSect="00DF6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10E6E"/>
    <w:multiLevelType w:val="hybridMultilevel"/>
    <w:tmpl w:val="6142B240"/>
    <w:lvl w:ilvl="0" w:tplc="172411F4">
      <w:start w:val="1"/>
      <w:numFmt w:val="decimal"/>
      <w:lvlText w:val="%1."/>
      <w:lvlJc w:val="left"/>
      <w:pPr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">
    <w:nsid w:val="297C3B6B"/>
    <w:multiLevelType w:val="hybridMultilevel"/>
    <w:tmpl w:val="13C61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4FFF"/>
    <w:rsid w:val="00034ABA"/>
    <w:rsid w:val="003D5143"/>
    <w:rsid w:val="003E6089"/>
    <w:rsid w:val="00425FA6"/>
    <w:rsid w:val="004C42E9"/>
    <w:rsid w:val="005D0374"/>
    <w:rsid w:val="006C193E"/>
    <w:rsid w:val="006D4C93"/>
    <w:rsid w:val="00732CA3"/>
    <w:rsid w:val="00742980"/>
    <w:rsid w:val="007471FC"/>
    <w:rsid w:val="007F1307"/>
    <w:rsid w:val="00873A9D"/>
    <w:rsid w:val="00997D89"/>
    <w:rsid w:val="009B5574"/>
    <w:rsid w:val="00A01DEA"/>
    <w:rsid w:val="00B01242"/>
    <w:rsid w:val="00BB1E03"/>
    <w:rsid w:val="00BD00B8"/>
    <w:rsid w:val="00BE6229"/>
    <w:rsid w:val="00DB14A7"/>
    <w:rsid w:val="00DD4FFF"/>
    <w:rsid w:val="00DF4044"/>
    <w:rsid w:val="00DF6AC3"/>
    <w:rsid w:val="00E5148B"/>
    <w:rsid w:val="00E52895"/>
    <w:rsid w:val="00E633D0"/>
    <w:rsid w:val="00E902CC"/>
    <w:rsid w:val="00E96E2A"/>
    <w:rsid w:val="00EB02DE"/>
    <w:rsid w:val="00EE5AB4"/>
    <w:rsid w:val="00F42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E2A"/>
    <w:pPr>
      <w:spacing w:after="160" w:line="252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96E2A"/>
    <w:pPr>
      <w:ind w:left="720"/>
      <w:contextualSpacing/>
    </w:pPr>
  </w:style>
  <w:style w:type="paragraph" w:customStyle="1" w:styleId="1">
    <w:name w:val="Без інтервалів1"/>
    <w:uiPriority w:val="99"/>
    <w:rsid w:val="00E96E2A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62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1</Pages>
  <Words>245</Words>
  <Characters>1401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21</cp:revision>
  <cp:lastPrinted>2022-02-14T13:59:00Z</cp:lastPrinted>
  <dcterms:created xsi:type="dcterms:W3CDTF">2021-05-20T08:13:00Z</dcterms:created>
  <dcterms:modified xsi:type="dcterms:W3CDTF">2022-02-14T13:59:00Z</dcterms:modified>
</cp:coreProperties>
</file>