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3D" w:rsidRPr="00704417" w:rsidRDefault="00C9583D" w:rsidP="00E10FA9">
      <w:pPr>
        <w:jc w:val="right"/>
        <w:rPr>
          <w:noProof/>
        </w:rPr>
      </w:pPr>
      <w:r>
        <w:rPr>
          <w:noProof/>
        </w:rPr>
        <w:t>ПРОЄКТ</w:t>
      </w:r>
    </w:p>
    <w:p w:rsidR="00C9583D" w:rsidRDefault="00C9583D" w:rsidP="00E10FA9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5" o:title="" grayscale="t" bilevel="t"/>
          </v:shape>
        </w:pict>
      </w:r>
    </w:p>
    <w:p w:rsidR="00C9583D" w:rsidRDefault="00C9583D" w:rsidP="00E10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583D" w:rsidRDefault="00C9583D" w:rsidP="00E10FA9">
      <w:pPr>
        <w:jc w:val="center"/>
      </w:pPr>
      <w:r>
        <w:t>Н А Г І Р Я Н С Ь К А  С І Л Ь С Ь К А    Р А Д А</w:t>
      </w:r>
    </w:p>
    <w:p w:rsidR="00C9583D" w:rsidRDefault="00C9583D" w:rsidP="00E10FA9">
      <w:pPr>
        <w:jc w:val="center"/>
      </w:pPr>
      <w:r>
        <w:t>ЧОРТКІВСЬКОГО   РАЙОНУ    ТЕРНОПІЛЬСЬКОЇ   ОБЛАСТІ</w:t>
      </w:r>
    </w:p>
    <w:p w:rsidR="00C9583D" w:rsidRDefault="00C9583D" w:rsidP="00E10FA9">
      <w:pPr>
        <w:jc w:val="center"/>
      </w:pPr>
      <w:r>
        <w:t>ВОСЬМЕ    СКЛИКАННЯ</w:t>
      </w:r>
    </w:p>
    <w:p w:rsidR="00C9583D" w:rsidRDefault="00C9583D" w:rsidP="00E10FA9">
      <w:pPr>
        <w:jc w:val="center"/>
      </w:pPr>
      <w:r>
        <w:t xml:space="preserve"> СІМНАДЦЯТА  СЕСІЯ</w:t>
      </w:r>
    </w:p>
    <w:p w:rsidR="00C9583D" w:rsidRDefault="00C9583D" w:rsidP="00E10FA9">
      <w:pPr>
        <w:jc w:val="center"/>
      </w:pPr>
      <w:r>
        <w:t>Р І Ш Е Н Н Я</w:t>
      </w:r>
    </w:p>
    <w:p w:rsidR="00C9583D" w:rsidRDefault="00C9583D" w:rsidP="00E10FA9">
      <w:pPr>
        <w:ind w:left="709"/>
        <w:jc w:val="both"/>
      </w:pPr>
    </w:p>
    <w:p w:rsidR="00C9583D" w:rsidRDefault="00C9583D" w:rsidP="00E10FA9">
      <w:r>
        <w:t xml:space="preserve">від    __лютого  2022 року                                        № </w:t>
      </w:r>
    </w:p>
    <w:p w:rsidR="00C9583D" w:rsidRDefault="00C9583D" w:rsidP="00E10FA9">
      <w:r>
        <w:t>с-ще Нагірянка</w:t>
      </w:r>
    </w:p>
    <w:p w:rsidR="00C9583D" w:rsidRDefault="00C9583D" w:rsidP="00E10FA9">
      <w:pPr>
        <w:jc w:val="both"/>
      </w:pPr>
    </w:p>
    <w:p w:rsidR="00C9583D" w:rsidRDefault="00C9583D" w:rsidP="00E10FA9">
      <w:pPr>
        <w:rPr>
          <w:b/>
        </w:rPr>
      </w:pPr>
      <w:r>
        <w:rPr>
          <w:b/>
        </w:rPr>
        <w:t>Про внесення змін до  штатного</w:t>
      </w:r>
    </w:p>
    <w:p w:rsidR="00C9583D" w:rsidRDefault="00C9583D" w:rsidP="00E10FA9">
      <w:pPr>
        <w:rPr>
          <w:b/>
        </w:rPr>
      </w:pPr>
      <w:r>
        <w:rPr>
          <w:b/>
        </w:rPr>
        <w:t xml:space="preserve">розпису  Улашківського закладу </w:t>
      </w:r>
    </w:p>
    <w:p w:rsidR="00C9583D" w:rsidRDefault="00C9583D" w:rsidP="00E10FA9">
      <w:pPr>
        <w:rPr>
          <w:b/>
        </w:rPr>
      </w:pPr>
      <w:r>
        <w:rPr>
          <w:b/>
        </w:rPr>
        <w:t xml:space="preserve">дошкільної освіти загального </w:t>
      </w:r>
    </w:p>
    <w:p w:rsidR="00C9583D" w:rsidRDefault="00C9583D" w:rsidP="00E10FA9">
      <w:pPr>
        <w:rPr>
          <w:b/>
        </w:rPr>
      </w:pPr>
      <w:r>
        <w:rPr>
          <w:b/>
        </w:rPr>
        <w:t>розвитку «Пролісок»</w:t>
      </w:r>
    </w:p>
    <w:p w:rsidR="00C9583D" w:rsidRDefault="00C9583D" w:rsidP="00E10FA9">
      <w:pPr>
        <w:rPr>
          <w:b/>
        </w:rPr>
      </w:pPr>
    </w:p>
    <w:p w:rsidR="00C9583D" w:rsidRDefault="00C9583D" w:rsidP="00E10FA9">
      <w:pPr>
        <w:ind w:firstLine="708"/>
        <w:jc w:val="both"/>
        <w:rPr>
          <w:color w:val="000000"/>
        </w:rPr>
      </w:pPr>
      <w:r>
        <w:t xml:space="preserve">Керуючись статтями 11, 26 Закону України «Про місцеве самоврядування в Україні», </w:t>
      </w:r>
      <w:r>
        <w:rPr>
          <w:color w:val="333333"/>
          <w:bdr w:val="none" w:sz="0" w:space="0" w:color="auto" w:frame="1"/>
          <w:shd w:val="clear" w:color="auto" w:fill="FFFFFF"/>
        </w:rPr>
        <w:t xml:space="preserve">враховуючи рішення сесії Нагірянської сільської ради від 23 грудня 2021р. № 631 «Про розгляд колективного звернення щодо введення до штатного розпису Улашківського ЗДО «Пролісок» посади машиніста із прання білизни» та </w:t>
      </w:r>
      <w:bookmarkStart w:id="0" w:name="_GoBack"/>
      <w:bookmarkEnd w:id="0"/>
      <w:r>
        <w:rPr>
          <w:color w:val="333333"/>
          <w:bdr w:val="none" w:sz="0" w:space="0" w:color="auto" w:frame="1"/>
          <w:shd w:val="clear" w:color="auto" w:fill="FFFFFF"/>
        </w:rPr>
        <w:t>рекомендації постійної комісії з питань бюджету та соціально-економічного розвитку від __ січня 2022 року</w:t>
      </w:r>
      <w:r>
        <w:rPr>
          <w:color w:val="000000"/>
        </w:rPr>
        <w:t>, Нагірянська сільська рада</w:t>
      </w:r>
    </w:p>
    <w:p w:rsidR="00C9583D" w:rsidRDefault="00C9583D" w:rsidP="00E10FA9">
      <w:pPr>
        <w:ind w:firstLine="708"/>
        <w:jc w:val="both"/>
        <w:rPr>
          <w:color w:val="000000"/>
        </w:rPr>
      </w:pPr>
    </w:p>
    <w:p w:rsidR="00C9583D" w:rsidRDefault="00C9583D" w:rsidP="00E10FA9">
      <w:pPr>
        <w:jc w:val="both"/>
        <w:rPr>
          <w:b/>
          <w:color w:val="000000"/>
        </w:rPr>
      </w:pPr>
      <w:r>
        <w:rPr>
          <w:b/>
          <w:color w:val="000000"/>
        </w:rPr>
        <w:t>ВИРІШИЛА:</w:t>
      </w:r>
    </w:p>
    <w:p w:rsidR="00C9583D" w:rsidRDefault="00C9583D" w:rsidP="00E10FA9">
      <w:pPr>
        <w:jc w:val="both"/>
        <w:rPr>
          <w:color w:val="000000"/>
        </w:rPr>
      </w:pPr>
    </w:p>
    <w:p w:rsidR="00C9583D" w:rsidRPr="00704417" w:rsidRDefault="00C9583D" w:rsidP="00352EF8">
      <w:pPr>
        <w:pStyle w:val="ListParagraph"/>
        <w:ind w:left="0"/>
        <w:jc w:val="both"/>
        <w:rPr>
          <w:color w:val="000000"/>
        </w:rPr>
      </w:pPr>
      <w:r w:rsidRPr="00352EF8">
        <w:rPr>
          <w:b/>
          <w:color w:val="000000"/>
        </w:rPr>
        <w:t>1.</w:t>
      </w:r>
      <w:r>
        <w:rPr>
          <w:b/>
          <w:color w:val="000000"/>
        </w:rPr>
        <w:t xml:space="preserve"> </w:t>
      </w:r>
      <w:r w:rsidRPr="0092553E">
        <w:rPr>
          <w:color w:val="000000"/>
        </w:rPr>
        <w:t xml:space="preserve">Внести зміни до штатного розпису  </w:t>
      </w:r>
      <w:r>
        <w:t>Улашківського</w:t>
      </w:r>
      <w:r w:rsidRPr="00986977">
        <w:t xml:space="preserve"> закладу дошкільної осві</w:t>
      </w:r>
      <w:r>
        <w:t>ти загального розвитку «Пролісок</w:t>
      </w:r>
      <w:r w:rsidRPr="00986977">
        <w:t>»</w:t>
      </w:r>
      <w:r>
        <w:t>, а саме:</w:t>
      </w:r>
    </w:p>
    <w:p w:rsidR="00C9583D" w:rsidRPr="0092553E" w:rsidRDefault="00C9583D" w:rsidP="00352EF8">
      <w:pPr>
        <w:pStyle w:val="ListParagraph"/>
        <w:jc w:val="both"/>
        <w:rPr>
          <w:color w:val="000000"/>
        </w:rPr>
      </w:pPr>
      <w:r>
        <w:t>- ввести 0,5 ставки машиніста із прання білизни.</w:t>
      </w:r>
      <w:r w:rsidRPr="0092553E">
        <w:rPr>
          <w:color w:val="000000"/>
        </w:rPr>
        <w:t xml:space="preserve"> </w:t>
      </w:r>
    </w:p>
    <w:p w:rsidR="00C9583D" w:rsidRPr="00986977" w:rsidRDefault="00C9583D" w:rsidP="00352EF8">
      <w:pPr>
        <w:pStyle w:val="ListParagraph"/>
        <w:ind w:left="0"/>
        <w:jc w:val="both"/>
      </w:pPr>
      <w:r w:rsidRPr="00352EF8">
        <w:rPr>
          <w:b/>
          <w:color w:val="000000"/>
        </w:rPr>
        <w:t>2.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Затвердити штатний розпис </w:t>
      </w:r>
      <w:r>
        <w:t>Улашківського</w:t>
      </w:r>
      <w:r w:rsidRPr="00986977">
        <w:t xml:space="preserve"> закладу дошкільної осві</w:t>
      </w:r>
      <w:r>
        <w:t>ти загального розвитку «Пролісок</w:t>
      </w:r>
      <w:r w:rsidRPr="00986977">
        <w:t>»</w:t>
      </w:r>
      <w:r w:rsidRPr="0092553E">
        <w:rPr>
          <w:color w:val="000000"/>
        </w:rPr>
        <w:t xml:space="preserve"> </w:t>
      </w:r>
      <w:r>
        <w:rPr>
          <w:color w:val="000000"/>
        </w:rPr>
        <w:t xml:space="preserve">зі змінами </w:t>
      </w:r>
      <w:r w:rsidRPr="0092553E">
        <w:rPr>
          <w:color w:val="000000"/>
        </w:rPr>
        <w:t xml:space="preserve">(додається) 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583D" w:rsidRPr="0092553E" w:rsidRDefault="00C9583D" w:rsidP="00352EF8">
      <w:pPr>
        <w:pStyle w:val="ListParagraph"/>
        <w:ind w:left="0"/>
        <w:jc w:val="both"/>
        <w:rPr>
          <w:color w:val="333333"/>
          <w:bdr w:val="none" w:sz="0" w:space="0" w:color="auto" w:frame="1"/>
          <w:shd w:val="clear" w:color="auto" w:fill="FFFFFF"/>
        </w:rPr>
      </w:pPr>
      <w:r w:rsidRPr="00352EF8">
        <w:rPr>
          <w:b/>
          <w:color w:val="000000"/>
        </w:rPr>
        <w:t>3.</w:t>
      </w:r>
      <w:r>
        <w:rPr>
          <w:b/>
          <w:color w:val="000000"/>
        </w:rPr>
        <w:t xml:space="preserve"> </w:t>
      </w:r>
      <w:r w:rsidRPr="0092553E">
        <w:rPr>
          <w:color w:val="000000"/>
        </w:rPr>
        <w:t>Контроль за виконанням даного рішення покласти на постійну комісію сільської ради</w:t>
      </w:r>
      <w:r>
        <w:rPr>
          <w:color w:val="333333"/>
          <w:bdr w:val="none" w:sz="0" w:space="0" w:color="auto" w:frame="1"/>
          <w:shd w:val="clear" w:color="auto" w:fill="FFFFFF"/>
        </w:rPr>
        <w:t xml:space="preserve"> з </w:t>
      </w:r>
      <w:r w:rsidRPr="0092553E">
        <w:rPr>
          <w:color w:val="333333"/>
          <w:bdr w:val="none" w:sz="0" w:space="0" w:color="auto" w:frame="1"/>
          <w:shd w:val="clear" w:color="auto" w:fill="FFFFFF"/>
        </w:rPr>
        <w:t>питань бюджету та соціально-економічного розвитку (голова комісії – Любомир ХРУСТАВКА).</w:t>
      </w:r>
    </w:p>
    <w:p w:rsidR="00C9583D" w:rsidRDefault="00C9583D" w:rsidP="00352EF8">
      <w:pPr>
        <w:jc w:val="both"/>
        <w:rPr>
          <w:color w:val="000000"/>
        </w:rPr>
      </w:pPr>
    </w:p>
    <w:p w:rsidR="00C9583D" w:rsidRDefault="00C9583D" w:rsidP="00E10FA9">
      <w:pPr>
        <w:jc w:val="both"/>
        <w:rPr>
          <w:color w:val="000000"/>
        </w:rPr>
      </w:pPr>
    </w:p>
    <w:p w:rsidR="00C9583D" w:rsidRDefault="00C9583D" w:rsidP="00E10FA9">
      <w:pPr>
        <w:jc w:val="both"/>
        <w:rPr>
          <w:color w:val="000000"/>
        </w:rPr>
      </w:pPr>
    </w:p>
    <w:p w:rsidR="00C9583D" w:rsidRDefault="00C9583D" w:rsidP="00E10FA9">
      <w:pPr>
        <w:jc w:val="both"/>
      </w:pPr>
    </w:p>
    <w:p w:rsidR="00C9583D" w:rsidRDefault="00C9583D" w:rsidP="00E10FA9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Ігор КІНДРАТ </w:t>
      </w:r>
    </w:p>
    <w:p w:rsidR="00C9583D" w:rsidRDefault="00C9583D" w:rsidP="00E10FA9">
      <w:pPr>
        <w:rPr>
          <w:noProof/>
        </w:rPr>
      </w:pPr>
    </w:p>
    <w:p w:rsidR="00C9583D" w:rsidRDefault="00C9583D" w:rsidP="00E10FA9">
      <w:pPr>
        <w:jc w:val="center"/>
        <w:rPr>
          <w:noProof/>
        </w:rPr>
      </w:pPr>
    </w:p>
    <w:p w:rsidR="00C9583D" w:rsidRDefault="00C9583D" w:rsidP="00E10FA9">
      <w:pPr>
        <w:jc w:val="center"/>
        <w:rPr>
          <w:noProof/>
        </w:rPr>
      </w:pPr>
    </w:p>
    <w:p w:rsidR="00C9583D" w:rsidRDefault="00C9583D" w:rsidP="00704417">
      <w:pPr>
        <w:rPr>
          <w:noProof/>
        </w:rPr>
      </w:pPr>
      <w:r>
        <w:rPr>
          <w:noProof/>
        </w:rPr>
        <w:t xml:space="preserve">   Йосип ЗІБРІВСЬКИЙ</w:t>
      </w:r>
    </w:p>
    <w:p w:rsidR="00C9583D" w:rsidRDefault="00C9583D" w:rsidP="00704417">
      <w:pPr>
        <w:rPr>
          <w:noProof/>
        </w:rPr>
      </w:pPr>
    </w:p>
    <w:p w:rsidR="00C9583D" w:rsidRDefault="00C9583D" w:rsidP="00704417">
      <w:pPr>
        <w:rPr>
          <w:noProof/>
        </w:rPr>
      </w:pPr>
      <w:r>
        <w:rPr>
          <w:noProof/>
        </w:rPr>
        <w:t xml:space="preserve">   Любомир ХРУСТАВКА</w:t>
      </w:r>
    </w:p>
    <w:p w:rsidR="00C9583D" w:rsidRDefault="00C9583D" w:rsidP="00704417">
      <w:pPr>
        <w:rPr>
          <w:noProof/>
        </w:rPr>
      </w:pPr>
    </w:p>
    <w:p w:rsidR="00C9583D" w:rsidRDefault="00C9583D" w:rsidP="00704417">
      <w:pPr>
        <w:rPr>
          <w:noProof/>
        </w:rPr>
      </w:pPr>
      <w:r>
        <w:rPr>
          <w:noProof/>
        </w:rPr>
        <w:t xml:space="preserve">   Тетяна САВІНКІНА</w:t>
      </w:r>
    </w:p>
    <w:p w:rsidR="00C9583D" w:rsidRDefault="00C9583D" w:rsidP="00704417">
      <w:pPr>
        <w:rPr>
          <w:noProof/>
        </w:rPr>
      </w:pPr>
    </w:p>
    <w:p w:rsidR="00C9583D" w:rsidRDefault="00C9583D" w:rsidP="00704417">
      <w:pPr>
        <w:rPr>
          <w:noProof/>
        </w:rPr>
      </w:pPr>
      <w:r>
        <w:rPr>
          <w:noProof/>
        </w:rPr>
        <w:t xml:space="preserve">   Людмила КУНЬ</w:t>
      </w:r>
    </w:p>
    <w:p w:rsidR="00C9583D" w:rsidRDefault="00C9583D"/>
    <w:p w:rsidR="00C9583D" w:rsidRDefault="00C9583D"/>
    <w:sectPr w:rsidR="00C9583D" w:rsidSect="00B748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4D08"/>
    <w:multiLevelType w:val="hybridMultilevel"/>
    <w:tmpl w:val="2A508956"/>
    <w:lvl w:ilvl="0" w:tplc="A95E1F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0702C8"/>
    <w:multiLevelType w:val="hybridMultilevel"/>
    <w:tmpl w:val="3F702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FA9"/>
    <w:rsid w:val="00142828"/>
    <w:rsid w:val="001C59B4"/>
    <w:rsid w:val="001C771A"/>
    <w:rsid w:val="00345D06"/>
    <w:rsid w:val="00352EF8"/>
    <w:rsid w:val="003D7E5F"/>
    <w:rsid w:val="00435404"/>
    <w:rsid w:val="004F5BC8"/>
    <w:rsid w:val="0058496C"/>
    <w:rsid w:val="005D04EC"/>
    <w:rsid w:val="006B5469"/>
    <w:rsid w:val="00704417"/>
    <w:rsid w:val="00784038"/>
    <w:rsid w:val="007D6EDF"/>
    <w:rsid w:val="00830166"/>
    <w:rsid w:val="008935CD"/>
    <w:rsid w:val="0092553E"/>
    <w:rsid w:val="00986977"/>
    <w:rsid w:val="009A5D44"/>
    <w:rsid w:val="00A95822"/>
    <w:rsid w:val="00B7488E"/>
    <w:rsid w:val="00C9583D"/>
    <w:rsid w:val="00E10FA9"/>
    <w:rsid w:val="00F1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FA9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925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291</Words>
  <Characters>1662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Lenovo</dc:creator>
  <cp:keywords/>
  <dc:description/>
  <cp:lastModifiedBy>ASUS</cp:lastModifiedBy>
  <cp:revision>7</cp:revision>
  <cp:lastPrinted>2022-01-30T14:23:00Z</cp:lastPrinted>
  <dcterms:created xsi:type="dcterms:W3CDTF">2022-01-20T14:30:00Z</dcterms:created>
  <dcterms:modified xsi:type="dcterms:W3CDTF">2022-01-30T16:11:00Z</dcterms:modified>
</cp:coreProperties>
</file>