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30" w:rsidRPr="00AF591D" w:rsidRDefault="00746030" w:rsidP="00147E16">
      <w:pPr>
        <w:pStyle w:val="1"/>
        <w:jc w:val="right"/>
        <w:rPr>
          <w:noProof/>
        </w:rPr>
      </w:pPr>
      <w:r w:rsidRPr="00AF591D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746030" w:rsidRPr="00AF591D" w:rsidRDefault="00746030" w:rsidP="00147E16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AF591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746030" w:rsidRPr="00AF591D" w:rsidRDefault="00746030" w:rsidP="00147E1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AF591D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746030" w:rsidRPr="00AF591D" w:rsidRDefault="00746030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AF591D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746030" w:rsidRPr="00AF591D" w:rsidRDefault="00746030" w:rsidP="00AF591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AF591D">
        <w:rPr>
          <w:rFonts w:ascii="Times New Roman" w:hAnsi="Times New Roman"/>
          <w:sz w:val="24"/>
          <w:szCs w:val="24"/>
        </w:rPr>
        <w:t xml:space="preserve">ВОСЬМЕ СКЛИКАННЯ </w:t>
      </w:r>
    </w:p>
    <w:p w:rsidR="00746030" w:rsidRPr="00AF591D" w:rsidRDefault="00746030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AF591D">
        <w:rPr>
          <w:rFonts w:ascii="Times New Roman" w:hAnsi="Times New Roman"/>
          <w:sz w:val="24"/>
          <w:szCs w:val="24"/>
        </w:rPr>
        <w:t xml:space="preserve">ДЕВ’ЯТА СЕСІЯ </w:t>
      </w:r>
    </w:p>
    <w:p w:rsidR="00746030" w:rsidRPr="00AF591D" w:rsidRDefault="00746030" w:rsidP="00D02511">
      <w:pPr>
        <w:jc w:val="center"/>
        <w:outlineLvl w:val="0"/>
        <w:rPr>
          <w:lang w:eastAsia="ru-RU"/>
        </w:rPr>
      </w:pPr>
      <w:r w:rsidRPr="00AF591D">
        <w:t>Друге пленарне засідання</w:t>
      </w:r>
      <w:bookmarkStart w:id="0" w:name="_GoBack"/>
      <w:bookmarkEnd w:id="0"/>
    </w:p>
    <w:p w:rsidR="00746030" w:rsidRPr="00AF591D" w:rsidRDefault="00746030" w:rsidP="00147E1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AF591D">
        <w:rPr>
          <w:rFonts w:ascii="Times New Roman" w:hAnsi="Times New Roman"/>
          <w:sz w:val="24"/>
          <w:szCs w:val="24"/>
        </w:rPr>
        <w:t>РІШЕННЯ</w:t>
      </w:r>
    </w:p>
    <w:p w:rsidR="00746030" w:rsidRPr="00AF591D" w:rsidRDefault="00746030" w:rsidP="00147E16">
      <w:pPr>
        <w:pStyle w:val="1"/>
        <w:rPr>
          <w:rFonts w:ascii="Times New Roman" w:hAnsi="Times New Roman"/>
          <w:sz w:val="24"/>
          <w:szCs w:val="24"/>
        </w:rPr>
      </w:pPr>
    </w:p>
    <w:p w:rsidR="00746030" w:rsidRPr="00AF591D" w:rsidRDefault="00746030" w:rsidP="00147E16">
      <w:pPr>
        <w:pStyle w:val="1"/>
        <w:rPr>
          <w:rFonts w:ascii="Times New Roman" w:hAnsi="Times New Roman"/>
          <w:sz w:val="24"/>
          <w:szCs w:val="24"/>
        </w:rPr>
      </w:pPr>
      <w:r w:rsidRPr="00AF591D">
        <w:rPr>
          <w:rFonts w:ascii="Times New Roman" w:hAnsi="Times New Roman"/>
          <w:sz w:val="24"/>
          <w:szCs w:val="24"/>
        </w:rPr>
        <w:t xml:space="preserve">13 липня 2021 року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AF591D">
        <w:rPr>
          <w:rFonts w:ascii="Times New Roman" w:hAnsi="Times New Roman"/>
          <w:sz w:val="24"/>
          <w:szCs w:val="24"/>
        </w:rPr>
        <w:t>№ 469</w:t>
      </w:r>
    </w:p>
    <w:p w:rsidR="00746030" w:rsidRPr="00AF591D" w:rsidRDefault="00746030" w:rsidP="00147E16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AF591D">
        <w:rPr>
          <w:rFonts w:ascii="Times New Roman" w:hAnsi="Times New Roman"/>
          <w:sz w:val="24"/>
          <w:szCs w:val="24"/>
        </w:rPr>
        <w:t>с-ще Нагірянка</w:t>
      </w:r>
    </w:p>
    <w:p w:rsidR="00746030" w:rsidRPr="000C37DC" w:rsidRDefault="00746030" w:rsidP="00E533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781F90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</w:rPr>
        <w:t xml:space="preserve"> </w:t>
      </w:r>
    </w:p>
    <w:p w:rsidR="00746030" w:rsidRPr="00AB2945" w:rsidRDefault="00746030" w:rsidP="008A1E16">
      <w:pPr>
        <w:spacing w:before="100" w:beforeAutospacing="1"/>
        <w:contextualSpacing/>
        <w:rPr>
          <w:b/>
        </w:rPr>
      </w:pPr>
      <w:r w:rsidRPr="00AB2945">
        <w:rPr>
          <w:b/>
          <w:bCs/>
          <w:iCs/>
        </w:rPr>
        <w:t>Про</w:t>
      </w:r>
      <w:r w:rsidRPr="00AB2945">
        <w:rPr>
          <w:b/>
        </w:rPr>
        <w:t xml:space="preserve">  затвердження технічної </w:t>
      </w:r>
    </w:p>
    <w:p w:rsidR="00746030" w:rsidRPr="00AB2945" w:rsidRDefault="00746030" w:rsidP="008A1E16">
      <w:pPr>
        <w:spacing w:before="100" w:beforeAutospacing="1"/>
        <w:contextualSpacing/>
        <w:rPr>
          <w:b/>
        </w:rPr>
      </w:pPr>
      <w:r w:rsidRPr="00AB2945">
        <w:rPr>
          <w:b/>
        </w:rPr>
        <w:t xml:space="preserve">документації із землеустрою  </w:t>
      </w:r>
    </w:p>
    <w:p w:rsidR="00746030" w:rsidRPr="00AB2945" w:rsidRDefault="00746030" w:rsidP="008A1E16">
      <w:pPr>
        <w:spacing w:before="100" w:beforeAutospacing="1"/>
        <w:contextualSpacing/>
        <w:rPr>
          <w:b/>
          <w:i/>
        </w:rPr>
      </w:pPr>
      <w:r w:rsidRPr="00AB2945">
        <w:rPr>
          <w:b/>
        </w:rPr>
        <w:t>щодо поділу та об’єднання</w:t>
      </w:r>
      <w:r w:rsidRPr="00AB2945">
        <w:rPr>
          <w:b/>
          <w:i/>
        </w:rPr>
        <w:t xml:space="preserve">   </w:t>
      </w:r>
    </w:p>
    <w:p w:rsidR="00746030" w:rsidRPr="00AF591D" w:rsidRDefault="00746030" w:rsidP="008A1E16">
      <w:pPr>
        <w:spacing w:before="100" w:beforeAutospacing="1"/>
        <w:contextualSpacing/>
      </w:pPr>
      <w:r w:rsidRPr="00AB2945">
        <w:rPr>
          <w:b/>
        </w:rPr>
        <w:t>земельних  ділянок</w:t>
      </w:r>
      <w:r w:rsidRPr="00AF591D">
        <w:t xml:space="preserve">  </w:t>
      </w:r>
    </w:p>
    <w:p w:rsidR="00746030" w:rsidRPr="00AF591D" w:rsidRDefault="00746030" w:rsidP="008A1E16">
      <w:pPr>
        <w:spacing w:before="100" w:beforeAutospacing="1"/>
        <w:contextualSpacing/>
        <w:rPr>
          <w:i/>
        </w:rPr>
      </w:pPr>
    </w:p>
    <w:p w:rsidR="00746030" w:rsidRPr="00CA6348" w:rsidRDefault="00746030" w:rsidP="00CA6348">
      <w:pPr>
        <w:ind w:firstLine="708"/>
        <w:jc w:val="both"/>
        <w:rPr>
          <w:lang w:val="ru-RU"/>
        </w:rPr>
      </w:pPr>
      <w:r w:rsidRPr="00AF591D">
        <w:t xml:space="preserve">Розглянувши звернення від старости Милівецького старостинського округу Попика </w:t>
      </w:r>
      <w:r>
        <w:t>Володимира Івановича</w:t>
      </w:r>
      <w:r w:rsidRPr="00AF591D">
        <w:t xml:space="preserve">  про  необхідність  затвердити технічну документацію із землеустрою щодо поділу та об’єднання земельних ділянок   площею  </w:t>
      </w:r>
      <w:smartTag w:uri="urn:schemas-microsoft-com:office:smarttags" w:element="metricconverter">
        <w:smartTagPr>
          <w:attr w:name="ProductID" w:val="26,5053 га"/>
        </w:smartTagPr>
        <w:r w:rsidRPr="00AF591D">
          <w:t>26,5053 га</w:t>
        </w:r>
      </w:smartTag>
      <w:r w:rsidRPr="00AF591D">
        <w:t xml:space="preserve"> з кадастровим номером 6125585700:01:003:0010,  що розташована  на території  Нагірянської сільської ради за межами населеного пункту   с. Милівці  Чортківського району Тернопільської області,   на 56 земельних ділянок з  метою  передачі  їх  </w:t>
      </w:r>
      <w:r w:rsidRPr="00AF591D">
        <w:rPr>
          <w:lang w:val="ru-RU"/>
        </w:rPr>
        <w:t>безоплатно у власність   для  ведення  особис</w:t>
      </w:r>
      <w:r>
        <w:rPr>
          <w:lang w:val="ru-RU"/>
        </w:rPr>
        <w:t>того  селянського  господарства, к</w:t>
      </w:r>
      <w:r w:rsidRPr="00AF591D">
        <w:rPr>
          <w:lang w:val="ru-RU"/>
        </w:rPr>
        <w:t xml:space="preserve">еруючись    статтями  12,  116, 118,  121, 122 Земельного  кодексу  України,   п. 34  статті 26,  статтею  33  Закону  України  «Про  </w:t>
      </w:r>
      <w:r w:rsidRPr="00AF591D">
        <w:t>місцеве</w:t>
      </w:r>
      <w:r w:rsidRPr="00AF591D">
        <w:rPr>
          <w:lang w:val="ru-RU"/>
        </w:rPr>
        <w:t xml:space="preserve">  самоврядування  в  Україні»,  статтею  56 Закону України «Про  землеустрій», статтею  24  Закону України «Про державний земельний кадастр», п.3 , 6 Прикінцевих та перехідних положень Закону України  “ Про внесення змін до деяких законодавчих актів України щодо розмежування земель державної та комунальної власності ”,   беручи до уваги технічну документацію із землеустрою щодо поділу та об’єднання земельних ділянок</w:t>
      </w:r>
      <w:r w:rsidRPr="00AF591D">
        <w:t>,</w:t>
      </w:r>
      <w:r w:rsidRPr="00CA6348">
        <w:t xml:space="preserve"> </w:t>
      </w:r>
      <w:r>
        <w:t>враховуючи пропозиції та рекомендації постійної комісії сільської ради з питань містобудування, земельних відносин та сталого розвитку,</w:t>
      </w:r>
      <w:r w:rsidRPr="00AF591D">
        <w:t xml:space="preserve">  сільська рада</w:t>
      </w:r>
    </w:p>
    <w:p w:rsidR="00746030" w:rsidRPr="00AF591D" w:rsidRDefault="00746030" w:rsidP="008A1E16">
      <w:pPr>
        <w:ind w:firstLine="708"/>
      </w:pPr>
    </w:p>
    <w:p w:rsidR="00746030" w:rsidRPr="00AF591D" w:rsidRDefault="00746030" w:rsidP="008A1E16">
      <w:pPr>
        <w:rPr>
          <w:b/>
        </w:rPr>
      </w:pPr>
      <w:r w:rsidRPr="00AF591D">
        <w:rPr>
          <w:b/>
        </w:rPr>
        <w:t>ВИРІШИЛА:</w:t>
      </w:r>
    </w:p>
    <w:p w:rsidR="00746030" w:rsidRPr="00AF591D" w:rsidRDefault="00746030" w:rsidP="008A1E16">
      <w:pPr>
        <w:rPr>
          <w:b/>
        </w:rPr>
      </w:pPr>
    </w:p>
    <w:p w:rsidR="00746030" w:rsidRPr="00AF591D" w:rsidRDefault="00746030" w:rsidP="00AF591D">
      <w:pPr>
        <w:jc w:val="both"/>
      </w:pPr>
      <w:r w:rsidRPr="00AF591D">
        <w:rPr>
          <w:b/>
        </w:rPr>
        <w:t>1.</w:t>
      </w:r>
      <w:r>
        <w:t xml:space="preserve"> </w:t>
      </w:r>
      <w:r w:rsidRPr="00AF591D">
        <w:t xml:space="preserve">Затвердити технічну документацію із землеустрою щодо поділу та об’єднання земельних ділянок площею </w:t>
      </w:r>
      <w:smartTag w:uri="urn:schemas-microsoft-com:office:smarttags" w:element="metricconverter">
        <w:smartTagPr>
          <w:attr w:name="ProductID" w:val="26,5053 га"/>
        </w:smartTagPr>
        <w:r w:rsidRPr="00AF591D">
          <w:t>26,5053 га</w:t>
        </w:r>
      </w:smartTag>
      <w:r w:rsidRPr="00AF591D">
        <w:t xml:space="preserve">  з кадастровим номером 6125585700:01:003:0010,    що розташована  на території  Нагірянської сільської ради за межами населеного пункту  с. Милівці  Чортківського району Тернопільської області, 56 земельних ділянок, а саме : 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 – площею </w:t>
      </w:r>
      <w:smartTag w:uri="urn:schemas-microsoft-com:office:smarttags" w:element="metricconverter">
        <w:smartTagPr>
          <w:attr w:name="ProductID" w:val="0,4734 га"/>
        </w:smartTagPr>
        <w:r w:rsidRPr="00AF591D">
          <w:t>0,4734 га</w:t>
        </w:r>
      </w:smartTag>
      <w:r w:rsidRPr="00AF591D">
        <w:t xml:space="preserve"> з  кадастровим номером 6125585700:01:003:0051,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2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6125585700:01:003:0052,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3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6125585700:01:003:0053,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4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6125585700:01:003:0054,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5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6125585700:01:003:0055,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6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6125585700:01:003:0056,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7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6125585700:01:003:0057,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8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6125585700:01:003:0058,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9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6125585700:01:003:0059,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10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6125585700:01:003:0060,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11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6125585700:01:003:0061,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12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6125585700:01:003:0062,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13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6125585700:01:003:0063,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14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6125585700:01:003:0064,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15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6125585700:01:003:00605,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16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6125585700:01:003:0066,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17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6125585700:01:003:0067,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18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6125585700:01:003:0068,</w:t>
      </w:r>
    </w:p>
    <w:p w:rsidR="00746030" w:rsidRPr="00AF591D" w:rsidRDefault="00746030" w:rsidP="00BF3447">
      <w:pPr>
        <w:ind w:firstLine="708"/>
        <w:jc w:val="both"/>
      </w:pPr>
      <w:r w:rsidRPr="00AF591D">
        <w:t xml:space="preserve">- ділянка № 19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6125585700:01:003:0069,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20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6125585700:01:003:0070,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21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6125585700:01:003:0071,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22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6125585700:01:003:0072,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23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6125585700:01:003:0073,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24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6125585700:01:003:0074,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25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6125585700:01:003:0075,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26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6125585700:01:003:0076,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27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6125585700:01:003:0077,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28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6125585700:01:003:0078,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29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6125585700:01:003:0079,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30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6125585700:01:003:0080,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31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6125585700:01:003:0081,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32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6125585700:01:003:0082,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33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6125585700:01:003:0083,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34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6125585700:01:003:0084,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35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6125585700:01:003:0085,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36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6125585700:01:003:0086,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37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6125585700:01:003:0087,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38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6125585700:01:003:0088,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39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6125585700:01:003:0089,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40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6125585700:01:003:0090,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41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6125585700:01:003:0091,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42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6125585700:01:003:0092,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43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6125585700:01:003:0093,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44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6125585700:01:003:0094,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45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6125585700:01:003:0095,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46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6125585700:01:003:0096,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47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6125585700:01:003:0097,</w:t>
      </w:r>
    </w:p>
    <w:p w:rsidR="00746030" w:rsidRPr="00AF591D" w:rsidRDefault="00746030" w:rsidP="0090419B">
      <w:pPr>
        <w:ind w:firstLine="708"/>
        <w:jc w:val="both"/>
      </w:pPr>
      <w:r w:rsidRPr="00AF591D">
        <w:t xml:space="preserve">- ділянка № 48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6125585700:01:003:0098,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49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6125585700:01:003:0099, 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50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6125585700:01:003:0100,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51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6125585700:01:003:0101,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52 – площею </w:t>
      </w:r>
      <w:smartTag w:uri="urn:schemas-microsoft-com:office:smarttags" w:element="metricconverter">
        <w:smartTagPr>
          <w:attr w:name="ProductID" w:val="0,4733 га"/>
        </w:smartTagPr>
        <w:r w:rsidRPr="00AF591D">
          <w:t>0,4733 га</w:t>
        </w:r>
      </w:smartTag>
      <w:r w:rsidRPr="00AF591D">
        <w:t xml:space="preserve"> з  кадастровим номером 6125585700:01:003:0102,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53 – площею </w:t>
      </w:r>
      <w:smartTag w:uri="urn:schemas-microsoft-com:office:smarttags" w:element="metricconverter">
        <w:smartTagPr>
          <w:attr w:name="ProductID" w:val="0,4734 га"/>
        </w:smartTagPr>
        <w:r w:rsidRPr="00AF591D">
          <w:t>0,4734 га</w:t>
        </w:r>
      </w:smartTag>
      <w:r w:rsidRPr="00AF591D">
        <w:t xml:space="preserve"> з  кадастровим номером 6125585700:01:003:0103,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54 – площею </w:t>
      </w:r>
      <w:smartTag w:uri="urn:schemas-microsoft-com:office:smarttags" w:element="metricconverter">
        <w:smartTagPr>
          <w:attr w:name="ProductID" w:val="0,4734 га"/>
        </w:smartTagPr>
        <w:r w:rsidRPr="00AF591D">
          <w:t>0,4734 га</w:t>
        </w:r>
      </w:smartTag>
      <w:r w:rsidRPr="00AF591D">
        <w:t xml:space="preserve"> з  кадастровим номером 6125585700:01:003:0104,</w:t>
      </w:r>
    </w:p>
    <w:p w:rsidR="00746030" w:rsidRPr="00AF591D" w:rsidRDefault="00746030" w:rsidP="00832B57">
      <w:pPr>
        <w:ind w:firstLine="708"/>
        <w:jc w:val="both"/>
      </w:pPr>
      <w:r w:rsidRPr="00AF591D">
        <w:t xml:space="preserve">- ділянка № 55 – площею </w:t>
      </w:r>
      <w:smartTag w:uri="urn:schemas-microsoft-com:office:smarttags" w:element="metricconverter">
        <w:smartTagPr>
          <w:attr w:name="ProductID" w:val="0,4734 га"/>
        </w:smartTagPr>
        <w:r w:rsidRPr="00AF591D">
          <w:t>0,4734 га</w:t>
        </w:r>
      </w:smartTag>
      <w:r w:rsidRPr="00AF591D">
        <w:t xml:space="preserve"> з  кадастровим номером 6125585700:01:003:0105,</w:t>
      </w:r>
    </w:p>
    <w:p w:rsidR="00746030" w:rsidRPr="00AF591D" w:rsidRDefault="00746030" w:rsidP="00AF591D">
      <w:pPr>
        <w:ind w:firstLine="708"/>
        <w:jc w:val="both"/>
      </w:pPr>
      <w:r w:rsidRPr="00AF591D">
        <w:t xml:space="preserve">- ділянка № 56 – площею </w:t>
      </w:r>
      <w:smartTag w:uri="urn:schemas-microsoft-com:office:smarttags" w:element="metricconverter">
        <w:smartTagPr>
          <w:attr w:name="ProductID" w:val="0,4734 га"/>
        </w:smartTagPr>
        <w:r w:rsidRPr="00AF591D">
          <w:t>0,4734 га</w:t>
        </w:r>
      </w:smartTag>
      <w:r w:rsidRPr="00AF591D">
        <w:t xml:space="preserve"> з  кадастровим номером 6125585700:01:003:0106,</w:t>
      </w:r>
    </w:p>
    <w:p w:rsidR="00746030" w:rsidRPr="00AF591D" w:rsidRDefault="00746030" w:rsidP="008A1E16">
      <w:pPr>
        <w:jc w:val="both"/>
        <w:rPr>
          <w:lang w:val="ru-RU"/>
        </w:rPr>
      </w:pPr>
      <w:r w:rsidRPr="00AF591D">
        <w:t xml:space="preserve">                                                                                                       </w:t>
      </w:r>
    </w:p>
    <w:p w:rsidR="00746030" w:rsidRDefault="00746030" w:rsidP="00AF591D">
      <w:pPr>
        <w:jc w:val="both"/>
        <w:rPr>
          <w:lang w:val="ru-RU"/>
        </w:rPr>
      </w:pPr>
      <w:r w:rsidRPr="00AF591D">
        <w:rPr>
          <w:b/>
          <w:lang w:val="ru-RU"/>
        </w:rPr>
        <w:t>2.</w:t>
      </w:r>
      <w:r>
        <w:rPr>
          <w:lang w:val="ru-RU"/>
        </w:rPr>
        <w:t xml:space="preserve"> </w:t>
      </w:r>
      <w:r w:rsidRPr="00AF591D">
        <w:rPr>
          <w:lang w:val="ru-RU"/>
        </w:rPr>
        <w:t>Зобов'язати  Нагірянську сільську раду зареєструвати  право власності  на  земельні  ділянки  згідно норм  чинного законодавства.</w:t>
      </w:r>
      <w:r w:rsidRPr="00AF591D">
        <w:rPr>
          <w:lang w:val="ru-RU"/>
        </w:rPr>
        <w:tab/>
      </w:r>
    </w:p>
    <w:p w:rsidR="00746030" w:rsidRPr="00AF591D" w:rsidRDefault="00746030" w:rsidP="00AF591D">
      <w:pPr>
        <w:jc w:val="both"/>
        <w:rPr>
          <w:lang w:val="ru-RU"/>
        </w:rPr>
      </w:pPr>
      <w:r w:rsidRPr="00AF591D">
        <w:rPr>
          <w:b/>
          <w:lang w:val="ru-RU"/>
        </w:rPr>
        <w:t>3.</w:t>
      </w:r>
      <w:r>
        <w:rPr>
          <w:lang w:val="ru-RU"/>
        </w:rPr>
        <w:t xml:space="preserve"> </w:t>
      </w:r>
      <w:r w:rsidRPr="00AF591D">
        <w:rPr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F591D">
        <w:t xml:space="preserve">містобудування, земельних відносин та сталого розвитку. </w:t>
      </w:r>
    </w:p>
    <w:p w:rsidR="00746030" w:rsidRPr="00AF591D" w:rsidRDefault="00746030" w:rsidP="00AF591D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6030" w:rsidRPr="00AF591D" w:rsidRDefault="00746030" w:rsidP="00A75985">
      <w:pPr>
        <w:jc w:val="both"/>
      </w:pPr>
      <w:r w:rsidRPr="00AF591D">
        <w:t xml:space="preserve">Нагірянський сільський голова                                      Ігор КІНДРАТ       </w:t>
      </w:r>
    </w:p>
    <w:p w:rsidR="00746030" w:rsidRPr="00A75985" w:rsidRDefault="00746030" w:rsidP="00A75985">
      <w:pPr>
        <w:rPr>
          <w:sz w:val="28"/>
        </w:rPr>
      </w:pPr>
    </w:p>
    <w:sectPr w:rsidR="00746030" w:rsidRPr="00A75985" w:rsidSect="008B6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E16"/>
    <w:rsid w:val="0004499F"/>
    <w:rsid w:val="000C37DC"/>
    <w:rsid w:val="001263EA"/>
    <w:rsid w:val="00147E16"/>
    <w:rsid w:val="001875F0"/>
    <w:rsid w:val="001F0126"/>
    <w:rsid w:val="002C7CEA"/>
    <w:rsid w:val="00347C99"/>
    <w:rsid w:val="003E36E1"/>
    <w:rsid w:val="0046430B"/>
    <w:rsid w:val="004726CF"/>
    <w:rsid w:val="004C54C5"/>
    <w:rsid w:val="00586C34"/>
    <w:rsid w:val="005A7C35"/>
    <w:rsid w:val="005E1B10"/>
    <w:rsid w:val="005F3291"/>
    <w:rsid w:val="006A464E"/>
    <w:rsid w:val="00746030"/>
    <w:rsid w:val="00781F90"/>
    <w:rsid w:val="00832B57"/>
    <w:rsid w:val="008A1E16"/>
    <w:rsid w:val="008B6A02"/>
    <w:rsid w:val="008D70D6"/>
    <w:rsid w:val="0090177F"/>
    <w:rsid w:val="0090419B"/>
    <w:rsid w:val="00945140"/>
    <w:rsid w:val="00A007F9"/>
    <w:rsid w:val="00A75985"/>
    <w:rsid w:val="00AA0675"/>
    <w:rsid w:val="00AA466B"/>
    <w:rsid w:val="00AB2945"/>
    <w:rsid w:val="00AF591D"/>
    <w:rsid w:val="00B61D95"/>
    <w:rsid w:val="00B90192"/>
    <w:rsid w:val="00BF3447"/>
    <w:rsid w:val="00CA6348"/>
    <w:rsid w:val="00D02511"/>
    <w:rsid w:val="00DE67B5"/>
    <w:rsid w:val="00E059A9"/>
    <w:rsid w:val="00E533A9"/>
    <w:rsid w:val="00EF095B"/>
    <w:rsid w:val="00F95A60"/>
    <w:rsid w:val="00FA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1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E16"/>
    <w:rPr>
      <w:rFonts w:ascii="Tahoma" w:hAnsi="Tahoma" w:cs="Tahoma"/>
      <w:sz w:val="16"/>
      <w:szCs w:val="16"/>
      <w:lang w:eastAsia="uk-UA"/>
    </w:rPr>
  </w:style>
  <w:style w:type="paragraph" w:customStyle="1" w:styleId="1">
    <w:name w:val="Без інтервалів1"/>
    <w:uiPriority w:val="99"/>
    <w:rsid w:val="00147E16"/>
    <w:rPr>
      <w:rFonts w:eastAsia="Times New Roman"/>
    </w:rPr>
  </w:style>
  <w:style w:type="paragraph" w:customStyle="1" w:styleId="3">
    <w:name w:val="Без інтервалів3"/>
    <w:uiPriority w:val="99"/>
    <w:rsid w:val="00A7598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2</Pages>
  <Words>1064</Words>
  <Characters>6071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19</cp:revision>
  <cp:lastPrinted>2021-07-12T13:05:00Z</cp:lastPrinted>
  <dcterms:created xsi:type="dcterms:W3CDTF">2020-05-12T08:53:00Z</dcterms:created>
  <dcterms:modified xsi:type="dcterms:W3CDTF">2021-07-21T06:50:00Z</dcterms:modified>
</cp:coreProperties>
</file>