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DCD" w:rsidRDefault="002D2DCD" w:rsidP="00934C8E">
      <w:pPr>
        <w:pStyle w:val="1"/>
        <w:jc w:val="right"/>
        <w:rPr>
          <w:noProof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ПРОЄКТ</w:t>
      </w:r>
    </w:p>
    <w:p w:rsidR="002D2DCD" w:rsidRDefault="002D2DCD" w:rsidP="00934C8E">
      <w:pPr>
        <w:pStyle w:val="1"/>
        <w:rPr>
          <w:rFonts w:ascii="Times New Roman" w:hAnsi="Times New Roman"/>
          <w:b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3in;margin-top:9pt;width:43.75pt;height:61.9pt;z-index:251658240;visibility:visible;mso-wrap-distance-left:9.05pt;mso-wrap-distance-right:9.05pt" filled="t">
            <v:imagedata r:id="rId5" o:title="" blacklevel="3932f"/>
            <w10:wrap type="topAndBottom"/>
          </v:shape>
        </w:pict>
      </w: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</w:t>
      </w:r>
    </w:p>
    <w:p w:rsidR="002D2DCD" w:rsidRPr="009D7294" w:rsidRDefault="002D2DCD" w:rsidP="00934C8E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9D7294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2D2DCD" w:rsidRPr="009D7294" w:rsidRDefault="002D2DCD" w:rsidP="00934C8E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9D7294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2D2DCD" w:rsidRPr="009D7294" w:rsidRDefault="002D2DCD" w:rsidP="0023692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9D7294">
        <w:rPr>
          <w:rFonts w:ascii="Times New Roman" w:hAnsi="Times New Roman"/>
          <w:sz w:val="24"/>
          <w:szCs w:val="24"/>
        </w:rPr>
        <w:t xml:space="preserve">ЧОТИРНАДЦЯТА СЕСІЯ </w:t>
      </w:r>
    </w:p>
    <w:p w:rsidR="002D2DCD" w:rsidRPr="009D7294" w:rsidRDefault="002D2DCD" w:rsidP="0023692C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9D7294">
        <w:rPr>
          <w:rFonts w:ascii="Times New Roman" w:hAnsi="Times New Roman"/>
          <w:sz w:val="24"/>
          <w:szCs w:val="24"/>
        </w:rPr>
        <w:t>ВОСЬМОГО СКЛИКАННЯ</w:t>
      </w:r>
    </w:p>
    <w:bookmarkEnd w:id="0"/>
    <w:p w:rsidR="002D2DCD" w:rsidRPr="009D7294" w:rsidRDefault="002D2DCD" w:rsidP="009D7294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9D7294">
        <w:rPr>
          <w:rFonts w:ascii="Times New Roman" w:hAnsi="Times New Roman"/>
          <w:sz w:val="24"/>
          <w:szCs w:val="24"/>
        </w:rPr>
        <w:t>РІШЕННЯ</w:t>
      </w:r>
    </w:p>
    <w:p w:rsidR="002D2DCD" w:rsidRPr="009D7294" w:rsidRDefault="002D2DCD" w:rsidP="00934C8E">
      <w:pPr>
        <w:pStyle w:val="1"/>
        <w:rPr>
          <w:rFonts w:ascii="Times New Roman" w:hAnsi="Times New Roman"/>
          <w:sz w:val="24"/>
          <w:szCs w:val="24"/>
        </w:rPr>
      </w:pPr>
      <w:r w:rsidRPr="009D7294">
        <w:rPr>
          <w:rFonts w:ascii="Times New Roman" w:hAnsi="Times New Roman"/>
          <w:sz w:val="24"/>
          <w:szCs w:val="24"/>
        </w:rPr>
        <w:t>___ __________ 2021 року                                                                             № ____</w:t>
      </w:r>
    </w:p>
    <w:p w:rsidR="002D2DCD" w:rsidRPr="009D7294" w:rsidRDefault="002D2DCD" w:rsidP="00934C8E">
      <w:pPr>
        <w:pStyle w:val="1"/>
        <w:rPr>
          <w:rFonts w:ascii="Times New Roman" w:hAnsi="Times New Roman"/>
          <w:spacing w:val="-12"/>
          <w:sz w:val="24"/>
          <w:szCs w:val="24"/>
        </w:rPr>
      </w:pPr>
      <w:r w:rsidRPr="009D7294">
        <w:rPr>
          <w:rFonts w:ascii="Times New Roman" w:hAnsi="Times New Roman"/>
          <w:sz w:val="24"/>
          <w:szCs w:val="24"/>
        </w:rPr>
        <w:t>с-ще Нагірянка</w:t>
      </w:r>
    </w:p>
    <w:p w:rsidR="002D2DCD" w:rsidRPr="009D7294" w:rsidRDefault="002D2DCD" w:rsidP="00934C8E">
      <w:pPr>
        <w:widowControl w:val="0"/>
        <w:autoSpaceDE w:val="0"/>
        <w:autoSpaceDN w:val="0"/>
        <w:adjustRightInd w:val="0"/>
        <w:spacing w:before="60" w:after="0" w:line="31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D7294">
        <w:rPr>
          <w:rFonts w:ascii="Times New Roman" w:hAnsi="Times New Roman"/>
          <w:b/>
          <w:sz w:val="24"/>
          <w:szCs w:val="24"/>
          <w:lang w:val="uk-UA"/>
        </w:rPr>
        <w:t>Про вилучення з користування</w:t>
      </w:r>
    </w:p>
    <w:p w:rsidR="002D2DCD" w:rsidRPr="009D7294" w:rsidRDefault="002D2DCD" w:rsidP="00934C8E">
      <w:pPr>
        <w:widowControl w:val="0"/>
        <w:autoSpaceDE w:val="0"/>
        <w:autoSpaceDN w:val="0"/>
        <w:adjustRightInd w:val="0"/>
        <w:spacing w:before="60" w:after="0" w:line="31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D7294">
        <w:rPr>
          <w:rFonts w:ascii="Times New Roman" w:hAnsi="Times New Roman"/>
          <w:b/>
          <w:sz w:val="24"/>
          <w:szCs w:val="24"/>
          <w:lang w:val="uk-UA"/>
        </w:rPr>
        <w:t xml:space="preserve">земельних ділянок </w:t>
      </w:r>
    </w:p>
    <w:p w:rsidR="002D2DCD" w:rsidRDefault="002D2DCD" w:rsidP="00934C8E">
      <w:pPr>
        <w:widowControl w:val="0"/>
        <w:autoSpaceDE w:val="0"/>
        <w:autoSpaceDN w:val="0"/>
        <w:adjustRightInd w:val="0"/>
        <w:spacing w:before="60"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 про припинення  - добровільну відмову від права користування земельною ділянкою (01.03) для ведення особистого селянського господарства, керуючись п. 34 ст. 26 Закону України «Про місцеве самоврядування в Україні», ст. 140, 141, 142 Земельного Кодексу України </w:t>
      </w:r>
      <w:r w:rsidRPr="008A758D">
        <w:rPr>
          <w:rFonts w:ascii="Times New Roman" w:hAnsi="Times New Roman"/>
          <w:sz w:val="24"/>
          <w:szCs w:val="24"/>
          <w:lang w:val="uk-UA"/>
        </w:rPr>
        <w:t>та враховуючи рекомендації</w:t>
      </w:r>
      <w:r w:rsidRPr="008A758D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8A758D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сталого розвитку, сесія сільської ради</w:t>
      </w:r>
    </w:p>
    <w:p w:rsidR="002D2DCD" w:rsidRDefault="002D2DCD" w:rsidP="00934C8E">
      <w:pPr>
        <w:widowControl w:val="0"/>
        <w:autoSpaceDE w:val="0"/>
        <w:autoSpaceDN w:val="0"/>
        <w:adjustRightInd w:val="0"/>
        <w:spacing w:before="60" w:after="0" w:line="240" w:lineRule="auto"/>
        <w:ind w:firstLine="426"/>
        <w:rPr>
          <w:rFonts w:ascii="Times New Roman" w:hAnsi="Times New Roman"/>
          <w:sz w:val="24"/>
          <w:szCs w:val="24"/>
          <w:lang w:val="uk-UA"/>
        </w:rPr>
      </w:pPr>
    </w:p>
    <w:p w:rsidR="002D2DCD" w:rsidRPr="00210F77" w:rsidRDefault="002D2DCD" w:rsidP="00934C8E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2D2DCD" w:rsidRPr="0023692C" w:rsidRDefault="002D2DCD" w:rsidP="009D7294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 w:rsidRPr="0023692C">
        <w:rPr>
          <w:rFonts w:ascii="Times New Roman" w:hAnsi="Times New Roman"/>
          <w:sz w:val="24"/>
          <w:szCs w:val="24"/>
          <w:lang w:val="uk-UA"/>
        </w:rPr>
        <w:t xml:space="preserve">Припинити право користування земельною ділянкою для ведення особистого селянського господарства згідно поданої заяви  гр. Луцишин Мар’яна Ярославовича </w:t>
      </w:r>
      <w:r w:rsidRPr="0023692C">
        <w:rPr>
          <w:rFonts w:ascii="Times New Roman" w:hAnsi="Times New Roman"/>
          <w:sz w:val="24"/>
          <w:szCs w:val="24"/>
        </w:rPr>
        <w:t xml:space="preserve">загальною площею – </w:t>
      </w:r>
      <w:smartTag w:uri="urn:schemas-microsoft-com:office:smarttags" w:element="metricconverter">
        <w:smartTagPr>
          <w:attr w:name="ProductID" w:val="0,10 га"/>
        </w:smartTagPr>
        <w:r w:rsidRPr="0023692C">
          <w:rPr>
            <w:rFonts w:ascii="Times New Roman" w:hAnsi="Times New Roman"/>
            <w:sz w:val="24"/>
            <w:szCs w:val="24"/>
          </w:rPr>
          <w:t>0,10 га</w:t>
        </w:r>
      </w:smartTag>
      <w:r w:rsidRPr="0023692C">
        <w:rPr>
          <w:rFonts w:ascii="Times New Roman" w:hAnsi="Times New Roman"/>
          <w:sz w:val="24"/>
          <w:szCs w:val="24"/>
        </w:rPr>
        <w:t xml:space="preserve"> в с. У</w:t>
      </w:r>
      <w:r w:rsidRPr="0023692C">
        <w:rPr>
          <w:rFonts w:ascii="Times New Roman" w:hAnsi="Times New Roman"/>
          <w:sz w:val="24"/>
          <w:szCs w:val="24"/>
          <w:lang w:val="uk-UA"/>
        </w:rPr>
        <w:t>лашківці</w:t>
      </w:r>
      <w:r w:rsidRPr="0023692C">
        <w:rPr>
          <w:rFonts w:ascii="Times New Roman" w:hAnsi="Times New Roman"/>
          <w:sz w:val="24"/>
          <w:szCs w:val="24"/>
        </w:rPr>
        <w:t xml:space="preserve"> Чортківського району  Тернопільської області.</w:t>
      </w:r>
    </w:p>
    <w:p w:rsidR="002D2DCD" w:rsidRPr="0023692C" w:rsidRDefault="002D2DCD" w:rsidP="006A21A4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3692C">
        <w:rPr>
          <w:rFonts w:ascii="Times New Roman" w:hAnsi="Times New Roman"/>
          <w:sz w:val="24"/>
          <w:szCs w:val="24"/>
          <w:lang w:val="uk-UA"/>
        </w:rPr>
        <w:t xml:space="preserve"> Припинити право користування земельними ділянками для ведення особистого  селянського господарства згідно поданої заяви  гр. Радельніцької Галини Іванівни</w:t>
      </w:r>
      <w:r w:rsidRPr="0023692C">
        <w:rPr>
          <w:rFonts w:ascii="Times New Roman" w:hAnsi="Times New Roman"/>
          <w:sz w:val="24"/>
          <w:szCs w:val="24"/>
        </w:rPr>
        <w:t xml:space="preserve"> площею – </w:t>
      </w:r>
      <w:smartTag w:uri="urn:schemas-microsoft-com:office:smarttags" w:element="metricconverter">
        <w:smartTagPr>
          <w:attr w:name="ProductID" w:val="0,74 га"/>
        </w:smartTagPr>
        <w:r w:rsidRPr="0023692C">
          <w:rPr>
            <w:rFonts w:ascii="Times New Roman" w:hAnsi="Times New Roman"/>
            <w:sz w:val="24"/>
            <w:szCs w:val="24"/>
          </w:rPr>
          <w:t>0,74 га</w:t>
        </w:r>
      </w:smartTag>
      <w:r w:rsidRPr="0023692C">
        <w:rPr>
          <w:rFonts w:ascii="Times New Roman" w:hAnsi="Times New Roman"/>
          <w:sz w:val="24"/>
          <w:szCs w:val="24"/>
        </w:rPr>
        <w:t xml:space="preserve"> в с. У</w:t>
      </w:r>
      <w:r w:rsidRPr="0023692C">
        <w:rPr>
          <w:rFonts w:ascii="Times New Roman" w:hAnsi="Times New Roman"/>
          <w:sz w:val="24"/>
          <w:szCs w:val="24"/>
          <w:lang w:val="uk-UA"/>
        </w:rPr>
        <w:t>лашківці</w:t>
      </w:r>
      <w:r w:rsidRPr="0023692C">
        <w:rPr>
          <w:rFonts w:ascii="Times New Roman" w:hAnsi="Times New Roman"/>
          <w:sz w:val="24"/>
          <w:szCs w:val="24"/>
        </w:rPr>
        <w:t xml:space="preserve"> Чортківського району  Тернопільської області.</w:t>
      </w:r>
    </w:p>
    <w:p w:rsidR="002D2DCD" w:rsidRPr="0023692C" w:rsidRDefault="002D2DCD" w:rsidP="006A21A4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3692C">
        <w:rPr>
          <w:rFonts w:ascii="Times New Roman" w:hAnsi="Times New Roman"/>
          <w:sz w:val="24"/>
          <w:szCs w:val="24"/>
          <w:lang w:val="uk-UA"/>
        </w:rPr>
        <w:t xml:space="preserve"> Припинити право користування земельною ділянкою для ведення особистого селянського господарства  гр. Підсадної Ольги Іванівни загальною площею – </w:t>
      </w:r>
      <w:smartTag w:uri="urn:schemas-microsoft-com:office:smarttags" w:element="metricconverter">
        <w:smartTagPr>
          <w:attr w:name="ProductID" w:val="0,10 га"/>
        </w:smartTagPr>
        <w:r w:rsidRPr="0023692C">
          <w:rPr>
            <w:rFonts w:ascii="Times New Roman" w:hAnsi="Times New Roman"/>
            <w:sz w:val="24"/>
            <w:szCs w:val="24"/>
            <w:lang w:val="uk-UA"/>
          </w:rPr>
          <w:t>0,10 га</w:t>
        </w:r>
      </w:smartTag>
      <w:r w:rsidRPr="0023692C">
        <w:rPr>
          <w:rFonts w:ascii="Times New Roman" w:hAnsi="Times New Roman"/>
          <w:sz w:val="24"/>
          <w:szCs w:val="24"/>
          <w:lang w:val="uk-UA"/>
        </w:rPr>
        <w:t xml:space="preserve"> в с. Улашківці Чортківського району  Тернопільської області.</w:t>
      </w:r>
    </w:p>
    <w:p w:rsidR="002D2DCD" w:rsidRPr="0023692C" w:rsidRDefault="002D2DCD" w:rsidP="006A21A4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3692C">
        <w:rPr>
          <w:rFonts w:ascii="Times New Roman" w:hAnsi="Times New Roman"/>
          <w:sz w:val="24"/>
          <w:szCs w:val="24"/>
          <w:lang w:val="uk-UA"/>
        </w:rPr>
        <w:t xml:space="preserve"> Припинити право користування земельною ділянкою для ведення особистого селянського господарства  гр. Романів Романа Олександровича загальною площею – </w:t>
      </w:r>
      <w:smartTag w:uri="urn:schemas-microsoft-com:office:smarttags" w:element="metricconverter">
        <w:smartTagPr>
          <w:attr w:name="ProductID" w:val="0,85 га"/>
        </w:smartTagPr>
        <w:r w:rsidRPr="0023692C">
          <w:rPr>
            <w:rFonts w:ascii="Times New Roman" w:hAnsi="Times New Roman"/>
            <w:sz w:val="24"/>
            <w:szCs w:val="24"/>
            <w:lang w:val="uk-UA"/>
          </w:rPr>
          <w:t>0,85 га</w:t>
        </w:r>
      </w:smartTag>
      <w:r w:rsidRPr="0023692C">
        <w:rPr>
          <w:rFonts w:ascii="Times New Roman" w:hAnsi="Times New Roman"/>
          <w:sz w:val="24"/>
          <w:szCs w:val="24"/>
          <w:lang w:val="uk-UA"/>
        </w:rPr>
        <w:t xml:space="preserve"> в с. Стара Ягільниця Чортківського району  Тернопільської області.</w:t>
      </w:r>
    </w:p>
    <w:p w:rsidR="002D2DCD" w:rsidRPr="0023692C" w:rsidRDefault="002D2DCD" w:rsidP="006A21A4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3692C">
        <w:rPr>
          <w:rFonts w:ascii="Times New Roman" w:hAnsi="Times New Roman"/>
          <w:sz w:val="24"/>
          <w:szCs w:val="24"/>
          <w:lang w:val="uk-UA"/>
        </w:rPr>
        <w:t xml:space="preserve"> Припинити право користування земельною ділянкою для ведення особистого селянського господарства  гр. Романів Наталії Омелянівни загальною площею – </w:t>
      </w:r>
      <w:smartTag w:uri="urn:schemas-microsoft-com:office:smarttags" w:element="metricconverter">
        <w:smartTagPr>
          <w:attr w:name="ProductID" w:val="0,25 га"/>
        </w:smartTagPr>
        <w:r w:rsidRPr="0023692C">
          <w:rPr>
            <w:rFonts w:ascii="Times New Roman" w:hAnsi="Times New Roman"/>
            <w:sz w:val="24"/>
            <w:szCs w:val="24"/>
            <w:lang w:val="uk-UA"/>
          </w:rPr>
          <w:t>0,25 га</w:t>
        </w:r>
      </w:smartTag>
      <w:r w:rsidRPr="0023692C">
        <w:rPr>
          <w:rFonts w:ascii="Times New Roman" w:hAnsi="Times New Roman"/>
          <w:sz w:val="24"/>
          <w:szCs w:val="24"/>
          <w:lang w:val="uk-UA"/>
        </w:rPr>
        <w:t xml:space="preserve"> в с. Стара Ягільниця Чортківського району  Тернопільської області.</w:t>
      </w:r>
    </w:p>
    <w:p w:rsidR="002D2DCD" w:rsidRPr="0023692C" w:rsidRDefault="002D2DCD" w:rsidP="000F188F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3692C">
        <w:rPr>
          <w:rFonts w:ascii="Times New Roman" w:hAnsi="Times New Roman"/>
          <w:sz w:val="24"/>
          <w:szCs w:val="24"/>
          <w:lang w:val="uk-UA"/>
        </w:rPr>
        <w:t>Припинити право користування земельними ділянками для ведення особистого  селянського господарства згідно поданої заяви  гр. Березовської Марії Михайлівни</w:t>
      </w:r>
      <w:r w:rsidRPr="0023692C">
        <w:rPr>
          <w:rFonts w:ascii="Times New Roman" w:hAnsi="Times New Roman"/>
          <w:sz w:val="24"/>
          <w:szCs w:val="24"/>
        </w:rPr>
        <w:t xml:space="preserve"> площею – </w:t>
      </w:r>
      <w:smartTag w:uri="urn:schemas-microsoft-com:office:smarttags" w:element="metricconverter">
        <w:smartTagPr>
          <w:attr w:name="ProductID" w:val="0,3021 га"/>
        </w:smartTagPr>
        <w:r w:rsidRPr="0023692C">
          <w:rPr>
            <w:rFonts w:ascii="Times New Roman" w:hAnsi="Times New Roman"/>
            <w:sz w:val="24"/>
            <w:szCs w:val="24"/>
          </w:rPr>
          <w:t>0,3021 га</w:t>
        </w:r>
      </w:smartTag>
      <w:r w:rsidRPr="0023692C">
        <w:rPr>
          <w:rFonts w:ascii="Times New Roman" w:hAnsi="Times New Roman"/>
          <w:sz w:val="24"/>
          <w:szCs w:val="24"/>
        </w:rPr>
        <w:t xml:space="preserve"> в с. С</w:t>
      </w:r>
      <w:r w:rsidRPr="0023692C">
        <w:rPr>
          <w:rFonts w:ascii="Times New Roman" w:hAnsi="Times New Roman"/>
          <w:sz w:val="24"/>
          <w:szCs w:val="24"/>
          <w:lang w:val="uk-UA"/>
        </w:rPr>
        <w:t>осулівка</w:t>
      </w:r>
      <w:r w:rsidRPr="0023692C">
        <w:rPr>
          <w:rFonts w:ascii="Times New Roman" w:hAnsi="Times New Roman"/>
          <w:sz w:val="24"/>
          <w:szCs w:val="24"/>
        </w:rPr>
        <w:t xml:space="preserve"> Чортківського району  Тернопільської області.</w:t>
      </w:r>
    </w:p>
    <w:p w:rsidR="002D2DCD" w:rsidRPr="0023692C" w:rsidRDefault="002D2DCD" w:rsidP="006A21A4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2DCD" w:rsidRPr="0023692C" w:rsidRDefault="002D2DCD" w:rsidP="009D7294">
      <w:pPr>
        <w:pStyle w:val="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3692C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2D2DCD" w:rsidRPr="0023692C" w:rsidRDefault="002D2DCD" w:rsidP="00934C8E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2D2DCD" w:rsidRDefault="002D2DCD" w:rsidP="009D7294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23692C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</w:t>
      </w:r>
      <w:r w:rsidRPr="00985647">
        <w:rPr>
          <w:rFonts w:ascii="Times New Roman" w:hAnsi="Times New Roman"/>
          <w:sz w:val="24"/>
          <w:szCs w:val="24"/>
          <w:lang w:val="uk-UA"/>
        </w:rPr>
        <w:t xml:space="preserve">Ігор КІНДРАТ          </w:t>
      </w:r>
    </w:p>
    <w:p w:rsidR="002D2DCD" w:rsidRPr="00985647" w:rsidRDefault="002D2DCD" w:rsidP="00934C8E">
      <w:pPr>
        <w:rPr>
          <w:rFonts w:ascii="Times New Roman" w:hAnsi="Times New Roman"/>
          <w:sz w:val="24"/>
          <w:szCs w:val="24"/>
          <w:lang w:val="uk-UA"/>
        </w:rPr>
      </w:pPr>
      <w:r w:rsidRPr="00985647">
        <w:rPr>
          <w:rFonts w:ascii="Times New Roman" w:hAnsi="Times New Roman"/>
          <w:sz w:val="24"/>
          <w:szCs w:val="24"/>
          <w:lang w:val="uk-UA"/>
        </w:rPr>
        <w:t xml:space="preserve">Йосип ЗІБРІВСЬКИЙ </w:t>
      </w:r>
    </w:p>
    <w:p w:rsidR="002D2DCD" w:rsidRPr="00985647" w:rsidRDefault="002D2DCD" w:rsidP="00934C8E">
      <w:pPr>
        <w:rPr>
          <w:rFonts w:ascii="Times New Roman" w:hAnsi="Times New Roman"/>
          <w:sz w:val="24"/>
          <w:szCs w:val="24"/>
          <w:lang w:val="uk-UA"/>
        </w:rPr>
      </w:pPr>
      <w:r w:rsidRPr="00985647">
        <w:rPr>
          <w:rFonts w:ascii="Times New Roman" w:hAnsi="Times New Roman"/>
          <w:sz w:val="24"/>
          <w:szCs w:val="24"/>
          <w:lang w:val="uk-UA"/>
        </w:rPr>
        <w:t>Любомир ХОМ’ЯК</w:t>
      </w:r>
    </w:p>
    <w:p w:rsidR="002D2DCD" w:rsidRPr="00985647" w:rsidRDefault="002D2DCD" w:rsidP="00934C8E">
      <w:pPr>
        <w:rPr>
          <w:rFonts w:ascii="Times New Roman" w:hAnsi="Times New Roman"/>
          <w:sz w:val="24"/>
          <w:szCs w:val="24"/>
          <w:lang w:val="uk-UA"/>
        </w:rPr>
      </w:pPr>
      <w:r w:rsidRPr="00985647">
        <w:rPr>
          <w:rFonts w:ascii="Times New Roman" w:hAnsi="Times New Roman"/>
          <w:sz w:val="24"/>
          <w:szCs w:val="24"/>
          <w:lang w:val="uk-UA"/>
        </w:rPr>
        <w:t>Оксана КОВАЛЬЧУК</w:t>
      </w:r>
    </w:p>
    <w:p w:rsidR="002D2DCD" w:rsidRPr="00B63F0D" w:rsidRDefault="002D2DCD" w:rsidP="009D7294">
      <w:pPr>
        <w:rPr>
          <w:rFonts w:ascii="Times New Roman" w:hAnsi="Times New Roman"/>
          <w:sz w:val="24"/>
          <w:szCs w:val="24"/>
          <w:lang w:val="uk-UA"/>
        </w:rPr>
      </w:pPr>
      <w:r w:rsidRPr="00985647">
        <w:rPr>
          <w:rFonts w:ascii="Times New Roman" w:hAnsi="Times New Roman"/>
          <w:sz w:val="24"/>
          <w:szCs w:val="24"/>
          <w:lang w:val="uk-UA"/>
        </w:rPr>
        <w:t xml:space="preserve">Віталій БРОЩАК </w:t>
      </w:r>
    </w:p>
    <w:p w:rsidR="002D2DCD" w:rsidRDefault="002D2DCD" w:rsidP="009D7294">
      <w:pPr>
        <w:pStyle w:val="1"/>
        <w:jc w:val="right"/>
        <w:rPr>
          <w:noProof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ПРОЄКТ</w:t>
      </w:r>
    </w:p>
    <w:p w:rsidR="002D2DCD" w:rsidRDefault="002D2DCD" w:rsidP="009D7294">
      <w:pPr>
        <w:pStyle w:val="1"/>
        <w:rPr>
          <w:rFonts w:ascii="Times New Roman" w:hAnsi="Times New Roman"/>
          <w:b/>
          <w:sz w:val="24"/>
          <w:szCs w:val="24"/>
          <w:lang w:val="ru-RU"/>
        </w:rPr>
      </w:pPr>
      <w:r>
        <w:rPr>
          <w:noProof/>
        </w:rPr>
        <w:pict>
          <v:shape id="_x0000_s1027" type="#_x0000_t75" style="position:absolute;margin-left:3in;margin-top:9pt;width:43.75pt;height:61.9pt;z-index:251659264;visibility:visible;mso-wrap-distance-left:9.05pt;mso-wrap-distance-right:9.05pt" filled="t">
            <v:imagedata r:id="rId5" o:title="" blacklevel="3932f"/>
            <w10:wrap type="topAndBottom"/>
          </v:shape>
        </w:pict>
      </w: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</w:t>
      </w:r>
    </w:p>
    <w:p w:rsidR="002D2DCD" w:rsidRPr="009D7294" w:rsidRDefault="002D2DCD" w:rsidP="009D7294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9D7294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2D2DCD" w:rsidRPr="009D7294" w:rsidRDefault="002D2DCD" w:rsidP="009D7294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9D7294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2D2DCD" w:rsidRPr="009D7294" w:rsidRDefault="002D2DCD" w:rsidP="009D7294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9D7294">
        <w:rPr>
          <w:rFonts w:ascii="Times New Roman" w:hAnsi="Times New Roman"/>
          <w:sz w:val="24"/>
          <w:szCs w:val="24"/>
        </w:rPr>
        <w:t xml:space="preserve">ЧОТИРНАДЦЯТА СЕСІЯ </w:t>
      </w:r>
    </w:p>
    <w:p w:rsidR="002D2DCD" w:rsidRPr="009D7294" w:rsidRDefault="002D2DCD" w:rsidP="009D7294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9D7294">
        <w:rPr>
          <w:rFonts w:ascii="Times New Roman" w:hAnsi="Times New Roman"/>
          <w:sz w:val="24"/>
          <w:szCs w:val="24"/>
        </w:rPr>
        <w:t>ВОСЬМОГО СКЛИКАННЯ</w:t>
      </w:r>
    </w:p>
    <w:p w:rsidR="002D2DCD" w:rsidRPr="009D7294" w:rsidRDefault="002D2DCD" w:rsidP="009D7294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9D7294">
        <w:rPr>
          <w:rFonts w:ascii="Times New Roman" w:hAnsi="Times New Roman"/>
          <w:sz w:val="24"/>
          <w:szCs w:val="24"/>
        </w:rPr>
        <w:t>РІШЕННЯ</w:t>
      </w:r>
    </w:p>
    <w:p w:rsidR="002D2DCD" w:rsidRPr="009D7294" w:rsidRDefault="002D2DCD" w:rsidP="009D7294">
      <w:pPr>
        <w:pStyle w:val="1"/>
        <w:rPr>
          <w:rFonts w:ascii="Times New Roman" w:hAnsi="Times New Roman"/>
          <w:sz w:val="24"/>
          <w:szCs w:val="24"/>
        </w:rPr>
      </w:pPr>
      <w:r w:rsidRPr="009D7294">
        <w:rPr>
          <w:rFonts w:ascii="Times New Roman" w:hAnsi="Times New Roman"/>
          <w:sz w:val="24"/>
          <w:szCs w:val="24"/>
        </w:rPr>
        <w:t>___ __________ 2021 року                                                                             № ____</w:t>
      </w:r>
    </w:p>
    <w:p w:rsidR="002D2DCD" w:rsidRPr="009D7294" w:rsidRDefault="002D2DCD" w:rsidP="009D7294">
      <w:pPr>
        <w:pStyle w:val="1"/>
        <w:rPr>
          <w:rFonts w:ascii="Times New Roman" w:hAnsi="Times New Roman"/>
          <w:spacing w:val="-12"/>
          <w:sz w:val="24"/>
          <w:szCs w:val="24"/>
        </w:rPr>
      </w:pPr>
      <w:r w:rsidRPr="009D7294">
        <w:rPr>
          <w:rFonts w:ascii="Times New Roman" w:hAnsi="Times New Roman"/>
          <w:sz w:val="24"/>
          <w:szCs w:val="24"/>
        </w:rPr>
        <w:t>с-ще Нагірянка</w:t>
      </w:r>
    </w:p>
    <w:p w:rsidR="002D2DCD" w:rsidRPr="009D7294" w:rsidRDefault="002D2DCD" w:rsidP="009D7294">
      <w:pPr>
        <w:widowControl w:val="0"/>
        <w:autoSpaceDE w:val="0"/>
        <w:autoSpaceDN w:val="0"/>
        <w:adjustRightInd w:val="0"/>
        <w:spacing w:before="60" w:after="0" w:line="31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D7294">
        <w:rPr>
          <w:rFonts w:ascii="Times New Roman" w:hAnsi="Times New Roman"/>
          <w:b/>
          <w:sz w:val="24"/>
          <w:szCs w:val="24"/>
          <w:lang w:val="uk-UA"/>
        </w:rPr>
        <w:t>Про вилучення з користування</w:t>
      </w:r>
    </w:p>
    <w:p w:rsidR="002D2DCD" w:rsidRPr="009D7294" w:rsidRDefault="002D2DCD" w:rsidP="009D7294">
      <w:pPr>
        <w:widowControl w:val="0"/>
        <w:autoSpaceDE w:val="0"/>
        <w:autoSpaceDN w:val="0"/>
        <w:adjustRightInd w:val="0"/>
        <w:spacing w:before="60" w:after="0" w:line="31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D7294">
        <w:rPr>
          <w:rFonts w:ascii="Times New Roman" w:hAnsi="Times New Roman"/>
          <w:b/>
          <w:sz w:val="24"/>
          <w:szCs w:val="24"/>
          <w:lang w:val="uk-UA"/>
        </w:rPr>
        <w:t xml:space="preserve">земельних ділянок </w:t>
      </w:r>
    </w:p>
    <w:p w:rsidR="002D2DCD" w:rsidRDefault="002D2DCD" w:rsidP="009D7294">
      <w:pPr>
        <w:widowControl w:val="0"/>
        <w:autoSpaceDE w:val="0"/>
        <w:autoSpaceDN w:val="0"/>
        <w:adjustRightInd w:val="0"/>
        <w:spacing w:before="60"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 про припинення  - добровільну відмову від права користування земельною ділянкою (01.03) для ведення особистого селянського господарства, керуючись п. 34 ст. 26 Закону України «Про місцеве самоврядування в Україні», ст. 140, 141, 142 Земельного Кодексу України </w:t>
      </w:r>
      <w:r w:rsidRPr="008A758D">
        <w:rPr>
          <w:rFonts w:ascii="Times New Roman" w:hAnsi="Times New Roman"/>
          <w:sz w:val="24"/>
          <w:szCs w:val="24"/>
          <w:lang w:val="uk-UA"/>
        </w:rPr>
        <w:t>та враховуючи рекомендації</w:t>
      </w:r>
      <w:r w:rsidRPr="008A758D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8A758D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сталого розвитку, сесія сільської ради</w:t>
      </w:r>
    </w:p>
    <w:p w:rsidR="002D2DCD" w:rsidRDefault="002D2DCD" w:rsidP="009D7294">
      <w:pPr>
        <w:widowControl w:val="0"/>
        <w:autoSpaceDE w:val="0"/>
        <w:autoSpaceDN w:val="0"/>
        <w:adjustRightInd w:val="0"/>
        <w:spacing w:before="60" w:after="0" w:line="240" w:lineRule="auto"/>
        <w:ind w:firstLine="426"/>
        <w:rPr>
          <w:rFonts w:ascii="Times New Roman" w:hAnsi="Times New Roman"/>
          <w:sz w:val="24"/>
          <w:szCs w:val="24"/>
          <w:lang w:val="uk-UA"/>
        </w:rPr>
      </w:pPr>
    </w:p>
    <w:p w:rsidR="002D2DCD" w:rsidRPr="00210F77" w:rsidRDefault="002D2DCD" w:rsidP="009D7294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2D2DCD" w:rsidRPr="0023692C" w:rsidRDefault="002D2DCD" w:rsidP="009D7294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 w:rsidRPr="0023692C">
        <w:rPr>
          <w:rFonts w:ascii="Times New Roman" w:hAnsi="Times New Roman"/>
          <w:sz w:val="24"/>
          <w:szCs w:val="24"/>
          <w:lang w:val="uk-UA"/>
        </w:rPr>
        <w:t xml:space="preserve">Припинити право користування земельною ділянкою для ведення особистого селянського господарства згідно поданої заяви  гр. Луцишин Мар’яна Ярославовича </w:t>
      </w:r>
      <w:r w:rsidRPr="0023692C">
        <w:rPr>
          <w:rFonts w:ascii="Times New Roman" w:hAnsi="Times New Roman"/>
          <w:sz w:val="24"/>
          <w:szCs w:val="24"/>
        </w:rPr>
        <w:t xml:space="preserve">загальною площею – </w:t>
      </w:r>
      <w:smartTag w:uri="urn:schemas-microsoft-com:office:smarttags" w:element="metricconverter">
        <w:smartTagPr>
          <w:attr w:name="ProductID" w:val="0,10 га"/>
        </w:smartTagPr>
        <w:r w:rsidRPr="0023692C">
          <w:rPr>
            <w:rFonts w:ascii="Times New Roman" w:hAnsi="Times New Roman"/>
            <w:sz w:val="24"/>
            <w:szCs w:val="24"/>
          </w:rPr>
          <w:t>0,10 га</w:t>
        </w:r>
      </w:smartTag>
      <w:r w:rsidRPr="0023692C">
        <w:rPr>
          <w:rFonts w:ascii="Times New Roman" w:hAnsi="Times New Roman"/>
          <w:sz w:val="24"/>
          <w:szCs w:val="24"/>
        </w:rPr>
        <w:t xml:space="preserve"> в с. У</w:t>
      </w:r>
      <w:r w:rsidRPr="0023692C">
        <w:rPr>
          <w:rFonts w:ascii="Times New Roman" w:hAnsi="Times New Roman"/>
          <w:sz w:val="24"/>
          <w:szCs w:val="24"/>
          <w:lang w:val="uk-UA"/>
        </w:rPr>
        <w:t>лашківці</w:t>
      </w:r>
      <w:r w:rsidRPr="0023692C">
        <w:rPr>
          <w:rFonts w:ascii="Times New Roman" w:hAnsi="Times New Roman"/>
          <w:sz w:val="24"/>
          <w:szCs w:val="24"/>
        </w:rPr>
        <w:t xml:space="preserve"> Чортківського району  Тернопільської області.</w:t>
      </w:r>
    </w:p>
    <w:p w:rsidR="002D2DCD" w:rsidRPr="0023692C" w:rsidRDefault="002D2DCD" w:rsidP="009D7294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3692C">
        <w:rPr>
          <w:rFonts w:ascii="Times New Roman" w:hAnsi="Times New Roman"/>
          <w:sz w:val="24"/>
          <w:szCs w:val="24"/>
          <w:lang w:val="uk-UA"/>
        </w:rPr>
        <w:t xml:space="preserve"> Припинити право користування земельними ділянками для ведення особистого  селянського господарства згідно поданої заяви  гр. Радельніцької Галини Іванівни</w:t>
      </w:r>
      <w:r w:rsidRPr="0023692C">
        <w:rPr>
          <w:rFonts w:ascii="Times New Roman" w:hAnsi="Times New Roman"/>
          <w:sz w:val="24"/>
          <w:szCs w:val="24"/>
        </w:rPr>
        <w:t xml:space="preserve"> площею – </w:t>
      </w:r>
      <w:smartTag w:uri="urn:schemas-microsoft-com:office:smarttags" w:element="metricconverter">
        <w:smartTagPr>
          <w:attr w:name="ProductID" w:val="0,74 га"/>
        </w:smartTagPr>
        <w:r w:rsidRPr="0023692C">
          <w:rPr>
            <w:rFonts w:ascii="Times New Roman" w:hAnsi="Times New Roman"/>
            <w:sz w:val="24"/>
            <w:szCs w:val="24"/>
          </w:rPr>
          <w:t>0,74 га</w:t>
        </w:r>
      </w:smartTag>
      <w:r w:rsidRPr="0023692C">
        <w:rPr>
          <w:rFonts w:ascii="Times New Roman" w:hAnsi="Times New Roman"/>
          <w:sz w:val="24"/>
          <w:szCs w:val="24"/>
        </w:rPr>
        <w:t xml:space="preserve"> в с. У</w:t>
      </w:r>
      <w:r w:rsidRPr="0023692C">
        <w:rPr>
          <w:rFonts w:ascii="Times New Roman" w:hAnsi="Times New Roman"/>
          <w:sz w:val="24"/>
          <w:szCs w:val="24"/>
          <w:lang w:val="uk-UA"/>
        </w:rPr>
        <w:t>лашківці</w:t>
      </w:r>
      <w:r w:rsidRPr="0023692C">
        <w:rPr>
          <w:rFonts w:ascii="Times New Roman" w:hAnsi="Times New Roman"/>
          <w:sz w:val="24"/>
          <w:szCs w:val="24"/>
        </w:rPr>
        <w:t xml:space="preserve"> Чортківського району  Тернопільської області.</w:t>
      </w:r>
    </w:p>
    <w:p w:rsidR="002D2DCD" w:rsidRPr="0023692C" w:rsidRDefault="002D2DCD" w:rsidP="009D7294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3692C">
        <w:rPr>
          <w:rFonts w:ascii="Times New Roman" w:hAnsi="Times New Roman"/>
          <w:sz w:val="24"/>
          <w:szCs w:val="24"/>
          <w:lang w:val="uk-UA"/>
        </w:rPr>
        <w:t xml:space="preserve"> Припинити право користування земельною ділянкою для ведення особистого селянського господарства  гр. Підсадної Ольги Іванівни загальною площею – </w:t>
      </w:r>
      <w:smartTag w:uri="urn:schemas-microsoft-com:office:smarttags" w:element="metricconverter">
        <w:smartTagPr>
          <w:attr w:name="ProductID" w:val="0,10 га"/>
        </w:smartTagPr>
        <w:r w:rsidRPr="0023692C">
          <w:rPr>
            <w:rFonts w:ascii="Times New Roman" w:hAnsi="Times New Roman"/>
            <w:sz w:val="24"/>
            <w:szCs w:val="24"/>
            <w:lang w:val="uk-UA"/>
          </w:rPr>
          <w:t>0,10 га</w:t>
        </w:r>
      </w:smartTag>
      <w:r w:rsidRPr="0023692C">
        <w:rPr>
          <w:rFonts w:ascii="Times New Roman" w:hAnsi="Times New Roman"/>
          <w:sz w:val="24"/>
          <w:szCs w:val="24"/>
          <w:lang w:val="uk-UA"/>
        </w:rPr>
        <w:t xml:space="preserve"> в с. Улашківці Чортківського району  Тернопільської області.</w:t>
      </w:r>
    </w:p>
    <w:p w:rsidR="002D2DCD" w:rsidRPr="0023692C" w:rsidRDefault="002D2DCD" w:rsidP="009D7294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3692C">
        <w:rPr>
          <w:rFonts w:ascii="Times New Roman" w:hAnsi="Times New Roman"/>
          <w:sz w:val="24"/>
          <w:szCs w:val="24"/>
          <w:lang w:val="uk-UA"/>
        </w:rPr>
        <w:t xml:space="preserve"> Припинити право користування земельною ділянкою для ведення особистого селянського господарства  гр. Романів Романа Олександровича загальною площею – </w:t>
      </w:r>
      <w:smartTag w:uri="urn:schemas-microsoft-com:office:smarttags" w:element="metricconverter">
        <w:smartTagPr>
          <w:attr w:name="ProductID" w:val="0,85 га"/>
        </w:smartTagPr>
        <w:r w:rsidRPr="0023692C">
          <w:rPr>
            <w:rFonts w:ascii="Times New Roman" w:hAnsi="Times New Roman"/>
            <w:sz w:val="24"/>
            <w:szCs w:val="24"/>
            <w:lang w:val="uk-UA"/>
          </w:rPr>
          <w:t>0,85 га</w:t>
        </w:r>
      </w:smartTag>
      <w:r w:rsidRPr="0023692C">
        <w:rPr>
          <w:rFonts w:ascii="Times New Roman" w:hAnsi="Times New Roman"/>
          <w:sz w:val="24"/>
          <w:szCs w:val="24"/>
          <w:lang w:val="uk-UA"/>
        </w:rPr>
        <w:t xml:space="preserve"> в с. Стара Ягільниця Чортківського району  Тернопільської області.</w:t>
      </w:r>
    </w:p>
    <w:p w:rsidR="002D2DCD" w:rsidRPr="0023692C" w:rsidRDefault="002D2DCD" w:rsidP="009D7294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3692C">
        <w:rPr>
          <w:rFonts w:ascii="Times New Roman" w:hAnsi="Times New Roman"/>
          <w:sz w:val="24"/>
          <w:szCs w:val="24"/>
          <w:lang w:val="uk-UA"/>
        </w:rPr>
        <w:t xml:space="preserve"> Припинити право користування земельною ділянкою для ведення особистого селянського господарства  гр. Романів Наталії Омелянівни загальною площею – </w:t>
      </w:r>
      <w:smartTag w:uri="urn:schemas-microsoft-com:office:smarttags" w:element="metricconverter">
        <w:smartTagPr>
          <w:attr w:name="ProductID" w:val="0,25 га"/>
        </w:smartTagPr>
        <w:r w:rsidRPr="0023692C">
          <w:rPr>
            <w:rFonts w:ascii="Times New Roman" w:hAnsi="Times New Roman"/>
            <w:sz w:val="24"/>
            <w:szCs w:val="24"/>
            <w:lang w:val="uk-UA"/>
          </w:rPr>
          <w:t>0,25 га</w:t>
        </w:r>
      </w:smartTag>
      <w:r w:rsidRPr="0023692C">
        <w:rPr>
          <w:rFonts w:ascii="Times New Roman" w:hAnsi="Times New Roman"/>
          <w:sz w:val="24"/>
          <w:szCs w:val="24"/>
          <w:lang w:val="uk-UA"/>
        </w:rPr>
        <w:t xml:space="preserve"> в с. Стара Ягільниця Чортківського району  Тернопільської області.</w:t>
      </w:r>
    </w:p>
    <w:p w:rsidR="002D2DCD" w:rsidRPr="0023692C" w:rsidRDefault="002D2DCD" w:rsidP="009D7294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3692C">
        <w:rPr>
          <w:rFonts w:ascii="Times New Roman" w:hAnsi="Times New Roman"/>
          <w:sz w:val="24"/>
          <w:szCs w:val="24"/>
          <w:lang w:val="uk-UA"/>
        </w:rPr>
        <w:t>Припинити право користування земельними ділянками для ведення особистого  селянського господарства згідно поданої заяви  гр. Березовської Марії Михайлівни</w:t>
      </w:r>
      <w:r w:rsidRPr="0023692C">
        <w:rPr>
          <w:rFonts w:ascii="Times New Roman" w:hAnsi="Times New Roman"/>
          <w:sz w:val="24"/>
          <w:szCs w:val="24"/>
        </w:rPr>
        <w:t xml:space="preserve"> площею – </w:t>
      </w:r>
      <w:smartTag w:uri="urn:schemas-microsoft-com:office:smarttags" w:element="metricconverter">
        <w:smartTagPr>
          <w:attr w:name="ProductID" w:val="0,3021 га"/>
        </w:smartTagPr>
        <w:r w:rsidRPr="0023692C">
          <w:rPr>
            <w:rFonts w:ascii="Times New Roman" w:hAnsi="Times New Roman"/>
            <w:sz w:val="24"/>
            <w:szCs w:val="24"/>
          </w:rPr>
          <w:t>0,3021 га</w:t>
        </w:r>
      </w:smartTag>
      <w:r w:rsidRPr="0023692C">
        <w:rPr>
          <w:rFonts w:ascii="Times New Roman" w:hAnsi="Times New Roman"/>
          <w:sz w:val="24"/>
          <w:szCs w:val="24"/>
        </w:rPr>
        <w:t xml:space="preserve"> в с. С</w:t>
      </w:r>
      <w:r w:rsidRPr="0023692C">
        <w:rPr>
          <w:rFonts w:ascii="Times New Roman" w:hAnsi="Times New Roman"/>
          <w:sz w:val="24"/>
          <w:szCs w:val="24"/>
          <w:lang w:val="uk-UA"/>
        </w:rPr>
        <w:t>осулівка</w:t>
      </w:r>
      <w:r w:rsidRPr="0023692C">
        <w:rPr>
          <w:rFonts w:ascii="Times New Roman" w:hAnsi="Times New Roman"/>
          <w:sz w:val="24"/>
          <w:szCs w:val="24"/>
        </w:rPr>
        <w:t xml:space="preserve"> Чортківського району  Тернопільської області.</w:t>
      </w:r>
    </w:p>
    <w:p w:rsidR="002D2DCD" w:rsidRPr="0023692C" w:rsidRDefault="002D2DCD" w:rsidP="009D7294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2DCD" w:rsidRPr="0023692C" w:rsidRDefault="002D2DCD" w:rsidP="009D7294">
      <w:pPr>
        <w:pStyle w:val="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3692C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2D2DCD" w:rsidRPr="0023692C" w:rsidRDefault="002D2DCD" w:rsidP="009D7294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2D2DCD" w:rsidRDefault="002D2DCD" w:rsidP="009D7294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23692C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</w:t>
      </w:r>
      <w:r w:rsidRPr="00985647">
        <w:rPr>
          <w:rFonts w:ascii="Times New Roman" w:hAnsi="Times New Roman"/>
          <w:sz w:val="24"/>
          <w:szCs w:val="24"/>
          <w:lang w:val="uk-UA"/>
        </w:rPr>
        <w:t xml:space="preserve">Ігор КІНДРАТ          </w:t>
      </w:r>
    </w:p>
    <w:p w:rsidR="002D2DCD" w:rsidRPr="00985647" w:rsidRDefault="002D2DCD" w:rsidP="009D7294">
      <w:pPr>
        <w:rPr>
          <w:rFonts w:ascii="Times New Roman" w:hAnsi="Times New Roman"/>
          <w:sz w:val="24"/>
          <w:szCs w:val="24"/>
          <w:lang w:val="uk-UA"/>
        </w:rPr>
      </w:pPr>
      <w:r w:rsidRPr="00985647">
        <w:rPr>
          <w:rFonts w:ascii="Times New Roman" w:hAnsi="Times New Roman"/>
          <w:sz w:val="24"/>
          <w:szCs w:val="24"/>
          <w:lang w:val="uk-UA"/>
        </w:rPr>
        <w:t xml:space="preserve">Йосип ЗІБРІВСЬКИЙ </w:t>
      </w:r>
    </w:p>
    <w:p w:rsidR="002D2DCD" w:rsidRPr="00985647" w:rsidRDefault="002D2DCD" w:rsidP="009D7294">
      <w:pPr>
        <w:rPr>
          <w:rFonts w:ascii="Times New Roman" w:hAnsi="Times New Roman"/>
          <w:sz w:val="24"/>
          <w:szCs w:val="24"/>
          <w:lang w:val="uk-UA"/>
        </w:rPr>
      </w:pPr>
      <w:r w:rsidRPr="00985647">
        <w:rPr>
          <w:rFonts w:ascii="Times New Roman" w:hAnsi="Times New Roman"/>
          <w:sz w:val="24"/>
          <w:szCs w:val="24"/>
          <w:lang w:val="uk-UA"/>
        </w:rPr>
        <w:t>Любомир ХОМ’ЯК</w:t>
      </w:r>
    </w:p>
    <w:p w:rsidR="002D2DCD" w:rsidRPr="00985647" w:rsidRDefault="002D2DCD" w:rsidP="009D7294">
      <w:pPr>
        <w:rPr>
          <w:rFonts w:ascii="Times New Roman" w:hAnsi="Times New Roman"/>
          <w:sz w:val="24"/>
          <w:szCs w:val="24"/>
          <w:lang w:val="uk-UA"/>
        </w:rPr>
      </w:pPr>
      <w:r w:rsidRPr="00985647">
        <w:rPr>
          <w:rFonts w:ascii="Times New Roman" w:hAnsi="Times New Roman"/>
          <w:sz w:val="24"/>
          <w:szCs w:val="24"/>
          <w:lang w:val="uk-UA"/>
        </w:rPr>
        <w:t>Оксана КОВАЛЬЧУК</w:t>
      </w:r>
    </w:p>
    <w:p w:rsidR="002D2DCD" w:rsidRPr="009D7294" w:rsidRDefault="002D2DCD">
      <w:pPr>
        <w:rPr>
          <w:rFonts w:ascii="Times New Roman" w:hAnsi="Times New Roman"/>
          <w:sz w:val="24"/>
          <w:szCs w:val="24"/>
          <w:lang w:val="uk-UA"/>
        </w:rPr>
      </w:pPr>
      <w:r w:rsidRPr="00985647">
        <w:rPr>
          <w:rFonts w:ascii="Times New Roman" w:hAnsi="Times New Roman"/>
          <w:sz w:val="24"/>
          <w:szCs w:val="24"/>
          <w:lang w:val="uk-UA"/>
        </w:rPr>
        <w:t xml:space="preserve">Віталій БРОЩАК </w:t>
      </w:r>
    </w:p>
    <w:sectPr w:rsidR="002D2DCD" w:rsidRPr="009D7294" w:rsidSect="009D729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02514"/>
    <w:multiLevelType w:val="multilevel"/>
    <w:tmpl w:val="734CA6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6267535B"/>
    <w:multiLevelType w:val="hybridMultilevel"/>
    <w:tmpl w:val="F882292E"/>
    <w:lvl w:ilvl="0" w:tplc="9050E9EA">
      <w:start w:val="1"/>
      <w:numFmt w:val="decimal"/>
      <w:lvlText w:val="%1."/>
      <w:lvlJc w:val="left"/>
      <w:pPr>
        <w:ind w:left="750" w:hanging="39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7285"/>
    <w:rsid w:val="000F188F"/>
    <w:rsid w:val="00210F77"/>
    <w:rsid w:val="0023692C"/>
    <w:rsid w:val="00277285"/>
    <w:rsid w:val="002D2DCD"/>
    <w:rsid w:val="00571D9E"/>
    <w:rsid w:val="006A21A4"/>
    <w:rsid w:val="00700125"/>
    <w:rsid w:val="00747B29"/>
    <w:rsid w:val="008A758D"/>
    <w:rsid w:val="00934C8E"/>
    <w:rsid w:val="00954539"/>
    <w:rsid w:val="00985647"/>
    <w:rsid w:val="009D7294"/>
    <w:rsid w:val="00A63C8B"/>
    <w:rsid w:val="00B63F0D"/>
    <w:rsid w:val="00D17BB9"/>
    <w:rsid w:val="00D82F39"/>
    <w:rsid w:val="00EF054B"/>
    <w:rsid w:val="00F54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C8E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4C8E"/>
    <w:pPr>
      <w:ind w:left="720"/>
      <w:contextualSpacing/>
    </w:pPr>
  </w:style>
  <w:style w:type="paragraph" w:customStyle="1" w:styleId="1">
    <w:name w:val="Без інтервалів1"/>
    <w:uiPriority w:val="99"/>
    <w:rsid w:val="00934C8E"/>
    <w:rPr>
      <w:rFonts w:eastAsia="Times New Roman"/>
    </w:rPr>
  </w:style>
  <w:style w:type="paragraph" w:customStyle="1" w:styleId="3">
    <w:name w:val="Без інтервалів3"/>
    <w:uiPriority w:val="99"/>
    <w:rsid w:val="00934C8E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2</Pages>
  <Words>757</Words>
  <Characters>4315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11</cp:revision>
  <cp:lastPrinted>2021-11-17T09:26:00Z</cp:lastPrinted>
  <dcterms:created xsi:type="dcterms:W3CDTF">2021-11-12T13:31:00Z</dcterms:created>
  <dcterms:modified xsi:type="dcterms:W3CDTF">2021-11-17T09:27:00Z</dcterms:modified>
</cp:coreProperties>
</file>