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475" w:rsidRPr="00F222B3" w:rsidRDefault="00AD3475" w:rsidP="007727BC">
      <w:pPr>
        <w:tabs>
          <w:tab w:val="left" w:pos="4200"/>
        </w:tabs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  <w:r>
        <w:rPr>
          <w:rFonts w:ascii="Tahoma" w:hAnsi="Tahoma" w:cs="Tahoma"/>
          <w:color w:val="000000"/>
          <w:sz w:val="18"/>
          <w:szCs w:val="1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222B3">
        <w:rPr>
          <w:rFonts w:ascii="Times New Roman" w:hAnsi="Times New Roman"/>
          <w:color w:val="000000"/>
          <w:sz w:val="18"/>
          <w:szCs w:val="18"/>
          <w:lang w:val="uk-UA" w:eastAsia="ru-RU"/>
        </w:rPr>
        <w:t>ПРОЄКТ</w:t>
      </w:r>
    </w:p>
    <w:p w:rsidR="00AD3475" w:rsidRPr="005120D0" w:rsidRDefault="00AD3475" w:rsidP="007727BC">
      <w:pPr>
        <w:tabs>
          <w:tab w:val="left" w:pos="4200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120D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C4091D">
        <w:rPr>
          <w:rFonts w:ascii="Times New Roman" w:hAnsi="Times New Roman"/>
          <w:b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5pt;visibility:visible">
            <v:imagedata r:id="rId5" o:title=""/>
          </v:shape>
        </w:pict>
      </w:r>
    </w:p>
    <w:p w:rsidR="00AD3475" w:rsidRPr="005120D0" w:rsidRDefault="00AD3475" w:rsidP="007727BC">
      <w:pPr>
        <w:pStyle w:val="Caption"/>
        <w:rPr>
          <w:b w:val="0"/>
          <w:szCs w:val="28"/>
        </w:rPr>
      </w:pPr>
      <w:r w:rsidRPr="005120D0">
        <w:rPr>
          <w:b w:val="0"/>
          <w:szCs w:val="28"/>
        </w:rPr>
        <w:t>НАГІРЯНСЬКА СІЛЬСЬКА РАДА</w:t>
      </w:r>
    </w:p>
    <w:p w:rsidR="00AD3475" w:rsidRPr="005120D0" w:rsidRDefault="00AD3475" w:rsidP="007727BC">
      <w:pPr>
        <w:pStyle w:val="NoSpacing"/>
        <w:jc w:val="center"/>
        <w:rPr>
          <w:rFonts w:ascii="Times New Roman" w:hAnsi="Times New Roman"/>
          <w:sz w:val="28"/>
          <w:szCs w:val="28"/>
          <w:lang w:val="uk-UA"/>
        </w:rPr>
      </w:pPr>
      <w:r w:rsidRPr="005120D0">
        <w:rPr>
          <w:rFonts w:ascii="Times New Roman" w:hAnsi="Times New Roman"/>
          <w:sz w:val="28"/>
          <w:szCs w:val="28"/>
          <w:lang w:val="uk-UA"/>
        </w:rPr>
        <w:t>ЧОРТКІВСЬКОГО РАЙОНУ ТЕРНОПІЛЬСЬКОЇ ОБЛАСТІ</w:t>
      </w:r>
    </w:p>
    <w:p w:rsidR="00AD3475" w:rsidRDefault="00AD3475" w:rsidP="007727BC">
      <w:pPr>
        <w:pStyle w:val="NoSpacing"/>
        <w:jc w:val="center"/>
        <w:rPr>
          <w:rFonts w:ascii="Times New Roman" w:hAnsi="Times New Roman"/>
          <w:sz w:val="28"/>
          <w:szCs w:val="28"/>
          <w:lang w:val="uk-UA"/>
        </w:rPr>
      </w:pPr>
      <w:r w:rsidRPr="005120D0">
        <w:rPr>
          <w:rFonts w:ascii="Times New Roman" w:hAnsi="Times New Roman"/>
          <w:sz w:val="28"/>
          <w:szCs w:val="28"/>
          <w:lang w:val="uk-UA"/>
        </w:rPr>
        <w:t>ВОСЬМЕ СКЛИКАННЯ</w:t>
      </w:r>
    </w:p>
    <w:p w:rsidR="00AD3475" w:rsidRDefault="00AD3475" w:rsidP="007727BC">
      <w:pPr>
        <w:pStyle w:val="NoSpacing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ЧОТИРНАДЦЯТА СЕСІЯ</w:t>
      </w:r>
    </w:p>
    <w:p w:rsidR="00AD3475" w:rsidRPr="005120D0" w:rsidRDefault="00AD3475" w:rsidP="007727B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120D0">
        <w:rPr>
          <w:rFonts w:ascii="Times New Roman" w:hAnsi="Times New Roman"/>
          <w:color w:val="000000"/>
          <w:sz w:val="28"/>
          <w:szCs w:val="28"/>
          <w:lang w:val="uk-UA" w:eastAsia="ru-RU"/>
        </w:rPr>
        <w:t>РІШЕННЯ</w:t>
      </w:r>
    </w:p>
    <w:p w:rsidR="00AD3475" w:rsidRPr="007727BC" w:rsidRDefault="00AD3475" w:rsidP="007727B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086B1D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EF4652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від       листопада 2021 року                                                                                     №   ____ </w:t>
      </w:r>
      <w:r w:rsidRPr="00EF4652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  <w:t>с-ще Нагірянка</w:t>
      </w:r>
      <w:r w:rsidRPr="00EF4652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7727BC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Про внесення змін до рішення Нагірянської сільської ради</w:t>
      </w:r>
      <w:r w:rsidRPr="007727BC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br/>
        <w:t xml:space="preserve">від 23 лютого 2021 року № 231 « </w:t>
      </w:r>
      <w:r w:rsidRPr="001D4CA1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Про затвердження </w:t>
      </w:r>
      <w:r w:rsidRPr="007727B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</w:t>
      </w:r>
      <w:r w:rsidRPr="001D4CA1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рограми </w:t>
      </w:r>
    </w:p>
    <w:p w:rsidR="00AD3475" w:rsidRDefault="00AD3475" w:rsidP="007727B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7727B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фінансової підтримки закладів первинної медицини,</w:t>
      </w:r>
    </w:p>
    <w:p w:rsidR="00AD3475" w:rsidRDefault="00AD3475" w:rsidP="007727B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7727B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що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7727B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розташовані на території  Нагірянської сільської ради </w:t>
      </w:r>
    </w:p>
    <w:p w:rsidR="00AD3475" w:rsidRPr="007727BC" w:rsidRDefault="00AD3475" w:rsidP="007727BC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val="uk-UA" w:eastAsia="ru-RU"/>
        </w:rPr>
      </w:pPr>
      <w:r w:rsidRPr="007727B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на 2021 рік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»</w:t>
      </w:r>
    </w:p>
    <w:p w:rsidR="00AD3475" w:rsidRPr="007727BC" w:rsidRDefault="00AD3475" w:rsidP="007727BC">
      <w:pPr>
        <w:shd w:val="clear" w:color="auto" w:fill="FFFFFF"/>
        <w:spacing w:after="0" w:line="240" w:lineRule="auto"/>
        <w:rPr>
          <w:rFonts w:ascii="Arial" w:hAnsi="Arial" w:cs="Arial"/>
          <w:sz w:val="24"/>
          <w:szCs w:val="24"/>
          <w:lang w:val="uk-UA" w:eastAsia="ru-RU"/>
        </w:rPr>
      </w:pPr>
    </w:p>
    <w:p w:rsidR="00AD3475" w:rsidRDefault="00AD3475" w:rsidP="007727BC">
      <w:pPr>
        <w:pStyle w:val="BodyText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zh-CN"/>
        </w:rPr>
      </w:pPr>
    </w:p>
    <w:p w:rsidR="00AD3475" w:rsidRPr="00EF4652" w:rsidRDefault="00AD3475" w:rsidP="007727BC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uk-UA" w:eastAsia="ru-RU"/>
        </w:rPr>
      </w:pP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Керуючись </w:t>
      </w:r>
      <w:r w:rsidRPr="00EF4652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п. 22 частини першої ст.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EF4652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26 Закону України «Про місцеве самоврядування в Україні», </w:t>
      </w:r>
      <w:r w:rsidRPr="00EF4652">
        <w:rPr>
          <w:rFonts w:ascii="Times New Roman" w:hAnsi="Times New Roman"/>
          <w:snapToGrid w:val="0"/>
          <w:sz w:val="24"/>
          <w:szCs w:val="24"/>
          <w:lang w:val="uk-UA" w:eastAsia="ru-RU"/>
        </w:rPr>
        <w:t xml:space="preserve">враховуючи пропозиції постійної комісії </w:t>
      </w: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Нагірянської сільської ради з питань бюджету та соціально - економічного розвитку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</w:t>
      </w: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від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 л</w:t>
      </w:r>
      <w:r>
        <w:rPr>
          <w:rFonts w:ascii="Times New Roman" w:hAnsi="Times New Roman"/>
          <w:sz w:val="24"/>
          <w:szCs w:val="24"/>
          <w:lang w:val="uk-UA" w:eastAsia="ru-RU"/>
        </w:rPr>
        <w:t>истопада</w:t>
      </w: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 2021 року, Нагірянська </w:t>
      </w:r>
      <w:r w:rsidRPr="00EF4652">
        <w:rPr>
          <w:rFonts w:ascii="Times New Roman" w:hAnsi="Times New Roman"/>
          <w:snapToGrid w:val="0"/>
          <w:sz w:val="24"/>
          <w:szCs w:val="24"/>
          <w:lang w:val="uk-UA" w:eastAsia="ru-RU"/>
        </w:rPr>
        <w:t>сільська рада</w:t>
      </w:r>
      <w:r w:rsidRPr="00EF4652">
        <w:rPr>
          <w:rFonts w:ascii="Arial" w:hAnsi="Arial" w:cs="Arial"/>
          <w:sz w:val="24"/>
          <w:szCs w:val="24"/>
          <w:lang w:eastAsia="ru-RU"/>
        </w:rPr>
        <w:t> </w:t>
      </w:r>
    </w:p>
    <w:p w:rsidR="00AD3475" w:rsidRPr="00EF4652" w:rsidRDefault="00AD3475" w:rsidP="007727B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EF4652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ВИРІШИЛА:</w:t>
      </w:r>
    </w:p>
    <w:p w:rsidR="00AD3475" w:rsidRPr="00EF4652" w:rsidRDefault="00AD3475" w:rsidP="007727B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AD3475" w:rsidRPr="00EF4652" w:rsidRDefault="00AD3475" w:rsidP="00C31CD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zh-CN"/>
        </w:rPr>
      </w:pP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        1. Внести зміни до рішення сільської ради</w:t>
      </w:r>
      <w:r w:rsidRPr="00147F20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147F20">
        <w:rPr>
          <w:rFonts w:ascii="Times New Roman" w:hAnsi="Times New Roman"/>
          <w:color w:val="000000"/>
          <w:sz w:val="24"/>
          <w:szCs w:val="24"/>
          <w:lang w:val="uk-UA" w:eastAsia="ru-RU"/>
        </w:rPr>
        <w:t>від 23 лютого 2021 року № 23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1</w:t>
      </w:r>
      <w:r w:rsidRPr="00C31CDD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« </w:t>
      </w:r>
      <w:r w:rsidRPr="00C31CDD"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Про затвердження Програми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C31CDD"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фінансової підтримки закладів первинної медицини,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C31CDD"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що розташовані на території  Нагірянської сільської ради 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C31CDD"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на 2021 рік»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147F20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 xml:space="preserve">згідно з </w:t>
      </w:r>
      <w:r w:rsidRPr="00EF4652">
        <w:rPr>
          <w:rFonts w:ascii="Times New Roman" w:hAnsi="Times New Roman"/>
          <w:bCs/>
          <w:sz w:val="24"/>
          <w:szCs w:val="24"/>
          <w:lang w:val="uk-UA" w:eastAsia="zh-CN"/>
        </w:rPr>
        <w:t>додат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>ком</w:t>
      </w:r>
      <w:r w:rsidRPr="00EF4652">
        <w:rPr>
          <w:rFonts w:ascii="Times New Roman" w:hAnsi="Times New Roman"/>
          <w:bCs/>
          <w:sz w:val="24"/>
          <w:szCs w:val="24"/>
          <w:lang w:val="uk-UA" w:eastAsia="zh-CN"/>
        </w:rPr>
        <w:t xml:space="preserve"> 1. </w:t>
      </w:r>
    </w:p>
    <w:p w:rsidR="00AD3475" w:rsidRPr="00EF4652" w:rsidRDefault="00AD3475" w:rsidP="007727BC">
      <w:pPr>
        <w:suppressAutoHyphens/>
        <w:spacing w:after="0" w:line="240" w:lineRule="auto"/>
        <w:ind w:firstLine="142"/>
        <w:jc w:val="both"/>
        <w:rPr>
          <w:rFonts w:ascii="Times New Roman" w:hAnsi="Times New Roman"/>
          <w:bCs/>
          <w:sz w:val="24"/>
          <w:szCs w:val="24"/>
          <w:lang w:val="uk-UA" w:eastAsia="zh-CN"/>
        </w:rPr>
      </w:pPr>
    </w:p>
    <w:p w:rsidR="00AD3475" w:rsidRDefault="00AD3475" w:rsidP="007727BC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 w:eastAsia="zh-CN"/>
        </w:rPr>
      </w:pPr>
      <w:r w:rsidRPr="00EF4652">
        <w:rPr>
          <w:rFonts w:ascii="Times New Roman" w:hAnsi="Times New Roman"/>
          <w:sz w:val="24"/>
          <w:szCs w:val="24"/>
          <w:lang w:val="uk-UA" w:eastAsia="ru-RU"/>
        </w:rPr>
        <w:t>2. Контроль за виконанням рішення покласти на заступника голови Нагірянської сільської ради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89304E">
        <w:rPr>
          <w:rFonts w:ascii="Times New Roman" w:hAnsi="Times New Roman"/>
          <w:sz w:val="24"/>
          <w:szCs w:val="24"/>
          <w:lang w:val="uk-UA"/>
        </w:rPr>
        <w:t>(Йосип ЗІБРІВСЬКИЙ</w:t>
      </w:r>
      <w:r>
        <w:rPr>
          <w:rFonts w:ascii="Times New Roman" w:hAnsi="Times New Roman"/>
          <w:sz w:val="24"/>
          <w:szCs w:val="24"/>
          <w:lang w:val="uk-UA"/>
        </w:rPr>
        <w:t>)</w:t>
      </w: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 та постійну комісію Нагірянської сільської ради з питань бюджету та соціально - економічного  розвитку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89304E">
        <w:rPr>
          <w:rFonts w:ascii="Times New Roman" w:hAnsi="Times New Roman"/>
          <w:sz w:val="24"/>
          <w:szCs w:val="24"/>
          <w:lang w:val="uk-UA"/>
        </w:rPr>
        <w:t>(Любомир ХРУСТАВКА).</w:t>
      </w:r>
    </w:p>
    <w:p w:rsidR="00AD3475" w:rsidRDefault="00AD3475" w:rsidP="007727BC">
      <w:pPr>
        <w:pStyle w:val="BodyText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zh-CN"/>
        </w:rPr>
      </w:pPr>
    </w:p>
    <w:p w:rsidR="00AD3475" w:rsidRPr="00D91E15" w:rsidRDefault="00AD3475" w:rsidP="007727BC">
      <w:pPr>
        <w:pStyle w:val="BodyText"/>
        <w:spacing w:after="0" w:line="240" w:lineRule="auto"/>
        <w:rPr>
          <w:rFonts w:ascii="Times New Roman" w:hAnsi="Times New Roman"/>
          <w:bCs/>
          <w:sz w:val="24"/>
          <w:szCs w:val="24"/>
          <w:lang w:val="uk-UA" w:eastAsia="zh-CN"/>
        </w:rPr>
      </w:pPr>
    </w:p>
    <w:p w:rsidR="00AD3475" w:rsidRPr="00D91E15" w:rsidRDefault="00AD3475" w:rsidP="007727BC">
      <w:pPr>
        <w:suppressAutoHyphens/>
        <w:spacing w:after="0" w:line="240" w:lineRule="auto"/>
        <w:rPr>
          <w:rFonts w:ascii="Times New Roman" w:hAnsi="Times New Roman"/>
          <w:bCs/>
          <w:sz w:val="28"/>
          <w:szCs w:val="28"/>
          <w:lang w:val="uk-UA" w:eastAsia="zh-CN"/>
        </w:rPr>
      </w:pPr>
    </w:p>
    <w:p w:rsidR="00AD3475" w:rsidRDefault="00AD3475" w:rsidP="007727BC">
      <w:pPr>
        <w:tabs>
          <w:tab w:val="left" w:pos="130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89304E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89304E">
        <w:rPr>
          <w:rFonts w:ascii="Times New Roman" w:hAnsi="Times New Roman"/>
          <w:b/>
          <w:sz w:val="24"/>
          <w:szCs w:val="24"/>
          <w:lang w:val="uk-UA"/>
        </w:rPr>
        <w:t>Нагірянський сільський голова                                      Ігор КІНДРАТ</w:t>
      </w:r>
    </w:p>
    <w:p w:rsidR="00AD3475" w:rsidRPr="0089304E" w:rsidRDefault="00AD3475" w:rsidP="007727BC">
      <w:pPr>
        <w:tabs>
          <w:tab w:val="left" w:pos="1305"/>
        </w:tabs>
        <w:rPr>
          <w:rFonts w:ascii="Times New Roman" w:hAnsi="Times New Roman"/>
          <w:sz w:val="24"/>
          <w:szCs w:val="24"/>
          <w:lang w:val="uk-UA"/>
        </w:rPr>
      </w:pPr>
    </w:p>
    <w:p w:rsidR="00AD3475" w:rsidRPr="00147F20" w:rsidRDefault="00AD3475" w:rsidP="007727BC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  <w:r w:rsidRPr="00147F20">
        <w:rPr>
          <w:rFonts w:ascii="Times New Roman" w:hAnsi="Times New Roman"/>
          <w:sz w:val="24"/>
          <w:szCs w:val="24"/>
          <w:lang w:val="uk-UA"/>
        </w:rPr>
        <w:t xml:space="preserve">  Йосип ЗІБРІВСЬКИЙ</w:t>
      </w:r>
    </w:p>
    <w:p w:rsidR="00AD3475" w:rsidRPr="00147F20" w:rsidRDefault="00AD3475" w:rsidP="007727BC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  <w:r w:rsidRPr="00147F20">
        <w:rPr>
          <w:rFonts w:ascii="Times New Roman" w:hAnsi="Times New Roman"/>
          <w:sz w:val="24"/>
          <w:szCs w:val="24"/>
          <w:lang w:val="uk-UA"/>
        </w:rPr>
        <w:t xml:space="preserve"> Любомир ХРУСТАВКА</w:t>
      </w:r>
    </w:p>
    <w:p w:rsidR="00AD3475" w:rsidRPr="00147F20" w:rsidRDefault="00AD3475" w:rsidP="007727BC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  <w:r w:rsidRPr="00147F20">
        <w:rPr>
          <w:rFonts w:ascii="Times New Roman" w:hAnsi="Times New Roman"/>
          <w:sz w:val="24"/>
          <w:szCs w:val="24"/>
          <w:lang w:val="uk-UA"/>
        </w:rPr>
        <w:t xml:space="preserve"> Оксана КОВАЛЬЧУК</w:t>
      </w:r>
    </w:p>
    <w:p w:rsidR="00AD3475" w:rsidRPr="00147F20" w:rsidRDefault="00AD3475" w:rsidP="007727BC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  <w:r w:rsidRPr="00147F20">
        <w:rPr>
          <w:rFonts w:ascii="Times New Roman" w:hAnsi="Times New Roman"/>
          <w:sz w:val="24"/>
          <w:szCs w:val="24"/>
          <w:lang w:val="uk-UA"/>
        </w:rPr>
        <w:t xml:space="preserve"> Ольга  КРИНИЦЬКА</w:t>
      </w:r>
    </w:p>
    <w:p w:rsidR="00AD3475" w:rsidRDefault="00AD3475">
      <w:pPr>
        <w:rPr>
          <w:lang w:val="uk-UA"/>
        </w:rPr>
      </w:pPr>
    </w:p>
    <w:p w:rsidR="00AD3475" w:rsidRPr="00335FAB" w:rsidRDefault="00AD3475" w:rsidP="00793965">
      <w:pPr>
        <w:pStyle w:val="NoSpacing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</w:t>
      </w:r>
      <w:r w:rsidRPr="00335FAB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AD3475" w:rsidRPr="00335FAB" w:rsidRDefault="00AD3475" w:rsidP="00793965">
      <w:pPr>
        <w:pStyle w:val="NoSpacing"/>
        <w:rPr>
          <w:rFonts w:ascii="Times New Roman" w:hAnsi="Times New Roman"/>
          <w:sz w:val="24"/>
          <w:szCs w:val="24"/>
          <w:lang w:val="uk-UA"/>
        </w:rPr>
      </w:pPr>
      <w:r w:rsidRPr="00335FA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335FAB">
        <w:rPr>
          <w:rFonts w:ascii="Times New Roman" w:hAnsi="Times New Roman"/>
          <w:sz w:val="24"/>
          <w:szCs w:val="24"/>
          <w:lang w:val="uk-UA"/>
        </w:rPr>
        <w:t xml:space="preserve"> до рішення Нагірянської сільської ради</w:t>
      </w:r>
    </w:p>
    <w:p w:rsidR="00AD3475" w:rsidRPr="00335FAB" w:rsidRDefault="00AD3475" w:rsidP="00793965">
      <w:pPr>
        <w:tabs>
          <w:tab w:val="left" w:pos="74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335FAB">
        <w:rPr>
          <w:rFonts w:ascii="Times New Roman" w:hAnsi="Times New Roman"/>
          <w:sz w:val="24"/>
          <w:szCs w:val="24"/>
          <w:lang w:val="uk-UA"/>
        </w:rPr>
        <w:t xml:space="preserve">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</w:t>
      </w:r>
      <w:r w:rsidRPr="00335FAB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   листопада </w:t>
      </w:r>
      <w:r w:rsidRPr="00335FAB">
        <w:rPr>
          <w:rFonts w:ascii="Times New Roman" w:hAnsi="Times New Roman"/>
          <w:sz w:val="24"/>
          <w:szCs w:val="24"/>
          <w:lang w:val="uk-UA"/>
        </w:rPr>
        <w:t xml:space="preserve"> 2021року №</w:t>
      </w:r>
    </w:p>
    <w:p w:rsidR="00AD3475" w:rsidRDefault="00AD3475" w:rsidP="00793965">
      <w:pPr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AD3475" w:rsidRDefault="00AD3475" w:rsidP="00793965">
      <w:pPr>
        <w:rPr>
          <w:rFonts w:ascii="Times New Roman" w:hAnsi="Times New Roman"/>
          <w:sz w:val="24"/>
          <w:szCs w:val="24"/>
          <w:lang w:val="uk-UA"/>
        </w:rPr>
      </w:pPr>
    </w:p>
    <w:p w:rsidR="00AD3475" w:rsidRPr="001D4CA1" w:rsidRDefault="00AD3475" w:rsidP="001D4CA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zh-CN"/>
        </w:rPr>
      </w:pPr>
      <w:r w:rsidRPr="001D4CA1">
        <w:rPr>
          <w:rFonts w:ascii="Times New Roman" w:hAnsi="Times New Roman"/>
          <w:b/>
          <w:bCs/>
          <w:sz w:val="24"/>
          <w:szCs w:val="24"/>
          <w:lang w:val="uk-UA" w:eastAsia="zh-CN"/>
        </w:rPr>
        <w:t>Зміни до</w:t>
      </w:r>
      <w:r w:rsidRPr="001D4CA1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рішення Нагірянської сільської ради</w:t>
      </w:r>
      <w:r w:rsidRPr="001D4CA1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br/>
        <w:t xml:space="preserve">      від 23 лютого 2021 року № 231 </w:t>
      </w:r>
      <w:r w:rsidRPr="001D4CA1">
        <w:rPr>
          <w:rFonts w:ascii="Times New Roman" w:hAnsi="Times New Roman"/>
          <w:b/>
          <w:bCs/>
          <w:sz w:val="24"/>
          <w:szCs w:val="24"/>
          <w:lang w:val="uk-UA" w:eastAsia="zh-CN"/>
        </w:rPr>
        <w:t xml:space="preserve">«Про затвердження Програми </w:t>
      </w:r>
      <w:r w:rsidRPr="001D4CA1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фінансової підтримки закладів первинної медицини, що розташовані на території Нагірянської сільської ради на 2021 рік</w:t>
      </w:r>
      <w:r>
        <w:rPr>
          <w:rFonts w:ascii="Times New Roman" w:hAnsi="Times New Roman"/>
          <w:b/>
          <w:bCs/>
          <w:sz w:val="24"/>
          <w:szCs w:val="24"/>
          <w:lang w:val="uk-UA" w:eastAsia="zh-CN"/>
        </w:rPr>
        <w:t>»</w:t>
      </w:r>
    </w:p>
    <w:p w:rsidR="00AD3475" w:rsidRDefault="00AD3475" w:rsidP="001D4CA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zh-CN"/>
        </w:rPr>
      </w:pPr>
    </w:p>
    <w:p w:rsidR="00AD3475" w:rsidRDefault="00AD3475" w:rsidP="001D4CA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zh-CN"/>
        </w:rPr>
      </w:pP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 xml:space="preserve">      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 xml:space="preserve">    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 xml:space="preserve"> У розділі «Паспорт Програми»,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 xml:space="preserve"> в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 xml:space="preserve"> пункті 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>8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 xml:space="preserve"> «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>Очікуваний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 xml:space="preserve"> обсяг фінанс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>ування Програми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>» суму «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 xml:space="preserve">119 500,00 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>грн.» замінити на суму «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>262 100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 xml:space="preserve"> грн.»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 xml:space="preserve"> У підпункті 8.1 «Кошти сільського бюджету» суму «119 500 грн.» замінити на суму «262 100 грн.»</w:t>
      </w:r>
    </w:p>
    <w:p w:rsidR="00AD3475" w:rsidRPr="001D4CA1" w:rsidRDefault="00AD3475" w:rsidP="001D4CA1">
      <w:pPr>
        <w:spacing w:after="0" w:line="240" w:lineRule="auto"/>
        <w:jc w:val="both"/>
        <w:rPr>
          <w:rFonts w:ascii="Arial" w:hAnsi="Arial" w:cs="Arial"/>
          <w:sz w:val="21"/>
          <w:szCs w:val="21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zh-CN"/>
        </w:rPr>
        <w:tab/>
        <w:t>У розділі «</w:t>
      </w:r>
      <w:r w:rsidRPr="001D4CA1"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5.Фінансова забезпеченість Програми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»</w:t>
      </w:r>
      <w:r w:rsidRPr="007B6E90">
        <w:rPr>
          <w:rFonts w:ascii="Arial" w:hAnsi="Arial" w:cs="Arial"/>
          <w:sz w:val="21"/>
          <w:szCs w:val="21"/>
          <w:lang w:eastAsia="ru-RU"/>
        </w:rPr>
        <w:t> </w:t>
      </w:r>
      <w:r w:rsidRPr="001D4CA1">
        <w:rPr>
          <w:rFonts w:ascii="Times New Roman" w:hAnsi="Times New Roman"/>
          <w:sz w:val="24"/>
          <w:szCs w:val="24"/>
          <w:lang w:val="uk-UA" w:eastAsia="ru-RU"/>
        </w:rPr>
        <w:t xml:space="preserve">пункт </w:t>
      </w:r>
      <w:r>
        <w:rPr>
          <w:rFonts w:ascii="Times New Roman" w:hAnsi="Times New Roman"/>
          <w:sz w:val="24"/>
          <w:szCs w:val="24"/>
          <w:lang w:val="uk-UA" w:eastAsia="ru-RU"/>
        </w:rPr>
        <w:t>«</w:t>
      </w:r>
      <w:r w:rsidRPr="001D4CA1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Обсяги та джерела фінансування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» викласти в такій редакції</w:t>
      </w:r>
      <w:r w:rsidRPr="001D4CA1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:</w:t>
      </w:r>
    </w:p>
    <w:p w:rsidR="00AD3475" w:rsidRPr="007B6E90" w:rsidRDefault="00AD3475" w:rsidP="001D4CA1">
      <w:pPr>
        <w:shd w:val="clear" w:color="auto" w:fill="FFFFFF"/>
        <w:spacing w:after="0" w:line="240" w:lineRule="auto"/>
        <w:jc w:val="both"/>
        <w:rPr>
          <w:rFonts w:ascii="Arial" w:hAnsi="Arial" w:cs="Arial"/>
          <w:sz w:val="21"/>
          <w:szCs w:val="21"/>
          <w:lang w:eastAsia="ru-RU"/>
        </w:rPr>
      </w:pPr>
    </w:p>
    <w:tbl>
      <w:tblPr>
        <w:tblW w:w="949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0A0"/>
      </w:tblPr>
      <w:tblGrid>
        <w:gridCol w:w="3118"/>
        <w:gridCol w:w="2693"/>
        <w:gridCol w:w="1844"/>
        <w:gridCol w:w="1843"/>
      </w:tblGrid>
      <w:tr w:rsidR="00AD3475" w:rsidRPr="00C4091D" w:rsidTr="000D52B2">
        <w:trPr>
          <w:trHeight w:val="508"/>
        </w:trPr>
        <w:tc>
          <w:tcPr>
            <w:tcW w:w="311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75" w:rsidRPr="000D52B2" w:rsidRDefault="00AD3475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2B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Джерела фінансування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75" w:rsidRPr="000D52B2" w:rsidRDefault="00AD3475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2B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Призначення видатків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75" w:rsidRPr="000D52B2" w:rsidRDefault="00AD3475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2B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Обсяг фінансування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75" w:rsidRPr="000D52B2" w:rsidRDefault="00AD3475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2B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2021 рік</w:t>
            </w:r>
          </w:p>
        </w:tc>
      </w:tr>
      <w:tr w:rsidR="00AD3475" w:rsidRPr="00C4091D" w:rsidTr="000D52B2">
        <w:tc>
          <w:tcPr>
            <w:tcW w:w="3118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75" w:rsidRPr="000D52B2" w:rsidRDefault="00AD3475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2B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Нагірянський</w:t>
            </w:r>
            <w:r w:rsidRPr="000D52B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сільський бюджет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75" w:rsidRPr="000D52B2" w:rsidRDefault="00AD3475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2B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Відшкодування видатків на енергоносії закладів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75" w:rsidRPr="000D52B2" w:rsidRDefault="00AD3475" w:rsidP="000D5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D52B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262 100</w:t>
            </w:r>
            <w:r w:rsidRPr="000D52B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,00</w:t>
            </w:r>
            <w:r w:rsidRPr="000D52B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0D52B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грн.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</w:tcBorders>
          </w:tcPr>
          <w:p w:rsidR="00AD3475" w:rsidRPr="00C4091D" w:rsidRDefault="00AD3475">
            <w:pPr>
              <w:rPr>
                <w:rFonts w:ascii="Times New Roman" w:hAnsi="Times New Roman"/>
                <w:sz w:val="24"/>
                <w:szCs w:val="24"/>
              </w:rPr>
            </w:pPr>
            <w:r w:rsidRPr="00C4091D">
              <w:rPr>
                <w:rFonts w:ascii="Times New Roman" w:hAnsi="Times New Roman"/>
                <w:sz w:val="24"/>
                <w:szCs w:val="24"/>
              </w:rPr>
              <w:t>262 100,00 грн.</w:t>
            </w:r>
          </w:p>
        </w:tc>
      </w:tr>
      <w:tr w:rsidR="00AD3475" w:rsidRPr="00C4091D" w:rsidTr="000D52B2">
        <w:tc>
          <w:tcPr>
            <w:tcW w:w="3118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75" w:rsidRPr="000D52B2" w:rsidRDefault="00AD3475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2B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Всього: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75" w:rsidRPr="000D52B2" w:rsidRDefault="00AD3475" w:rsidP="005A6660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2B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75" w:rsidRPr="000D52B2" w:rsidRDefault="00AD3475" w:rsidP="000D5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D52B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262 100,00 грн.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</w:tcBorders>
          </w:tcPr>
          <w:p w:rsidR="00AD3475" w:rsidRPr="00C4091D" w:rsidRDefault="00AD3475">
            <w:pPr>
              <w:rPr>
                <w:rFonts w:ascii="Times New Roman" w:hAnsi="Times New Roman"/>
                <w:sz w:val="24"/>
                <w:szCs w:val="24"/>
              </w:rPr>
            </w:pPr>
            <w:r w:rsidRPr="00C4091D">
              <w:rPr>
                <w:rFonts w:ascii="Times New Roman" w:hAnsi="Times New Roman"/>
                <w:sz w:val="24"/>
                <w:szCs w:val="24"/>
              </w:rPr>
              <w:t>262 100,00 грн.</w:t>
            </w:r>
          </w:p>
        </w:tc>
      </w:tr>
    </w:tbl>
    <w:p w:rsidR="00AD3475" w:rsidRDefault="00AD3475" w:rsidP="001D4CA1">
      <w:pPr>
        <w:shd w:val="clear" w:color="auto" w:fill="FFFFFF"/>
        <w:spacing w:after="16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  <w:r w:rsidRPr="00B51BCE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AD3475" w:rsidRPr="000F07A1" w:rsidRDefault="00AD3475" w:rsidP="000D52B2">
      <w:pPr>
        <w:shd w:val="clear" w:color="auto" w:fill="FFFFFF"/>
        <w:spacing w:after="160" w:line="240" w:lineRule="auto"/>
        <w:ind w:right="850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AD3475" w:rsidRPr="007B6E90" w:rsidRDefault="00AD3475" w:rsidP="001D4CA1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AD3475" w:rsidRPr="007B6E90" w:rsidRDefault="00AD3475" w:rsidP="001D4CA1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sz w:val="21"/>
          <w:szCs w:val="21"/>
          <w:lang w:val="uk-UA" w:eastAsia="ru-RU"/>
        </w:rPr>
      </w:pPr>
    </w:p>
    <w:p w:rsidR="00AD3475" w:rsidRPr="000D52B2" w:rsidRDefault="00AD3475" w:rsidP="001D4CA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0D52B2">
        <w:rPr>
          <w:rFonts w:ascii="Times New Roman" w:hAnsi="Times New Roman"/>
          <w:color w:val="2D1614"/>
          <w:sz w:val="24"/>
          <w:szCs w:val="24"/>
          <w:lang w:val="uk-UA" w:eastAsia="uk-UA"/>
        </w:rPr>
        <w:t>Секретар Нагірянської сільської ради                                      Галина БУРЯК</w:t>
      </w:r>
    </w:p>
    <w:p w:rsidR="00AD3475" w:rsidRPr="000D52B2" w:rsidRDefault="00AD3475">
      <w:pPr>
        <w:rPr>
          <w:sz w:val="24"/>
          <w:szCs w:val="24"/>
          <w:lang w:val="uk-UA"/>
        </w:rPr>
      </w:pPr>
    </w:p>
    <w:sectPr w:rsidR="00AD3475" w:rsidRPr="000D52B2" w:rsidSect="007B0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53170"/>
    <w:multiLevelType w:val="multilevel"/>
    <w:tmpl w:val="8E06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2F1931"/>
    <w:multiLevelType w:val="multilevel"/>
    <w:tmpl w:val="25904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3A8D"/>
    <w:rsid w:val="00086B1D"/>
    <w:rsid w:val="000D52B2"/>
    <w:rsid w:val="000F07A1"/>
    <w:rsid w:val="00147F20"/>
    <w:rsid w:val="001D4CA1"/>
    <w:rsid w:val="00333A8D"/>
    <w:rsid w:val="00335FAB"/>
    <w:rsid w:val="003B62CD"/>
    <w:rsid w:val="005120D0"/>
    <w:rsid w:val="005A6660"/>
    <w:rsid w:val="007727BC"/>
    <w:rsid w:val="00793965"/>
    <w:rsid w:val="007B04C1"/>
    <w:rsid w:val="007B6E90"/>
    <w:rsid w:val="0089304E"/>
    <w:rsid w:val="009D23B7"/>
    <w:rsid w:val="00AC2812"/>
    <w:rsid w:val="00AD3475"/>
    <w:rsid w:val="00B51BCE"/>
    <w:rsid w:val="00B6693B"/>
    <w:rsid w:val="00C31CDD"/>
    <w:rsid w:val="00C4091D"/>
    <w:rsid w:val="00CA0E60"/>
    <w:rsid w:val="00D20BD7"/>
    <w:rsid w:val="00D91E15"/>
    <w:rsid w:val="00EF4652"/>
    <w:rsid w:val="00F22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7BC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7727B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paragraph" w:styleId="NoSpacing">
    <w:name w:val="No Spacing"/>
    <w:uiPriority w:val="99"/>
    <w:qFormat/>
    <w:rsid w:val="007727BC"/>
    <w:rPr>
      <w:lang w:val="ru-RU" w:eastAsia="en-US"/>
    </w:rPr>
  </w:style>
  <w:style w:type="paragraph" w:styleId="BodyText">
    <w:name w:val="Body Text"/>
    <w:basedOn w:val="Normal"/>
    <w:link w:val="BodyTextChar"/>
    <w:uiPriority w:val="99"/>
    <w:rsid w:val="007727B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727B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72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27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AC2812"/>
    <w:pPr>
      <w:ind w:left="720"/>
      <w:contextualSpacing/>
    </w:pPr>
  </w:style>
  <w:style w:type="paragraph" w:customStyle="1" w:styleId="NoSpacing1">
    <w:name w:val="No Spacing1"/>
    <w:uiPriority w:val="99"/>
    <w:rsid w:val="001D4CA1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2</Pages>
  <Words>440</Words>
  <Characters>2509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8</cp:revision>
  <dcterms:created xsi:type="dcterms:W3CDTF">2021-11-15T10:07:00Z</dcterms:created>
  <dcterms:modified xsi:type="dcterms:W3CDTF">2021-11-17T07:24:00Z</dcterms:modified>
</cp:coreProperties>
</file>