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588" w:type="dxa"/>
        <w:tblLook w:val="00A0"/>
      </w:tblPr>
      <w:tblGrid>
        <w:gridCol w:w="3267"/>
      </w:tblGrid>
      <w:tr w:rsidR="001B7038" w:rsidRPr="00000170" w:rsidTr="00523114">
        <w:tc>
          <w:tcPr>
            <w:tcW w:w="3267" w:type="dxa"/>
          </w:tcPr>
          <w:p w:rsidR="001B7038" w:rsidRPr="00000170" w:rsidRDefault="001B7038" w:rsidP="00000170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Додаток </w:t>
            </w:r>
            <w:r w:rsidRPr="00000170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  <w:p w:rsidR="001B7038" w:rsidRPr="00000170" w:rsidRDefault="001B7038" w:rsidP="00000170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Нагірянської сільської ради</w:t>
            </w:r>
          </w:p>
          <w:p w:rsidR="001B7038" w:rsidRPr="00000170" w:rsidRDefault="001B7038" w:rsidP="00000170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«Про внесення змін до Нагірянського сільського бюджету на 2021 рік»                                                                                                         </w:t>
            </w:r>
          </w:p>
          <w:p w:rsidR="001B7038" w:rsidRPr="00000170" w:rsidRDefault="001B7038" w:rsidP="00000170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 15 квітня 2021р. №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389</w:t>
            </w:r>
          </w:p>
        </w:tc>
      </w:tr>
    </w:tbl>
    <w:p w:rsidR="001B7038" w:rsidRDefault="001B7038" w:rsidP="000844C1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lang w:val="uk-UA" w:eastAsia="ru-RU"/>
        </w:rPr>
      </w:pPr>
    </w:p>
    <w:p w:rsidR="001B7038" w:rsidRPr="0001320E" w:rsidRDefault="001B7038" w:rsidP="000844C1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lang w:val="uk-UA" w:eastAsia="ru-RU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ЗМІНИ ДО </w:t>
      </w:r>
      <w:r w:rsidRPr="000844C1">
        <w:rPr>
          <w:rFonts w:ascii="Times New Roman" w:hAnsi="Times New Roman"/>
          <w:b/>
          <w:sz w:val="28"/>
          <w:szCs w:val="28"/>
        </w:rPr>
        <w:t>МІЖБЮДЖЕТН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Pr="000844C1">
        <w:rPr>
          <w:rFonts w:ascii="Times New Roman" w:hAnsi="Times New Roman"/>
          <w:b/>
          <w:sz w:val="28"/>
          <w:szCs w:val="28"/>
        </w:rPr>
        <w:t xml:space="preserve"> ТРАНСФЕРТ</w:t>
      </w:r>
      <w:r>
        <w:rPr>
          <w:rFonts w:ascii="Times New Roman" w:hAnsi="Times New Roman"/>
          <w:b/>
          <w:sz w:val="28"/>
          <w:szCs w:val="28"/>
          <w:lang w:val="uk-UA"/>
        </w:rPr>
        <w:t>ІВ</w:t>
      </w:r>
      <w:bookmarkStart w:id="0" w:name="_GoBack"/>
      <w:bookmarkEnd w:id="0"/>
      <w:r w:rsidRPr="000844C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2021 </w:t>
      </w:r>
      <w:r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1B7038" w:rsidRPr="001B310F" w:rsidRDefault="001B7038" w:rsidP="000844C1">
      <w:pPr>
        <w:spacing w:after="0" w:line="240" w:lineRule="auto"/>
        <w:jc w:val="center"/>
        <w:rPr>
          <w:rFonts w:ascii="Times New Roman" w:hAnsi="Times New Roman"/>
          <w:color w:val="2A2928"/>
          <w:lang w:val="uk-UA" w:eastAsia="ru-RU"/>
        </w:rPr>
      </w:pPr>
      <w:r w:rsidRPr="001B310F">
        <w:rPr>
          <w:rFonts w:ascii="Times New Roman" w:hAnsi="Times New Roman"/>
          <w:color w:val="2A2928"/>
          <w:lang w:eastAsia="ru-RU"/>
        </w:rPr>
        <w:t>_</w:t>
      </w:r>
      <w:r w:rsidRPr="001B310F">
        <w:rPr>
          <w:rFonts w:ascii="Times New Roman" w:hAnsi="Times New Roman"/>
          <w:color w:val="2A2928"/>
          <w:lang w:val="uk-UA" w:eastAsia="ru-RU"/>
        </w:rPr>
        <w:t>________</w:t>
      </w:r>
      <w:r w:rsidRPr="001B310F">
        <w:rPr>
          <w:rFonts w:ascii="Times New Roman" w:hAnsi="Times New Roman"/>
          <w:color w:val="2A2928"/>
          <w:u w:val="single"/>
          <w:lang w:val="uk-UA" w:eastAsia="ru-RU"/>
        </w:rPr>
        <w:t>19562000000__</w:t>
      </w:r>
      <w:r w:rsidRPr="001B310F">
        <w:rPr>
          <w:rFonts w:ascii="Times New Roman" w:hAnsi="Times New Roman"/>
          <w:color w:val="2A2928"/>
          <w:lang w:eastAsia="ru-RU"/>
        </w:rPr>
        <w:t>___</w:t>
      </w:r>
      <w:r w:rsidRPr="001B310F">
        <w:rPr>
          <w:rFonts w:ascii="Times New Roman" w:hAnsi="Times New Roman"/>
          <w:color w:val="2A2928"/>
          <w:lang w:eastAsia="ru-RU"/>
        </w:rPr>
        <w:br/>
        <w:t>          (код бюджету)</w:t>
      </w:r>
      <w:r w:rsidRPr="001B310F">
        <w:rPr>
          <w:rFonts w:ascii="Times New Roman" w:hAnsi="Times New Roman"/>
          <w:color w:val="2A2928"/>
          <w:lang w:val="uk-UA" w:eastAsia="ru-RU"/>
        </w:rPr>
        <w:t xml:space="preserve"> </w:t>
      </w:r>
    </w:p>
    <w:p w:rsidR="001B7038" w:rsidRPr="0001320E" w:rsidRDefault="001B7038" w:rsidP="00523114">
      <w:pPr>
        <w:pStyle w:val="ListParagraph"/>
        <w:tabs>
          <w:tab w:val="left" w:pos="11865"/>
          <w:tab w:val="left" w:pos="11955"/>
          <w:tab w:val="right" w:pos="14570"/>
        </w:tabs>
        <w:spacing w:after="0" w:line="240" w:lineRule="auto"/>
        <w:ind w:left="7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П</w:t>
      </w:r>
      <w:r w:rsidRPr="00523114">
        <w:rPr>
          <w:rFonts w:ascii="Times New Roman" w:hAnsi="Times New Roman"/>
          <w:b/>
          <w:sz w:val="28"/>
          <w:szCs w:val="28"/>
          <w:lang w:val="uk-UA"/>
        </w:rPr>
        <w:t>оказники міжбюджетних трансфертів з інших бюджетів</w:t>
      </w:r>
      <w:r w:rsidRPr="005231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7038" w:rsidRPr="0001320E" w:rsidRDefault="001B7038" w:rsidP="0001320E">
      <w:pPr>
        <w:tabs>
          <w:tab w:val="left" w:pos="11865"/>
          <w:tab w:val="left" w:pos="11955"/>
          <w:tab w:val="right" w:pos="14570"/>
        </w:tabs>
        <w:spacing w:after="0" w:line="240" w:lineRule="auto"/>
        <w:ind w:left="75"/>
        <w:jc w:val="center"/>
        <w:rPr>
          <w:rFonts w:ascii="Times New Roman" w:hAnsi="Times New Roman"/>
          <w:color w:val="2A2928"/>
          <w:sz w:val="28"/>
          <w:szCs w:val="28"/>
          <w:lang w:val="uk-UA" w:eastAsia="ru-RU"/>
        </w:rPr>
      </w:pPr>
    </w:p>
    <w:p w:rsidR="001B7038" w:rsidRPr="00B71220" w:rsidRDefault="001B7038" w:rsidP="0001320E">
      <w:pPr>
        <w:tabs>
          <w:tab w:val="left" w:pos="859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Pr="00B71220">
        <w:rPr>
          <w:rFonts w:ascii="Times New Roman" w:hAnsi="Times New Roman"/>
          <w:sz w:val="24"/>
          <w:szCs w:val="24"/>
          <w:lang w:val="uk-UA"/>
        </w:rPr>
        <w:t>(грн)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5528"/>
        <w:gridCol w:w="2410"/>
      </w:tblGrid>
      <w:tr w:rsidR="001B7038" w:rsidRPr="00000170" w:rsidTr="00000170">
        <w:tc>
          <w:tcPr>
            <w:tcW w:w="1951" w:type="dxa"/>
          </w:tcPr>
          <w:p w:rsidR="001B7038" w:rsidRPr="00000170" w:rsidRDefault="001B7038" w:rsidP="00000170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3114">
              <w:rPr>
                <w:rFonts w:ascii="Times New Roman" w:hAnsi="Times New Roman"/>
                <w:sz w:val="24"/>
                <w:szCs w:val="24"/>
                <w:lang w:val="uk-UA"/>
              </w:rPr>
              <w:t>Код Класифікації доходу бюджету / Код бюджету</w:t>
            </w:r>
          </w:p>
        </w:tc>
        <w:tc>
          <w:tcPr>
            <w:tcW w:w="5528" w:type="dxa"/>
          </w:tcPr>
          <w:p w:rsidR="001B7038" w:rsidRPr="00000170" w:rsidRDefault="001B7038" w:rsidP="00000170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31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Найменування трансферту / Найменування бюджету – надавача міжбюджетного </w:t>
            </w:r>
            <w:r w:rsidRPr="00000170">
              <w:rPr>
                <w:rFonts w:ascii="Times New Roman" w:hAnsi="Times New Roman"/>
                <w:sz w:val="24"/>
                <w:szCs w:val="24"/>
              </w:rPr>
              <w:t>трансферту</w:t>
            </w:r>
          </w:p>
        </w:tc>
        <w:tc>
          <w:tcPr>
            <w:tcW w:w="2410" w:type="dxa"/>
          </w:tcPr>
          <w:p w:rsidR="001B7038" w:rsidRPr="00000170" w:rsidRDefault="001B7038" w:rsidP="00000170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</w:tr>
      <w:tr w:rsidR="001B7038" w:rsidRPr="00000170" w:rsidTr="00000170">
        <w:tc>
          <w:tcPr>
            <w:tcW w:w="1951" w:type="dxa"/>
          </w:tcPr>
          <w:p w:rsidR="001B7038" w:rsidRPr="00000170" w:rsidRDefault="001B7038" w:rsidP="00000170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1B7038" w:rsidRPr="00000170" w:rsidRDefault="001B7038" w:rsidP="00000170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</w:tcPr>
          <w:p w:rsidR="001B7038" w:rsidRPr="00000170" w:rsidRDefault="001B7038" w:rsidP="00000170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1B7038" w:rsidRPr="00000170" w:rsidTr="00000170">
        <w:tc>
          <w:tcPr>
            <w:tcW w:w="9889" w:type="dxa"/>
            <w:gridSpan w:val="3"/>
          </w:tcPr>
          <w:p w:rsidR="001B7038" w:rsidRPr="00000170" w:rsidRDefault="001B7038" w:rsidP="00000170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b/>
                <w:sz w:val="24"/>
                <w:szCs w:val="24"/>
              </w:rPr>
              <w:t>І. Трансферти до загального фонду бюджету</w:t>
            </w:r>
          </w:p>
        </w:tc>
      </w:tr>
      <w:tr w:rsidR="001B7038" w:rsidRPr="00000170" w:rsidTr="00000170">
        <w:tc>
          <w:tcPr>
            <w:tcW w:w="1951" w:type="dxa"/>
            <w:vAlign w:val="bottom"/>
          </w:tcPr>
          <w:p w:rsidR="001B7038" w:rsidRPr="00000170" w:rsidRDefault="001B7038" w:rsidP="000001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517</w:t>
            </w: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528" w:type="dxa"/>
            <w:vAlign w:val="bottom"/>
          </w:tcPr>
          <w:p w:rsidR="001B7038" w:rsidRPr="00000170" w:rsidRDefault="001B7038" w:rsidP="0000017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 на початок бюджетного періоду</w:t>
            </w: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vAlign w:val="bottom"/>
          </w:tcPr>
          <w:p w:rsidR="001B7038" w:rsidRPr="00000170" w:rsidRDefault="001B7038" w:rsidP="000001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45 109,11</w:t>
            </w:r>
          </w:p>
        </w:tc>
      </w:tr>
      <w:tr w:rsidR="001B7038" w:rsidRPr="00000170" w:rsidTr="00000170">
        <w:tc>
          <w:tcPr>
            <w:tcW w:w="1951" w:type="dxa"/>
            <w:vAlign w:val="bottom"/>
          </w:tcPr>
          <w:p w:rsidR="001B7038" w:rsidRPr="00000170" w:rsidRDefault="001B7038" w:rsidP="000001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19100000000</w:t>
            </w:r>
          </w:p>
        </w:tc>
        <w:tc>
          <w:tcPr>
            <w:tcW w:w="5528" w:type="dxa"/>
            <w:vAlign w:val="bottom"/>
          </w:tcPr>
          <w:p w:rsidR="001B7038" w:rsidRPr="00000170" w:rsidRDefault="001B7038" w:rsidP="0000017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2410" w:type="dxa"/>
            <w:vAlign w:val="bottom"/>
          </w:tcPr>
          <w:p w:rsidR="001B7038" w:rsidRPr="00000170" w:rsidRDefault="001B7038" w:rsidP="0000017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00170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45 109,11</w:t>
            </w:r>
          </w:p>
        </w:tc>
      </w:tr>
    </w:tbl>
    <w:p w:rsidR="001B7038" w:rsidRPr="00B71220" w:rsidRDefault="001B7038" w:rsidP="00070347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1B7038" w:rsidRPr="00B71220" w:rsidRDefault="001B7038" w:rsidP="00070347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0844C1">
        <w:rPr>
          <w:rFonts w:ascii="Times New Roman" w:hAnsi="Times New Roman"/>
          <w:b/>
          <w:sz w:val="28"/>
          <w:szCs w:val="28"/>
        </w:rPr>
        <w:t>. Показники міжбюджетних трансфертів  інши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/>
          <w:b/>
          <w:sz w:val="28"/>
          <w:szCs w:val="28"/>
          <w:lang w:val="uk-UA"/>
        </w:rPr>
        <w:t>ам</w:t>
      </w:r>
    </w:p>
    <w:p w:rsidR="001B7038" w:rsidRPr="00B71220" w:rsidRDefault="001B7038" w:rsidP="007A3BA3">
      <w:pPr>
        <w:spacing w:after="0"/>
        <w:ind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B71220">
        <w:rPr>
          <w:rFonts w:ascii="Times New Roman" w:hAnsi="Times New Roman"/>
          <w:sz w:val="24"/>
          <w:szCs w:val="24"/>
          <w:lang w:val="uk-UA"/>
        </w:rPr>
        <w:t>(грн)</w:t>
      </w:r>
    </w:p>
    <w:tbl>
      <w:tblPr>
        <w:tblW w:w="9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2"/>
        <w:gridCol w:w="1853"/>
        <w:gridCol w:w="3776"/>
        <w:gridCol w:w="2434"/>
      </w:tblGrid>
      <w:tr w:rsidR="001B7038" w:rsidRPr="00000170" w:rsidTr="00000170">
        <w:trPr>
          <w:jc w:val="center"/>
        </w:trPr>
        <w:tc>
          <w:tcPr>
            <w:tcW w:w="1543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</w:rPr>
              <w:t>Код Програмної класифікації видатків та кредитування місцевого бюджету / Код бюджету</w:t>
            </w:r>
          </w:p>
        </w:tc>
        <w:tc>
          <w:tcPr>
            <w:tcW w:w="1858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820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</w:rPr>
              <w:t>Найменування трансферту / Найменування бюджету – отримувача міжбюджетного трансферту</w:t>
            </w:r>
          </w:p>
        </w:tc>
        <w:tc>
          <w:tcPr>
            <w:tcW w:w="2464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 w:rsidR="001B7038" w:rsidRPr="00000170" w:rsidTr="00000170">
        <w:trPr>
          <w:jc w:val="center"/>
        </w:trPr>
        <w:tc>
          <w:tcPr>
            <w:tcW w:w="1543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58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0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4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1B7038" w:rsidRPr="00000170" w:rsidTr="00000170">
        <w:trPr>
          <w:jc w:val="center"/>
        </w:trPr>
        <w:tc>
          <w:tcPr>
            <w:tcW w:w="9685" w:type="dxa"/>
            <w:gridSpan w:val="4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b/>
                <w:sz w:val="24"/>
                <w:szCs w:val="24"/>
              </w:rPr>
              <w:t xml:space="preserve">І. Трансферти </w:t>
            </w:r>
            <w:r w:rsidRPr="000001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із</w:t>
            </w:r>
            <w:r w:rsidRPr="00000170">
              <w:rPr>
                <w:rFonts w:ascii="Times New Roman" w:hAnsi="Times New Roman"/>
                <w:b/>
                <w:sz w:val="24"/>
                <w:szCs w:val="24"/>
              </w:rPr>
              <w:t xml:space="preserve"> загального фонду бюджету</w:t>
            </w:r>
          </w:p>
        </w:tc>
      </w:tr>
      <w:tr w:rsidR="001B7038" w:rsidRPr="00000170" w:rsidTr="00000170">
        <w:trPr>
          <w:jc w:val="center"/>
        </w:trPr>
        <w:tc>
          <w:tcPr>
            <w:tcW w:w="1543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3719770</w:t>
            </w:r>
          </w:p>
        </w:tc>
        <w:tc>
          <w:tcPr>
            <w:tcW w:w="1858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9770</w:t>
            </w:r>
          </w:p>
        </w:tc>
        <w:tc>
          <w:tcPr>
            <w:tcW w:w="3820" w:type="dxa"/>
          </w:tcPr>
          <w:p w:rsidR="001B7038" w:rsidRPr="00000170" w:rsidRDefault="001B7038" w:rsidP="000001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Інші субвенції з місцевого бюджету </w:t>
            </w:r>
          </w:p>
        </w:tc>
        <w:tc>
          <w:tcPr>
            <w:tcW w:w="2464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-32 060,00</w:t>
            </w:r>
          </w:p>
        </w:tc>
      </w:tr>
      <w:tr w:rsidR="001B7038" w:rsidRPr="00000170" w:rsidTr="00000170">
        <w:trPr>
          <w:jc w:val="center"/>
        </w:trPr>
        <w:tc>
          <w:tcPr>
            <w:tcW w:w="1543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19316200000</w:t>
            </w:r>
          </w:p>
        </w:tc>
        <w:tc>
          <w:tcPr>
            <w:tcW w:w="1858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0" w:type="dxa"/>
          </w:tcPr>
          <w:p w:rsidR="001B7038" w:rsidRPr="00000170" w:rsidRDefault="001B7038" w:rsidP="000001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Чортківський районний бюджет</w:t>
            </w:r>
          </w:p>
        </w:tc>
        <w:tc>
          <w:tcPr>
            <w:tcW w:w="2464" w:type="dxa"/>
          </w:tcPr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170">
              <w:rPr>
                <w:rFonts w:ascii="Times New Roman" w:hAnsi="Times New Roman"/>
                <w:sz w:val="24"/>
                <w:szCs w:val="24"/>
                <w:lang w:val="uk-UA"/>
              </w:rPr>
              <w:t>-32060,00</w:t>
            </w:r>
          </w:p>
          <w:p w:rsidR="001B7038" w:rsidRPr="00000170" w:rsidRDefault="001B7038" w:rsidP="00000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B7038" w:rsidRPr="00B71220" w:rsidRDefault="001B7038" w:rsidP="007A3BA3">
      <w:pPr>
        <w:rPr>
          <w:rFonts w:ascii="Times New Roman" w:hAnsi="Times New Roman"/>
          <w:sz w:val="24"/>
          <w:szCs w:val="24"/>
          <w:lang w:val="uk-UA" w:eastAsia="ru-RU"/>
        </w:rPr>
      </w:pPr>
    </w:p>
    <w:p w:rsidR="001B7038" w:rsidRPr="00425820" w:rsidRDefault="001B7038" w:rsidP="007A3BA3">
      <w:pPr>
        <w:rPr>
          <w:b/>
          <w:sz w:val="28"/>
          <w:szCs w:val="28"/>
          <w:lang w:val="uk-UA"/>
        </w:rPr>
      </w:pPr>
      <w:r w:rsidRPr="00425820">
        <w:rPr>
          <w:rFonts w:ascii="Times New Roman" w:hAnsi="Times New Roman"/>
          <w:b/>
          <w:sz w:val="24"/>
          <w:szCs w:val="24"/>
          <w:lang w:val="uk-UA" w:eastAsia="ru-RU"/>
        </w:rPr>
        <w:t xml:space="preserve">Секретар Нагірянської сільської ради                                              Галина  БУРЯК           </w:t>
      </w:r>
      <w:r w:rsidRPr="0042582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</w:t>
      </w:r>
    </w:p>
    <w:sectPr w:rsidR="001B7038" w:rsidRPr="00425820" w:rsidSect="006041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A5684"/>
    <w:multiLevelType w:val="hybridMultilevel"/>
    <w:tmpl w:val="17B02990"/>
    <w:lvl w:ilvl="0" w:tplc="987C75D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49D"/>
    <w:rsid w:val="00000170"/>
    <w:rsid w:val="0001320E"/>
    <w:rsid w:val="0001789A"/>
    <w:rsid w:val="00042EC2"/>
    <w:rsid w:val="00054B18"/>
    <w:rsid w:val="00070347"/>
    <w:rsid w:val="000844C1"/>
    <w:rsid w:val="001B310F"/>
    <w:rsid w:val="001B7038"/>
    <w:rsid w:val="002705B5"/>
    <w:rsid w:val="002D5BB0"/>
    <w:rsid w:val="003238F9"/>
    <w:rsid w:val="00415073"/>
    <w:rsid w:val="00425820"/>
    <w:rsid w:val="00425849"/>
    <w:rsid w:val="004D23D4"/>
    <w:rsid w:val="00523114"/>
    <w:rsid w:val="006041B1"/>
    <w:rsid w:val="0065437A"/>
    <w:rsid w:val="007A3BA3"/>
    <w:rsid w:val="007B25BF"/>
    <w:rsid w:val="008A038C"/>
    <w:rsid w:val="00AB1851"/>
    <w:rsid w:val="00B31053"/>
    <w:rsid w:val="00B679C6"/>
    <w:rsid w:val="00B71220"/>
    <w:rsid w:val="00C02A36"/>
    <w:rsid w:val="00C1244E"/>
    <w:rsid w:val="00EF758B"/>
    <w:rsid w:val="00F6149D"/>
    <w:rsid w:val="00F61882"/>
    <w:rsid w:val="00F97024"/>
    <w:rsid w:val="00FA4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C1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44C1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84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60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1</Pages>
  <Words>253</Words>
  <Characters>1447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23</cp:revision>
  <cp:lastPrinted>2021-04-16T09:09:00Z</cp:lastPrinted>
  <dcterms:created xsi:type="dcterms:W3CDTF">2021-01-10T12:57:00Z</dcterms:created>
  <dcterms:modified xsi:type="dcterms:W3CDTF">2021-04-16T09:09:00Z</dcterms:modified>
</cp:coreProperties>
</file>