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06E" w:rsidRPr="00780E83" w:rsidRDefault="00AE006E" w:rsidP="00820D5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3" style="position:absolute;left:0;text-align:left;margin-left:292.05pt;margin-top:-5.95pt;width:47.25pt;height:51.75pt;z-index:251658240;visibility:visible;mso-position-horizontal-relative:page">
            <v:imagedata r:id="rId6" o:title=""/>
            <w10:wrap type="topAndBottom" anchorx="page"/>
          </v:shape>
        </w:pict>
      </w:r>
      <w:r w:rsidRPr="00780E83">
        <w:rPr>
          <w:rFonts w:ascii="Times New Roman" w:hAnsi="Times New Roman"/>
          <w:sz w:val="24"/>
          <w:szCs w:val="24"/>
          <w:lang w:val="uk-UA" w:eastAsia="ru-RU"/>
        </w:rPr>
        <w:t>НАГІРЯНСЬКА СІЛЬСЬКА РАДА</w:t>
      </w:r>
    </w:p>
    <w:p w:rsidR="00AE006E" w:rsidRPr="00780E83" w:rsidRDefault="00AE006E" w:rsidP="00780E83">
      <w:pPr>
        <w:tabs>
          <w:tab w:val="left" w:pos="1139"/>
          <w:tab w:val="left" w:pos="6662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780E83">
        <w:rPr>
          <w:rFonts w:ascii="Times New Roman" w:hAnsi="Times New Roman"/>
          <w:sz w:val="24"/>
          <w:szCs w:val="24"/>
          <w:lang w:val="uk-UA" w:eastAsia="ru-RU"/>
        </w:rPr>
        <w:t>ЧОРТКІВСЬКОГО РАЙОНУ ТЕРНОПІЛЬСЬКОЇ ОБЛАСТІ</w:t>
      </w:r>
    </w:p>
    <w:p w:rsidR="00AE006E" w:rsidRPr="00780E83" w:rsidRDefault="00AE006E" w:rsidP="0099616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780E83">
        <w:rPr>
          <w:rFonts w:ascii="Times New Roman" w:hAnsi="Times New Roman"/>
          <w:sz w:val="24"/>
          <w:szCs w:val="24"/>
          <w:lang w:val="uk-UA" w:eastAsia="ru-RU"/>
        </w:rPr>
        <w:t>ВОСЬМЕ  СКЛИКАННЯ</w:t>
      </w:r>
    </w:p>
    <w:p w:rsidR="00AE006E" w:rsidRPr="00780E83" w:rsidRDefault="00AE006E" w:rsidP="0099616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780E83">
        <w:rPr>
          <w:rFonts w:ascii="Times New Roman" w:hAnsi="Times New Roman"/>
          <w:sz w:val="24"/>
          <w:szCs w:val="24"/>
          <w:lang w:val="uk-UA" w:eastAsia="ru-RU"/>
        </w:rPr>
        <w:t>СІМНАДЦЯТА СЕСІЯ</w:t>
      </w:r>
    </w:p>
    <w:p w:rsidR="00AE006E" w:rsidRPr="00780E83" w:rsidRDefault="00AE006E" w:rsidP="0099616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780E83">
        <w:rPr>
          <w:rFonts w:ascii="Times New Roman" w:hAnsi="Times New Roman"/>
          <w:sz w:val="24"/>
          <w:szCs w:val="24"/>
          <w:lang w:val="uk-UA" w:eastAsia="ru-RU"/>
        </w:rPr>
        <w:t>Д</w:t>
      </w:r>
      <w:r>
        <w:rPr>
          <w:rFonts w:ascii="Times New Roman" w:hAnsi="Times New Roman"/>
          <w:sz w:val="24"/>
          <w:szCs w:val="24"/>
          <w:lang w:val="uk-UA" w:eastAsia="ru-RU"/>
        </w:rPr>
        <w:t>руге пленарне засідання</w:t>
      </w:r>
    </w:p>
    <w:p w:rsidR="00AE006E" w:rsidRPr="00780E83" w:rsidRDefault="00AE006E" w:rsidP="00996162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780E83">
        <w:rPr>
          <w:rFonts w:ascii="Times New Roman" w:hAnsi="Times New Roman"/>
          <w:sz w:val="24"/>
          <w:szCs w:val="24"/>
          <w:lang w:val="uk-UA" w:eastAsia="ru-RU"/>
        </w:rPr>
        <w:t>РІШЕННЯ</w:t>
      </w:r>
    </w:p>
    <w:p w:rsidR="00AE006E" w:rsidRPr="00996162" w:rsidRDefault="00AE006E" w:rsidP="00996162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AE006E" w:rsidRPr="00780E83" w:rsidRDefault="00AE006E" w:rsidP="00820D56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780E83">
        <w:rPr>
          <w:rFonts w:ascii="Times New Roman" w:hAnsi="Times New Roman"/>
          <w:sz w:val="24"/>
          <w:szCs w:val="24"/>
          <w:lang w:val="uk-UA" w:eastAsia="ru-RU"/>
        </w:rPr>
        <w:t xml:space="preserve">від  __лютого  2022 року                       № </w:t>
      </w:r>
    </w:p>
    <w:p w:rsidR="00AE006E" w:rsidRPr="00780E83" w:rsidRDefault="00AE006E" w:rsidP="00820D56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bookmarkStart w:id="0" w:name="_GoBack"/>
      <w:bookmarkEnd w:id="0"/>
      <w:r w:rsidRPr="00780E83">
        <w:rPr>
          <w:rFonts w:ascii="Times New Roman" w:hAnsi="Times New Roman"/>
          <w:color w:val="000000"/>
          <w:sz w:val="24"/>
          <w:szCs w:val="24"/>
          <w:lang w:val="uk-UA" w:eastAsia="ru-RU"/>
        </w:rPr>
        <w:t>с-ще Нагірянка</w:t>
      </w:r>
    </w:p>
    <w:p w:rsidR="00AE006E" w:rsidRPr="00780E83" w:rsidRDefault="00AE006E" w:rsidP="00A438A3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  <w:r w:rsidRPr="00780E83">
        <w:rPr>
          <w:rFonts w:ascii="Tahoma" w:hAnsi="Tahoma" w:cs="Tahoma"/>
          <w:color w:val="000000"/>
          <w:sz w:val="24"/>
          <w:szCs w:val="24"/>
          <w:lang w:val="uk-UA" w:eastAsia="ru-RU"/>
        </w:rPr>
        <w:br/>
      </w:r>
      <w:r w:rsidRPr="00780E83">
        <w:rPr>
          <w:rFonts w:ascii="Times New Roman" w:hAnsi="Times New Roman"/>
          <w:b/>
          <w:color w:val="000000"/>
          <w:sz w:val="24"/>
          <w:szCs w:val="24"/>
          <w:lang w:eastAsia="ru-RU"/>
        </w:rPr>
        <w:t>Про затвердження</w:t>
      </w:r>
      <w:r w:rsidRPr="00780E83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 </w:t>
      </w:r>
      <w:r w:rsidRPr="00780E83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звіту </w:t>
      </w:r>
    </w:p>
    <w:p w:rsidR="00AE006E" w:rsidRPr="00780E83" w:rsidRDefault="00AE006E" w:rsidP="00A438A3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  <w:r w:rsidRPr="00780E83">
        <w:rPr>
          <w:rFonts w:ascii="Times New Roman" w:hAnsi="Times New Roman"/>
          <w:b/>
          <w:color w:val="000000"/>
          <w:sz w:val="24"/>
          <w:szCs w:val="24"/>
          <w:lang w:eastAsia="ru-RU"/>
        </w:rPr>
        <w:t>про виконання</w:t>
      </w:r>
      <w:r w:rsidRPr="00780E83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 Нагірянського </w:t>
      </w:r>
    </w:p>
    <w:p w:rsidR="00AE006E" w:rsidRPr="00780E83" w:rsidRDefault="00AE006E" w:rsidP="00A438A3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780E83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сільського бюджету за 2021 рік</w:t>
      </w:r>
      <w:r w:rsidRPr="00780E83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br/>
      </w:r>
    </w:p>
    <w:p w:rsidR="00AE006E" w:rsidRPr="00780E83" w:rsidRDefault="00AE006E" w:rsidP="00E92EB5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  <w:r w:rsidRPr="00780E83">
        <w:rPr>
          <w:color w:val="000000"/>
        </w:rPr>
        <w:t>    </w:t>
      </w:r>
      <w:r w:rsidRPr="00780E83">
        <w:rPr>
          <w:color w:val="000000"/>
          <w:lang w:val="uk-UA"/>
        </w:rPr>
        <w:tab/>
      </w:r>
      <w:r w:rsidRPr="00780E83">
        <w:rPr>
          <w:lang w:val="uk-UA"/>
        </w:rPr>
        <w:t xml:space="preserve">Розглянувши </w:t>
      </w:r>
      <w:r w:rsidRPr="00780E83">
        <w:rPr>
          <w:bdr w:val="none" w:sz="0" w:space="0" w:color="auto" w:frame="1"/>
          <w:lang w:val="uk-UA"/>
        </w:rPr>
        <w:t>поданий фінансовим відділом Нагірянської сільської ради</w:t>
      </w:r>
      <w:r w:rsidRPr="00780E83">
        <w:rPr>
          <w:lang w:val="uk-UA"/>
        </w:rPr>
        <w:t xml:space="preserve">    </w:t>
      </w:r>
      <w:r w:rsidRPr="00780E83">
        <w:rPr>
          <w:bdr w:val="none" w:sz="0" w:space="0" w:color="auto" w:frame="1"/>
          <w:lang w:val="uk-UA"/>
        </w:rPr>
        <w:t xml:space="preserve">звіт про виконання Нагірянського сільського бюджету за 2021 рік, керуючись </w:t>
      </w:r>
      <w:r w:rsidRPr="00780E83">
        <w:rPr>
          <w:color w:val="000000"/>
          <w:lang w:val="uk-UA"/>
        </w:rPr>
        <w:t xml:space="preserve">пунктом 23 частини першої статті 26 </w:t>
      </w:r>
      <w:r w:rsidRPr="00780E83">
        <w:rPr>
          <w:bdr w:val="none" w:sz="0" w:space="0" w:color="auto" w:frame="1"/>
          <w:lang w:val="uk-UA"/>
        </w:rPr>
        <w:t>Законом України «Про місцеве самоврядування в Україні»,</w:t>
      </w:r>
      <w:r w:rsidRPr="00780E83">
        <w:rPr>
          <w:color w:val="000000"/>
          <w:lang w:val="uk-UA"/>
        </w:rPr>
        <w:t xml:space="preserve"> частиною четвертою статті 80 Бюджетного кодексу України</w:t>
      </w:r>
      <w:r w:rsidRPr="00780E83">
        <w:rPr>
          <w:bdr w:val="none" w:sz="0" w:space="0" w:color="auto" w:frame="1"/>
          <w:lang w:val="uk-UA"/>
        </w:rPr>
        <w:t xml:space="preserve">, враховуючи пропозиції постійної комісії Нагірянської сільської ради з питань бюджету та соціально - економічного розвитку </w:t>
      </w:r>
      <w:r w:rsidRPr="00780E83">
        <w:rPr>
          <w:color w:val="000000"/>
          <w:lang w:val="uk-UA"/>
        </w:rPr>
        <w:t>від __</w:t>
      </w:r>
      <w:r>
        <w:rPr>
          <w:color w:val="000000"/>
          <w:lang w:val="uk-UA"/>
        </w:rPr>
        <w:t xml:space="preserve"> </w:t>
      </w:r>
      <w:r w:rsidRPr="00780E83">
        <w:rPr>
          <w:color w:val="000000"/>
          <w:lang w:val="uk-UA"/>
        </w:rPr>
        <w:t>лют</w:t>
      </w:r>
      <w:r>
        <w:rPr>
          <w:color w:val="000000"/>
          <w:lang w:val="uk-UA"/>
        </w:rPr>
        <w:t>ого</w:t>
      </w:r>
      <w:r w:rsidRPr="00780E83">
        <w:rPr>
          <w:color w:val="000000"/>
          <w:lang w:val="uk-UA"/>
        </w:rPr>
        <w:t xml:space="preserve"> 2022 року, Нагірянська сільська  рада                                                                                                                   ВИРІШИЛА:</w:t>
      </w:r>
    </w:p>
    <w:p w:rsidR="00AE006E" w:rsidRPr="00780E83" w:rsidRDefault="00AE006E" w:rsidP="00A438A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780E83">
        <w:rPr>
          <w:rFonts w:ascii="Times New Roman" w:hAnsi="Times New Roman"/>
          <w:color w:val="000000"/>
          <w:sz w:val="24"/>
          <w:szCs w:val="24"/>
          <w:lang w:val="uk-UA" w:eastAsia="ru-RU"/>
        </w:rPr>
        <w:br/>
      </w:r>
      <w:r w:rsidRPr="00780E8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   1. Затвердити звіт про виконання </w:t>
      </w:r>
      <w:r w:rsidRPr="00780E83">
        <w:rPr>
          <w:rFonts w:ascii="Times New Roman" w:hAnsi="Times New Roman"/>
          <w:color w:val="000000"/>
          <w:sz w:val="24"/>
          <w:szCs w:val="24"/>
          <w:lang w:val="uk-UA" w:eastAsia="ru-RU"/>
        </w:rPr>
        <w:t>сільського</w:t>
      </w:r>
      <w:r w:rsidRPr="00780E8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бюджету за 202</w:t>
      </w:r>
      <w:r w:rsidRPr="00780E83">
        <w:rPr>
          <w:rFonts w:ascii="Times New Roman" w:hAnsi="Times New Roman"/>
          <w:color w:val="000000"/>
          <w:sz w:val="24"/>
          <w:szCs w:val="24"/>
          <w:lang w:val="uk-UA" w:eastAsia="ru-RU"/>
        </w:rPr>
        <w:t>1</w:t>
      </w:r>
      <w:r w:rsidRPr="00780E8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</w:t>
      </w:r>
      <w:r w:rsidRPr="00780E83">
        <w:rPr>
          <w:rFonts w:ascii="Times New Roman" w:hAnsi="Times New Roman"/>
          <w:color w:val="000000"/>
          <w:sz w:val="24"/>
          <w:szCs w:val="24"/>
          <w:lang w:val="uk-UA" w:eastAsia="ru-RU"/>
        </w:rPr>
        <w:t>ік</w:t>
      </w:r>
      <w:r w:rsidRPr="00780E83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  <w:r w:rsidRPr="00780E83">
        <w:rPr>
          <w:rFonts w:ascii="Times New Roman" w:hAnsi="Times New Roman"/>
          <w:color w:val="000000"/>
          <w:sz w:val="24"/>
          <w:szCs w:val="24"/>
          <w:lang w:eastAsia="ru-RU"/>
        </w:rPr>
        <w:br/>
      </w:r>
      <w:r w:rsidRPr="00780E83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          </w:t>
      </w:r>
      <w:r w:rsidRPr="00780E83">
        <w:rPr>
          <w:rFonts w:ascii="Times New Roman" w:hAnsi="Times New Roman"/>
          <w:color w:val="000000"/>
          <w:sz w:val="24"/>
          <w:szCs w:val="24"/>
          <w:lang w:eastAsia="ru-RU"/>
        </w:rPr>
        <w:t>по загальному фонду</w:t>
      </w:r>
    </w:p>
    <w:p w:rsidR="00AE006E" w:rsidRPr="00780E83" w:rsidRDefault="00AE006E" w:rsidP="00A438A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780E8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по доходах в сумі </w:t>
      </w:r>
      <w:r w:rsidRPr="00780E83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 61 536,0</w:t>
      </w:r>
      <w:r w:rsidRPr="00780E8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тис.грн.</w:t>
      </w:r>
    </w:p>
    <w:p w:rsidR="00AE006E" w:rsidRPr="00780E83" w:rsidRDefault="00AE006E" w:rsidP="00A438A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780E83">
        <w:rPr>
          <w:rFonts w:ascii="Times New Roman" w:hAnsi="Times New Roman"/>
          <w:color w:val="000000"/>
          <w:sz w:val="24"/>
          <w:szCs w:val="24"/>
          <w:lang w:eastAsia="ru-RU"/>
        </w:rPr>
        <w:t>- по видатках в сумі</w:t>
      </w:r>
      <w:r w:rsidRPr="00780E83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</w:t>
      </w:r>
      <w:r w:rsidRPr="00780E8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780E83">
        <w:rPr>
          <w:rFonts w:ascii="Times New Roman" w:hAnsi="Times New Roman"/>
          <w:color w:val="000000"/>
          <w:sz w:val="24"/>
          <w:szCs w:val="24"/>
          <w:lang w:val="uk-UA" w:eastAsia="ru-RU"/>
        </w:rPr>
        <w:t>54 179,8</w:t>
      </w:r>
      <w:r w:rsidRPr="00780E8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тис.грн.</w:t>
      </w:r>
    </w:p>
    <w:p w:rsidR="00AE006E" w:rsidRPr="00780E83" w:rsidRDefault="00AE006E" w:rsidP="00A438A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780E83">
        <w:rPr>
          <w:rFonts w:ascii="Times New Roman" w:hAnsi="Times New Roman"/>
          <w:color w:val="000000"/>
          <w:sz w:val="24"/>
          <w:szCs w:val="24"/>
          <w:lang w:eastAsia="ru-RU"/>
        </w:rPr>
        <w:br/>
      </w:r>
      <w:r w:rsidRPr="00780E83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          </w:t>
      </w:r>
      <w:r w:rsidRPr="00780E83">
        <w:rPr>
          <w:rFonts w:ascii="Times New Roman" w:hAnsi="Times New Roman"/>
          <w:color w:val="000000"/>
          <w:sz w:val="24"/>
          <w:szCs w:val="24"/>
          <w:lang w:eastAsia="ru-RU"/>
        </w:rPr>
        <w:t>по спеціальному фонду</w:t>
      </w:r>
    </w:p>
    <w:p w:rsidR="00AE006E" w:rsidRPr="00780E83" w:rsidRDefault="00AE006E" w:rsidP="00A438A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780E8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по доходах в сумі </w:t>
      </w:r>
      <w:r w:rsidRPr="00780E83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 500,0 </w:t>
      </w:r>
      <w:r w:rsidRPr="00780E83">
        <w:rPr>
          <w:rFonts w:ascii="Times New Roman" w:hAnsi="Times New Roman"/>
          <w:color w:val="000000"/>
          <w:sz w:val="24"/>
          <w:szCs w:val="24"/>
          <w:lang w:eastAsia="ru-RU"/>
        </w:rPr>
        <w:t>тис.грн.</w:t>
      </w:r>
    </w:p>
    <w:p w:rsidR="00AE006E" w:rsidRPr="00780E83" w:rsidRDefault="00AE006E" w:rsidP="00A438A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780E8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по видатках в сумі </w:t>
      </w:r>
      <w:r w:rsidRPr="00780E83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519,8</w:t>
      </w:r>
      <w:r w:rsidRPr="00780E8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тис.грн.</w:t>
      </w:r>
    </w:p>
    <w:p w:rsidR="00AE006E" w:rsidRDefault="00AE006E" w:rsidP="0016773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780E83">
        <w:rPr>
          <w:rFonts w:ascii="Times New Roman" w:hAnsi="Times New Roman"/>
          <w:color w:val="000000"/>
          <w:sz w:val="24"/>
          <w:szCs w:val="24"/>
          <w:lang w:eastAsia="ru-RU"/>
        </w:rPr>
        <w:br/>
        <w:t>    2. Додат</w:t>
      </w:r>
      <w:r w:rsidRPr="00780E83">
        <w:rPr>
          <w:rFonts w:ascii="Times New Roman" w:hAnsi="Times New Roman"/>
          <w:color w:val="000000"/>
          <w:sz w:val="24"/>
          <w:szCs w:val="24"/>
          <w:lang w:val="uk-UA" w:eastAsia="ru-RU"/>
        </w:rPr>
        <w:t>о</w:t>
      </w:r>
      <w:r w:rsidRPr="00780E83">
        <w:rPr>
          <w:rFonts w:ascii="Times New Roman" w:hAnsi="Times New Roman"/>
          <w:color w:val="000000"/>
          <w:sz w:val="24"/>
          <w:szCs w:val="24"/>
          <w:lang w:eastAsia="ru-RU"/>
        </w:rPr>
        <w:t>к 1 до цього рішення є його невід'ємною частиною.</w:t>
      </w:r>
    </w:p>
    <w:p w:rsidR="00AE006E" w:rsidRPr="00780E83" w:rsidRDefault="00AE006E" w:rsidP="0016773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</w:p>
    <w:p w:rsidR="00AE006E" w:rsidRPr="00780E83" w:rsidRDefault="00AE006E" w:rsidP="001677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780E83">
        <w:rPr>
          <w:rFonts w:ascii="Times New Roman" w:hAnsi="Times New Roman"/>
          <w:color w:val="000000"/>
          <w:sz w:val="24"/>
          <w:szCs w:val="24"/>
          <w:lang w:val="uk-UA" w:eastAsia="ru-RU"/>
        </w:rPr>
        <w:br/>
      </w:r>
      <w:r w:rsidRPr="00780E83">
        <w:rPr>
          <w:rFonts w:ascii="Times New Roman" w:hAnsi="Times New Roman"/>
          <w:b/>
          <w:sz w:val="24"/>
          <w:szCs w:val="24"/>
          <w:lang w:val="uk-UA" w:eastAsia="ru-RU"/>
        </w:rPr>
        <w:t>Нагірянський сільський голова                                       Ігор КІНДРАТ</w:t>
      </w:r>
    </w:p>
    <w:p w:rsidR="00AE006E" w:rsidRPr="00780E83" w:rsidRDefault="00AE006E" w:rsidP="001677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AE006E" w:rsidRPr="00780E83" w:rsidRDefault="00AE006E" w:rsidP="001677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AE006E" w:rsidRPr="00780E83" w:rsidRDefault="00AE006E" w:rsidP="00A41346">
      <w:pPr>
        <w:pStyle w:val="BodyText2"/>
        <w:tabs>
          <w:tab w:val="left" w:pos="0"/>
        </w:tabs>
        <w:spacing w:line="36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780E83">
        <w:rPr>
          <w:rFonts w:ascii="Times New Roman" w:hAnsi="Times New Roman"/>
          <w:sz w:val="24"/>
          <w:szCs w:val="24"/>
          <w:lang w:val="uk-UA" w:eastAsia="ru-RU"/>
        </w:rPr>
        <w:t xml:space="preserve">Йосип ЗІБРІВСЬКИЙ                                     </w:t>
      </w:r>
    </w:p>
    <w:p w:rsidR="00AE006E" w:rsidRPr="00780E83" w:rsidRDefault="00AE006E" w:rsidP="0001375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780E83">
        <w:rPr>
          <w:rFonts w:ascii="Times New Roman" w:hAnsi="Times New Roman"/>
          <w:sz w:val="24"/>
          <w:szCs w:val="24"/>
          <w:lang w:val="uk-UA" w:eastAsia="ru-RU"/>
        </w:rPr>
        <w:t xml:space="preserve">Любомир ХРУСТАВКА                                 </w:t>
      </w:r>
    </w:p>
    <w:p w:rsidR="00AE006E" w:rsidRPr="00780E83" w:rsidRDefault="00AE006E" w:rsidP="0001375A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780E83">
        <w:rPr>
          <w:rFonts w:ascii="Times New Roman" w:hAnsi="Times New Roman"/>
          <w:sz w:val="24"/>
          <w:szCs w:val="24"/>
          <w:lang w:val="uk-UA" w:eastAsia="ru-RU"/>
        </w:rPr>
        <w:t>Тетяна  САВІНКІНА</w:t>
      </w:r>
    </w:p>
    <w:p w:rsidR="00AE006E" w:rsidRDefault="00AE006E" w:rsidP="00443D5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780E83">
        <w:rPr>
          <w:rFonts w:ascii="Times New Roman" w:hAnsi="Times New Roman"/>
          <w:sz w:val="24"/>
          <w:szCs w:val="24"/>
          <w:lang w:val="uk-UA" w:eastAsia="ru-RU"/>
        </w:rPr>
        <w:t>Ольга КРИНИЦЬКА</w:t>
      </w:r>
    </w:p>
    <w:p w:rsidR="00AE006E" w:rsidRDefault="00AE006E" w:rsidP="00443D5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E006E" w:rsidRDefault="00AE006E" w:rsidP="00443D5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noProof/>
          <w:lang w:val="uk-UA" w:eastAsia="uk-UA"/>
        </w:rPr>
        <w:pict>
          <v:shape id="_x0000_s1027" type="#_x0000_t75" alt="3" style="position:absolute;left:0;text-align:left;margin-left:283.05pt;margin-top:3.05pt;width:47.25pt;height:51.75pt;z-index:251659264;visibility:visible;mso-position-horizontal-relative:page">
            <v:imagedata r:id="rId6" o:title=""/>
            <w10:wrap type="topAndBottom" anchorx="page"/>
          </v:shape>
        </w:pict>
      </w:r>
    </w:p>
    <w:p w:rsidR="00AE006E" w:rsidRPr="00780E83" w:rsidRDefault="00AE006E" w:rsidP="00780E8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780E83">
        <w:rPr>
          <w:rFonts w:ascii="Times New Roman" w:hAnsi="Times New Roman"/>
          <w:sz w:val="24"/>
          <w:szCs w:val="24"/>
          <w:lang w:val="uk-UA" w:eastAsia="ru-RU"/>
        </w:rPr>
        <w:t>НАГІРЯНСЬКА СІЛЬСЬКА РАДА</w:t>
      </w:r>
    </w:p>
    <w:p w:rsidR="00AE006E" w:rsidRPr="00780E83" w:rsidRDefault="00AE006E" w:rsidP="00780E83">
      <w:pPr>
        <w:tabs>
          <w:tab w:val="left" w:pos="1139"/>
          <w:tab w:val="left" w:pos="6662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780E83">
        <w:rPr>
          <w:rFonts w:ascii="Times New Roman" w:hAnsi="Times New Roman"/>
          <w:sz w:val="24"/>
          <w:szCs w:val="24"/>
          <w:lang w:val="uk-UA" w:eastAsia="ru-RU"/>
        </w:rPr>
        <w:t>ЧОРТКІВСЬКОГО РАЙОНУ ТЕРНОПІЛЬСЬКОЇ ОБЛАСТІ</w:t>
      </w:r>
    </w:p>
    <w:p w:rsidR="00AE006E" w:rsidRPr="00780E83" w:rsidRDefault="00AE006E" w:rsidP="00780E8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780E83">
        <w:rPr>
          <w:rFonts w:ascii="Times New Roman" w:hAnsi="Times New Roman"/>
          <w:sz w:val="24"/>
          <w:szCs w:val="24"/>
          <w:lang w:val="uk-UA" w:eastAsia="ru-RU"/>
        </w:rPr>
        <w:t>ВОСЬМЕ  СКЛИКАННЯ</w:t>
      </w:r>
    </w:p>
    <w:p w:rsidR="00AE006E" w:rsidRPr="00780E83" w:rsidRDefault="00AE006E" w:rsidP="00780E8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780E83">
        <w:rPr>
          <w:rFonts w:ascii="Times New Roman" w:hAnsi="Times New Roman"/>
          <w:sz w:val="24"/>
          <w:szCs w:val="24"/>
          <w:lang w:val="uk-UA" w:eastAsia="ru-RU"/>
        </w:rPr>
        <w:t>СІМНАДЦЯТА СЕСІЯ</w:t>
      </w:r>
    </w:p>
    <w:p w:rsidR="00AE006E" w:rsidRPr="00780E83" w:rsidRDefault="00AE006E" w:rsidP="00780E8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780E83">
        <w:rPr>
          <w:rFonts w:ascii="Times New Roman" w:hAnsi="Times New Roman"/>
          <w:sz w:val="24"/>
          <w:szCs w:val="24"/>
          <w:lang w:val="uk-UA" w:eastAsia="ru-RU"/>
        </w:rPr>
        <w:t>Д</w:t>
      </w:r>
      <w:r>
        <w:rPr>
          <w:rFonts w:ascii="Times New Roman" w:hAnsi="Times New Roman"/>
          <w:sz w:val="24"/>
          <w:szCs w:val="24"/>
          <w:lang w:val="uk-UA" w:eastAsia="ru-RU"/>
        </w:rPr>
        <w:t>руге пленарне засідання</w:t>
      </w:r>
    </w:p>
    <w:p w:rsidR="00AE006E" w:rsidRPr="00780E83" w:rsidRDefault="00AE006E" w:rsidP="00780E83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780E83">
        <w:rPr>
          <w:rFonts w:ascii="Times New Roman" w:hAnsi="Times New Roman"/>
          <w:sz w:val="24"/>
          <w:szCs w:val="24"/>
          <w:lang w:val="uk-UA" w:eastAsia="ru-RU"/>
        </w:rPr>
        <w:t>РІШЕННЯ</w:t>
      </w:r>
    </w:p>
    <w:p w:rsidR="00AE006E" w:rsidRPr="00996162" w:rsidRDefault="00AE006E" w:rsidP="00780E83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AE006E" w:rsidRPr="00780E83" w:rsidRDefault="00AE006E" w:rsidP="00780E83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780E83">
        <w:rPr>
          <w:rFonts w:ascii="Times New Roman" w:hAnsi="Times New Roman"/>
          <w:sz w:val="24"/>
          <w:szCs w:val="24"/>
          <w:lang w:val="uk-UA" w:eastAsia="ru-RU"/>
        </w:rPr>
        <w:t xml:space="preserve">від  __лютого  2022 року                       № </w:t>
      </w:r>
    </w:p>
    <w:p w:rsidR="00AE006E" w:rsidRPr="00780E83" w:rsidRDefault="00AE006E" w:rsidP="00780E83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780E83">
        <w:rPr>
          <w:rFonts w:ascii="Times New Roman" w:hAnsi="Times New Roman"/>
          <w:color w:val="000000"/>
          <w:sz w:val="24"/>
          <w:szCs w:val="24"/>
          <w:lang w:val="uk-UA" w:eastAsia="ru-RU"/>
        </w:rPr>
        <w:t>с-ще Нагірянка</w:t>
      </w:r>
    </w:p>
    <w:p w:rsidR="00AE006E" w:rsidRPr="00780E83" w:rsidRDefault="00AE006E" w:rsidP="00780E83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  <w:r w:rsidRPr="00780E83">
        <w:rPr>
          <w:rFonts w:ascii="Tahoma" w:hAnsi="Tahoma" w:cs="Tahoma"/>
          <w:color w:val="000000"/>
          <w:sz w:val="24"/>
          <w:szCs w:val="24"/>
          <w:lang w:val="uk-UA" w:eastAsia="ru-RU"/>
        </w:rPr>
        <w:br/>
      </w:r>
      <w:r w:rsidRPr="00780E83">
        <w:rPr>
          <w:rFonts w:ascii="Times New Roman" w:hAnsi="Times New Roman"/>
          <w:b/>
          <w:color w:val="000000"/>
          <w:sz w:val="24"/>
          <w:szCs w:val="24"/>
          <w:lang w:eastAsia="ru-RU"/>
        </w:rPr>
        <w:t>Про затвердження</w:t>
      </w:r>
      <w:r w:rsidRPr="00780E83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 </w:t>
      </w:r>
      <w:r w:rsidRPr="00780E83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звіту </w:t>
      </w:r>
    </w:p>
    <w:p w:rsidR="00AE006E" w:rsidRPr="00780E83" w:rsidRDefault="00AE006E" w:rsidP="00780E83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  <w:r w:rsidRPr="00780E83">
        <w:rPr>
          <w:rFonts w:ascii="Times New Roman" w:hAnsi="Times New Roman"/>
          <w:b/>
          <w:color w:val="000000"/>
          <w:sz w:val="24"/>
          <w:szCs w:val="24"/>
          <w:lang w:eastAsia="ru-RU"/>
        </w:rPr>
        <w:t>про виконання</w:t>
      </w:r>
      <w:r w:rsidRPr="00780E83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 Нагірянського </w:t>
      </w:r>
    </w:p>
    <w:p w:rsidR="00AE006E" w:rsidRPr="00780E83" w:rsidRDefault="00AE006E" w:rsidP="00780E83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780E83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сільського бюджету за 2021 рік</w:t>
      </w:r>
      <w:r w:rsidRPr="00780E83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br/>
      </w:r>
    </w:p>
    <w:p w:rsidR="00AE006E" w:rsidRPr="00780E83" w:rsidRDefault="00AE006E" w:rsidP="00780E83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  <w:r w:rsidRPr="00780E83">
        <w:rPr>
          <w:color w:val="000000"/>
        </w:rPr>
        <w:t>    </w:t>
      </w:r>
      <w:r w:rsidRPr="00780E83">
        <w:rPr>
          <w:color w:val="000000"/>
          <w:lang w:val="uk-UA"/>
        </w:rPr>
        <w:tab/>
      </w:r>
      <w:r w:rsidRPr="00780E83">
        <w:rPr>
          <w:lang w:val="uk-UA"/>
        </w:rPr>
        <w:t xml:space="preserve">Розглянувши </w:t>
      </w:r>
      <w:r w:rsidRPr="00780E83">
        <w:rPr>
          <w:bdr w:val="none" w:sz="0" w:space="0" w:color="auto" w:frame="1"/>
          <w:lang w:val="uk-UA"/>
        </w:rPr>
        <w:t>поданий фінансовим відділом Нагірянської сільської ради</w:t>
      </w:r>
      <w:r w:rsidRPr="00780E83">
        <w:rPr>
          <w:lang w:val="uk-UA"/>
        </w:rPr>
        <w:t xml:space="preserve">    </w:t>
      </w:r>
      <w:r w:rsidRPr="00780E83">
        <w:rPr>
          <w:bdr w:val="none" w:sz="0" w:space="0" w:color="auto" w:frame="1"/>
          <w:lang w:val="uk-UA"/>
        </w:rPr>
        <w:t xml:space="preserve">звіт про виконання Нагірянського сільського бюджету за 2021 рік, керуючись </w:t>
      </w:r>
      <w:r w:rsidRPr="00780E83">
        <w:rPr>
          <w:color w:val="000000"/>
          <w:lang w:val="uk-UA"/>
        </w:rPr>
        <w:t xml:space="preserve">пунктом 23 частини першої статті 26 </w:t>
      </w:r>
      <w:r w:rsidRPr="00780E83">
        <w:rPr>
          <w:bdr w:val="none" w:sz="0" w:space="0" w:color="auto" w:frame="1"/>
          <w:lang w:val="uk-UA"/>
        </w:rPr>
        <w:t>Законом України «Про місцеве самоврядування в Україні»,</w:t>
      </w:r>
      <w:r w:rsidRPr="00780E83">
        <w:rPr>
          <w:color w:val="000000"/>
          <w:lang w:val="uk-UA"/>
        </w:rPr>
        <w:t xml:space="preserve"> частиною четвертою статті 80 Бюджетного кодексу України</w:t>
      </w:r>
      <w:r w:rsidRPr="00780E83">
        <w:rPr>
          <w:bdr w:val="none" w:sz="0" w:space="0" w:color="auto" w:frame="1"/>
          <w:lang w:val="uk-UA"/>
        </w:rPr>
        <w:t xml:space="preserve">, враховуючи пропозиції постійної комісії Нагірянської сільської ради з питань бюджету та соціально - економічного розвитку </w:t>
      </w:r>
      <w:r w:rsidRPr="00780E83">
        <w:rPr>
          <w:color w:val="000000"/>
          <w:lang w:val="uk-UA"/>
        </w:rPr>
        <w:t>від __</w:t>
      </w:r>
      <w:r>
        <w:rPr>
          <w:color w:val="000000"/>
          <w:lang w:val="uk-UA"/>
        </w:rPr>
        <w:t xml:space="preserve"> </w:t>
      </w:r>
      <w:r w:rsidRPr="00780E83">
        <w:rPr>
          <w:color w:val="000000"/>
          <w:lang w:val="uk-UA"/>
        </w:rPr>
        <w:t>лют</w:t>
      </w:r>
      <w:r>
        <w:rPr>
          <w:color w:val="000000"/>
          <w:lang w:val="uk-UA"/>
        </w:rPr>
        <w:t>ого</w:t>
      </w:r>
      <w:r w:rsidRPr="00780E83">
        <w:rPr>
          <w:color w:val="000000"/>
          <w:lang w:val="uk-UA"/>
        </w:rPr>
        <w:t xml:space="preserve"> 2022 року, Нагірянська сільська  рада                                                                                                                   ВИРІШИЛА:</w:t>
      </w:r>
    </w:p>
    <w:p w:rsidR="00AE006E" w:rsidRPr="00780E83" w:rsidRDefault="00AE006E" w:rsidP="00780E8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780E83">
        <w:rPr>
          <w:rFonts w:ascii="Times New Roman" w:hAnsi="Times New Roman"/>
          <w:color w:val="000000"/>
          <w:sz w:val="24"/>
          <w:szCs w:val="24"/>
          <w:lang w:val="uk-UA" w:eastAsia="ru-RU"/>
        </w:rPr>
        <w:br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    1.</w:t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</w:t>
      </w:r>
      <w:r w:rsidRPr="00780E8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Затвердити звіт про виконання </w:t>
      </w:r>
      <w:r w:rsidRPr="00780E83">
        <w:rPr>
          <w:rFonts w:ascii="Times New Roman" w:hAnsi="Times New Roman"/>
          <w:color w:val="000000"/>
          <w:sz w:val="24"/>
          <w:szCs w:val="24"/>
          <w:lang w:val="uk-UA" w:eastAsia="ru-RU"/>
        </w:rPr>
        <w:t>сільського</w:t>
      </w:r>
      <w:r w:rsidRPr="00780E8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бюджету за 202</w:t>
      </w:r>
      <w:r w:rsidRPr="00780E83">
        <w:rPr>
          <w:rFonts w:ascii="Times New Roman" w:hAnsi="Times New Roman"/>
          <w:color w:val="000000"/>
          <w:sz w:val="24"/>
          <w:szCs w:val="24"/>
          <w:lang w:val="uk-UA" w:eastAsia="ru-RU"/>
        </w:rPr>
        <w:t>1</w:t>
      </w:r>
      <w:r w:rsidRPr="00780E8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</w:t>
      </w:r>
      <w:r w:rsidRPr="00780E83">
        <w:rPr>
          <w:rFonts w:ascii="Times New Roman" w:hAnsi="Times New Roman"/>
          <w:color w:val="000000"/>
          <w:sz w:val="24"/>
          <w:szCs w:val="24"/>
          <w:lang w:val="uk-UA" w:eastAsia="ru-RU"/>
        </w:rPr>
        <w:t>ік</w:t>
      </w:r>
      <w:r w:rsidRPr="00780E83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  <w:r w:rsidRPr="00780E83">
        <w:rPr>
          <w:rFonts w:ascii="Times New Roman" w:hAnsi="Times New Roman"/>
          <w:color w:val="000000"/>
          <w:sz w:val="24"/>
          <w:szCs w:val="24"/>
          <w:lang w:eastAsia="ru-RU"/>
        </w:rPr>
        <w:br/>
      </w:r>
      <w:r w:rsidRPr="00780E83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          </w:t>
      </w:r>
      <w:r w:rsidRPr="00780E83">
        <w:rPr>
          <w:rFonts w:ascii="Times New Roman" w:hAnsi="Times New Roman"/>
          <w:color w:val="000000"/>
          <w:sz w:val="24"/>
          <w:szCs w:val="24"/>
          <w:lang w:eastAsia="ru-RU"/>
        </w:rPr>
        <w:t>по загальному фонду</w:t>
      </w:r>
    </w:p>
    <w:p w:rsidR="00AE006E" w:rsidRPr="00780E83" w:rsidRDefault="00AE006E" w:rsidP="00780E8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780E8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по доходах в сумі </w:t>
      </w:r>
      <w:r w:rsidRPr="00780E83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 61 536,0</w:t>
      </w:r>
      <w:r w:rsidRPr="00780E8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тис.грн.</w:t>
      </w:r>
    </w:p>
    <w:p w:rsidR="00AE006E" w:rsidRPr="00780E83" w:rsidRDefault="00AE006E" w:rsidP="00780E8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780E83">
        <w:rPr>
          <w:rFonts w:ascii="Times New Roman" w:hAnsi="Times New Roman"/>
          <w:color w:val="000000"/>
          <w:sz w:val="24"/>
          <w:szCs w:val="24"/>
          <w:lang w:eastAsia="ru-RU"/>
        </w:rPr>
        <w:t>- по видатках в сумі</w:t>
      </w:r>
      <w:r w:rsidRPr="00780E83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</w:t>
      </w:r>
      <w:r w:rsidRPr="00780E8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780E83">
        <w:rPr>
          <w:rFonts w:ascii="Times New Roman" w:hAnsi="Times New Roman"/>
          <w:color w:val="000000"/>
          <w:sz w:val="24"/>
          <w:szCs w:val="24"/>
          <w:lang w:val="uk-UA" w:eastAsia="ru-RU"/>
        </w:rPr>
        <w:t>54 179,8</w:t>
      </w:r>
      <w:r w:rsidRPr="00780E8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тис.грн.</w:t>
      </w:r>
    </w:p>
    <w:p w:rsidR="00AE006E" w:rsidRPr="00780E83" w:rsidRDefault="00AE006E" w:rsidP="00780E8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780E83">
        <w:rPr>
          <w:rFonts w:ascii="Times New Roman" w:hAnsi="Times New Roman"/>
          <w:color w:val="000000"/>
          <w:sz w:val="24"/>
          <w:szCs w:val="24"/>
          <w:lang w:eastAsia="ru-RU"/>
        </w:rPr>
        <w:br/>
      </w:r>
      <w:r w:rsidRPr="00780E83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          </w:t>
      </w:r>
      <w:r w:rsidRPr="00780E83">
        <w:rPr>
          <w:rFonts w:ascii="Times New Roman" w:hAnsi="Times New Roman"/>
          <w:color w:val="000000"/>
          <w:sz w:val="24"/>
          <w:szCs w:val="24"/>
          <w:lang w:eastAsia="ru-RU"/>
        </w:rPr>
        <w:t>по спеціальному фонду</w:t>
      </w:r>
    </w:p>
    <w:p w:rsidR="00AE006E" w:rsidRPr="00780E83" w:rsidRDefault="00AE006E" w:rsidP="00780E8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780E8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по доходах в сумі </w:t>
      </w:r>
      <w:r w:rsidRPr="00780E83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 500,0 </w:t>
      </w:r>
      <w:r w:rsidRPr="00780E83">
        <w:rPr>
          <w:rFonts w:ascii="Times New Roman" w:hAnsi="Times New Roman"/>
          <w:color w:val="000000"/>
          <w:sz w:val="24"/>
          <w:szCs w:val="24"/>
          <w:lang w:eastAsia="ru-RU"/>
        </w:rPr>
        <w:t>тис.грн.</w:t>
      </w:r>
    </w:p>
    <w:p w:rsidR="00AE006E" w:rsidRPr="00780E83" w:rsidRDefault="00AE006E" w:rsidP="00780E8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780E8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по видатках в сумі </w:t>
      </w:r>
      <w:r w:rsidRPr="00780E83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519,8</w:t>
      </w:r>
      <w:r w:rsidRPr="00780E8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тис.грн.</w:t>
      </w:r>
    </w:p>
    <w:p w:rsidR="00AE006E" w:rsidRDefault="00AE006E" w:rsidP="00780E8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780E83">
        <w:rPr>
          <w:rFonts w:ascii="Times New Roman" w:hAnsi="Times New Roman"/>
          <w:color w:val="000000"/>
          <w:sz w:val="24"/>
          <w:szCs w:val="24"/>
          <w:lang w:eastAsia="ru-RU"/>
        </w:rPr>
        <w:br/>
        <w:t>    2. Додат</w:t>
      </w:r>
      <w:r w:rsidRPr="00780E83">
        <w:rPr>
          <w:rFonts w:ascii="Times New Roman" w:hAnsi="Times New Roman"/>
          <w:color w:val="000000"/>
          <w:sz w:val="24"/>
          <w:szCs w:val="24"/>
          <w:lang w:val="uk-UA" w:eastAsia="ru-RU"/>
        </w:rPr>
        <w:t>о</w:t>
      </w:r>
      <w:r w:rsidRPr="00780E83">
        <w:rPr>
          <w:rFonts w:ascii="Times New Roman" w:hAnsi="Times New Roman"/>
          <w:color w:val="000000"/>
          <w:sz w:val="24"/>
          <w:szCs w:val="24"/>
          <w:lang w:eastAsia="ru-RU"/>
        </w:rPr>
        <w:t>к 1 до цього рішення є його невід'ємною частиною.</w:t>
      </w:r>
    </w:p>
    <w:p w:rsidR="00AE006E" w:rsidRPr="00780E83" w:rsidRDefault="00AE006E" w:rsidP="00780E8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</w:p>
    <w:p w:rsidR="00AE006E" w:rsidRPr="00780E83" w:rsidRDefault="00AE006E" w:rsidP="00780E8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780E83">
        <w:rPr>
          <w:rFonts w:ascii="Times New Roman" w:hAnsi="Times New Roman"/>
          <w:color w:val="000000"/>
          <w:sz w:val="24"/>
          <w:szCs w:val="24"/>
          <w:lang w:val="uk-UA" w:eastAsia="ru-RU"/>
        </w:rPr>
        <w:br/>
      </w:r>
      <w:r w:rsidRPr="00780E83">
        <w:rPr>
          <w:rFonts w:ascii="Times New Roman" w:hAnsi="Times New Roman"/>
          <w:b/>
          <w:sz w:val="24"/>
          <w:szCs w:val="24"/>
          <w:lang w:val="uk-UA" w:eastAsia="ru-RU"/>
        </w:rPr>
        <w:t>Нагірянський сільський голова                                       Ігор КІНДРАТ</w:t>
      </w:r>
    </w:p>
    <w:p w:rsidR="00AE006E" w:rsidRPr="00780E83" w:rsidRDefault="00AE006E" w:rsidP="00780E8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AE006E" w:rsidRPr="00780E83" w:rsidRDefault="00AE006E" w:rsidP="00780E8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AE006E" w:rsidRPr="00780E83" w:rsidRDefault="00AE006E" w:rsidP="00780E83">
      <w:pPr>
        <w:pStyle w:val="BodyText2"/>
        <w:tabs>
          <w:tab w:val="left" w:pos="0"/>
        </w:tabs>
        <w:spacing w:line="36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780E83">
        <w:rPr>
          <w:rFonts w:ascii="Times New Roman" w:hAnsi="Times New Roman"/>
          <w:sz w:val="24"/>
          <w:szCs w:val="24"/>
          <w:lang w:val="uk-UA" w:eastAsia="ru-RU"/>
        </w:rPr>
        <w:t xml:space="preserve">Йосип ЗІБРІВСЬКИЙ                                     </w:t>
      </w:r>
    </w:p>
    <w:p w:rsidR="00AE006E" w:rsidRPr="00780E83" w:rsidRDefault="00AE006E" w:rsidP="00780E83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780E83">
        <w:rPr>
          <w:rFonts w:ascii="Times New Roman" w:hAnsi="Times New Roman"/>
          <w:sz w:val="24"/>
          <w:szCs w:val="24"/>
          <w:lang w:val="uk-UA" w:eastAsia="ru-RU"/>
        </w:rPr>
        <w:t xml:space="preserve">Любомир ХРУСТАВКА                                 </w:t>
      </w:r>
    </w:p>
    <w:p w:rsidR="00AE006E" w:rsidRPr="00780E83" w:rsidRDefault="00AE006E" w:rsidP="00780E83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780E83">
        <w:rPr>
          <w:rFonts w:ascii="Times New Roman" w:hAnsi="Times New Roman"/>
          <w:sz w:val="24"/>
          <w:szCs w:val="24"/>
          <w:lang w:val="uk-UA" w:eastAsia="ru-RU"/>
        </w:rPr>
        <w:t>Тетяна  САВІНКІНА</w:t>
      </w:r>
    </w:p>
    <w:p w:rsidR="00AE006E" w:rsidRDefault="00AE006E" w:rsidP="00780E8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780E83">
        <w:rPr>
          <w:rFonts w:ascii="Times New Roman" w:hAnsi="Times New Roman"/>
          <w:sz w:val="24"/>
          <w:szCs w:val="24"/>
          <w:lang w:val="uk-UA" w:eastAsia="ru-RU"/>
        </w:rPr>
        <w:t>Ольга КРИНИЦЬКА</w:t>
      </w:r>
    </w:p>
    <w:p w:rsidR="00AE006E" w:rsidRDefault="00AE006E" w:rsidP="00780E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E006E" w:rsidRDefault="00AE006E" w:rsidP="00443D5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E006E" w:rsidRPr="00051243" w:rsidRDefault="00AE006E" w:rsidP="00443D5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AE006E" w:rsidRPr="00051243" w:rsidSect="00666C0E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006E" w:rsidRDefault="00AE006E" w:rsidP="00C44B15">
      <w:pPr>
        <w:spacing w:after="0" w:line="240" w:lineRule="auto"/>
      </w:pPr>
      <w:r>
        <w:separator/>
      </w:r>
    </w:p>
  </w:endnote>
  <w:endnote w:type="continuationSeparator" w:id="0">
    <w:p w:rsidR="00AE006E" w:rsidRDefault="00AE006E" w:rsidP="00C44B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006E" w:rsidRDefault="00AE006E" w:rsidP="00C44B15">
      <w:pPr>
        <w:spacing w:after="0" w:line="240" w:lineRule="auto"/>
      </w:pPr>
      <w:r>
        <w:separator/>
      </w:r>
    </w:p>
  </w:footnote>
  <w:footnote w:type="continuationSeparator" w:id="0">
    <w:p w:rsidR="00AE006E" w:rsidRDefault="00AE006E" w:rsidP="00C44B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06E" w:rsidRPr="00780E83" w:rsidRDefault="00AE006E" w:rsidP="00C44B15">
    <w:pPr>
      <w:pStyle w:val="Header"/>
      <w:jc w:val="right"/>
      <w:rPr>
        <w:rFonts w:ascii="Times New Roman" w:hAnsi="Times New Roman"/>
        <w:b/>
        <w:sz w:val="24"/>
        <w:szCs w:val="24"/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                                     </w:t>
    </w:r>
    <w:r w:rsidRPr="00780E83">
      <w:rPr>
        <w:rFonts w:ascii="Times New Roman" w:hAnsi="Times New Roman"/>
        <w:b/>
        <w:sz w:val="24"/>
        <w:szCs w:val="24"/>
        <w:lang w:val="uk-UA"/>
      </w:rPr>
      <w:t>ПРОЄКТ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3610"/>
    <w:rsid w:val="0001375A"/>
    <w:rsid w:val="00020E36"/>
    <w:rsid w:val="00051243"/>
    <w:rsid w:val="00096D78"/>
    <w:rsid w:val="00126992"/>
    <w:rsid w:val="00132102"/>
    <w:rsid w:val="00167739"/>
    <w:rsid w:val="001F1A40"/>
    <w:rsid w:val="00247434"/>
    <w:rsid w:val="00301E83"/>
    <w:rsid w:val="00416748"/>
    <w:rsid w:val="00443D53"/>
    <w:rsid w:val="00473DE5"/>
    <w:rsid w:val="0049604A"/>
    <w:rsid w:val="00543549"/>
    <w:rsid w:val="00545535"/>
    <w:rsid w:val="00657D11"/>
    <w:rsid w:val="00666C0E"/>
    <w:rsid w:val="00707964"/>
    <w:rsid w:val="00780E83"/>
    <w:rsid w:val="0079312F"/>
    <w:rsid w:val="00793610"/>
    <w:rsid w:val="00820D56"/>
    <w:rsid w:val="00870F93"/>
    <w:rsid w:val="0089504F"/>
    <w:rsid w:val="008D00BF"/>
    <w:rsid w:val="00996162"/>
    <w:rsid w:val="009E5100"/>
    <w:rsid w:val="00A27DD6"/>
    <w:rsid w:val="00A41346"/>
    <w:rsid w:val="00A438A3"/>
    <w:rsid w:val="00AE006E"/>
    <w:rsid w:val="00B06CFB"/>
    <w:rsid w:val="00B5592F"/>
    <w:rsid w:val="00B55DA5"/>
    <w:rsid w:val="00B96A98"/>
    <w:rsid w:val="00C0688E"/>
    <w:rsid w:val="00C44B15"/>
    <w:rsid w:val="00CE2296"/>
    <w:rsid w:val="00CF55D2"/>
    <w:rsid w:val="00D24B8F"/>
    <w:rsid w:val="00D340DB"/>
    <w:rsid w:val="00E03CEE"/>
    <w:rsid w:val="00E542C2"/>
    <w:rsid w:val="00E92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6C0E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semiHidden/>
    <w:rsid w:val="00D340D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D340DB"/>
    <w:rPr>
      <w:rFonts w:cs="Times New Roman"/>
    </w:rPr>
  </w:style>
  <w:style w:type="paragraph" w:styleId="NormalWeb">
    <w:name w:val="Normal (Web)"/>
    <w:basedOn w:val="Normal"/>
    <w:uiPriority w:val="99"/>
    <w:rsid w:val="0079312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C44B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44B1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44B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44B1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7610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10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89</TotalTime>
  <Pages>2</Pages>
  <Words>438</Words>
  <Characters>2501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ASUS</cp:lastModifiedBy>
  <cp:revision>18</cp:revision>
  <cp:lastPrinted>2022-02-15T08:41:00Z</cp:lastPrinted>
  <dcterms:created xsi:type="dcterms:W3CDTF">2021-05-19T07:53:00Z</dcterms:created>
  <dcterms:modified xsi:type="dcterms:W3CDTF">2022-02-15T08:42:00Z</dcterms:modified>
</cp:coreProperties>
</file>