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A6D" w:rsidRDefault="00C24A6D" w:rsidP="00716728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C24A6D" w:rsidRPr="005120D0" w:rsidRDefault="00C24A6D" w:rsidP="00716728">
      <w:pPr>
        <w:tabs>
          <w:tab w:val="left" w:pos="4200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20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B33E40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6.75pt;height:44.25pt;visibility:visible">
            <v:imagedata r:id="rId5" o:title=""/>
          </v:shape>
        </w:pict>
      </w:r>
    </w:p>
    <w:p w:rsidR="00C24A6D" w:rsidRPr="00815635" w:rsidRDefault="00C24A6D" w:rsidP="00716728">
      <w:pPr>
        <w:pStyle w:val="Caption"/>
        <w:rPr>
          <w:b w:val="0"/>
          <w:sz w:val="24"/>
        </w:rPr>
      </w:pPr>
      <w:r w:rsidRPr="00815635">
        <w:rPr>
          <w:b w:val="0"/>
          <w:sz w:val="24"/>
        </w:rPr>
        <w:t>НАГІРЯНСЬКА СІЛЬСЬКА РАДА</w:t>
      </w:r>
    </w:p>
    <w:p w:rsidR="00C24A6D" w:rsidRPr="00815635" w:rsidRDefault="00C24A6D" w:rsidP="00716728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815635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C24A6D" w:rsidRPr="00815635" w:rsidRDefault="00C24A6D" w:rsidP="00716728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815635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C24A6D" w:rsidRPr="00815635" w:rsidRDefault="00C24A6D" w:rsidP="00716728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815635">
        <w:rPr>
          <w:rFonts w:ascii="Times New Roman" w:hAnsi="Times New Roman"/>
          <w:sz w:val="24"/>
          <w:szCs w:val="24"/>
          <w:lang w:val="uk-UA"/>
        </w:rPr>
        <w:t>ШІСТНАДЦЯТА   СЕСІЯ</w:t>
      </w:r>
    </w:p>
    <w:p w:rsidR="00C24A6D" w:rsidRDefault="00C24A6D" w:rsidP="007B3C6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815635"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C24A6D" w:rsidRDefault="00C24A6D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23 грудня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2021 року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№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622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Про внесення змін до рішення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Нагірянської </w:t>
      </w:r>
    </w:p>
    <w:p w:rsidR="00C24A6D" w:rsidRPr="007B3C66" w:rsidRDefault="00C24A6D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сільської ради 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від 24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грудня 2020 року № 34</w:t>
      </w:r>
    </w:p>
    <w:p w:rsidR="00C24A6D" w:rsidRPr="0089304E" w:rsidRDefault="00C24A6D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« Про Програму фінансування фонду </w:t>
      </w:r>
    </w:p>
    <w:p w:rsidR="00C24A6D" w:rsidRPr="0089304E" w:rsidRDefault="00C24A6D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Нагірянської сільської ради на 2021-2025 роки </w:t>
      </w:r>
    </w:p>
    <w:p w:rsidR="00C24A6D" w:rsidRPr="0089304E" w:rsidRDefault="00C24A6D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для надання разової грошової допомоги»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</w:p>
    <w:p w:rsidR="00C24A6D" w:rsidRPr="0089304E" w:rsidRDefault="00C24A6D" w:rsidP="007B3C66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Відповідно до пункту 16 частини 1 статті 43 Закону України «Про місцеве самоврядування в Україні» (зі змінами), </w:t>
      </w:r>
      <w:r w:rsidRPr="00C20D58">
        <w:rPr>
          <w:rFonts w:ascii="Times New Roman" w:hAnsi="Times New Roman"/>
          <w:snapToGrid w:val="0"/>
          <w:sz w:val="24"/>
          <w:szCs w:val="24"/>
          <w:lang w:val="uk-UA" w:eastAsia="ru-RU"/>
        </w:rPr>
        <w:t xml:space="preserve">враховуючи пропозиції та рекомендації постійної комісії </w:t>
      </w:r>
      <w:r w:rsidRPr="00C20D58">
        <w:rPr>
          <w:rFonts w:ascii="Times New Roman" w:hAnsi="Times New Roman"/>
          <w:sz w:val="24"/>
          <w:szCs w:val="24"/>
          <w:lang w:val="uk-UA" w:eastAsia="ru-RU"/>
        </w:rPr>
        <w:t>Нагірянської сільської ради з питань бюджету та соціально - економічного  розвитку від  21 грудня 2021 року,</w:t>
      </w:r>
      <w:r>
        <w:rPr>
          <w:lang w:val="uk-UA" w:eastAsia="ru-RU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Нагірянська сільська  рада</w:t>
      </w:r>
    </w:p>
    <w:p w:rsidR="00C24A6D" w:rsidRPr="007B3C66" w:rsidRDefault="00C24A6D" w:rsidP="00716728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B3C66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C24A6D" w:rsidRPr="0089304E" w:rsidRDefault="00C24A6D" w:rsidP="0071672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Затвердити зміни до Програми фінансування фонду Нагірянської сільської ради на 2021-2025 роки для надання разової грошової допомоги  згідно з додатком 1.</w:t>
      </w:r>
    </w:p>
    <w:p w:rsidR="00C24A6D" w:rsidRPr="0089304E" w:rsidRDefault="00C24A6D" w:rsidP="00716728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Контроль за виконання даного рішення покласти на заступника голови Нагірянської  сільської ради ( Йосип ЗІБРІВСЬКИЙ) та постійну комісію  Нагірянської сільської ради  з питань бюджету та соціально-економічного розвитку (Любомир ХРУСТАВКА).</w:t>
      </w:r>
    </w:p>
    <w:p w:rsidR="00C24A6D" w:rsidRPr="0089304E" w:rsidRDefault="00C24A6D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C24A6D" w:rsidRPr="0089304E" w:rsidRDefault="00C24A6D" w:rsidP="00716728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>С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ільський голова                                      Ігор КІНДРАТ</w:t>
      </w:r>
    </w:p>
    <w:p w:rsidR="00C24A6D" w:rsidRPr="0089304E" w:rsidRDefault="00C24A6D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C24A6D" w:rsidRDefault="00C24A6D" w:rsidP="00716728">
      <w:pPr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C24A6D" w:rsidRDefault="00C24A6D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C24A6D" w:rsidRDefault="00C24A6D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C24A6D" w:rsidRDefault="00C24A6D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C24A6D" w:rsidRDefault="00C24A6D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C24A6D" w:rsidRDefault="00C24A6D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C24A6D" w:rsidRDefault="00C24A6D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C24A6D" w:rsidRPr="00335FAB" w:rsidRDefault="00C24A6D" w:rsidP="0071672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  <w:t xml:space="preserve">                                    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C24A6D" w:rsidRPr="00335FAB" w:rsidRDefault="00C24A6D" w:rsidP="0071672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до рішення Нагірянської сільської ради</w:t>
      </w:r>
    </w:p>
    <w:p w:rsidR="00C24A6D" w:rsidRPr="00335FAB" w:rsidRDefault="00C24A6D" w:rsidP="00716728">
      <w:pPr>
        <w:tabs>
          <w:tab w:val="left" w:pos="744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 23 грудня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2021року №</w:t>
      </w:r>
      <w:r>
        <w:rPr>
          <w:rFonts w:ascii="Times New Roman" w:hAnsi="Times New Roman"/>
          <w:sz w:val="24"/>
          <w:szCs w:val="24"/>
          <w:lang w:val="uk-UA"/>
        </w:rPr>
        <w:t xml:space="preserve"> 622</w:t>
      </w:r>
    </w:p>
    <w:p w:rsidR="00C24A6D" w:rsidRDefault="00C24A6D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C24A6D" w:rsidRDefault="00C24A6D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C24A6D" w:rsidRPr="00815635" w:rsidRDefault="00C24A6D" w:rsidP="0071672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815635">
        <w:rPr>
          <w:rFonts w:ascii="Times New Roman" w:hAnsi="Times New Roman"/>
          <w:b/>
          <w:sz w:val="24"/>
          <w:szCs w:val="24"/>
          <w:lang w:val="uk-UA"/>
        </w:rPr>
        <w:t xml:space="preserve">Зміни до Програми </w:t>
      </w:r>
      <w:r w:rsidRPr="00815635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фінансування фонду</w:t>
      </w:r>
    </w:p>
    <w:p w:rsidR="00C24A6D" w:rsidRPr="00815635" w:rsidRDefault="00C24A6D" w:rsidP="0071672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815635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Нагірянської сільської ради на 2021-2025 роки</w:t>
      </w:r>
    </w:p>
    <w:p w:rsidR="00C24A6D" w:rsidRPr="00815635" w:rsidRDefault="00C24A6D" w:rsidP="00716728">
      <w:pPr>
        <w:tabs>
          <w:tab w:val="left" w:pos="315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15635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для надання разової грошової допомоги</w:t>
      </w:r>
    </w:p>
    <w:p w:rsidR="00C24A6D" w:rsidRPr="00335FAB" w:rsidRDefault="00C24A6D" w:rsidP="00716728">
      <w:pPr>
        <w:rPr>
          <w:rFonts w:ascii="Times New Roman" w:hAnsi="Times New Roman"/>
          <w:sz w:val="28"/>
          <w:szCs w:val="28"/>
          <w:lang w:val="uk-UA"/>
        </w:rPr>
      </w:pPr>
    </w:p>
    <w:p w:rsidR="00C24A6D" w:rsidRPr="00A624CD" w:rsidRDefault="00C24A6D" w:rsidP="00716728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A624CD">
        <w:rPr>
          <w:rFonts w:ascii="Times New Roman" w:hAnsi="Times New Roman"/>
          <w:sz w:val="24"/>
          <w:szCs w:val="24"/>
          <w:lang w:val="uk-UA"/>
        </w:rPr>
        <w:t xml:space="preserve">У розділі </w:t>
      </w:r>
      <w:r w:rsidRPr="00A624CD">
        <w:rPr>
          <w:rFonts w:ascii="Times New Roman" w:hAnsi="Times New Roman"/>
          <w:b/>
          <w:sz w:val="24"/>
          <w:szCs w:val="24"/>
          <w:lang w:val="uk-UA"/>
        </w:rPr>
        <w:t>І.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24CD">
        <w:rPr>
          <w:rFonts w:ascii="Times New Roman" w:hAnsi="Times New Roman"/>
          <w:b/>
          <w:sz w:val="24"/>
          <w:szCs w:val="24"/>
          <w:lang w:val="uk-UA"/>
        </w:rPr>
        <w:t>Паспорт програми</w:t>
      </w:r>
    </w:p>
    <w:p w:rsidR="00C24A6D" w:rsidRDefault="00C24A6D" w:rsidP="00716728">
      <w:pPr>
        <w:pStyle w:val="ListParagraph"/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35FAB">
        <w:rPr>
          <w:rFonts w:ascii="Times New Roman" w:hAnsi="Times New Roman"/>
          <w:color w:val="000000"/>
          <w:sz w:val="24"/>
          <w:szCs w:val="24"/>
          <w:lang w:val="uk-UA"/>
        </w:rPr>
        <w:t>У пункті 8. «Загальний обсяг фінансових ресурсів, необхідних для реалізації Програми - всього: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2022</w:t>
      </w:r>
      <w:r w:rsidRPr="00335FAB">
        <w:rPr>
          <w:rFonts w:ascii="Times New Roman" w:hAnsi="Times New Roman"/>
          <w:color w:val="000000"/>
          <w:sz w:val="24"/>
          <w:szCs w:val="24"/>
          <w:lang w:val="uk-UA"/>
        </w:rPr>
        <w:t>рік -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470 000</w:t>
      </w:r>
      <w:r w:rsidRPr="00335FAB">
        <w:rPr>
          <w:rFonts w:ascii="Times New Roman" w:hAnsi="Times New Roman"/>
          <w:color w:val="000000"/>
          <w:sz w:val="24"/>
          <w:szCs w:val="24"/>
          <w:lang w:val="uk-UA"/>
        </w:rPr>
        <w:t>грн.», замінити на «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Загальний обсяг </w:t>
      </w:r>
      <w:r w:rsidRPr="00335FAB">
        <w:rPr>
          <w:rFonts w:ascii="Times New Roman" w:hAnsi="Times New Roman"/>
          <w:color w:val="000000"/>
          <w:sz w:val="24"/>
          <w:szCs w:val="24"/>
          <w:lang w:val="uk-UA"/>
        </w:rPr>
        <w:t>фінансових ресурсів, необхідних для ре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алізації Програми - всього: 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>202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>рік - 4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91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 xml:space="preserve"> 200 грн.»</w:t>
      </w:r>
    </w:p>
    <w:p w:rsidR="00C24A6D" w:rsidRPr="00A624CD" w:rsidRDefault="00C24A6D" w:rsidP="00716728">
      <w:pPr>
        <w:pStyle w:val="ListParagraph"/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624CD">
        <w:rPr>
          <w:rFonts w:ascii="Times New Roman" w:hAnsi="Times New Roman"/>
          <w:sz w:val="24"/>
          <w:szCs w:val="24"/>
          <w:lang w:val="uk-UA"/>
        </w:rPr>
        <w:t>У пункті 9.  «Коштів бюдж</w:t>
      </w:r>
      <w:r>
        <w:rPr>
          <w:rFonts w:ascii="Times New Roman" w:hAnsi="Times New Roman"/>
          <w:sz w:val="24"/>
          <w:szCs w:val="24"/>
          <w:lang w:val="uk-UA"/>
        </w:rPr>
        <w:t xml:space="preserve">ету Нагірянської сільської ради </w:t>
      </w:r>
      <w:r w:rsidRPr="00A624CD">
        <w:rPr>
          <w:rFonts w:ascii="Times New Roman" w:hAnsi="Times New Roman"/>
          <w:sz w:val="24"/>
          <w:szCs w:val="24"/>
          <w:lang w:val="uk-UA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24CD">
        <w:rPr>
          <w:rFonts w:ascii="Times New Roman" w:hAnsi="Times New Roman"/>
          <w:sz w:val="24"/>
          <w:szCs w:val="24"/>
          <w:lang w:val="uk-UA"/>
        </w:rPr>
        <w:t>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рік </w:t>
      </w:r>
      <w:r>
        <w:rPr>
          <w:rFonts w:ascii="Times New Roman" w:hAnsi="Times New Roman"/>
          <w:sz w:val="24"/>
          <w:szCs w:val="24"/>
          <w:lang w:val="uk-UA"/>
        </w:rPr>
        <w:t>–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4</w:t>
      </w:r>
      <w:r>
        <w:rPr>
          <w:rFonts w:ascii="Times New Roman" w:hAnsi="Times New Roman"/>
          <w:sz w:val="24"/>
          <w:szCs w:val="24"/>
          <w:lang w:val="uk-UA"/>
        </w:rPr>
        <w:t>70 0</w:t>
      </w:r>
      <w:r w:rsidRPr="00A624CD">
        <w:rPr>
          <w:rFonts w:ascii="Times New Roman" w:hAnsi="Times New Roman"/>
          <w:sz w:val="24"/>
          <w:szCs w:val="24"/>
          <w:lang w:val="uk-UA"/>
        </w:rPr>
        <w:t>00грн.», замінити на «Коштів бюджету Нагірянської сільської ради :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A624CD">
        <w:rPr>
          <w:rFonts w:ascii="Times New Roman" w:hAnsi="Times New Roman"/>
          <w:sz w:val="24"/>
          <w:szCs w:val="24"/>
          <w:lang w:val="uk-UA"/>
        </w:rPr>
        <w:t>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рік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A624CD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91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00грн.». </w:t>
      </w:r>
    </w:p>
    <w:p w:rsidR="00C24A6D" w:rsidRPr="00A624CD" w:rsidRDefault="00C24A6D" w:rsidP="00716728">
      <w:pPr>
        <w:pStyle w:val="NoSpacing"/>
        <w:ind w:left="660"/>
        <w:jc w:val="both"/>
        <w:rPr>
          <w:rFonts w:ascii="Times New Roman" w:hAnsi="Times New Roman"/>
          <w:sz w:val="24"/>
          <w:szCs w:val="24"/>
          <w:lang w:val="uk-UA"/>
        </w:rPr>
      </w:pPr>
      <w:r w:rsidRPr="00A624CD">
        <w:rPr>
          <w:rFonts w:ascii="Times New Roman" w:hAnsi="Times New Roman"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У розділі </w:t>
      </w:r>
      <w:r w:rsidRPr="000B2AB2">
        <w:rPr>
          <w:rFonts w:ascii="Times New Roman" w:hAnsi="Times New Roman"/>
          <w:b/>
          <w:sz w:val="24"/>
          <w:szCs w:val="24"/>
          <w:lang w:val="uk-UA"/>
        </w:rPr>
        <w:t>ІІІ.Обгрунтування шляхів і засобів розв’язання проблеми, обсягів та</w:t>
      </w:r>
      <w:r w:rsidRPr="000B2A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2AB2">
        <w:rPr>
          <w:rFonts w:ascii="Times New Roman" w:hAnsi="Times New Roman"/>
          <w:b/>
          <w:sz w:val="24"/>
          <w:szCs w:val="24"/>
          <w:lang w:val="uk-UA"/>
        </w:rPr>
        <w:t>джерел   фінансування, строки виконання Програми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24A6D" w:rsidRPr="00A624CD" w:rsidRDefault="00C24A6D" w:rsidP="00716728">
      <w:pPr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>Абзац  4 «Обсяг фінансування Програми  з Нагірянського сільського бюджету становить : 202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 xml:space="preserve"> рік - 4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70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0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>00 грн.»,  замінити на «Обсяг фінансування Програми  з Нагірянського сільського бюджету становить: 202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 xml:space="preserve"> рік - 4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91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 xml:space="preserve"> 200 грн.». </w:t>
      </w:r>
    </w:p>
    <w:p w:rsidR="00C24A6D" w:rsidRPr="00335FAB" w:rsidRDefault="00C24A6D" w:rsidP="00716728">
      <w:pPr>
        <w:pStyle w:val="ListParagraph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C24A6D" w:rsidRPr="00335FAB" w:rsidRDefault="00C24A6D" w:rsidP="00716728">
      <w:pPr>
        <w:pStyle w:val="ListParagrap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C24A6D" w:rsidRPr="00335FAB" w:rsidRDefault="00C24A6D" w:rsidP="00716728">
      <w:pPr>
        <w:pStyle w:val="ListParagrap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C24A6D" w:rsidRPr="00815635" w:rsidRDefault="00C24A6D" w:rsidP="00815635">
      <w:pPr>
        <w:pStyle w:val="ListParagrap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C24A6D" w:rsidRPr="0089304E" w:rsidRDefault="00C24A6D" w:rsidP="00716728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Секретар сільської ради                                             Галина БУРЯК</w:t>
      </w:r>
    </w:p>
    <w:p w:rsidR="00C24A6D" w:rsidRPr="00F67558" w:rsidRDefault="00C24A6D" w:rsidP="00716728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</w:p>
    <w:p w:rsidR="00C24A6D" w:rsidRDefault="00C24A6D"/>
    <w:sectPr w:rsidR="00C24A6D" w:rsidSect="00A6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C68AA"/>
    <w:multiLevelType w:val="hybridMultilevel"/>
    <w:tmpl w:val="6CAC81A0"/>
    <w:lvl w:ilvl="0" w:tplc="B0461F8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972"/>
    <w:rsid w:val="00086B1D"/>
    <w:rsid w:val="000B2AB2"/>
    <w:rsid w:val="00227012"/>
    <w:rsid w:val="002F50AF"/>
    <w:rsid w:val="00302641"/>
    <w:rsid w:val="00335FAB"/>
    <w:rsid w:val="003806B9"/>
    <w:rsid w:val="00413051"/>
    <w:rsid w:val="004E2E50"/>
    <w:rsid w:val="005120D0"/>
    <w:rsid w:val="00586112"/>
    <w:rsid w:val="00675972"/>
    <w:rsid w:val="00716728"/>
    <w:rsid w:val="007B3C66"/>
    <w:rsid w:val="00815635"/>
    <w:rsid w:val="0089304E"/>
    <w:rsid w:val="00A624CD"/>
    <w:rsid w:val="00B06597"/>
    <w:rsid w:val="00B33E40"/>
    <w:rsid w:val="00C20D58"/>
    <w:rsid w:val="00C24A6D"/>
    <w:rsid w:val="00DE6E0D"/>
    <w:rsid w:val="00E3008C"/>
    <w:rsid w:val="00F67558"/>
    <w:rsid w:val="00FA0596"/>
    <w:rsid w:val="00FD4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72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71672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716728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716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16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67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384</Words>
  <Characters>2190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7</cp:revision>
  <cp:lastPrinted>2021-12-26T13:14:00Z</cp:lastPrinted>
  <dcterms:created xsi:type="dcterms:W3CDTF">2021-12-14T10:55:00Z</dcterms:created>
  <dcterms:modified xsi:type="dcterms:W3CDTF">2021-12-26T13:14:00Z</dcterms:modified>
</cp:coreProperties>
</file>