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93E" w:rsidRPr="00BF5FF4" w:rsidRDefault="0095293E" w:rsidP="00BF5FF4">
      <w:pPr>
        <w:tabs>
          <w:tab w:val="left" w:pos="3900"/>
        </w:tabs>
        <w:suppressAutoHyphens/>
        <w:spacing w:after="0" w:line="276" w:lineRule="auto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pt;margin-top:9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6A08D0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</w:p>
    <w:p w:rsidR="0095293E" w:rsidRPr="006A08D0" w:rsidRDefault="0095293E" w:rsidP="00A62E2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НАГІРЯНСЬКА  </w:t>
      </w:r>
      <w:r w:rsidRPr="006A08D0">
        <w:rPr>
          <w:rFonts w:ascii="Times New Roman" w:hAnsi="Times New Roman"/>
          <w:sz w:val="24"/>
          <w:szCs w:val="24"/>
          <w:lang w:val="ru-RU" w:eastAsia="ru-RU"/>
        </w:rPr>
        <w:t>С І Л Ь С Ь К А   Р А Д А</w:t>
      </w:r>
    </w:p>
    <w:p w:rsidR="0095293E" w:rsidRPr="006A08D0" w:rsidRDefault="0095293E" w:rsidP="00A62E2A">
      <w:pPr>
        <w:tabs>
          <w:tab w:val="left" w:pos="2109"/>
          <w:tab w:val="center" w:pos="4677"/>
        </w:tabs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6A08D0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95293E" w:rsidRPr="006A08D0" w:rsidRDefault="0095293E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95293E" w:rsidRPr="006A08D0" w:rsidRDefault="0095293E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ЧОТИРНАДЦЯТА </w:t>
      </w:r>
      <w:r w:rsidRPr="006A08D0">
        <w:rPr>
          <w:rFonts w:ascii="Times New Roman" w:hAnsi="Times New Roman"/>
          <w:sz w:val="24"/>
          <w:szCs w:val="24"/>
          <w:lang w:eastAsia="ru-RU"/>
        </w:rPr>
        <w:t>СЕСІЯ</w:t>
      </w:r>
    </w:p>
    <w:p w:rsidR="0095293E" w:rsidRPr="006A08D0" w:rsidRDefault="0095293E" w:rsidP="00A62E2A">
      <w:pPr>
        <w:suppressAutoHyphens/>
        <w:spacing w:after="0" w:line="276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A08D0">
        <w:rPr>
          <w:rFonts w:ascii="Times New Roman" w:hAnsi="Times New Roman"/>
          <w:sz w:val="24"/>
          <w:szCs w:val="24"/>
          <w:lang w:eastAsia="ru-RU"/>
        </w:rPr>
        <w:t xml:space="preserve">РІШЕННЯ </w:t>
      </w:r>
    </w:p>
    <w:p w:rsidR="0095293E" w:rsidRPr="006A08D0" w:rsidRDefault="0095293E" w:rsidP="00A62E2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17 листопада</w:t>
      </w:r>
      <w:r w:rsidRPr="006A08D0">
        <w:rPr>
          <w:rFonts w:ascii="Times New Roman" w:hAnsi="Times New Roman"/>
          <w:sz w:val="24"/>
          <w:szCs w:val="24"/>
          <w:lang w:eastAsia="ar-SA"/>
        </w:rPr>
        <w:t xml:space="preserve"> 2021 року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</w:t>
      </w:r>
      <w:r w:rsidRPr="006A08D0">
        <w:rPr>
          <w:rFonts w:ascii="Times New Roman" w:hAnsi="Times New Roman"/>
          <w:sz w:val="24"/>
          <w:szCs w:val="24"/>
          <w:lang w:eastAsia="ar-SA"/>
        </w:rPr>
        <w:t xml:space="preserve">№ </w:t>
      </w:r>
      <w:r>
        <w:rPr>
          <w:rFonts w:ascii="Times New Roman" w:hAnsi="Times New Roman"/>
          <w:sz w:val="24"/>
          <w:szCs w:val="24"/>
          <w:lang w:eastAsia="ar-SA"/>
        </w:rPr>
        <w:t>571</w:t>
      </w:r>
    </w:p>
    <w:p w:rsidR="0095293E" w:rsidRPr="006A08D0" w:rsidRDefault="0095293E" w:rsidP="00A62E2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6A08D0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95293E" w:rsidRPr="00F24106" w:rsidRDefault="0095293E" w:rsidP="00A62E2A">
      <w:pPr>
        <w:suppressAutoHyphens/>
        <w:spacing w:after="0" w:line="276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95293E" w:rsidRDefault="0095293E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Про внесення змін до рішення Нагірянської сільської ради</w:t>
      </w:r>
    </w:p>
    <w:p w:rsidR="0095293E" w:rsidRDefault="0095293E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від 07 жовтня 2021 року № 526 «Про</w:t>
      </w: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 надання дозволу </w:t>
      </w:r>
    </w:p>
    <w:p w:rsidR="0095293E" w:rsidRPr="006A08D0" w:rsidRDefault="0095293E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на розроблення проекту землеустрою щодо відведення </w:t>
      </w:r>
    </w:p>
    <w:p w:rsidR="0095293E" w:rsidRDefault="0095293E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земельної ділянки в оренду для сінокосіння</w:t>
      </w: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 і випасання худоби, </w:t>
      </w:r>
    </w:p>
    <w:p w:rsidR="0095293E" w:rsidRDefault="0095293E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що знаходиться</w:t>
      </w:r>
      <w:r w:rsidRPr="006A08D0"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 xml:space="preserve">за межами населеного пункту с. Долина </w:t>
      </w:r>
    </w:p>
    <w:p w:rsidR="0095293E" w:rsidRPr="00A5541F" w:rsidRDefault="0095293E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  <w:t>Чортківського району Тернопільської  області»</w:t>
      </w:r>
    </w:p>
    <w:p w:rsidR="0095293E" w:rsidRPr="00F24106" w:rsidRDefault="0095293E" w:rsidP="00A62E2A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spacing w:val="-12"/>
          <w:sz w:val="28"/>
          <w:szCs w:val="28"/>
          <w:lang w:eastAsia="ar-SA"/>
        </w:rPr>
      </w:pPr>
    </w:p>
    <w:p w:rsidR="0095293E" w:rsidRPr="00F24106" w:rsidRDefault="0095293E" w:rsidP="006A08D0">
      <w:pPr>
        <w:suppressAutoHyphens/>
        <w:spacing w:after="0" w:line="100" w:lineRule="atLeast"/>
        <w:ind w:firstLine="708"/>
        <w:jc w:val="both"/>
        <w:rPr>
          <w:rFonts w:ascii="Times New Roman" w:hAnsi="Times New Roman"/>
          <w:b/>
          <w:bCs/>
          <w:spacing w:val="-12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</w:t>
      </w:r>
      <w:r w:rsidRPr="00F24106">
        <w:rPr>
          <w:rFonts w:ascii="Times New Roman" w:hAnsi="Times New Roman"/>
          <w:sz w:val="24"/>
          <w:szCs w:val="24"/>
          <w:lang w:eastAsia="ar-SA"/>
        </w:rPr>
        <w:t>ідповідно до статей 12, 33, 93 116, 118, 121, 122, 124 Земельного кодексу України, керуючись статтею 13, 26 Закону України «Про місцеве самоврядування в Україні»</w:t>
      </w:r>
      <w:r>
        <w:rPr>
          <w:rFonts w:ascii="Times New Roman" w:hAnsi="Times New Roman"/>
          <w:sz w:val="24"/>
          <w:szCs w:val="24"/>
          <w:lang w:eastAsia="ar-SA"/>
        </w:rPr>
        <w:t>,</w:t>
      </w:r>
      <w:r w:rsidRPr="000E5A09">
        <w:rPr>
          <w:rFonts w:ascii="Times New Roman" w:hAnsi="Times New Roman"/>
          <w:sz w:val="24"/>
          <w:szCs w:val="24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ar-SA"/>
        </w:rPr>
        <w:t xml:space="preserve"> сільська рада</w:t>
      </w:r>
    </w:p>
    <w:p w:rsidR="0095293E" w:rsidRPr="00F24106" w:rsidRDefault="0095293E" w:rsidP="00A62E2A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</w:p>
    <w:p w:rsidR="0095293E" w:rsidRDefault="0095293E" w:rsidP="00A62E2A">
      <w:pPr>
        <w:suppressAutoHyphens/>
        <w:spacing w:after="0" w:line="240" w:lineRule="auto"/>
        <w:ind w:right="-5"/>
        <w:rPr>
          <w:rFonts w:ascii="Times New Roman" w:hAnsi="Times New Roman"/>
          <w:b/>
          <w:sz w:val="24"/>
          <w:szCs w:val="24"/>
          <w:lang w:eastAsia="ar-SA"/>
        </w:rPr>
      </w:pPr>
      <w:r w:rsidRPr="00F24106">
        <w:rPr>
          <w:rFonts w:ascii="Times New Roman" w:hAnsi="Times New Roman"/>
          <w:b/>
          <w:sz w:val="24"/>
          <w:szCs w:val="24"/>
          <w:lang w:eastAsia="ar-SA"/>
        </w:rPr>
        <w:t>ВИРІШИЛА:</w:t>
      </w:r>
    </w:p>
    <w:p w:rsidR="0095293E" w:rsidRPr="00F24106" w:rsidRDefault="0095293E" w:rsidP="00A62E2A">
      <w:pPr>
        <w:suppressAutoHyphens/>
        <w:spacing w:after="0" w:line="240" w:lineRule="auto"/>
        <w:ind w:right="-5"/>
        <w:rPr>
          <w:rFonts w:ascii="Times New Roman" w:hAnsi="Times New Roman"/>
          <w:sz w:val="24"/>
          <w:szCs w:val="24"/>
          <w:lang w:eastAsia="ar-SA"/>
        </w:rPr>
      </w:pPr>
    </w:p>
    <w:p w:rsidR="0095293E" w:rsidRPr="00C37CC4" w:rsidRDefault="0095293E" w:rsidP="00C37CC4">
      <w:pPr>
        <w:suppressAutoHyphens/>
        <w:spacing w:after="0" w:line="100" w:lineRule="atLeast"/>
        <w:jc w:val="both"/>
        <w:rPr>
          <w:rFonts w:ascii="Times New Roman" w:hAnsi="Times New Roman"/>
          <w:bCs/>
          <w:spacing w:val="-12"/>
          <w:sz w:val="24"/>
          <w:szCs w:val="24"/>
          <w:lang w:eastAsia="ar-SA"/>
        </w:rPr>
      </w:pPr>
      <w:r w:rsidRPr="006A08D0">
        <w:rPr>
          <w:rFonts w:ascii="Times New Roman" w:hAnsi="Times New Roman"/>
          <w:b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37CC4"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Внести зміни до 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п. 1 </w:t>
      </w:r>
      <w:r w:rsidRPr="00C37CC4">
        <w:rPr>
          <w:rFonts w:ascii="Times New Roman" w:hAnsi="Times New Roman"/>
          <w:bCs/>
          <w:spacing w:val="-12"/>
          <w:sz w:val="24"/>
          <w:szCs w:val="24"/>
          <w:lang w:eastAsia="ar-SA"/>
        </w:rPr>
        <w:t>рішення Нагірянської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</w:t>
      </w:r>
      <w:r w:rsidRPr="00C37CC4">
        <w:rPr>
          <w:rFonts w:ascii="Times New Roman" w:hAnsi="Times New Roman"/>
          <w:bCs/>
          <w:spacing w:val="-12"/>
          <w:sz w:val="24"/>
          <w:szCs w:val="24"/>
          <w:lang w:eastAsia="ar-SA"/>
        </w:rPr>
        <w:t>сільської ради від 07 жовтня 2021 року № 526 «Про надання дозволу на розроблення проекту землеустрою щодо відведення земельної ділянки в оренду для сінокосіння і випасання худоби, що знаходиться за межами населеного пункту с. Долина Чортківського району Тернопільської  області»</w:t>
      </w:r>
      <w:r>
        <w:rPr>
          <w:rFonts w:ascii="Times New Roman" w:hAnsi="Times New Roman"/>
          <w:bCs/>
          <w:spacing w:val="-12"/>
          <w:sz w:val="24"/>
          <w:szCs w:val="24"/>
          <w:lang w:eastAsia="ar-SA"/>
        </w:rPr>
        <w:t xml:space="preserve"> в частині площі, а саме: </w:t>
      </w:r>
      <w:r>
        <w:rPr>
          <w:rFonts w:ascii="Times New Roman" w:hAnsi="Times New Roman"/>
          <w:sz w:val="24"/>
          <w:szCs w:val="24"/>
        </w:rPr>
        <w:t>«орієнтовною площею 2,75 га», все інше залишити без змін.</w:t>
      </w:r>
    </w:p>
    <w:p w:rsidR="0095293E" w:rsidRDefault="0095293E" w:rsidP="00A62E2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6A08D0"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24106">
        <w:rPr>
          <w:rFonts w:ascii="Times New Roman" w:hAnsi="Times New Roman"/>
          <w:sz w:val="24"/>
          <w:szCs w:val="24"/>
          <w:lang w:eastAsia="ru-RU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</w:t>
      </w:r>
      <w:r w:rsidRPr="00F24106">
        <w:rPr>
          <w:rFonts w:ascii="Times New Roman" w:hAnsi="Times New Roman"/>
          <w:sz w:val="24"/>
          <w:szCs w:val="24"/>
          <w:lang w:eastAsia="ru-RU"/>
        </w:rPr>
        <w:t xml:space="preserve"> з питань містобудування, земельн</w:t>
      </w:r>
      <w:r>
        <w:rPr>
          <w:rFonts w:ascii="Times New Roman" w:hAnsi="Times New Roman"/>
          <w:sz w:val="24"/>
          <w:szCs w:val="24"/>
          <w:lang w:eastAsia="ru-RU"/>
        </w:rPr>
        <w:t>их відносин та сталого розвитку.</w:t>
      </w:r>
    </w:p>
    <w:p w:rsidR="0095293E" w:rsidRDefault="0095293E" w:rsidP="00A62E2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5293E" w:rsidRDefault="0095293E" w:rsidP="00A62E2A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5293E" w:rsidRPr="00F24106" w:rsidRDefault="0095293E" w:rsidP="00A62E2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5293E" w:rsidRPr="00F24106" w:rsidRDefault="0095293E" w:rsidP="00A62E2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24106">
        <w:rPr>
          <w:rFonts w:ascii="Times New Roman" w:hAnsi="Times New Roman"/>
          <w:sz w:val="24"/>
          <w:szCs w:val="24"/>
          <w:lang w:eastAsia="ar-SA"/>
        </w:rPr>
        <w:tab/>
      </w:r>
      <w:r w:rsidRPr="00F24106">
        <w:rPr>
          <w:rFonts w:ascii="Times New Roman" w:hAnsi="Times New Roman"/>
          <w:sz w:val="24"/>
          <w:szCs w:val="24"/>
          <w:lang w:eastAsia="ru-RU"/>
        </w:rPr>
        <w:t xml:space="preserve">Нагірянський сільський голова                                                                 Ігор КІНДРАТ    </w:t>
      </w:r>
    </w:p>
    <w:p w:rsidR="0095293E" w:rsidRDefault="0095293E" w:rsidP="00C35DDF">
      <w:pPr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95293E" w:rsidRDefault="0095293E" w:rsidP="0017170F">
      <w:pPr>
        <w:spacing w:after="200" w:line="276" w:lineRule="auto"/>
        <w:rPr>
          <w:rFonts w:ascii="Times New Roman" w:hAnsi="Times New Roman"/>
          <w:sz w:val="24"/>
          <w:szCs w:val="24"/>
          <w:lang w:eastAsia="ru-RU"/>
        </w:rPr>
      </w:pPr>
    </w:p>
    <w:sectPr w:rsidR="0095293E" w:rsidSect="002E04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11446"/>
    <w:multiLevelType w:val="multilevel"/>
    <w:tmpl w:val="E09E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B8C"/>
    <w:rsid w:val="0007451E"/>
    <w:rsid w:val="000D3CC4"/>
    <w:rsid w:val="000D4029"/>
    <w:rsid w:val="000D48D3"/>
    <w:rsid w:val="000E5A09"/>
    <w:rsid w:val="001060ED"/>
    <w:rsid w:val="001138BF"/>
    <w:rsid w:val="00147DEA"/>
    <w:rsid w:val="0017170F"/>
    <w:rsid w:val="001C7067"/>
    <w:rsid w:val="00200575"/>
    <w:rsid w:val="002E0477"/>
    <w:rsid w:val="002F1947"/>
    <w:rsid w:val="00327A2E"/>
    <w:rsid w:val="00340D33"/>
    <w:rsid w:val="00367AB6"/>
    <w:rsid w:val="00380043"/>
    <w:rsid w:val="003859B6"/>
    <w:rsid w:val="003866E0"/>
    <w:rsid w:val="003B0A3B"/>
    <w:rsid w:val="003D77D6"/>
    <w:rsid w:val="003E6B17"/>
    <w:rsid w:val="004217CC"/>
    <w:rsid w:val="0042304F"/>
    <w:rsid w:val="004A07FB"/>
    <w:rsid w:val="004A6B8C"/>
    <w:rsid w:val="004E2354"/>
    <w:rsid w:val="004F695C"/>
    <w:rsid w:val="00503501"/>
    <w:rsid w:val="00530721"/>
    <w:rsid w:val="00565DE0"/>
    <w:rsid w:val="005B5965"/>
    <w:rsid w:val="005D2941"/>
    <w:rsid w:val="005D66E4"/>
    <w:rsid w:val="006115EB"/>
    <w:rsid w:val="0062125F"/>
    <w:rsid w:val="00657103"/>
    <w:rsid w:val="00666B58"/>
    <w:rsid w:val="0069453F"/>
    <w:rsid w:val="006A08D0"/>
    <w:rsid w:val="006B2A92"/>
    <w:rsid w:val="00752171"/>
    <w:rsid w:val="007C0D53"/>
    <w:rsid w:val="007C5583"/>
    <w:rsid w:val="007E2DC5"/>
    <w:rsid w:val="00826FB3"/>
    <w:rsid w:val="008335E7"/>
    <w:rsid w:val="00862495"/>
    <w:rsid w:val="00875E8B"/>
    <w:rsid w:val="008B3BE8"/>
    <w:rsid w:val="008F2243"/>
    <w:rsid w:val="0095293E"/>
    <w:rsid w:val="009B4386"/>
    <w:rsid w:val="00A5541F"/>
    <w:rsid w:val="00A5733E"/>
    <w:rsid w:val="00A62E2A"/>
    <w:rsid w:val="00AB009A"/>
    <w:rsid w:val="00AF6700"/>
    <w:rsid w:val="00B138FE"/>
    <w:rsid w:val="00B216A1"/>
    <w:rsid w:val="00B30365"/>
    <w:rsid w:val="00B37FDE"/>
    <w:rsid w:val="00BF5FF4"/>
    <w:rsid w:val="00C25B74"/>
    <w:rsid w:val="00C35BC4"/>
    <w:rsid w:val="00C35DDF"/>
    <w:rsid w:val="00C37CC4"/>
    <w:rsid w:val="00CB0B50"/>
    <w:rsid w:val="00CD16CF"/>
    <w:rsid w:val="00D062EB"/>
    <w:rsid w:val="00D12B31"/>
    <w:rsid w:val="00D818C1"/>
    <w:rsid w:val="00DF1D75"/>
    <w:rsid w:val="00E31ECC"/>
    <w:rsid w:val="00E355A6"/>
    <w:rsid w:val="00E91331"/>
    <w:rsid w:val="00EA60DE"/>
    <w:rsid w:val="00EB4340"/>
    <w:rsid w:val="00F24106"/>
    <w:rsid w:val="00F95663"/>
    <w:rsid w:val="00FB16CD"/>
    <w:rsid w:val="00FE1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7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інтервалів1"/>
    <w:uiPriority w:val="99"/>
    <w:rsid w:val="00E91331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1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7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72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2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2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2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931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3172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2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2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3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3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3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3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3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3173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931727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1729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726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9293172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</w:divsChild>
            </w:div>
            <w:div w:id="929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1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931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1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31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31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31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93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</TotalTime>
  <Pages>1</Pages>
  <Words>209</Words>
  <Characters>1194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26</cp:revision>
  <cp:lastPrinted>2021-10-28T15:10:00Z</cp:lastPrinted>
  <dcterms:created xsi:type="dcterms:W3CDTF">2021-03-29T20:31:00Z</dcterms:created>
  <dcterms:modified xsi:type="dcterms:W3CDTF">2021-11-25T09:14:00Z</dcterms:modified>
</cp:coreProperties>
</file>