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6BA" w:rsidRPr="00B612C4" w:rsidRDefault="004B26BA" w:rsidP="008A758D">
      <w:pPr>
        <w:pStyle w:val="1"/>
        <w:jc w:val="right"/>
        <w:rPr>
          <w:noProof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27pt;width:43.75pt;height:61.9pt;z-index:251658240;visibility:visible;mso-wrap-distance-left:9.05pt;mso-wrap-distance-right:9.05pt" filled="t">
            <v:imagedata r:id="rId5" o:title="" blacklevel="3932f"/>
            <w10:wrap type="topAndBottom"/>
          </v:shape>
        </w:pict>
      </w:r>
      <w:r w:rsidRPr="00EA7C95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4B26BA" w:rsidRPr="00B612C4" w:rsidRDefault="004B26BA" w:rsidP="008A758D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B612C4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4B26BA" w:rsidRPr="00B612C4" w:rsidRDefault="004B26BA" w:rsidP="008A758D">
      <w:pPr>
        <w:pStyle w:val="1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B612C4">
        <w:rPr>
          <w:rFonts w:ascii="Times New Roman" w:eastAsia="Batang" w:hAnsi="Times New Roman"/>
          <w:bCs/>
          <w:sz w:val="24"/>
          <w:szCs w:val="24"/>
        </w:rPr>
        <w:t>НАГІРЯНСЬКА СІЛЬСЬКА  РАДА</w:t>
      </w:r>
    </w:p>
    <w:p w:rsidR="004B26BA" w:rsidRPr="00B612C4" w:rsidRDefault="004B26BA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B612C4">
        <w:rPr>
          <w:rFonts w:ascii="Times New Roman" w:eastAsia="Batang" w:hAnsi="Times New Roman"/>
          <w:bCs/>
          <w:sz w:val="24"/>
          <w:szCs w:val="24"/>
        </w:rPr>
        <w:t>ЧОРТКІВСЬКОГО РАЙОНУ ТЕРНОПІЛЬСЬКОЇ ОБЛАСТІ</w:t>
      </w:r>
    </w:p>
    <w:p w:rsidR="004B26BA" w:rsidRPr="00B612C4" w:rsidRDefault="004B26BA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B612C4">
        <w:rPr>
          <w:rFonts w:ascii="Times New Roman" w:hAnsi="Times New Roman"/>
          <w:sz w:val="24"/>
          <w:szCs w:val="24"/>
        </w:rPr>
        <w:t>ВОСЬМЕ СКЛИКАННЯ</w:t>
      </w:r>
    </w:p>
    <w:p w:rsidR="004B26BA" w:rsidRPr="00B612C4" w:rsidRDefault="004B26BA" w:rsidP="00B612C4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B612C4">
        <w:rPr>
          <w:rFonts w:ascii="Times New Roman" w:hAnsi="Times New Roman"/>
          <w:sz w:val="24"/>
          <w:szCs w:val="24"/>
        </w:rPr>
        <w:t>ВОСЬМА СЕСІЯ</w:t>
      </w:r>
    </w:p>
    <w:p w:rsidR="004B26BA" w:rsidRPr="00B612C4" w:rsidRDefault="004B26BA" w:rsidP="008A758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B612C4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ІШЕННЯ</w:t>
      </w:r>
    </w:p>
    <w:p w:rsidR="004B26BA" w:rsidRPr="00B612C4" w:rsidRDefault="004B26BA" w:rsidP="008A758D">
      <w:pPr>
        <w:pStyle w:val="1"/>
        <w:rPr>
          <w:rFonts w:ascii="Times New Roman" w:hAnsi="Times New Roman"/>
          <w:sz w:val="24"/>
          <w:szCs w:val="24"/>
        </w:rPr>
      </w:pPr>
    </w:p>
    <w:p w:rsidR="004B26BA" w:rsidRPr="00B612C4" w:rsidRDefault="004B26BA" w:rsidP="008A758D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травня</w:t>
      </w:r>
      <w:r w:rsidRPr="00B612C4">
        <w:rPr>
          <w:rFonts w:ascii="Times New Roman" w:hAnsi="Times New Roman"/>
          <w:sz w:val="24"/>
          <w:szCs w:val="24"/>
        </w:rPr>
        <w:t xml:space="preserve"> 2021 року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612C4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431</w:t>
      </w:r>
    </w:p>
    <w:p w:rsidR="004B26BA" w:rsidRPr="00B612C4" w:rsidRDefault="004B26BA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  <w:r w:rsidRPr="00B612C4">
        <w:rPr>
          <w:rFonts w:ascii="Times New Roman" w:hAnsi="Times New Roman"/>
          <w:sz w:val="24"/>
          <w:szCs w:val="24"/>
        </w:rPr>
        <w:t>с-ще Нагірянка</w:t>
      </w:r>
    </w:p>
    <w:p w:rsidR="004B26BA" w:rsidRPr="00B612C4" w:rsidRDefault="004B26BA" w:rsidP="008A758D">
      <w:pPr>
        <w:pStyle w:val="1"/>
        <w:rPr>
          <w:rFonts w:ascii="Times New Roman" w:hAnsi="Times New Roman"/>
          <w:spacing w:val="-12"/>
          <w:sz w:val="24"/>
          <w:szCs w:val="24"/>
        </w:rPr>
      </w:pPr>
    </w:p>
    <w:p w:rsidR="004B26BA" w:rsidRPr="00B612C4" w:rsidRDefault="004B26BA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12C4">
        <w:rPr>
          <w:rFonts w:ascii="Times New Roman" w:hAnsi="Times New Roman"/>
          <w:b/>
          <w:sz w:val="24"/>
          <w:szCs w:val="24"/>
          <w:lang w:val="uk-UA"/>
        </w:rPr>
        <w:t>Про вилучення з користування</w:t>
      </w:r>
    </w:p>
    <w:p w:rsidR="004B26BA" w:rsidRPr="00B612C4" w:rsidRDefault="004B26BA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12C4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на землях </w:t>
      </w:r>
    </w:p>
    <w:p w:rsidR="004B26BA" w:rsidRPr="00D16C11" w:rsidRDefault="004B26BA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12C4">
        <w:rPr>
          <w:rFonts w:ascii="Times New Roman" w:hAnsi="Times New Roman"/>
          <w:b/>
          <w:sz w:val="24"/>
          <w:szCs w:val="24"/>
          <w:lang w:val="uk-UA"/>
        </w:rPr>
        <w:t>Нагірянської (колишньої Улашківської</w:t>
      </w:r>
      <w:r w:rsidRPr="00D16C11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4B26BA" w:rsidRPr="00B612C4" w:rsidRDefault="004B26BA" w:rsidP="008A758D">
      <w:pPr>
        <w:widowControl w:val="0"/>
        <w:autoSpaceDE w:val="0"/>
        <w:autoSpaceDN w:val="0"/>
        <w:adjustRightInd w:val="0"/>
        <w:spacing w:before="60" w:after="0" w:line="31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12C4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</w:t>
      </w:r>
    </w:p>
    <w:p w:rsidR="004B26BA" w:rsidRPr="00EA7C95" w:rsidRDefault="004B26BA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A7C95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/>
          <w:sz w:val="24"/>
          <w:szCs w:val="24"/>
          <w:lang w:val="uk-UA"/>
        </w:rPr>
        <w:t>гр. Швець Любові Орестівни</w:t>
      </w:r>
      <w:r w:rsidRPr="00EA7C95">
        <w:rPr>
          <w:rFonts w:ascii="Times New Roman" w:hAnsi="Times New Roman"/>
          <w:sz w:val="24"/>
          <w:szCs w:val="24"/>
          <w:lang w:val="uk-UA"/>
        </w:rPr>
        <w:t xml:space="preserve">  про припинення  - добровільну відмову від права користування земельною ділянкою (01.03) для ведення особистого селянського господарства, керуючись п. 34 ст. 26 Закону України «Про місцеве самоврядування в Україні», ст. 140, 141, 142 Земельного Кодексу України та враховуючи рекомендації</w:t>
      </w:r>
      <w:r w:rsidRPr="00EA7C95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постійної комісії з питань </w:t>
      </w:r>
      <w:r w:rsidRPr="00EA7C95">
        <w:rPr>
          <w:rFonts w:ascii="Times New Roman" w:hAnsi="Times New Roman"/>
          <w:sz w:val="24"/>
          <w:szCs w:val="24"/>
          <w:lang w:val="uk-UA"/>
        </w:rPr>
        <w:t>містобудування, земельних відносин та сталого розвитку, сільськ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A7C95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4B26BA" w:rsidRPr="00EA7C95" w:rsidRDefault="004B26BA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  <w:lang w:val="uk-UA"/>
        </w:rPr>
      </w:pPr>
    </w:p>
    <w:p w:rsidR="004B26BA" w:rsidRPr="00EA7C95" w:rsidRDefault="004B26BA" w:rsidP="008A758D">
      <w:pPr>
        <w:pStyle w:val="1"/>
        <w:rPr>
          <w:rFonts w:ascii="Times New Roman" w:hAnsi="Times New Roman"/>
          <w:b/>
          <w:sz w:val="24"/>
          <w:szCs w:val="24"/>
        </w:rPr>
      </w:pPr>
      <w:r w:rsidRPr="00EA7C95">
        <w:rPr>
          <w:rFonts w:ascii="Times New Roman" w:hAnsi="Times New Roman"/>
          <w:b/>
          <w:sz w:val="24"/>
          <w:szCs w:val="24"/>
        </w:rPr>
        <w:t>ВИРІШИЛА:</w:t>
      </w:r>
    </w:p>
    <w:p w:rsidR="004B26BA" w:rsidRPr="00EA7C95" w:rsidRDefault="004B26BA" w:rsidP="008A758D">
      <w:pPr>
        <w:widowControl w:val="0"/>
        <w:autoSpaceDE w:val="0"/>
        <w:autoSpaceDN w:val="0"/>
        <w:adjustRightInd w:val="0"/>
        <w:spacing w:before="60"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A7C9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B26BA" w:rsidRPr="00EA7C95" w:rsidRDefault="004B26BA" w:rsidP="00D16C11">
      <w:pPr>
        <w:pStyle w:val="ListParagraph"/>
        <w:widowControl w:val="0"/>
        <w:autoSpaceDE w:val="0"/>
        <w:autoSpaceDN w:val="0"/>
        <w:adjustRightInd w:val="0"/>
        <w:spacing w:before="60" w:after="0" w:line="316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16C11">
        <w:rPr>
          <w:rFonts w:ascii="Times New Roman" w:hAnsi="Times New Roman"/>
          <w:b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C95">
        <w:rPr>
          <w:rFonts w:ascii="Times New Roman" w:hAnsi="Times New Roman"/>
          <w:sz w:val="24"/>
          <w:szCs w:val="24"/>
          <w:lang w:val="uk-UA"/>
        </w:rPr>
        <w:t>Припинити право користування земельною ділянкою для ведення особистого селянського господарства згідно поданої заяви  гр. Швець Любові Орестівни площею</w:t>
      </w:r>
      <w:r w:rsidRPr="00EA7C9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smartTag w:uri="urn:schemas-microsoft-com:office:smarttags" w:element="metricconverter">
        <w:smartTagPr>
          <w:attr w:name="ProductID" w:val="0,24 га"/>
        </w:smartTagPr>
        <w:r w:rsidRPr="00EA7C95">
          <w:rPr>
            <w:rFonts w:ascii="Times New Roman" w:hAnsi="Times New Roman"/>
            <w:b/>
            <w:sz w:val="24"/>
            <w:szCs w:val="24"/>
            <w:lang w:val="uk-UA"/>
          </w:rPr>
          <w:t>0,24 га</w:t>
        </w:r>
      </w:smartTag>
      <w:r w:rsidRPr="00EA7C95">
        <w:rPr>
          <w:rFonts w:ascii="Times New Roman" w:hAnsi="Times New Roman"/>
          <w:b/>
          <w:sz w:val="24"/>
          <w:szCs w:val="24"/>
          <w:lang w:val="uk-UA"/>
        </w:rPr>
        <w:t>;</w:t>
      </w:r>
    </w:p>
    <w:p w:rsidR="004B26BA" w:rsidRPr="00EA7C95" w:rsidRDefault="004B26BA" w:rsidP="00D16C11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D16C11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7C95">
        <w:rPr>
          <w:rFonts w:ascii="Times New Roman" w:hAnsi="Times New Roman"/>
          <w:sz w:val="24"/>
          <w:szCs w:val="24"/>
        </w:rPr>
        <w:t xml:space="preserve">Копію рішення направити заявникам.  </w:t>
      </w:r>
    </w:p>
    <w:p w:rsidR="004B26BA" w:rsidRPr="00EA7C95" w:rsidRDefault="004B26BA" w:rsidP="00D16C11">
      <w:pPr>
        <w:pStyle w:val="ListParagraph"/>
        <w:widowControl w:val="0"/>
        <w:autoSpaceDE w:val="0"/>
        <w:autoSpaceDN w:val="0"/>
        <w:adjustRightInd w:val="0"/>
        <w:spacing w:before="60" w:after="0" w:line="240" w:lineRule="auto"/>
        <w:ind w:left="0" w:right="400"/>
        <w:jc w:val="both"/>
        <w:rPr>
          <w:rFonts w:ascii="Times New Roman" w:hAnsi="Times New Roman"/>
          <w:sz w:val="24"/>
          <w:szCs w:val="24"/>
          <w:lang w:val="uk-UA"/>
        </w:rPr>
      </w:pPr>
      <w:r w:rsidRPr="00D16C11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C95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землевпорядника сільської ради.</w:t>
      </w:r>
    </w:p>
    <w:p w:rsidR="004B26BA" w:rsidRDefault="004B26BA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4B26BA" w:rsidRDefault="004B26BA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4B26BA" w:rsidRPr="00EA7C95" w:rsidRDefault="004B26BA" w:rsidP="008A758D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4B26BA" w:rsidRDefault="004B26BA" w:rsidP="008A758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A7C95">
        <w:rPr>
          <w:rFonts w:ascii="Times New Roman" w:hAnsi="Times New Roman"/>
          <w:sz w:val="24"/>
          <w:szCs w:val="24"/>
          <w:lang w:val="uk-UA"/>
        </w:rPr>
        <w:t xml:space="preserve">Нагірянський сільський голова                                      Ігор КІНДРАТ     </w:t>
      </w:r>
    </w:p>
    <w:p w:rsidR="004B26BA" w:rsidRPr="00EA7C95" w:rsidRDefault="004B26BA" w:rsidP="008A758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A7C95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sectPr w:rsidR="004B26BA" w:rsidRPr="00EA7C95" w:rsidSect="00B612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57F9"/>
    <w:multiLevelType w:val="hybridMultilevel"/>
    <w:tmpl w:val="7D9A1B5E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FE1DA2"/>
    <w:multiLevelType w:val="hybridMultilevel"/>
    <w:tmpl w:val="51EC2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67535B"/>
    <w:multiLevelType w:val="hybridMultilevel"/>
    <w:tmpl w:val="1FC2A0E8"/>
    <w:lvl w:ilvl="0" w:tplc="9050E9EA">
      <w:start w:val="1"/>
      <w:numFmt w:val="decimal"/>
      <w:lvlText w:val="%1."/>
      <w:lvlJc w:val="left"/>
      <w:pPr>
        <w:ind w:left="750" w:hanging="3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CD"/>
    <w:rsid w:val="000157BF"/>
    <w:rsid w:val="00083218"/>
    <w:rsid w:val="00090925"/>
    <w:rsid w:val="000A3606"/>
    <w:rsid w:val="00263CFC"/>
    <w:rsid w:val="002C6162"/>
    <w:rsid w:val="003D3AE8"/>
    <w:rsid w:val="004006CB"/>
    <w:rsid w:val="004B26BA"/>
    <w:rsid w:val="005713FF"/>
    <w:rsid w:val="0057791B"/>
    <w:rsid w:val="005D2141"/>
    <w:rsid w:val="005F2F0A"/>
    <w:rsid w:val="005F4ECD"/>
    <w:rsid w:val="006C2661"/>
    <w:rsid w:val="008441C8"/>
    <w:rsid w:val="00870BD3"/>
    <w:rsid w:val="00880670"/>
    <w:rsid w:val="008A758D"/>
    <w:rsid w:val="00921D8A"/>
    <w:rsid w:val="009C7097"/>
    <w:rsid w:val="00A064A6"/>
    <w:rsid w:val="00A9794D"/>
    <w:rsid w:val="00AA45A8"/>
    <w:rsid w:val="00AE3A25"/>
    <w:rsid w:val="00B612C4"/>
    <w:rsid w:val="00B71486"/>
    <w:rsid w:val="00B76DD8"/>
    <w:rsid w:val="00B8709A"/>
    <w:rsid w:val="00BA2B9C"/>
    <w:rsid w:val="00BB2ED2"/>
    <w:rsid w:val="00C02B35"/>
    <w:rsid w:val="00C35AC7"/>
    <w:rsid w:val="00D16C11"/>
    <w:rsid w:val="00E31CAA"/>
    <w:rsid w:val="00EA7C95"/>
    <w:rsid w:val="00F501B6"/>
    <w:rsid w:val="00FF4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D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A758D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8A758D"/>
    <w:pPr>
      <w:ind w:left="720"/>
      <w:contextualSpacing/>
    </w:pPr>
  </w:style>
  <w:style w:type="paragraph" w:customStyle="1" w:styleId="1">
    <w:name w:val="Без інтервалів1"/>
    <w:uiPriority w:val="99"/>
    <w:rsid w:val="008A758D"/>
    <w:rPr>
      <w:rFonts w:eastAsia="Times New Roman"/>
    </w:rPr>
  </w:style>
  <w:style w:type="paragraph" w:customStyle="1" w:styleId="3">
    <w:name w:val="Без інтервалів3"/>
    <w:uiPriority w:val="99"/>
    <w:rsid w:val="008A758D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709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184</Words>
  <Characters>1054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cp:lastPrinted>2021-05-25T09:07:00Z</cp:lastPrinted>
  <dcterms:created xsi:type="dcterms:W3CDTF">2021-05-20T06:53:00Z</dcterms:created>
  <dcterms:modified xsi:type="dcterms:W3CDTF">2021-06-02T12:55:00Z</dcterms:modified>
</cp:coreProperties>
</file>