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6E" w:rsidRPr="0051372E" w:rsidRDefault="00DE6A6E" w:rsidP="0023044C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51372E">
        <w:rPr>
          <w:rFonts w:ascii="Times New Roman" w:hAnsi="Times New Roman"/>
          <w:bCs/>
          <w:sz w:val="24"/>
          <w:szCs w:val="24"/>
        </w:rPr>
        <w:t>ПРОЄКТ</w:t>
      </w:r>
      <w:r>
        <w:rPr>
          <w:rFonts w:ascii="Times New Roman" w:hAnsi="Times New Roman"/>
          <w:bCs/>
          <w:sz w:val="24"/>
          <w:szCs w:val="24"/>
        </w:rPr>
        <w:t xml:space="preserve"> (12)</w:t>
      </w:r>
    </w:p>
    <w:p w:rsidR="00DE6A6E" w:rsidRDefault="00DE6A6E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:rsidR="00DE6A6E" w:rsidRDefault="00DE6A6E" w:rsidP="0023044C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F4424C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DE6A6E" w:rsidRDefault="00DE6A6E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DE6A6E" w:rsidRDefault="00DE6A6E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DE6A6E" w:rsidRDefault="00DE6A6E" w:rsidP="0023044C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DE6A6E" w:rsidRDefault="00DE6A6E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СІМНАДЦЯТА  </w:t>
      </w:r>
      <w:r>
        <w:rPr>
          <w:rFonts w:ascii="Times New Roman" w:hAnsi="Times New Roman"/>
          <w:sz w:val="24"/>
          <w:szCs w:val="24"/>
        </w:rPr>
        <w:t xml:space="preserve"> СЕСІЯ</w:t>
      </w:r>
    </w:p>
    <w:p w:rsidR="00DE6A6E" w:rsidRPr="0051372E" w:rsidRDefault="00DE6A6E" w:rsidP="0023044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DE6A6E" w:rsidRDefault="00DE6A6E" w:rsidP="0051372E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DE6A6E" w:rsidRDefault="00DE6A6E" w:rsidP="0051372E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від__лютого</w:t>
      </w:r>
      <w:r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№ </w:t>
      </w:r>
      <w:r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E6A6E" w:rsidRDefault="00DE6A6E" w:rsidP="0023044C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с-ще Нагірянка</w:t>
      </w:r>
    </w:p>
    <w:p w:rsidR="00DE6A6E" w:rsidRDefault="00DE6A6E" w:rsidP="0023044C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DE6A6E" w:rsidRPr="00D620A7" w:rsidTr="00817D9B">
        <w:tc>
          <w:tcPr>
            <w:tcW w:w="5868" w:type="dxa"/>
          </w:tcPr>
          <w:p w:rsidR="00DE6A6E" w:rsidRDefault="00DE6A6E" w:rsidP="0051372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887D31"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 xml:space="preserve"> та передачу громадянам безоплатно у приватну власність земельних ділянок</w:t>
            </w:r>
          </w:p>
        </w:tc>
        <w:tc>
          <w:tcPr>
            <w:tcW w:w="2376" w:type="dxa"/>
          </w:tcPr>
          <w:p w:rsidR="00DE6A6E" w:rsidRDefault="00DE6A6E" w:rsidP="00817D9B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DE6A6E" w:rsidRPr="00E77AC1" w:rsidRDefault="00DE6A6E" w:rsidP="0023044C">
      <w:pPr>
        <w:spacing w:line="100" w:lineRule="atLeast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16415B">
        <w:rPr>
          <w:rFonts w:ascii="Times New Roman" w:hAnsi="Times New Roman"/>
          <w:sz w:val="24"/>
          <w:szCs w:val="24"/>
          <w:lang w:val="uk-UA"/>
        </w:rPr>
        <w:t>Розглянувши звернення громадян,</w:t>
      </w:r>
      <w:r>
        <w:rPr>
          <w:rFonts w:ascii="Times New Roman" w:hAnsi="Times New Roman"/>
          <w:sz w:val="24"/>
          <w:szCs w:val="24"/>
          <w:lang w:val="uk-UA"/>
        </w:rPr>
        <w:t xml:space="preserve"> відповідно до статей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 12,</w:t>
      </w:r>
      <w:r>
        <w:rPr>
          <w:rFonts w:ascii="Times New Roman" w:hAnsi="Times New Roman"/>
          <w:sz w:val="24"/>
          <w:szCs w:val="24"/>
          <w:lang w:val="uk-UA"/>
        </w:rPr>
        <w:t xml:space="preserve"> 33, 40, </w:t>
      </w:r>
      <w:r w:rsidRPr="0016415B">
        <w:rPr>
          <w:rFonts w:ascii="Times New Roman" w:hAnsi="Times New Roman"/>
          <w:sz w:val="24"/>
          <w:szCs w:val="24"/>
          <w:lang w:val="uk-UA"/>
        </w:rPr>
        <w:t>79,</w:t>
      </w:r>
      <w:r>
        <w:rPr>
          <w:rFonts w:ascii="Times New Roman" w:hAnsi="Times New Roman"/>
          <w:sz w:val="24"/>
          <w:szCs w:val="24"/>
          <w:lang w:val="uk-UA"/>
        </w:rPr>
        <w:t xml:space="preserve"> 81,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107,</w:t>
      </w:r>
      <w:r>
        <w:rPr>
          <w:rFonts w:ascii="Times New Roman" w:hAnsi="Times New Roman"/>
          <w:sz w:val="24"/>
          <w:szCs w:val="24"/>
          <w:lang w:val="uk-UA"/>
        </w:rPr>
        <w:t xml:space="preserve"> 116,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118, </w:t>
      </w:r>
      <w:r>
        <w:rPr>
          <w:rFonts w:ascii="Times New Roman" w:hAnsi="Times New Roman"/>
          <w:sz w:val="24"/>
          <w:szCs w:val="24"/>
          <w:lang w:val="uk-UA"/>
        </w:rPr>
        <w:t xml:space="preserve">120, </w:t>
      </w:r>
      <w:r w:rsidRPr="0016415B">
        <w:rPr>
          <w:rFonts w:ascii="Times New Roman" w:hAnsi="Times New Roman"/>
          <w:sz w:val="24"/>
          <w:szCs w:val="24"/>
          <w:lang w:val="uk-UA"/>
        </w:rPr>
        <w:t>121,</w:t>
      </w:r>
      <w:r>
        <w:rPr>
          <w:rFonts w:ascii="Times New Roman" w:hAnsi="Times New Roman"/>
          <w:sz w:val="24"/>
          <w:szCs w:val="24"/>
          <w:lang w:val="uk-UA"/>
        </w:rPr>
        <w:t xml:space="preserve"> 122,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125, 126</w:t>
      </w:r>
      <w:r>
        <w:rPr>
          <w:rFonts w:ascii="Times New Roman" w:hAnsi="Times New Roman"/>
          <w:sz w:val="24"/>
          <w:szCs w:val="24"/>
          <w:lang w:val="uk-UA"/>
        </w:rPr>
        <w:t>, 186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ст. 25</w:t>
      </w:r>
      <w:r>
        <w:rPr>
          <w:rFonts w:ascii="Times New Roman" w:hAnsi="Times New Roman"/>
          <w:sz w:val="24"/>
          <w:szCs w:val="24"/>
          <w:lang w:val="uk-UA"/>
        </w:rPr>
        <w:t>, 55</w:t>
      </w:r>
      <w:r w:rsidRPr="0016415B">
        <w:rPr>
          <w:rFonts w:ascii="Times New Roman" w:hAnsi="Times New Roman"/>
          <w:sz w:val="24"/>
          <w:szCs w:val="24"/>
          <w:lang w:val="uk-UA"/>
        </w:rPr>
        <w:t xml:space="preserve"> Закону України «Про землеустрій», Закону України «Про державний земельний кадастр», ст. 26 Закону України «Про Місцеве самоврядування  в Україні»</w:t>
      </w:r>
      <w:r>
        <w:rPr>
          <w:lang w:val="uk-UA"/>
        </w:rPr>
        <w:t xml:space="preserve"> </w:t>
      </w:r>
      <w:r w:rsidRPr="0016415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16415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16415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</w:t>
      </w:r>
      <w:r>
        <w:rPr>
          <w:rFonts w:ascii="Times New Roman" w:hAnsi="Times New Roman"/>
          <w:sz w:val="24"/>
          <w:szCs w:val="24"/>
          <w:lang w:val="uk-UA"/>
        </w:rPr>
        <w:t xml:space="preserve">талого розвитку, сільська рада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DE6A6E" w:rsidRDefault="00DE6A6E" w:rsidP="0023044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DE6A6E" w:rsidRPr="002675C5" w:rsidRDefault="00DE6A6E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675C5">
        <w:rPr>
          <w:rFonts w:ascii="Times New Roman" w:hAnsi="Times New Roman"/>
          <w:sz w:val="24"/>
          <w:szCs w:val="24"/>
        </w:rPr>
        <w:t>1. Затвердити  технічну документацію із землеустрою щодо встановлення (відновлення) меж земельної ділянки в натурі (на місцевості) та передати  безоплатно у приватну власність земельні ділянки громадянам:</w:t>
      </w:r>
    </w:p>
    <w:p w:rsidR="00DE6A6E" w:rsidRPr="00EA742D" w:rsidRDefault="00DE6A6E" w:rsidP="0023044C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56593">
        <w:rPr>
          <w:rFonts w:ascii="Times New Roman" w:hAnsi="Times New Roman"/>
          <w:sz w:val="24"/>
          <w:szCs w:val="24"/>
        </w:rPr>
        <w:t>1.1.</w:t>
      </w:r>
      <w:r w:rsidRPr="0015659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EA742D">
        <w:rPr>
          <w:rFonts w:ascii="Times New Roman" w:hAnsi="Times New Roman"/>
          <w:bCs/>
          <w:sz w:val="24"/>
          <w:szCs w:val="24"/>
        </w:rPr>
        <w:t>Безпалько Ярослав Іванович</w:t>
      </w:r>
      <w:r w:rsidRPr="00EA742D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2000 га"/>
        </w:smartTagPr>
        <w:r w:rsidRPr="00EA742D">
          <w:rPr>
            <w:rFonts w:ascii="Times New Roman" w:hAnsi="Times New Roman"/>
            <w:sz w:val="24"/>
            <w:szCs w:val="24"/>
          </w:rPr>
          <w:t>0,42000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DE6A6E" w:rsidRPr="00EA742D" w:rsidRDefault="00DE6A6E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500 га"/>
        </w:smartTagPr>
        <w:r w:rsidRPr="00EA742D">
          <w:rPr>
            <w:rFonts w:ascii="Times New Roman" w:hAnsi="Times New Roman"/>
            <w:sz w:val="24"/>
            <w:szCs w:val="24"/>
          </w:rPr>
          <w:t>0,1500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6125588300:02:002:0296;</w:t>
      </w:r>
    </w:p>
    <w:p w:rsidR="00DE6A6E" w:rsidRPr="00EA742D" w:rsidRDefault="00DE6A6E" w:rsidP="0023044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700 га"/>
        </w:smartTagPr>
        <w:r w:rsidRPr="00EA742D">
          <w:rPr>
            <w:rFonts w:ascii="Times New Roman" w:hAnsi="Times New Roman"/>
            <w:sz w:val="24"/>
            <w:szCs w:val="24"/>
          </w:rPr>
          <w:t>0,0700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6125588300:02:002:0311;</w:t>
      </w:r>
    </w:p>
    <w:p w:rsidR="00DE6A6E" w:rsidRPr="00EA742D" w:rsidRDefault="00DE6A6E" w:rsidP="00036D5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00 га"/>
        </w:smartTagPr>
        <w:r w:rsidRPr="00EA742D">
          <w:rPr>
            <w:rFonts w:ascii="Times New Roman" w:hAnsi="Times New Roman"/>
            <w:sz w:val="24"/>
            <w:szCs w:val="24"/>
          </w:rPr>
          <w:t>0,1000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6125588300:01:001:0038;</w:t>
      </w:r>
    </w:p>
    <w:p w:rsidR="00DE6A6E" w:rsidRPr="00EA742D" w:rsidRDefault="00DE6A6E" w:rsidP="002F41F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00 га"/>
        </w:smartTagPr>
        <w:r w:rsidRPr="00EA742D">
          <w:rPr>
            <w:rFonts w:ascii="Times New Roman" w:hAnsi="Times New Roman"/>
            <w:sz w:val="24"/>
            <w:szCs w:val="24"/>
          </w:rPr>
          <w:t>0,1000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6125588300:02:002:0298.</w:t>
      </w:r>
    </w:p>
    <w:p w:rsidR="00DE6A6E" w:rsidRPr="00EA742D" w:rsidRDefault="00DE6A6E" w:rsidP="002F41F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bCs/>
          <w:sz w:val="24"/>
          <w:szCs w:val="24"/>
        </w:rPr>
        <w:t xml:space="preserve">1.2. Вітів Надії Ярославівні 2/6, Безпалько Ярославу Івановичу 4/6  </w:t>
      </w:r>
      <w:r w:rsidRPr="00EA742D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650 га"/>
        </w:smartTagPr>
        <w:r w:rsidRPr="00EA742D">
          <w:rPr>
            <w:rFonts w:ascii="Times New Roman" w:hAnsi="Times New Roman"/>
            <w:sz w:val="24"/>
            <w:szCs w:val="24"/>
          </w:rPr>
          <w:t>0,0650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Сонячна, 9 в с. Улашківці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EA742D">
        <w:rPr>
          <w:rFonts w:ascii="Times New Roman" w:hAnsi="Times New Roman"/>
          <w:sz w:val="24"/>
          <w:szCs w:val="24"/>
        </w:rPr>
        <w:t xml:space="preserve">. </w:t>
      </w:r>
    </w:p>
    <w:p w:rsidR="00DE6A6E" w:rsidRPr="00EA742D" w:rsidRDefault="00DE6A6E" w:rsidP="00F5671A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Кадастровий номер: 6125588300:02:002:0292.</w:t>
      </w:r>
      <w:r w:rsidRPr="00EA742D">
        <w:rPr>
          <w:rFonts w:ascii="Times New Roman" w:hAnsi="Times New Roman"/>
          <w:bCs/>
          <w:sz w:val="24"/>
          <w:szCs w:val="24"/>
        </w:rPr>
        <w:t xml:space="preserve">   </w:t>
      </w:r>
    </w:p>
    <w:p w:rsidR="00DE6A6E" w:rsidRPr="00EA742D" w:rsidRDefault="00DE6A6E" w:rsidP="00D076D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1.3.</w:t>
      </w:r>
      <w:r w:rsidRPr="00EA742D">
        <w:rPr>
          <w:rFonts w:ascii="Times New Roman" w:hAnsi="Times New Roman"/>
          <w:bCs/>
          <w:sz w:val="24"/>
          <w:szCs w:val="24"/>
        </w:rPr>
        <w:t xml:space="preserve"> Юрків Ользі Іванівні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562 га"/>
        </w:smartTagPr>
        <w:r w:rsidRPr="00EA742D">
          <w:rPr>
            <w:rFonts w:ascii="Times New Roman" w:hAnsi="Times New Roman"/>
            <w:sz w:val="24"/>
            <w:szCs w:val="24"/>
          </w:rPr>
          <w:t>0,1562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Сонячна, 35, в с. Улашківці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F5671A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6125588300:02:002:</w:t>
      </w:r>
      <w:r w:rsidRPr="00EA742D">
        <w:rPr>
          <w:rFonts w:ascii="Times New Roman" w:hAnsi="Times New Roman"/>
          <w:sz w:val="24"/>
          <w:szCs w:val="24"/>
          <w:lang w:val="ru-RU"/>
        </w:rPr>
        <w:t>0236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731A4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4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 w:rsidRPr="00EA742D">
        <w:rPr>
          <w:rFonts w:ascii="Times New Roman" w:hAnsi="Times New Roman"/>
          <w:sz w:val="24"/>
          <w:szCs w:val="24"/>
        </w:rPr>
        <w:t>Юрків Ользі Іванівні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7069 га"/>
        </w:smartTagPr>
        <w:r w:rsidRPr="00EA742D">
          <w:rPr>
            <w:rFonts w:ascii="Times New Roman" w:hAnsi="Times New Roman"/>
            <w:sz w:val="24"/>
            <w:szCs w:val="24"/>
          </w:rPr>
          <w:t>0,7069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DE6A6E" w:rsidRPr="00EA742D" w:rsidRDefault="00DE6A6E" w:rsidP="00731A4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314 га"/>
        </w:smartTagPr>
        <w:r w:rsidRPr="00EA742D">
          <w:rPr>
            <w:rFonts w:ascii="Times New Roman" w:hAnsi="Times New Roman"/>
            <w:sz w:val="24"/>
            <w:szCs w:val="24"/>
          </w:rPr>
          <w:t>0,2314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6125588300:01:001:0981;</w:t>
      </w:r>
    </w:p>
    <w:p w:rsidR="00DE6A6E" w:rsidRPr="00EA742D" w:rsidRDefault="00DE6A6E" w:rsidP="00731A4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500 га"/>
        </w:smartTagPr>
        <w:r w:rsidRPr="00EA742D">
          <w:rPr>
            <w:rFonts w:ascii="Times New Roman" w:hAnsi="Times New Roman"/>
            <w:sz w:val="24"/>
            <w:szCs w:val="24"/>
          </w:rPr>
          <w:t>0,1500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6125585700:01:002:0005;</w:t>
      </w:r>
    </w:p>
    <w:p w:rsidR="00DE6A6E" w:rsidRPr="00EA742D" w:rsidRDefault="00DE6A6E" w:rsidP="00731A41">
      <w:pPr>
        <w:pStyle w:val="1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255 га"/>
        </w:smartTagPr>
        <w:r w:rsidRPr="00EA742D">
          <w:rPr>
            <w:rFonts w:ascii="Times New Roman" w:hAnsi="Times New Roman"/>
            <w:sz w:val="24"/>
            <w:szCs w:val="24"/>
          </w:rPr>
          <w:t>0,3255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6125588300:02:002:0268;</w:t>
      </w:r>
    </w:p>
    <w:p w:rsidR="00DE6A6E" w:rsidRPr="00EA742D" w:rsidRDefault="00DE6A6E" w:rsidP="00E829C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5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Погріщук Оксані Карлівні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3000 га"/>
        </w:smartTagPr>
        <w:r w:rsidRPr="00EA742D">
          <w:rPr>
            <w:rFonts w:ascii="Times New Roman" w:hAnsi="Times New Roman"/>
            <w:sz w:val="24"/>
            <w:szCs w:val="24"/>
          </w:rPr>
          <w:t>0,3000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с. Сосулівка Чортківського району Тернопільської області у приватну власність, в тому числі: </w:t>
      </w:r>
    </w:p>
    <w:p w:rsidR="00DE6A6E" w:rsidRPr="00EA742D" w:rsidRDefault="00DE6A6E" w:rsidP="00E829C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000 га"/>
        </w:smartTagPr>
        <w:r w:rsidRPr="00EA742D">
          <w:rPr>
            <w:rFonts w:ascii="Times New Roman" w:hAnsi="Times New Roman"/>
            <w:sz w:val="24"/>
            <w:szCs w:val="24"/>
          </w:rPr>
          <w:t>0,3000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6125587500:01:002:0023.</w:t>
      </w:r>
    </w:p>
    <w:p w:rsidR="00DE6A6E" w:rsidRPr="00EA742D" w:rsidRDefault="00DE6A6E" w:rsidP="007C3165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6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Палій Євген Васильович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500 га"/>
        </w:smartTagPr>
        <w:r w:rsidRPr="00EA742D">
          <w:rPr>
            <w:rFonts w:ascii="Times New Roman" w:hAnsi="Times New Roman"/>
            <w:sz w:val="24"/>
            <w:szCs w:val="24"/>
          </w:rPr>
          <w:t>0,4500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с. Черкавщина Чортківського району Тернопільської області у приватну власність, в тому числі: </w:t>
      </w:r>
    </w:p>
    <w:p w:rsidR="00DE6A6E" w:rsidRPr="00EA742D" w:rsidRDefault="00DE6A6E" w:rsidP="007C316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4500 га"/>
        </w:smartTagPr>
        <w:r w:rsidRPr="00EA742D">
          <w:rPr>
            <w:rFonts w:ascii="Times New Roman" w:hAnsi="Times New Roman"/>
            <w:sz w:val="24"/>
            <w:szCs w:val="24"/>
          </w:rPr>
          <w:t>0,4500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6125587600:03:001:0049.</w:t>
      </w:r>
    </w:p>
    <w:p w:rsidR="00DE6A6E" w:rsidRPr="00EA742D" w:rsidRDefault="00DE6A6E" w:rsidP="0069556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7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Рижак Йосип Якович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9120 га"/>
        </w:smartTagPr>
        <w:r w:rsidRPr="00EA742D">
          <w:rPr>
            <w:rFonts w:ascii="Times New Roman" w:hAnsi="Times New Roman"/>
            <w:sz w:val="24"/>
            <w:szCs w:val="24"/>
          </w:rPr>
          <w:t>0,9120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DE6A6E" w:rsidRPr="00EA742D" w:rsidRDefault="00DE6A6E" w:rsidP="0069556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4000 га"/>
        </w:smartTagPr>
        <w:r w:rsidRPr="00EA742D">
          <w:rPr>
            <w:rFonts w:ascii="Times New Roman" w:hAnsi="Times New Roman"/>
            <w:sz w:val="24"/>
            <w:szCs w:val="24"/>
          </w:rPr>
          <w:t>0,4000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6125587600:02:001:0132;</w:t>
      </w:r>
    </w:p>
    <w:p w:rsidR="00DE6A6E" w:rsidRPr="00EA742D" w:rsidRDefault="00DE6A6E" w:rsidP="0069556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620 га"/>
        </w:smartTagPr>
        <w:r w:rsidRPr="00EA742D">
          <w:rPr>
            <w:rFonts w:ascii="Times New Roman" w:hAnsi="Times New Roman"/>
            <w:sz w:val="24"/>
            <w:szCs w:val="24"/>
          </w:rPr>
          <w:t>0,2620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6125587600:02:001:0081;</w:t>
      </w:r>
    </w:p>
    <w:p w:rsidR="00DE6A6E" w:rsidRPr="00EA742D" w:rsidRDefault="00DE6A6E" w:rsidP="0069556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00 га"/>
        </w:smartTagPr>
        <w:r w:rsidRPr="00EA742D">
          <w:rPr>
            <w:rFonts w:ascii="Times New Roman" w:hAnsi="Times New Roman"/>
            <w:sz w:val="24"/>
            <w:szCs w:val="24"/>
          </w:rPr>
          <w:t>0,2500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6125587600:02:001:0080.</w:t>
      </w:r>
    </w:p>
    <w:p w:rsidR="00DE6A6E" w:rsidRPr="00EA742D" w:rsidRDefault="00DE6A6E" w:rsidP="000E4C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8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Герасімова Марія Олександрівна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100 га"/>
        </w:smartTagPr>
        <w:r w:rsidRPr="00EA742D">
          <w:rPr>
            <w:rFonts w:ascii="Times New Roman" w:hAnsi="Times New Roman"/>
            <w:sz w:val="24"/>
            <w:szCs w:val="24"/>
          </w:rPr>
          <w:t>0,1100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Шевченка, Т., 34, в с. Долина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0E4CB0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6125589500:03:001:</w:t>
      </w:r>
      <w:r w:rsidRPr="00EA742D">
        <w:rPr>
          <w:rFonts w:ascii="Times New Roman" w:hAnsi="Times New Roman"/>
          <w:sz w:val="24"/>
          <w:szCs w:val="24"/>
          <w:lang w:val="ru-RU"/>
        </w:rPr>
        <w:t>0080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0E4CB0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1.9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Герасімова Марія Олександрівна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014 га"/>
        </w:smartTagPr>
        <w:r w:rsidRPr="00EA742D">
          <w:rPr>
            <w:rFonts w:ascii="Times New Roman" w:hAnsi="Times New Roman"/>
            <w:sz w:val="24"/>
            <w:szCs w:val="24"/>
          </w:rPr>
          <w:t>0,4014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с. Долина Чортківського району Тернопільської області у приватну власність, в тому числі: </w:t>
      </w:r>
    </w:p>
    <w:p w:rsidR="00DE6A6E" w:rsidRPr="00EA742D" w:rsidRDefault="00DE6A6E" w:rsidP="000E4C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64 га"/>
        </w:smartTagPr>
        <w:r w:rsidRPr="00EA742D">
          <w:rPr>
            <w:rFonts w:ascii="Times New Roman" w:hAnsi="Times New Roman"/>
            <w:sz w:val="24"/>
            <w:szCs w:val="24"/>
          </w:rPr>
          <w:t>0,2064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6125589500:03:001:0082;</w:t>
      </w:r>
    </w:p>
    <w:p w:rsidR="00DE6A6E" w:rsidRPr="00EA742D" w:rsidRDefault="00DE6A6E" w:rsidP="000E4C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950 га"/>
        </w:smartTagPr>
        <w:r w:rsidRPr="00EA742D">
          <w:rPr>
            <w:rFonts w:ascii="Times New Roman" w:hAnsi="Times New Roman"/>
            <w:sz w:val="24"/>
            <w:szCs w:val="24"/>
          </w:rPr>
          <w:t>0,1950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6125589500:03:001:0081.</w:t>
      </w:r>
    </w:p>
    <w:p w:rsidR="00DE6A6E" w:rsidRPr="00EA742D" w:rsidRDefault="00DE6A6E" w:rsidP="00B1633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1.</w:t>
      </w:r>
      <w:r w:rsidRPr="00EA742D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Кравець Василь Ярославович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313 га"/>
        </w:smartTagPr>
        <w:r w:rsidRPr="00EA742D">
          <w:rPr>
            <w:rFonts w:ascii="Times New Roman" w:hAnsi="Times New Roman"/>
            <w:sz w:val="24"/>
            <w:szCs w:val="24"/>
          </w:rPr>
          <w:t>0,1313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Шкільна, 24, в с-щі Нагірянка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B16334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6125585900:02:001:</w:t>
      </w:r>
      <w:r w:rsidRPr="00EA742D">
        <w:rPr>
          <w:rFonts w:ascii="Times New Roman" w:hAnsi="Times New Roman"/>
          <w:sz w:val="24"/>
          <w:szCs w:val="24"/>
          <w:lang w:val="ru-RU"/>
        </w:rPr>
        <w:t>0085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C157A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1.</w:t>
      </w:r>
      <w:r w:rsidRPr="00EA742D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Дряпак Галина Олексіївна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970 га"/>
        </w:smartTagPr>
        <w:r w:rsidRPr="00EA742D">
          <w:rPr>
            <w:rFonts w:ascii="Times New Roman" w:hAnsi="Times New Roman"/>
            <w:sz w:val="24"/>
            <w:szCs w:val="24"/>
          </w:rPr>
          <w:t>0,0970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Глибока, 7, в с-щі Нагірянка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C157A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6125585900:02:001:</w:t>
      </w:r>
      <w:r w:rsidRPr="00EA742D">
        <w:rPr>
          <w:rFonts w:ascii="Times New Roman" w:hAnsi="Times New Roman"/>
          <w:sz w:val="24"/>
          <w:szCs w:val="24"/>
          <w:lang w:val="ru-RU"/>
        </w:rPr>
        <w:t>0063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AA7BA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 1.1</w:t>
      </w:r>
      <w:r>
        <w:rPr>
          <w:rFonts w:ascii="Times New Roman" w:hAnsi="Times New Roman"/>
          <w:sz w:val="24"/>
          <w:szCs w:val="24"/>
        </w:rPr>
        <w:t>2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Дряпак Галина Олексіївна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5800 га"/>
        </w:smartTagPr>
        <w:r w:rsidRPr="00EA742D">
          <w:rPr>
            <w:rFonts w:ascii="Times New Roman" w:hAnsi="Times New Roman"/>
            <w:sz w:val="24"/>
            <w:szCs w:val="24"/>
          </w:rPr>
          <w:t>0,5800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E6A6E" w:rsidRPr="00EA742D" w:rsidRDefault="00DE6A6E" w:rsidP="00AA7BA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EA742D">
          <w:rPr>
            <w:rFonts w:ascii="Times New Roman" w:hAnsi="Times New Roman"/>
            <w:sz w:val="24"/>
            <w:szCs w:val="24"/>
          </w:rPr>
          <w:t>0,2000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6125585900:02:003:0025;</w:t>
      </w:r>
    </w:p>
    <w:p w:rsidR="00DE6A6E" w:rsidRPr="00EA742D" w:rsidRDefault="00DE6A6E" w:rsidP="00AA7BA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800 га"/>
        </w:smartTagPr>
        <w:r w:rsidRPr="00EA742D">
          <w:rPr>
            <w:rFonts w:ascii="Times New Roman" w:hAnsi="Times New Roman"/>
            <w:sz w:val="24"/>
            <w:szCs w:val="24"/>
          </w:rPr>
          <w:t>0,3800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6125585900:02:005:0007.</w:t>
      </w:r>
    </w:p>
    <w:p w:rsidR="00DE6A6E" w:rsidRPr="00EA742D" w:rsidRDefault="00DE6A6E" w:rsidP="00AA7BA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1.</w:t>
      </w:r>
      <w:r w:rsidRPr="00EA742D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Бобер Світлана Альбертівна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400 га"/>
        </w:smartTagPr>
        <w:r w:rsidRPr="00EA742D">
          <w:rPr>
            <w:rFonts w:ascii="Times New Roman" w:hAnsi="Times New Roman"/>
            <w:sz w:val="24"/>
            <w:szCs w:val="24"/>
          </w:rPr>
          <w:t>0,0400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Глибока, 20, в с-щі Нагірянка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AA7BA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6125585900:02:001:</w:t>
      </w:r>
      <w:r w:rsidRPr="00EA742D">
        <w:rPr>
          <w:rFonts w:ascii="Times New Roman" w:hAnsi="Times New Roman"/>
          <w:sz w:val="24"/>
          <w:szCs w:val="24"/>
          <w:lang w:val="ru-RU"/>
        </w:rPr>
        <w:t>0860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992A2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1.</w:t>
      </w:r>
      <w:r w:rsidRPr="00EA742D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Годенюк Дарія Миколаївна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520 га"/>
        </w:smartTagPr>
        <w:r w:rsidRPr="00EA742D">
          <w:rPr>
            <w:rFonts w:ascii="Times New Roman" w:hAnsi="Times New Roman"/>
            <w:sz w:val="24"/>
            <w:szCs w:val="24"/>
          </w:rPr>
          <w:t>0,0520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Степана Бандери, 11, в с-щі Нагірянка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992A2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6125585900:02:001:</w:t>
      </w:r>
      <w:r w:rsidRPr="00EA742D">
        <w:rPr>
          <w:rFonts w:ascii="Times New Roman" w:hAnsi="Times New Roman"/>
          <w:sz w:val="24"/>
          <w:szCs w:val="24"/>
          <w:lang w:val="ru-RU"/>
        </w:rPr>
        <w:t>0079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992A2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 1.1</w:t>
      </w:r>
      <w:r>
        <w:rPr>
          <w:rFonts w:ascii="Times New Roman" w:hAnsi="Times New Roman"/>
          <w:sz w:val="24"/>
          <w:szCs w:val="24"/>
        </w:rPr>
        <w:t>5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Годенюк Дарія Миколаївна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970 га"/>
        </w:smartTagPr>
        <w:r w:rsidRPr="00EA742D">
          <w:rPr>
            <w:rFonts w:ascii="Times New Roman" w:hAnsi="Times New Roman"/>
            <w:sz w:val="24"/>
            <w:szCs w:val="24"/>
          </w:rPr>
          <w:t>0,4970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E6A6E" w:rsidRPr="00EA742D" w:rsidRDefault="00DE6A6E" w:rsidP="00992A2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00 га"/>
        </w:smartTagPr>
        <w:r w:rsidRPr="00EA742D">
          <w:rPr>
            <w:rFonts w:ascii="Times New Roman" w:hAnsi="Times New Roman"/>
            <w:sz w:val="24"/>
            <w:szCs w:val="24"/>
          </w:rPr>
          <w:t>0,2500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6125585900:02:002:0030;</w:t>
      </w:r>
    </w:p>
    <w:p w:rsidR="00DE6A6E" w:rsidRPr="00EA742D" w:rsidRDefault="00DE6A6E" w:rsidP="00992A2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470 га"/>
        </w:smartTagPr>
        <w:r w:rsidRPr="00EA742D">
          <w:rPr>
            <w:rFonts w:ascii="Times New Roman" w:hAnsi="Times New Roman"/>
            <w:sz w:val="24"/>
            <w:szCs w:val="24"/>
          </w:rPr>
          <w:t>0,2470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6125585900:02:003:0028.</w:t>
      </w:r>
    </w:p>
    <w:p w:rsidR="00DE6A6E" w:rsidRPr="00EA742D" w:rsidRDefault="00DE6A6E" w:rsidP="00ED4E8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1.</w:t>
      </w:r>
      <w:r w:rsidRPr="00EA742D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6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Осух Лідії Ігорівні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1000 га"/>
        </w:smartTagPr>
        <w:r w:rsidRPr="00EA742D">
          <w:rPr>
            <w:rFonts w:ascii="Times New Roman" w:hAnsi="Times New Roman"/>
            <w:sz w:val="24"/>
            <w:szCs w:val="24"/>
          </w:rPr>
          <w:t>0,1000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Кобилянської О., 31, в с-щі Нагірянка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ED4E8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6125585900:02:004:</w:t>
      </w:r>
      <w:r w:rsidRPr="00EA742D">
        <w:rPr>
          <w:rFonts w:ascii="Times New Roman" w:hAnsi="Times New Roman"/>
          <w:sz w:val="24"/>
          <w:szCs w:val="24"/>
          <w:lang w:val="ru-RU"/>
        </w:rPr>
        <w:t>0005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842F9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 1.1</w:t>
      </w:r>
      <w:r>
        <w:rPr>
          <w:rFonts w:ascii="Times New Roman" w:hAnsi="Times New Roman"/>
          <w:sz w:val="24"/>
          <w:szCs w:val="24"/>
        </w:rPr>
        <w:t>7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Влох Зінаїді Василівні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050 га"/>
        </w:smartTagPr>
        <w:r w:rsidRPr="00EA742D">
          <w:rPr>
            <w:rFonts w:ascii="Times New Roman" w:hAnsi="Times New Roman"/>
            <w:sz w:val="24"/>
            <w:szCs w:val="24"/>
          </w:rPr>
          <w:t>0,4050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E6A6E" w:rsidRPr="00EA742D" w:rsidRDefault="00DE6A6E" w:rsidP="00842F9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550 га"/>
        </w:smartTagPr>
        <w:r w:rsidRPr="00EA742D">
          <w:rPr>
            <w:rFonts w:ascii="Times New Roman" w:hAnsi="Times New Roman"/>
            <w:sz w:val="24"/>
            <w:szCs w:val="24"/>
          </w:rPr>
          <w:t>0,0550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6125585900:02:003:0027;</w:t>
      </w:r>
    </w:p>
    <w:p w:rsidR="00DE6A6E" w:rsidRPr="00EA742D" w:rsidRDefault="00DE6A6E" w:rsidP="00842F9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500 га"/>
        </w:smartTagPr>
        <w:r w:rsidRPr="00EA742D">
          <w:rPr>
            <w:rFonts w:ascii="Times New Roman" w:hAnsi="Times New Roman"/>
            <w:sz w:val="24"/>
            <w:szCs w:val="24"/>
          </w:rPr>
          <w:t>0,3500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6125585900:02:005:0008.</w:t>
      </w:r>
    </w:p>
    <w:p w:rsidR="00DE6A6E" w:rsidRPr="00EA742D" w:rsidRDefault="00DE6A6E" w:rsidP="004B542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bCs/>
          <w:sz w:val="24"/>
          <w:szCs w:val="24"/>
        </w:rPr>
        <w:t xml:space="preserve">  1.1</w:t>
      </w:r>
      <w:r>
        <w:rPr>
          <w:rFonts w:ascii="Times New Roman" w:hAnsi="Times New Roman"/>
          <w:bCs/>
          <w:sz w:val="24"/>
          <w:szCs w:val="24"/>
        </w:rPr>
        <w:t>8</w:t>
      </w:r>
      <w:r w:rsidRPr="00EA742D">
        <w:rPr>
          <w:rFonts w:ascii="Times New Roman" w:hAnsi="Times New Roman"/>
          <w:bCs/>
          <w:sz w:val="24"/>
          <w:szCs w:val="24"/>
        </w:rPr>
        <w:t xml:space="preserve">. Свистун Ользі Іванівні 3/5, Свистун Петру Васильовичу 1/5, Свистун Івану Васильовичу 1/5  </w:t>
      </w:r>
      <w:r w:rsidRPr="00EA742D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2500 га"/>
        </w:smartTagPr>
        <w:r w:rsidRPr="00EA742D">
          <w:rPr>
            <w:rFonts w:ascii="Times New Roman" w:hAnsi="Times New Roman"/>
            <w:sz w:val="24"/>
            <w:szCs w:val="24"/>
          </w:rPr>
          <w:t>0,2500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Зелена, 7 в с. Ягільниця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EA742D">
        <w:rPr>
          <w:rFonts w:ascii="Times New Roman" w:hAnsi="Times New Roman"/>
          <w:sz w:val="24"/>
          <w:szCs w:val="24"/>
        </w:rPr>
        <w:t xml:space="preserve">. </w:t>
      </w:r>
    </w:p>
    <w:p w:rsidR="00DE6A6E" w:rsidRPr="00EA742D" w:rsidRDefault="00DE6A6E" w:rsidP="004B5426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Кадастровий номер: 6125589800:02:001:</w:t>
      </w:r>
      <w:r w:rsidRPr="00EA742D">
        <w:rPr>
          <w:rFonts w:ascii="Times New Roman" w:hAnsi="Times New Roman"/>
          <w:sz w:val="24"/>
          <w:szCs w:val="24"/>
          <w:lang w:val="ru-RU"/>
        </w:rPr>
        <w:t>0092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 </w:t>
      </w:r>
    </w:p>
    <w:p w:rsidR="00DE6A6E" w:rsidRPr="00EA742D" w:rsidRDefault="00DE6A6E" w:rsidP="00A13C1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19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Свистун Ользі Іванівні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4400 га"/>
        </w:smartTagPr>
        <w:r w:rsidRPr="00EA742D">
          <w:rPr>
            <w:rFonts w:ascii="Times New Roman" w:hAnsi="Times New Roman"/>
            <w:sz w:val="24"/>
            <w:szCs w:val="24"/>
          </w:rPr>
          <w:t>1,4400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DE6A6E" w:rsidRPr="00EA742D" w:rsidRDefault="00DE6A6E" w:rsidP="00A13C1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5000 га"/>
        </w:smartTagPr>
        <w:r w:rsidRPr="00EA742D">
          <w:rPr>
            <w:rFonts w:ascii="Times New Roman" w:hAnsi="Times New Roman"/>
            <w:sz w:val="24"/>
            <w:szCs w:val="24"/>
          </w:rPr>
          <w:t>0,5000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6125589800:02:001:0086;</w:t>
      </w:r>
    </w:p>
    <w:p w:rsidR="00DE6A6E" w:rsidRPr="00EA742D" w:rsidRDefault="00DE6A6E" w:rsidP="0048502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4000 га"/>
        </w:smartTagPr>
        <w:r w:rsidRPr="00EA742D">
          <w:rPr>
            <w:rFonts w:ascii="Times New Roman" w:hAnsi="Times New Roman"/>
            <w:sz w:val="24"/>
            <w:szCs w:val="24"/>
          </w:rPr>
          <w:t>0,4000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6125589800:02:001:0085;</w:t>
      </w:r>
    </w:p>
    <w:p w:rsidR="00DE6A6E" w:rsidRPr="00EA742D" w:rsidRDefault="00DE6A6E" w:rsidP="0048502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330 га"/>
        </w:smartTagPr>
        <w:r w:rsidRPr="00EA742D">
          <w:rPr>
            <w:rFonts w:ascii="Times New Roman" w:hAnsi="Times New Roman"/>
            <w:sz w:val="24"/>
            <w:szCs w:val="24"/>
          </w:rPr>
          <w:t>0,3330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6125589800:02:001:0083;</w:t>
      </w:r>
    </w:p>
    <w:p w:rsidR="00DE6A6E" w:rsidRPr="00EA742D" w:rsidRDefault="00DE6A6E" w:rsidP="00A13C1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70 га"/>
        </w:smartTagPr>
        <w:r w:rsidRPr="00EA742D">
          <w:rPr>
            <w:rFonts w:ascii="Times New Roman" w:hAnsi="Times New Roman"/>
            <w:sz w:val="24"/>
            <w:szCs w:val="24"/>
          </w:rPr>
          <w:t>0,2070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6125589800:02:001:0084.</w:t>
      </w:r>
    </w:p>
    <w:p w:rsidR="00DE6A6E" w:rsidRPr="00EA742D" w:rsidRDefault="00DE6A6E" w:rsidP="0002517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bCs/>
          <w:sz w:val="24"/>
          <w:szCs w:val="24"/>
        </w:rPr>
        <w:t>1.2</w:t>
      </w:r>
      <w:r>
        <w:rPr>
          <w:rFonts w:ascii="Times New Roman" w:hAnsi="Times New Roman"/>
          <w:bCs/>
          <w:sz w:val="24"/>
          <w:szCs w:val="24"/>
        </w:rPr>
        <w:t>0</w:t>
      </w:r>
      <w:r w:rsidRPr="00EA742D">
        <w:rPr>
          <w:rFonts w:ascii="Times New Roman" w:hAnsi="Times New Roman"/>
          <w:bCs/>
          <w:sz w:val="24"/>
          <w:szCs w:val="24"/>
        </w:rPr>
        <w:t xml:space="preserve">. Галат Марії Антонівні 3/4, Пельвецькій Надії Василівні 1/4  </w:t>
      </w:r>
      <w:r w:rsidRPr="00EA742D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smartTag w:uri="urn:schemas-microsoft-com:office:smarttags" w:element="metricconverter">
        <w:smartTagPr>
          <w:attr w:name="ProductID" w:val="0,0860 га"/>
        </w:smartTagPr>
        <w:r w:rsidRPr="00EA742D">
          <w:rPr>
            <w:rFonts w:ascii="Times New Roman" w:hAnsi="Times New Roman"/>
            <w:sz w:val="24"/>
            <w:szCs w:val="24"/>
          </w:rPr>
          <w:t>0,0860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по вул. Надрічна, 26 в с. Сосулівка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EA742D">
        <w:rPr>
          <w:rFonts w:ascii="Times New Roman" w:hAnsi="Times New Roman"/>
          <w:sz w:val="24"/>
          <w:szCs w:val="24"/>
        </w:rPr>
        <w:t xml:space="preserve">. </w:t>
      </w:r>
    </w:p>
    <w:p w:rsidR="00DE6A6E" w:rsidRPr="00EA742D" w:rsidRDefault="00DE6A6E" w:rsidP="0002517E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Кадастровий номер: 6125587500:02:001:</w:t>
      </w:r>
      <w:r w:rsidRPr="00EA742D">
        <w:rPr>
          <w:rFonts w:ascii="Times New Roman" w:hAnsi="Times New Roman"/>
          <w:sz w:val="24"/>
          <w:szCs w:val="24"/>
          <w:lang w:val="ru-RU"/>
        </w:rPr>
        <w:t>0171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 </w:t>
      </w:r>
    </w:p>
    <w:p w:rsidR="00DE6A6E" w:rsidRPr="00EA742D" w:rsidRDefault="00DE6A6E" w:rsidP="001047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 w:rsidRPr="00EA742D">
        <w:rPr>
          <w:rFonts w:ascii="Times New Roman" w:hAnsi="Times New Roman"/>
          <w:sz w:val="24"/>
          <w:szCs w:val="24"/>
        </w:rPr>
        <w:t xml:space="preserve">            1.2</w:t>
      </w:r>
      <w:r>
        <w:rPr>
          <w:rFonts w:ascii="Times New Roman" w:hAnsi="Times New Roman"/>
          <w:sz w:val="24"/>
          <w:szCs w:val="24"/>
        </w:rPr>
        <w:t>1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Галат Марії Антонівні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550 га"/>
        </w:smartTagPr>
        <w:r w:rsidRPr="00EA742D">
          <w:rPr>
            <w:rFonts w:ascii="Times New Roman" w:hAnsi="Times New Roman"/>
            <w:sz w:val="24"/>
            <w:szCs w:val="24"/>
          </w:rPr>
          <w:t>0,4550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в с. Сосулівка Чортківського району Тернопільської області у приватну власність, в тому числі: </w:t>
      </w:r>
    </w:p>
    <w:p w:rsidR="00DE6A6E" w:rsidRPr="00EA742D" w:rsidRDefault="00DE6A6E" w:rsidP="001047E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320 га"/>
        </w:smartTagPr>
        <w:r w:rsidRPr="00EA742D">
          <w:rPr>
            <w:rFonts w:ascii="Times New Roman" w:hAnsi="Times New Roman"/>
            <w:sz w:val="24"/>
            <w:szCs w:val="24"/>
          </w:rPr>
          <w:t>0,0320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6125587500:02:001:0174;</w:t>
      </w:r>
    </w:p>
    <w:p w:rsidR="00DE6A6E" w:rsidRPr="00EA742D" w:rsidRDefault="00DE6A6E" w:rsidP="001047E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160 га"/>
        </w:smartTagPr>
        <w:r w:rsidRPr="00EA742D">
          <w:rPr>
            <w:rFonts w:ascii="Times New Roman" w:hAnsi="Times New Roman"/>
            <w:sz w:val="24"/>
            <w:szCs w:val="24"/>
          </w:rPr>
          <w:t>0,2160 га</w:t>
        </w:r>
      </w:smartTag>
      <w:r w:rsidRPr="00EA742D">
        <w:rPr>
          <w:rFonts w:ascii="Times New Roman" w:hAnsi="Times New Roman"/>
          <w:sz w:val="24"/>
          <w:szCs w:val="24"/>
        </w:rPr>
        <w:t xml:space="preserve"> - кадастровий  номер: 6125587500:02:001:0184;</w:t>
      </w:r>
    </w:p>
    <w:p w:rsidR="00DE6A6E" w:rsidRPr="00EA742D" w:rsidRDefault="00DE6A6E" w:rsidP="001047E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- 0,1300 га - кадастровий  номер: 6125587500:02:001:0172.</w:t>
      </w:r>
    </w:p>
    <w:p w:rsidR="00DE6A6E" w:rsidRPr="00EA742D" w:rsidRDefault="00DE6A6E" w:rsidP="001047E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- 0,0770 га - кадастровий  номер: 6125587500:02:001:0176.</w:t>
      </w:r>
    </w:p>
    <w:p w:rsidR="00DE6A6E" w:rsidRPr="00EA742D" w:rsidRDefault="00DE6A6E" w:rsidP="001375C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bCs/>
          <w:sz w:val="24"/>
          <w:szCs w:val="24"/>
        </w:rPr>
        <w:t>1.2</w:t>
      </w:r>
      <w:r>
        <w:rPr>
          <w:rFonts w:ascii="Times New Roman" w:hAnsi="Times New Roman"/>
          <w:bCs/>
          <w:sz w:val="24"/>
          <w:szCs w:val="24"/>
        </w:rPr>
        <w:t>2</w:t>
      </w:r>
      <w:r w:rsidRPr="00EA742D">
        <w:rPr>
          <w:rFonts w:ascii="Times New Roman" w:hAnsi="Times New Roman"/>
          <w:bCs/>
          <w:sz w:val="24"/>
          <w:szCs w:val="24"/>
        </w:rPr>
        <w:t xml:space="preserve">. Ганіщук Михайлу Григоровичу 1/4, Ганіщук Зіновію Михайловичу 1/4, Ганіщук Ганні Євстахівні 2/4   </w:t>
      </w:r>
      <w:r w:rsidRPr="00EA742D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0,0800 га по вул. Підгірна, 41 в с. Сосулівка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EA742D">
        <w:rPr>
          <w:rFonts w:ascii="Times New Roman" w:hAnsi="Times New Roman"/>
          <w:sz w:val="24"/>
          <w:szCs w:val="24"/>
        </w:rPr>
        <w:t xml:space="preserve">. </w:t>
      </w:r>
    </w:p>
    <w:p w:rsidR="00DE6A6E" w:rsidRPr="00EA742D" w:rsidRDefault="00DE6A6E" w:rsidP="001375C4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Кадастровий номер: 6125587500:02:001:</w:t>
      </w:r>
      <w:r w:rsidRPr="00EA742D">
        <w:rPr>
          <w:rFonts w:ascii="Times New Roman" w:hAnsi="Times New Roman"/>
          <w:sz w:val="24"/>
          <w:szCs w:val="24"/>
          <w:lang w:val="ru-RU"/>
        </w:rPr>
        <w:t>0197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 </w:t>
      </w:r>
    </w:p>
    <w:p w:rsidR="00DE6A6E" w:rsidRPr="00EA742D" w:rsidRDefault="00DE6A6E" w:rsidP="00C00B3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1.2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Ганіщук Михайлу Григоровичу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0,3000 га в с. Сосулівка Чортківського району Тернопільської області у приватну власність, в тому числі: </w:t>
      </w:r>
    </w:p>
    <w:p w:rsidR="00DE6A6E" w:rsidRPr="00EA742D" w:rsidRDefault="00DE6A6E" w:rsidP="00C00B3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- 0,2155 га - кадастровий  номер: 6125587500:02:001:0099;</w:t>
      </w:r>
    </w:p>
    <w:p w:rsidR="00DE6A6E" w:rsidRPr="00EA742D" w:rsidRDefault="00DE6A6E" w:rsidP="00C00B3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- 0,0845 га - кадастровий  номер: 6125587500:02:001:0100.</w:t>
      </w:r>
    </w:p>
    <w:p w:rsidR="00DE6A6E" w:rsidRPr="00EA742D" w:rsidRDefault="00DE6A6E" w:rsidP="00570820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1.2</w:t>
      </w:r>
      <w:r>
        <w:rPr>
          <w:rFonts w:ascii="Times New Roman" w:hAnsi="Times New Roman"/>
          <w:sz w:val="24"/>
          <w:szCs w:val="24"/>
        </w:rPr>
        <w:t>4</w:t>
      </w:r>
      <w:r w:rsidRPr="00EA742D">
        <w:rPr>
          <w:rFonts w:ascii="Times New Roman" w:hAnsi="Times New Roman"/>
          <w:bCs/>
          <w:sz w:val="24"/>
          <w:szCs w:val="24"/>
        </w:rPr>
        <w:t xml:space="preserve"> Максимів Ларисі Ільківні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0,4638 га в с. Стара Ягільниця Чортківського району Тернопільської області у приватну власність, в тому числі: </w:t>
      </w:r>
    </w:p>
    <w:p w:rsidR="00DE6A6E" w:rsidRPr="00EA742D" w:rsidRDefault="00DE6A6E" w:rsidP="0057082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- 0,1872 га - кадастровий  номер: 6125587600:02:001:0122;</w:t>
      </w:r>
    </w:p>
    <w:p w:rsidR="00DE6A6E" w:rsidRPr="00EA742D" w:rsidRDefault="00DE6A6E" w:rsidP="0057082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- 0,2766 га - кадастровий  номер: 6125587600:02:001:0128.</w:t>
      </w:r>
    </w:p>
    <w:p w:rsidR="00DE6A6E" w:rsidRPr="00EA742D" w:rsidRDefault="00DE6A6E" w:rsidP="00570820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1.2</w:t>
      </w:r>
      <w:r>
        <w:rPr>
          <w:rFonts w:ascii="Times New Roman" w:hAnsi="Times New Roman"/>
          <w:sz w:val="24"/>
          <w:szCs w:val="24"/>
        </w:rPr>
        <w:t>5</w:t>
      </w:r>
      <w:r w:rsidRPr="00EA742D">
        <w:rPr>
          <w:rFonts w:ascii="Times New Roman" w:hAnsi="Times New Roman"/>
          <w:bCs/>
          <w:sz w:val="24"/>
          <w:szCs w:val="24"/>
        </w:rPr>
        <w:t xml:space="preserve"> Рибчак Ользі Василівні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0,6344 га в с. Стара Ягільниця Чортківського району Тернопільської області у приватну власність, в тому числі: </w:t>
      </w:r>
    </w:p>
    <w:p w:rsidR="00DE6A6E" w:rsidRPr="00EA742D" w:rsidRDefault="00DE6A6E" w:rsidP="0057082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- 0,6344 га - кадастровий  номер: 6125587600:02:001:0141.</w:t>
      </w:r>
    </w:p>
    <w:p w:rsidR="00DE6A6E" w:rsidRPr="00EA742D" w:rsidRDefault="00DE6A6E" w:rsidP="007E41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>6</w:t>
      </w:r>
      <w:r w:rsidRPr="00EA742D">
        <w:rPr>
          <w:rFonts w:ascii="Times New Roman" w:hAnsi="Times New Roman"/>
          <w:bCs/>
          <w:sz w:val="24"/>
          <w:szCs w:val="24"/>
        </w:rPr>
        <w:t xml:space="preserve"> Довжик Андрію Валерійовичу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0,1000 га по вул. Л. Українки, 1, в с. Шульганівка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7E41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6125589500:02:001:</w:t>
      </w:r>
      <w:r w:rsidRPr="00EA742D">
        <w:rPr>
          <w:rFonts w:ascii="Times New Roman" w:hAnsi="Times New Roman"/>
          <w:sz w:val="24"/>
          <w:szCs w:val="24"/>
          <w:lang w:val="ru-RU"/>
        </w:rPr>
        <w:t>0085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8D0D8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1.2</w:t>
      </w:r>
      <w:r>
        <w:rPr>
          <w:rFonts w:ascii="Times New Roman" w:hAnsi="Times New Roman"/>
          <w:sz w:val="24"/>
          <w:szCs w:val="24"/>
        </w:rPr>
        <w:t>7</w:t>
      </w:r>
      <w:r w:rsidRPr="00EA742D">
        <w:rPr>
          <w:rFonts w:ascii="Times New Roman" w:hAnsi="Times New Roman"/>
          <w:bCs/>
          <w:sz w:val="24"/>
          <w:szCs w:val="24"/>
        </w:rPr>
        <w:t xml:space="preserve"> Яремко Тетяні Володимирівні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0,5200 га в с. Стара Ягільниця Чортківського району Тернопільської області у приватну власність, в тому числі: </w:t>
      </w:r>
    </w:p>
    <w:p w:rsidR="00DE6A6E" w:rsidRPr="00EA742D" w:rsidRDefault="00DE6A6E" w:rsidP="008D0D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- 0,1200 га - кадастровий  номер: 6125587600:02:001:0139;</w:t>
      </w:r>
    </w:p>
    <w:p w:rsidR="00DE6A6E" w:rsidRPr="00EA742D" w:rsidRDefault="00DE6A6E" w:rsidP="008D0D8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- 0,4000 га - кадастровий  номер: 6125587600:02:001:0129.</w:t>
      </w:r>
    </w:p>
    <w:p w:rsidR="00DE6A6E" w:rsidRPr="00EA742D" w:rsidRDefault="00DE6A6E" w:rsidP="00D4736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>8</w:t>
      </w:r>
      <w:r w:rsidRPr="00EA742D">
        <w:rPr>
          <w:rFonts w:ascii="Times New Roman" w:hAnsi="Times New Roman"/>
          <w:bCs/>
          <w:sz w:val="24"/>
          <w:szCs w:val="24"/>
        </w:rPr>
        <w:t xml:space="preserve"> Блюй Ігореві Мар’яновичу </w:t>
      </w:r>
      <w:r w:rsidRPr="00EA742D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0,0700 га по вул. Зелена, 29, в с. Черкавщина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D4736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6125587600:03:001:</w:t>
      </w:r>
      <w:r w:rsidRPr="00EA742D">
        <w:rPr>
          <w:rFonts w:ascii="Times New Roman" w:hAnsi="Times New Roman"/>
          <w:sz w:val="24"/>
          <w:szCs w:val="24"/>
          <w:lang w:val="ru-RU"/>
        </w:rPr>
        <w:t>0052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D47360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1.</w:t>
      </w:r>
      <w:r>
        <w:rPr>
          <w:rFonts w:ascii="Times New Roman" w:hAnsi="Times New Roman"/>
          <w:sz w:val="24"/>
          <w:szCs w:val="24"/>
        </w:rPr>
        <w:t>29</w:t>
      </w:r>
      <w:r w:rsidRPr="00EA742D">
        <w:rPr>
          <w:rFonts w:ascii="Times New Roman" w:hAnsi="Times New Roman"/>
          <w:bCs/>
          <w:sz w:val="24"/>
          <w:szCs w:val="24"/>
        </w:rPr>
        <w:t xml:space="preserve"> Блюй Ігореві Мар’яновичу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0,7100 га в с. Черкавщина Чортківського району Тернопільської області у приватну власність, в тому числі: </w:t>
      </w:r>
    </w:p>
    <w:p w:rsidR="00DE6A6E" w:rsidRPr="00EA742D" w:rsidRDefault="00DE6A6E" w:rsidP="00D4736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- 0,1800 га - кадастровий  номер: 6125587600:03:001:0051;</w:t>
      </w:r>
    </w:p>
    <w:p w:rsidR="00DE6A6E" w:rsidRPr="00EA742D" w:rsidRDefault="00DE6A6E" w:rsidP="00D4736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- 0,3300 га - кадастровий  номер: 6125587600:03:001:0050;</w:t>
      </w:r>
    </w:p>
    <w:p w:rsidR="00DE6A6E" w:rsidRPr="00EA742D" w:rsidRDefault="00DE6A6E" w:rsidP="003C308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- 0,2000 га - кадастровий  номер: 6125587600:03:001:0055.</w:t>
      </w:r>
    </w:p>
    <w:p w:rsidR="00DE6A6E" w:rsidRPr="00EA742D" w:rsidRDefault="00DE6A6E" w:rsidP="003C308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>0</w:t>
      </w:r>
      <w:r w:rsidRPr="00EA742D">
        <w:rPr>
          <w:rFonts w:ascii="Times New Roman" w:hAnsi="Times New Roman"/>
          <w:bCs/>
          <w:sz w:val="24"/>
          <w:szCs w:val="24"/>
        </w:rPr>
        <w:t xml:space="preserve"> Тильному Ігореві Євгеновичу</w:t>
      </w:r>
      <w:r w:rsidRPr="00EA742D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0,0811 га по вул. Шкільна, 1, в с. Стара Ягільниця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3C308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EA742D">
        <w:rPr>
          <w:rFonts w:ascii="Times New Roman" w:hAnsi="Times New Roman"/>
          <w:sz w:val="24"/>
          <w:szCs w:val="24"/>
          <w:lang w:val="ru-RU"/>
        </w:rPr>
        <w:t>0133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3C3085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1.3</w:t>
      </w:r>
      <w:r>
        <w:rPr>
          <w:rFonts w:ascii="Times New Roman" w:hAnsi="Times New Roman"/>
          <w:sz w:val="24"/>
          <w:szCs w:val="24"/>
        </w:rPr>
        <w:t>1</w:t>
      </w:r>
      <w:r w:rsidRPr="00EA742D">
        <w:rPr>
          <w:rFonts w:ascii="Times New Roman" w:hAnsi="Times New Roman"/>
          <w:bCs/>
          <w:sz w:val="24"/>
          <w:szCs w:val="24"/>
        </w:rPr>
        <w:t xml:space="preserve"> Тильному Ігореві Євгеновичу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0,4000 га в с. Стара Ягільниця Чортківського району Тернопільської області у приватну власність, в тому числі: </w:t>
      </w:r>
    </w:p>
    <w:p w:rsidR="00DE6A6E" w:rsidRPr="00EA742D" w:rsidRDefault="00DE6A6E" w:rsidP="003C308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- 0,2000 га - кадастровий  номер: 6125587600:02:001:0134;</w:t>
      </w:r>
    </w:p>
    <w:p w:rsidR="00DE6A6E" w:rsidRPr="00EA742D" w:rsidRDefault="00DE6A6E" w:rsidP="003C308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- 0,2000 га - кадастровий  номер: 6125587600:02:001:0131.</w:t>
      </w:r>
    </w:p>
    <w:p w:rsidR="00DE6A6E" w:rsidRPr="00EA742D" w:rsidRDefault="00DE6A6E" w:rsidP="006073D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1.3</w:t>
      </w:r>
      <w:r>
        <w:rPr>
          <w:rFonts w:ascii="Times New Roman" w:hAnsi="Times New Roman"/>
          <w:sz w:val="24"/>
          <w:szCs w:val="24"/>
        </w:rPr>
        <w:t>2</w:t>
      </w:r>
      <w:r w:rsidRPr="00EA742D">
        <w:rPr>
          <w:rFonts w:ascii="Times New Roman" w:hAnsi="Times New Roman"/>
          <w:bCs/>
          <w:sz w:val="24"/>
          <w:szCs w:val="24"/>
        </w:rPr>
        <w:t xml:space="preserve"> Попадюк Михайлу Миколайовичу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0,7263 га в с. Заболотівка Чортківського району Тернопільської області у приватну власність, в тому числі: </w:t>
      </w:r>
    </w:p>
    <w:p w:rsidR="00DE6A6E" w:rsidRPr="00EA742D" w:rsidRDefault="00DE6A6E" w:rsidP="006073D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- 0,3028 га - кадастровий  номер: 6125583100:01:001:0241;</w:t>
      </w:r>
    </w:p>
    <w:p w:rsidR="00DE6A6E" w:rsidRPr="00EA742D" w:rsidRDefault="00DE6A6E" w:rsidP="006073D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- 0,1335 га - кадастровий  номер: 6125588300:02:002:0331;</w:t>
      </w:r>
    </w:p>
    <w:p w:rsidR="00DE6A6E" w:rsidRPr="00EA742D" w:rsidRDefault="00DE6A6E" w:rsidP="006073D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- 0,1500 га - кадастровий  номер: 6125583100:02:001:0064;</w:t>
      </w:r>
    </w:p>
    <w:p w:rsidR="00DE6A6E" w:rsidRPr="00EA742D" w:rsidRDefault="00DE6A6E" w:rsidP="006073D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- 0,1400 га - кадастровий  номер: 6125583100:02:001:0065.</w:t>
      </w:r>
    </w:p>
    <w:p w:rsidR="00DE6A6E" w:rsidRPr="00EA742D" w:rsidRDefault="00DE6A6E" w:rsidP="006073D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1.3</w:t>
      </w:r>
      <w:r>
        <w:rPr>
          <w:rFonts w:ascii="Times New Roman" w:hAnsi="Times New Roman"/>
          <w:sz w:val="24"/>
          <w:szCs w:val="24"/>
        </w:rPr>
        <w:t>3</w:t>
      </w:r>
      <w:r w:rsidRPr="00EA742D">
        <w:rPr>
          <w:rFonts w:ascii="Times New Roman" w:hAnsi="Times New Roman"/>
          <w:bCs/>
          <w:sz w:val="24"/>
          <w:szCs w:val="24"/>
        </w:rPr>
        <w:t xml:space="preserve"> Кубінській Галині Михайлівні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1,0000 га в с. Заболотівка Чортківського району Тернопільської області у приватну власність, в тому числі: </w:t>
      </w:r>
    </w:p>
    <w:p w:rsidR="00DE6A6E" w:rsidRPr="00EA742D" w:rsidRDefault="00DE6A6E" w:rsidP="006073D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- 0,3905 га - кадастровий  номер: 6125583100:02:001:0068;</w:t>
      </w:r>
    </w:p>
    <w:p w:rsidR="00DE6A6E" w:rsidRPr="00EA742D" w:rsidRDefault="00DE6A6E" w:rsidP="006073D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- 0,5095 га - кадастровий  номер: 6125588300:02:002:0315;</w:t>
      </w:r>
    </w:p>
    <w:p w:rsidR="00DE6A6E" w:rsidRPr="00EA742D" w:rsidRDefault="00DE6A6E" w:rsidP="00977DF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- 0,1000 га - кадастровий  номер: 6125583100:02:001:0067.</w:t>
      </w:r>
    </w:p>
    <w:p w:rsidR="00DE6A6E" w:rsidRPr="00EA742D" w:rsidRDefault="00DE6A6E" w:rsidP="006F3E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bCs/>
          <w:sz w:val="24"/>
          <w:szCs w:val="24"/>
        </w:rPr>
        <w:t>1.3</w:t>
      </w:r>
      <w:r>
        <w:rPr>
          <w:rFonts w:ascii="Times New Roman" w:hAnsi="Times New Roman"/>
          <w:bCs/>
          <w:sz w:val="24"/>
          <w:szCs w:val="24"/>
        </w:rPr>
        <w:t>4</w:t>
      </w:r>
      <w:r w:rsidRPr="00EA742D">
        <w:rPr>
          <w:rFonts w:ascii="Times New Roman" w:hAnsi="Times New Roman"/>
          <w:bCs/>
          <w:sz w:val="24"/>
          <w:szCs w:val="24"/>
        </w:rPr>
        <w:t xml:space="preserve"> Назвальській Олександрі Михайлівні 2/5, Попадюк Петру Михайловичу 2/5, Попадюк Михайлу Стефановичу 1/5   </w:t>
      </w:r>
      <w:r w:rsidRPr="00EA742D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0,0712 га по вул. Лесі Українки, 4 в с. Заболотівка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EA742D">
        <w:rPr>
          <w:rFonts w:ascii="Times New Roman" w:hAnsi="Times New Roman"/>
          <w:sz w:val="24"/>
          <w:szCs w:val="24"/>
        </w:rPr>
        <w:t xml:space="preserve">. </w:t>
      </w:r>
    </w:p>
    <w:p w:rsidR="00DE6A6E" w:rsidRPr="00EA742D" w:rsidRDefault="00DE6A6E" w:rsidP="006F3EB0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Кадастровий номер: 6125583100:02:001:</w:t>
      </w:r>
      <w:r w:rsidRPr="00EA742D">
        <w:rPr>
          <w:rFonts w:ascii="Times New Roman" w:hAnsi="Times New Roman"/>
          <w:sz w:val="24"/>
          <w:szCs w:val="24"/>
          <w:lang w:val="ru-RU"/>
        </w:rPr>
        <w:t>0843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 </w:t>
      </w:r>
    </w:p>
    <w:p w:rsidR="00DE6A6E" w:rsidRPr="00EA742D" w:rsidRDefault="00DE6A6E" w:rsidP="006F3EB0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1.3</w:t>
      </w:r>
      <w:r>
        <w:rPr>
          <w:rFonts w:ascii="Times New Roman" w:hAnsi="Times New Roman"/>
          <w:sz w:val="24"/>
          <w:szCs w:val="24"/>
        </w:rPr>
        <w:t>5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 w:rsidRPr="00EA742D">
        <w:rPr>
          <w:rFonts w:ascii="Times New Roman" w:hAnsi="Times New Roman"/>
          <w:sz w:val="24"/>
          <w:szCs w:val="24"/>
        </w:rPr>
        <w:t xml:space="preserve">Гр. </w:t>
      </w:r>
      <w:r w:rsidRPr="00EA742D">
        <w:rPr>
          <w:rFonts w:ascii="Times New Roman" w:hAnsi="Times New Roman"/>
          <w:bCs/>
          <w:sz w:val="24"/>
          <w:szCs w:val="24"/>
        </w:rPr>
        <w:t xml:space="preserve">Юрків Степанії Степанівні </w:t>
      </w:r>
      <w:r w:rsidRPr="00EA742D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0,2166 га в с. Заболотівка Чортківського району Тернопільської області у приватну власність, в тому числі: </w:t>
      </w:r>
    </w:p>
    <w:p w:rsidR="00DE6A6E" w:rsidRPr="00EA742D" w:rsidRDefault="00DE6A6E" w:rsidP="006F3EB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- 0,2166 га - кадастровий  номер: 6125588300:02:002:0339.</w:t>
      </w:r>
    </w:p>
    <w:p w:rsidR="00DE6A6E" w:rsidRPr="00EA742D" w:rsidRDefault="00DE6A6E" w:rsidP="00B96A25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         1.3</w:t>
      </w:r>
      <w:r>
        <w:rPr>
          <w:rFonts w:ascii="Times New Roman" w:hAnsi="Times New Roman"/>
          <w:sz w:val="24"/>
          <w:szCs w:val="24"/>
        </w:rPr>
        <w:t>6</w:t>
      </w:r>
      <w:r w:rsidRPr="00EA742D">
        <w:rPr>
          <w:rFonts w:ascii="Times New Roman" w:hAnsi="Times New Roman"/>
          <w:sz w:val="24"/>
          <w:szCs w:val="24"/>
        </w:rPr>
        <w:t xml:space="preserve"> Гр. Рижак Ганні Йосипівні для ведення особистого селянського господарства загальною площею 0,2000 га в с. Стара Ягільниця Чортківського району Тернопільської області у приватну власність, в тому числі: </w:t>
      </w:r>
    </w:p>
    <w:p w:rsidR="00DE6A6E" w:rsidRPr="00EA742D" w:rsidRDefault="00DE6A6E" w:rsidP="00B96A25">
      <w:pPr>
        <w:pStyle w:val="1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A742D">
        <w:rPr>
          <w:rFonts w:ascii="Times New Roman" w:hAnsi="Times New Roman"/>
          <w:sz w:val="24"/>
          <w:szCs w:val="24"/>
        </w:rPr>
        <w:t>- 0,2000 га - кадастровий  номер: 6125587600:02:001:</w:t>
      </w:r>
      <w:r w:rsidRPr="00EA742D">
        <w:rPr>
          <w:rFonts w:ascii="Times New Roman" w:hAnsi="Times New Roman"/>
          <w:sz w:val="24"/>
          <w:szCs w:val="24"/>
          <w:lang w:val="ru-RU"/>
        </w:rPr>
        <w:t>0137.</w:t>
      </w:r>
    </w:p>
    <w:p w:rsidR="00DE6A6E" w:rsidRPr="00EA742D" w:rsidRDefault="00DE6A6E" w:rsidP="00B7335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1.</w:t>
      </w:r>
      <w:r w:rsidRPr="00EA742D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>7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 w:rsidRPr="00EA742D">
        <w:rPr>
          <w:rFonts w:ascii="Times New Roman" w:hAnsi="Times New Roman"/>
          <w:sz w:val="24"/>
          <w:szCs w:val="24"/>
        </w:rPr>
        <w:t xml:space="preserve">Гр. Шейка Ігореві Федоровичу для будівництва та обслуговування житлового будинку, господарських будівель та споруд (присадибна ділянка) площею 0,0940 га по вул. О. Кобилянської, 15, в с-щі Нагірянка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B73356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 xml:space="preserve">   Кадастровий номер: 6125585900:02:001:</w:t>
      </w:r>
      <w:r w:rsidRPr="00EA742D">
        <w:rPr>
          <w:rFonts w:ascii="Times New Roman" w:hAnsi="Times New Roman"/>
          <w:sz w:val="24"/>
          <w:szCs w:val="24"/>
          <w:lang w:val="ru-RU"/>
        </w:rPr>
        <w:t>0064</w:t>
      </w:r>
      <w:r w:rsidRPr="00EA742D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4F009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        1.3</w:t>
      </w:r>
      <w:r>
        <w:rPr>
          <w:rFonts w:ascii="Times New Roman" w:hAnsi="Times New Roman"/>
          <w:sz w:val="24"/>
          <w:szCs w:val="24"/>
        </w:rPr>
        <w:t>8</w:t>
      </w:r>
      <w:r w:rsidRPr="0051372E">
        <w:rPr>
          <w:rFonts w:ascii="Times New Roman" w:hAnsi="Times New Roman"/>
          <w:bCs/>
          <w:sz w:val="24"/>
          <w:szCs w:val="24"/>
        </w:rPr>
        <w:t xml:space="preserve"> Шейка Ярославі Федорівні</w:t>
      </w:r>
      <w:r w:rsidRPr="0051372E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0,6777 га в с-щі Нагірянка Чортківського району Тернопільської області у приватну власність, в тому числі: </w:t>
      </w:r>
    </w:p>
    <w:p w:rsidR="00DE6A6E" w:rsidRPr="0051372E" w:rsidRDefault="00DE6A6E" w:rsidP="004F009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- 0,6777 га - кадастровий  номер: 6125585900:02:005:0010.</w:t>
      </w:r>
    </w:p>
    <w:p w:rsidR="00DE6A6E" w:rsidRPr="0051372E" w:rsidRDefault="00DE6A6E" w:rsidP="004F009D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1.39</w:t>
      </w:r>
      <w:r w:rsidRPr="0051372E">
        <w:rPr>
          <w:rFonts w:ascii="Times New Roman" w:hAnsi="Times New Roman"/>
          <w:bCs/>
          <w:sz w:val="24"/>
          <w:szCs w:val="24"/>
        </w:rPr>
        <w:t xml:space="preserve"> Омелько Ганні Петрівні</w:t>
      </w:r>
      <w:r w:rsidRPr="0051372E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0,5000 га в с-щі Нагірянка Чортківського району Тернопільської області у приватну власність, в тому числі: </w:t>
      </w:r>
    </w:p>
    <w:p w:rsidR="00DE6A6E" w:rsidRPr="0051372E" w:rsidRDefault="00DE6A6E" w:rsidP="004F009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- 0,5000 га - кадастровий  номер: 6125585900:02:005:0009.</w:t>
      </w:r>
    </w:p>
    <w:p w:rsidR="00DE6A6E" w:rsidRPr="0051372E" w:rsidRDefault="00DE6A6E" w:rsidP="004F009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        1.4</w:t>
      </w:r>
      <w:r>
        <w:rPr>
          <w:rFonts w:ascii="Times New Roman" w:hAnsi="Times New Roman"/>
          <w:sz w:val="24"/>
          <w:szCs w:val="24"/>
        </w:rPr>
        <w:t>0</w:t>
      </w:r>
      <w:r w:rsidRPr="0051372E">
        <w:rPr>
          <w:rFonts w:ascii="Times New Roman" w:hAnsi="Times New Roman"/>
          <w:bCs/>
          <w:sz w:val="24"/>
          <w:szCs w:val="24"/>
        </w:rPr>
        <w:t xml:space="preserve"> Чубак Тетяні Миронівні</w:t>
      </w:r>
      <w:r w:rsidRPr="0051372E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0,1500 га в с-щі Нагірянка Чортківського району Тернопільської області у приватну власність, в тому числі: </w:t>
      </w:r>
    </w:p>
    <w:p w:rsidR="00DE6A6E" w:rsidRPr="0051372E" w:rsidRDefault="00DE6A6E" w:rsidP="003D25A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- 0,1500 га - кадастровий  номер: 6125585900:02:005:0006.</w:t>
      </w:r>
    </w:p>
    <w:p w:rsidR="00DE6A6E" w:rsidRPr="0051372E" w:rsidRDefault="00DE6A6E" w:rsidP="007B5A3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1</w:t>
      </w:r>
      <w:r w:rsidRPr="0051372E">
        <w:rPr>
          <w:rFonts w:ascii="Times New Roman" w:hAnsi="Times New Roman"/>
          <w:sz w:val="24"/>
          <w:szCs w:val="24"/>
        </w:rPr>
        <w:t xml:space="preserve">. Качур Ірина Семенівна для будівництва та обслуговування житлового будинку, господарських будівель та споруд (присадибна ділянка) площею 0.1000 га по вул. Незалежності бічна, 3,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7B5A3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Кадастровий номер: 6125588300:02:002:0284.</w:t>
      </w:r>
    </w:p>
    <w:p w:rsidR="00DE6A6E" w:rsidRPr="0051372E" w:rsidRDefault="00DE6A6E" w:rsidP="007B5A3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2</w:t>
      </w:r>
      <w:r w:rsidRPr="0051372E">
        <w:rPr>
          <w:rFonts w:ascii="Times New Roman" w:hAnsi="Times New Roman"/>
          <w:sz w:val="24"/>
          <w:szCs w:val="24"/>
        </w:rPr>
        <w:t xml:space="preserve">. Качур Ірина Семенівна для ведення особистого селянського господарства загальною площею 0.2535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7B5A3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- 0,1000 га - кадастровий  номер: 6125588300:02:002:0278;</w:t>
      </w:r>
    </w:p>
    <w:p w:rsidR="00DE6A6E" w:rsidRPr="0051372E" w:rsidRDefault="00DE6A6E" w:rsidP="007B5A3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- 0,1535 га - кадастровий  номер: 6125588300:02:002:0322;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3</w:t>
      </w:r>
      <w:r w:rsidRPr="0051372E">
        <w:rPr>
          <w:rFonts w:ascii="Times New Roman" w:hAnsi="Times New Roman"/>
          <w:sz w:val="24"/>
          <w:szCs w:val="24"/>
        </w:rPr>
        <w:t xml:space="preserve">.  Сторожук Надія Василівна для будівництва та обслуговування житлового будинку, господарських будівель та споруд (присадибна ділянка) площею 0.1000 га по вул. Незалежності бічна, 5,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A368B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Кадастровий номер: 6125588300:02:002:0277.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4</w:t>
      </w:r>
      <w:r w:rsidRPr="0051372E">
        <w:rPr>
          <w:rFonts w:ascii="Times New Roman" w:hAnsi="Times New Roman"/>
          <w:sz w:val="24"/>
          <w:szCs w:val="24"/>
        </w:rPr>
        <w:t xml:space="preserve">.   Сторожук Надія Василівна для ведення особистого селянського господарства загальною площею 0.1787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- 0,1143 га - кадастровий  номер: 6125588300:02:002:0327;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- 0,0644 га - кадастровий  номер: 6125588300:02:002:0280;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5</w:t>
      </w:r>
      <w:r w:rsidRPr="0051372E">
        <w:rPr>
          <w:rFonts w:ascii="Times New Roman" w:hAnsi="Times New Roman"/>
          <w:sz w:val="24"/>
          <w:szCs w:val="24"/>
        </w:rPr>
        <w:t xml:space="preserve">.  Лящук Надія Тадеївна для ведення особистого селянського господарства загальною площею 0.1800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- 0,1800 га - кадастровий  номер: 6125588300:02:001:0061;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6</w:t>
      </w:r>
      <w:r w:rsidRPr="0051372E">
        <w:rPr>
          <w:rFonts w:ascii="Times New Roman" w:hAnsi="Times New Roman"/>
          <w:sz w:val="24"/>
          <w:szCs w:val="24"/>
        </w:rPr>
        <w:t xml:space="preserve">. Лящук Іванна Іванівна для будівництва та обслуговування житлового будинку, господарських будівель та споруд (присадибна ділянка) площею 0.0975 га по вул. Миру, 37,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Кадастровий номер: 6125588300:02:002:0297.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7</w:t>
      </w:r>
      <w:r w:rsidRPr="0051372E">
        <w:rPr>
          <w:rFonts w:ascii="Times New Roman" w:hAnsi="Times New Roman"/>
          <w:sz w:val="24"/>
          <w:szCs w:val="24"/>
        </w:rPr>
        <w:t xml:space="preserve">.   Лящук Іванна Іванівна для ведення особистого селянського господарства загальною площею 0.2545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- 0,2545 га - кадастровий  номер: 6125588300:02:002:0302.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8</w:t>
      </w:r>
      <w:r w:rsidRPr="0051372E">
        <w:rPr>
          <w:rFonts w:ascii="Times New Roman" w:hAnsi="Times New Roman"/>
          <w:sz w:val="24"/>
          <w:szCs w:val="24"/>
        </w:rPr>
        <w:t xml:space="preserve">. Солтис Петро Іванович для ведення особистого селянського господарства загальною площею 0.3100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- 0,3100 га - кадастровий  номер: 6125588300:01:002:0105.</w:t>
      </w:r>
    </w:p>
    <w:p w:rsidR="00DE6A6E" w:rsidRPr="0051372E" w:rsidRDefault="00DE6A6E" w:rsidP="0065301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49</w:t>
      </w:r>
      <w:r w:rsidRPr="0051372E">
        <w:rPr>
          <w:rFonts w:ascii="Times New Roman" w:hAnsi="Times New Roman"/>
          <w:sz w:val="24"/>
          <w:szCs w:val="24"/>
        </w:rPr>
        <w:t xml:space="preserve">.  Попадюк Орест Степанович для будівництва та обслуговування житлового будинку, господарських будівель та споруд (присадибна ділянка) площею 0.1170 га по вул. Шевченка,70,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72783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Кадастровий номер: 6125588300:02:002:0289.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1.5</w:t>
      </w:r>
      <w:r>
        <w:rPr>
          <w:rFonts w:ascii="Times New Roman" w:hAnsi="Times New Roman"/>
          <w:sz w:val="24"/>
          <w:szCs w:val="24"/>
        </w:rPr>
        <w:t>0</w:t>
      </w:r>
      <w:r w:rsidRPr="0051372E">
        <w:rPr>
          <w:rFonts w:ascii="Times New Roman" w:hAnsi="Times New Roman"/>
          <w:sz w:val="24"/>
          <w:szCs w:val="24"/>
        </w:rPr>
        <w:t xml:space="preserve">.  Попадюк Орест Степанович для ведення особистого селянського господарства загальною площею 0.8465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- 0,2020 га - кадастровий  номер: 6125588300:02:002:0285;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- 0,0880 га - кадастровий  номер: 6125588300:02:002:0288;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- 0,2000 га - кадастровий  номер: 6125588300:02:002:0282;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- 0,3565 га - кадастровий  номер: 6125585900:01:002:0074;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1</w:t>
      </w:r>
      <w:r w:rsidRPr="0051372E">
        <w:rPr>
          <w:rFonts w:ascii="Times New Roman" w:hAnsi="Times New Roman"/>
          <w:sz w:val="24"/>
          <w:szCs w:val="24"/>
        </w:rPr>
        <w:t xml:space="preserve">    Шевчук Василь Євгенович для ведення особистого селянського господарства загальною площею 0.1584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- 0,1584 га - кадастровий  номер: 6125588300:02:002:0301;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2</w:t>
      </w:r>
      <w:r w:rsidRPr="0051372E">
        <w:rPr>
          <w:rFonts w:ascii="Times New Roman" w:hAnsi="Times New Roman"/>
          <w:sz w:val="24"/>
          <w:szCs w:val="24"/>
        </w:rPr>
        <w:t xml:space="preserve">. Ковальчук Василь Карлович для будівництва та обслуговування житлового будинку, господарських будівель та споруд (присадибна ділянка) площею 0.1170 га по вул. Л.Українки,5,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Кадастровий номер: 6125588300:02:002:0323.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3</w:t>
      </w:r>
      <w:r w:rsidRPr="0051372E">
        <w:rPr>
          <w:rFonts w:ascii="Times New Roman" w:hAnsi="Times New Roman"/>
          <w:sz w:val="24"/>
          <w:szCs w:val="24"/>
        </w:rPr>
        <w:t xml:space="preserve">. Ковальчук Василь Карлович для ведення особистого селянського господарства загальною площею 0.7931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- 0,2465 га - кадастровий  номер: 6125585900:01:002:0061;</w:t>
      </w:r>
    </w:p>
    <w:p w:rsidR="00DE6A6E" w:rsidRPr="0051372E" w:rsidRDefault="00DE6A6E" w:rsidP="00694E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- 0,2000 га - кадастровий  номер: 6125585900:01:002:0035;</w:t>
      </w:r>
    </w:p>
    <w:p w:rsidR="00DE6A6E" w:rsidRPr="0051372E" w:rsidRDefault="00DE6A6E" w:rsidP="00A368B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- 0,3466 га - кадастровий  номер: 6125585900:01:002:0045;</w:t>
      </w:r>
    </w:p>
    <w:p w:rsidR="00DE6A6E" w:rsidRPr="0051372E" w:rsidRDefault="00DE6A6E" w:rsidP="002F3B7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4</w:t>
      </w:r>
      <w:r w:rsidRPr="0051372E">
        <w:rPr>
          <w:rFonts w:ascii="Times New Roman" w:hAnsi="Times New Roman"/>
          <w:sz w:val="24"/>
          <w:szCs w:val="24"/>
        </w:rPr>
        <w:t xml:space="preserve">. Кишкан Петро Антонович для будівництва та обслуговування житлового будинку, господарських будівель та споруд (присадибна ділянка) площею 0.1170 га по вул. Шевченка,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2F3B7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Кадастровий номер: 6125588300:02:002:0276.</w:t>
      </w:r>
    </w:p>
    <w:p w:rsidR="00DE6A6E" w:rsidRPr="0051372E" w:rsidRDefault="00DE6A6E" w:rsidP="002F3B7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5</w:t>
      </w:r>
      <w:r w:rsidRPr="0051372E">
        <w:rPr>
          <w:rFonts w:ascii="Times New Roman" w:hAnsi="Times New Roman"/>
          <w:sz w:val="24"/>
          <w:szCs w:val="24"/>
        </w:rPr>
        <w:t xml:space="preserve">. Кишкан Петро Антонович для ведення особистого селянського господарства загальною площею 0.3365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F3B7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- 0,3365 га - кадастровий  номер: 6125585900:01:002:0072;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6</w:t>
      </w:r>
      <w:r w:rsidRPr="0051372E">
        <w:rPr>
          <w:rFonts w:ascii="Times New Roman" w:hAnsi="Times New Roman"/>
          <w:sz w:val="24"/>
          <w:szCs w:val="24"/>
        </w:rPr>
        <w:t xml:space="preserve">. Кишкан Марія Мар’янівна  для будівництва та обслуговування житлового будинку, господарських будівель та споруд (присадибна ділянка) площею 0.1170 га по вул. Зелена,5,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Кадастровий номер: 6125588300:02:002:0286.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7</w:t>
      </w:r>
      <w:r w:rsidRPr="0051372E">
        <w:rPr>
          <w:rFonts w:ascii="Times New Roman" w:hAnsi="Times New Roman"/>
          <w:sz w:val="24"/>
          <w:szCs w:val="24"/>
        </w:rPr>
        <w:t xml:space="preserve">. Кишкан Марія Мар’янівна для ведення особистого селянського господарства загальною площею 0.5590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- 0,1500га - кадастровий  номер: 6125588300:02:002:0279.;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- 0,1200 га - кадастровий  номер: 6125588300:01:002:0103.;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- 0,2100 га - кадастровий  номер: 6125585900:01:002:0019;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8</w:t>
      </w:r>
      <w:r w:rsidRPr="0051372E">
        <w:rPr>
          <w:rFonts w:ascii="Times New Roman" w:hAnsi="Times New Roman"/>
          <w:sz w:val="24"/>
          <w:szCs w:val="24"/>
        </w:rPr>
        <w:t xml:space="preserve">. Солтис Іван Володимирович для ведення особистого селянського господарства загальною площею 0.7296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- 0,2500га - кадастровий  номер: 6125588300:02:002:0318.;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- 0,1830 га - кадастровий  номер: 6125588300:02:002:0320.;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- 0,2966 га - кадастровий  номер: 6125585900:01:002:0066;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1.59</w:t>
      </w:r>
      <w:r w:rsidRPr="0051372E">
        <w:rPr>
          <w:rFonts w:ascii="Times New Roman" w:hAnsi="Times New Roman"/>
          <w:sz w:val="24"/>
          <w:szCs w:val="24"/>
        </w:rPr>
        <w:t xml:space="preserve">. Сопотницький Михайло Миколайович для будівництва та обслуговування житлового будинку, господарських будівель та споруд (присадибна ділянка) площею 0.0397 га по вул. Визволителів,8,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Кадастровий номер: 6125588300:02:002:0334.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>0</w:t>
      </w:r>
      <w:r w:rsidRPr="0051372E">
        <w:rPr>
          <w:rFonts w:ascii="Times New Roman" w:hAnsi="Times New Roman"/>
          <w:sz w:val="24"/>
          <w:szCs w:val="24"/>
        </w:rPr>
        <w:t xml:space="preserve">. Сопотницький Михайло Миколайович для ведення особистого селянського господарства загальною площею 0.2965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623B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- 0,2965 га - кадастровий  номер: 6125585900:01:002:0022;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  <w:lang w:val="ru-RU"/>
        </w:rPr>
        <w:t>1.6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51372E">
        <w:rPr>
          <w:rFonts w:ascii="Times New Roman" w:hAnsi="Times New Roman"/>
          <w:sz w:val="24"/>
          <w:szCs w:val="24"/>
          <w:lang w:val="ru-RU"/>
        </w:rPr>
        <w:t xml:space="preserve">. Лічна Галина Михайлівна </w:t>
      </w:r>
      <w:r w:rsidRPr="0051372E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0.7591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- 0,2550 га - кадастровий  номер: 6125585900:01:002:0079;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- 0,5041 га - кадастровий  номер: 6125585900:01:002:0052;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1.62</w:t>
      </w:r>
      <w:r w:rsidRPr="0051372E">
        <w:rPr>
          <w:rFonts w:ascii="Times New Roman" w:hAnsi="Times New Roman"/>
          <w:sz w:val="24"/>
          <w:szCs w:val="24"/>
        </w:rPr>
        <w:t xml:space="preserve">. Атаманчук Ольги Ярославівни для ведення особистого селянського господарства загальною площею 0.3265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- 0,3265 га - кадастровий  номер: 6125585900:01:002:0075;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>3</w:t>
      </w:r>
      <w:r w:rsidRPr="0051372E">
        <w:rPr>
          <w:rFonts w:ascii="Times New Roman" w:hAnsi="Times New Roman"/>
          <w:sz w:val="24"/>
          <w:szCs w:val="24"/>
        </w:rPr>
        <w:t xml:space="preserve">.    Купінська Людмила Олегівна для ведення особистого селянського господарства загальною площею 0.6165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- 0,3800 га - кадастровий  номер: 6125585900:01:002:0038;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- 0,2365 га - кадастровий  номер: 6125585900:01:002:0040;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>4</w:t>
      </w:r>
      <w:r w:rsidRPr="0051372E">
        <w:rPr>
          <w:rFonts w:ascii="Times New Roman" w:hAnsi="Times New Roman"/>
          <w:sz w:val="24"/>
          <w:szCs w:val="24"/>
        </w:rPr>
        <w:t xml:space="preserve">.  Двикалюк Володимир Сергійович для ведення особистого селянського господарства загальною площею 0.1965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- 0,1965 га - кадастровий  номер: 6125585900:01:002:0024;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>5</w:t>
      </w:r>
      <w:r w:rsidRPr="0051372E">
        <w:rPr>
          <w:rFonts w:ascii="Times New Roman" w:hAnsi="Times New Roman"/>
          <w:sz w:val="24"/>
          <w:szCs w:val="24"/>
        </w:rPr>
        <w:t xml:space="preserve">.    Юрків Сергій Петрович для ведення особистого селянського господарства загальною площею 0.2106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- 0,2106 га - кадастровий  номер: 6125585900:01:002:0051;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>6</w:t>
      </w:r>
      <w:r w:rsidRPr="0051372E">
        <w:rPr>
          <w:rFonts w:ascii="Times New Roman" w:hAnsi="Times New Roman"/>
          <w:sz w:val="24"/>
          <w:szCs w:val="24"/>
        </w:rPr>
        <w:t xml:space="preserve">.   Крецул Лариса Миколаївна  для ведення особистого селянського господарства загальною площею 0.2865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- 0,2865  га - кадастровий  номер: 6125585900:01:002:0036;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>7</w:t>
      </w:r>
      <w:r w:rsidRPr="0051372E">
        <w:rPr>
          <w:rFonts w:ascii="Times New Roman" w:hAnsi="Times New Roman"/>
          <w:sz w:val="24"/>
          <w:szCs w:val="24"/>
        </w:rPr>
        <w:t xml:space="preserve">.   Окулянка Василь Йосифович для ведення особистого селянського господарства загальною площею 0.3065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2F202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- 0,3065 га - кадастровий  номер: 6125585900:01:002:0044;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>8</w:t>
      </w:r>
      <w:r w:rsidRPr="0051372E">
        <w:rPr>
          <w:rFonts w:ascii="Times New Roman" w:hAnsi="Times New Roman"/>
          <w:sz w:val="24"/>
          <w:szCs w:val="24"/>
        </w:rPr>
        <w:t xml:space="preserve">.     Яремчук Василь Ігорович для ведення особистого селянського господарства загальною площею 0.1365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- 0,1365 га - кадастровий  номер: 6125585900:01:002:0060;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69</w:t>
      </w:r>
      <w:r w:rsidRPr="0051372E">
        <w:rPr>
          <w:rFonts w:ascii="Times New Roman" w:hAnsi="Times New Roman"/>
          <w:sz w:val="24"/>
          <w:szCs w:val="24"/>
        </w:rPr>
        <w:t xml:space="preserve">.  Процюк Ганна Степанівна для ведення особистого селянського господарства загальною площею 0.3465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- 0,3465 га - кадастровий  номер: 6125585900:01:002:0067;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1.7</w:t>
      </w:r>
      <w:r>
        <w:rPr>
          <w:rFonts w:ascii="Times New Roman" w:hAnsi="Times New Roman"/>
          <w:sz w:val="24"/>
          <w:szCs w:val="24"/>
        </w:rPr>
        <w:t>0</w:t>
      </w:r>
      <w:r w:rsidRPr="0051372E">
        <w:rPr>
          <w:rFonts w:ascii="Times New Roman" w:hAnsi="Times New Roman"/>
          <w:sz w:val="24"/>
          <w:szCs w:val="24"/>
        </w:rPr>
        <w:t xml:space="preserve">.    Дребіт Іван Петрович для ведення особистого селянського господарства загальною площею 0.4530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- 0,2665 га - кадастровий  номер: 6125585900:01:002:0079;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- 0,1865 га - кадастровий  номер: 6125585900:01:002:0021;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1.71</w:t>
      </w:r>
      <w:r w:rsidRPr="0051372E">
        <w:rPr>
          <w:rFonts w:ascii="Times New Roman" w:hAnsi="Times New Roman"/>
          <w:sz w:val="24"/>
          <w:szCs w:val="24"/>
        </w:rPr>
        <w:t xml:space="preserve">.    Чайківська Дарія Михайлівна     для ведення особистого селянського господарства загальною площею 0.1965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6910C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- 0,1965 га - кадастровий  номер: 6125585900:01:002:0065;</w:t>
      </w:r>
    </w:p>
    <w:p w:rsidR="00DE6A6E" w:rsidRPr="0051372E" w:rsidRDefault="00DE6A6E" w:rsidP="0051316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1.7</w:t>
      </w:r>
      <w:r>
        <w:rPr>
          <w:rFonts w:ascii="Times New Roman" w:hAnsi="Times New Roman"/>
          <w:sz w:val="24"/>
          <w:szCs w:val="24"/>
        </w:rPr>
        <w:t>2</w:t>
      </w:r>
      <w:r w:rsidRPr="0051372E">
        <w:rPr>
          <w:rFonts w:ascii="Times New Roman" w:hAnsi="Times New Roman"/>
          <w:sz w:val="24"/>
          <w:szCs w:val="24"/>
        </w:rPr>
        <w:t xml:space="preserve">.    Вівчарик Марія Броніславівна    для ведення особистого селянського господарства загальною площею 0.2700 га в с. Улашківці Чортківського району Тернопільської області у приватну власність, в тому числі: </w:t>
      </w:r>
    </w:p>
    <w:p w:rsidR="00DE6A6E" w:rsidRPr="0051372E" w:rsidRDefault="00DE6A6E" w:rsidP="0051316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- 0,2700 га - кадастровий  номер: 6125585900:01:002:0037;</w:t>
      </w:r>
    </w:p>
    <w:p w:rsidR="00DE6A6E" w:rsidRPr="0051372E" w:rsidRDefault="00DE6A6E" w:rsidP="00DF0AF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1.7</w:t>
      </w:r>
      <w:r>
        <w:rPr>
          <w:rFonts w:ascii="Times New Roman" w:hAnsi="Times New Roman"/>
          <w:sz w:val="24"/>
          <w:szCs w:val="24"/>
        </w:rPr>
        <w:t>3</w:t>
      </w:r>
      <w:r w:rsidRPr="0051372E">
        <w:rPr>
          <w:rFonts w:ascii="Times New Roman" w:hAnsi="Times New Roman"/>
          <w:sz w:val="24"/>
          <w:szCs w:val="24"/>
        </w:rPr>
        <w:t xml:space="preserve">    Білик Марії Євгенівні    для ведення особистого селянського господарства загальною площею 0,2030 га в с. Шульганівка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372E">
        <w:rPr>
          <w:rFonts w:ascii="Times New Roman" w:hAnsi="Times New Roman"/>
          <w:sz w:val="24"/>
          <w:szCs w:val="24"/>
        </w:rPr>
        <w:t xml:space="preserve">Чортківського району Тернопільської області у приватну власність, в тому числі: </w:t>
      </w:r>
    </w:p>
    <w:p w:rsidR="00DE6A6E" w:rsidRPr="0051372E" w:rsidRDefault="00DE6A6E" w:rsidP="00DF0AF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- 0,0630 га - кадастровий  номер: 6125589500:02:001:0132;</w:t>
      </w:r>
    </w:p>
    <w:p w:rsidR="00DE6A6E" w:rsidRPr="0051372E" w:rsidRDefault="00DE6A6E" w:rsidP="00DF0AF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- 0,1400 га - кадастровий  номер: 6125589500:02:001:0130.</w:t>
      </w:r>
    </w:p>
    <w:p w:rsidR="00DE6A6E" w:rsidRPr="0051372E" w:rsidRDefault="00DE6A6E" w:rsidP="0030005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1.74</w:t>
      </w:r>
      <w:r w:rsidRPr="0051372E">
        <w:rPr>
          <w:rFonts w:ascii="Times New Roman" w:hAnsi="Times New Roman"/>
          <w:sz w:val="24"/>
          <w:szCs w:val="24"/>
        </w:rPr>
        <w:t xml:space="preserve"> Євдомаха Амброзія Амбросіївна для будівництва та обслуговування житлового будинку, господарських будівель та споруд (присадибна ділянка) площею 0,0870 га по вул. Чортківська, 14 в с. Ягільниця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30005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Кадастровий номер: 6125589800:02:001:0095.</w:t>
      </w:r>
    </w:p>
    <w:p w:rsidR="00DE6A6E" w:rsidRPr="0051372E" w:rsidRDefault="00DE6A6E" w:rsidP="008D2B0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1.75</w:t>
      </w:r>
      <w:r w:rsidRPr="0051372E">
        <w:rPr>
          <w:rFonts w:ascii="Times New Roman" w:hAnsi="Times New Roman"/>
          <w:sz w:val="24"/>
          <w:szCs w:val="24"/>
        </w:rPr>
        <w:t xml:space="preserve">   Захарчук Марії Василівні    для ведення особистого селянського господарства загальною площею 0,1800 га в с. Долина Чортківського району Тернопільської області у приватну власність, в тому числі: </w:t>
      </w:r>
    </w:p>
    <w:p w:rsidR="00DE6A6E" w:rsidRPr="0051372E" w:rsidRDefault="00DE6A6E" w:rsidP="008D2B0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- 0,1800 га - кадастровий  номер: 6125589500:02:001:0117.</w:t>
      </w:r>
    </w:p>
    <w:p w:rsidR="00DE6A6E" w:rsidRPr="0051372E" w:rsidRDefault="00DE6A6E" w:rsidP="00B35F5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1.76  </w:t>
      </w:r>
      <w:r w:rsidRPr="0051372E">
        <w:rPr>
          <w:rFonts w:ascii="Times New Roman" w:hAnsi="Times New Roman"/>
          <w:sz w:val="24"/>
          <w:szCs w:val="24"/>
        </w:rPr>
        <w:t xml:space="preserve">Стасюк Марії Михайлівні    для ведення особистого селянського господарства загальною площею 0,6427 га в с. Сосулівка Чортківського району Тернопільської області у приватну власність, в тому числі: </w:t>
      </w:r>
    </w:p>
    <w:p w:rsidR="00DE6A6E" w:rsidRPr="0051372E" w:rsidRDefault="00DE6A6E" w:rsidP="00B35F5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- 0,0977 га - кадастровий  номер: 6125587500:02:001:0175;</w:t>
      </w:r>
    </w:p>
    <w:p w:rsidR="00DE6A6E" w:rsidRPr="0051372E" w:rsidRDefault="00DE6A6E" w:rsidP="00B35F5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- 0,0980 га - кадастровий  номер: 6125587500:02:001:0178;</w:t>
      </w:r>
    </w:p>
    <w:p w:rsidR="00DE6A6E" w:rsidRPr="0051372E" w:rsidRDefault="00DE6A6E" w:rsidP="002E572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- 0,1400 га - кадастровий  номер: 6125587500:02:001:0200;</w:t>
      </w:r>
    </w:p>
    <w:p w:rsidR="00DE6A6E" w:rsidRPr="0051372E" w:rsidRDefault="00DE6A6E" w:rsidP="002E572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- 0,1000 га - кадастровий  номер: 6125588300:01:002:0104;</w:t>
      </w:r>
    </w:p>
    <w:p w:rsidR="00DE6A6E" w:rsidRPr="0051372E" w:rsidRDefault="00DE6A6E" w:rsidP="008A73E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- 0,2070 га - кадастровий  номер: 6125587500:02:001:0173.</w:t>
      </w:r>
    </w:p>
    <w:p w:rsidR="00DE6A6E" w:rsidRPr="0051372E" w:rsidRDefault="00DE6A6E" w:rsidP="00815C3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1.77</w:t>
      </w:r>
      <w:r w:rsidRPr="0051372E">
        <w:rPr>
          <w:rFonts w:ascii="Times New Roman" w:hAnsi="Times New Roman"/>
          <w:bCs/>
          <w:sz w:val="24"/>
          <w:szCs w:val="24"/>
        </w:rPr>
        <w:t xml:space="preserve"> Стасюк Сергію Володимировичу  1/6, Стасюк Марії Михайлівні 1/</w:t>
      </w:r>
      <w:r>
        <w:rPr>
          <w:rFonts w:ascii="Times New Roman" w:hAnsi="Times New Roman"/>
          <w:bCs/>
          <w:sz w:val="24"/>
          <w:szCs w:val="24"/>
        </w:rPr>
        <w:t>6, Цимкало Надії Володимирівні 4</w:t>
      </w:r>
      <w:r w:rsidRPr="0051372E">
        <w:rPr>
          <w:rFonts w:ascii="Times New Roman" w:hAnsi="Times New Roman"/>
          <w:bCs/>
          <w:sz w:val="24"/>
          <w:szCs w:val="24"/>
        </w:rPr>
        <w:t xml:space="preserve">/6   </w:t>
      </w:r>
      <w:r w:rsidRPr="0051372E">
        <w:rPr>
          <w:rFonts w:ascii="Times New Roman" w:hAnsi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0,1790 га по вул. Лесі Українки, 3 в с. Сосулівка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51372E">
        <w:rPr>
          <w:rFonts w:ascii="Times New Roman" w:hAnsi="Times New Roman"/>
          <w:sz w:val="24"/>
          <w:szCs w:val="24"/>
        </w:rPr>
        <w:t xml:space="preserve">. </w:t>
      </w:r>
    </w:p>
    <w:p w:rsidR="00DE6A6E" w:rsidRPr="0051372E" w:rsidRDefault="00DE6A6E" w:rsidP="00815C32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Кадастровий номер: 6125587500:02:001:</w:t>
      </w:r>
      <w:r w:rsidRPr="0051372E">
        <w:rPr>
          <w:rFonts w:ascii="Times New Roman" w:hAnsi="Times New Roman"/>
          <w:sz w:val="24"/>
          <w:szCs w:val="24"/>
          <w:lang w:val="ru-RU"/>
        </w:rPr>
        <w:t>0190</w:t>
      </w:r>
      <w:r w:rsidRPr="0051372E">
        <w:rPr>
          <w:rFonts w:ascii="Times New Roman" w:hAnsi="Times New Roman"/>
          <w:sz w:val="24"/>
          <w:szCs w:val="24"/>
        </w:rPr>
        <w:t>.</w:t>
      </w:r>
      <w:r w:rsidRPr="0051372E">
        <w:rPr>
          <w:rFonts w:ascii="Times New Roman" w:hAnsi="Times New Roman"/>
          <w:bCs/>
          <w:sz w:val="24"/>
          <w:szCs w:val="24"/>
        </w:rPr>
        <w:t xml:space="preserve">  </w:t>
      </w:r>
    </w:p>
    <w:p w:rsidR="00DE6A6E" w:rsidRPr="0051372E" w:rsidRDefault="00DE6A6E" w:rsidP="005E52E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1.78</w:t>
      </w:r>
      <w:r w:rsidRPr="0051372E">
        <w:rPr>
          <w:rFonts w:ascii="Times New Roman" w:hAnsi="Times New Roman"/>
          <w:bCs/>
          <w:sz w:val="24"/>
          <w:szCs w:val="24"/>
        </w:rPr>
        <w:t xml:space="preserve"> Кіндяк Марії Степанівні</w:t>
      </w:r>
      <w:r w:rsidRPr="0051372E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0,1200 га по вул. Міцкевича, 12 в с-щі Нагірянка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5E52E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Кадастровий номер: 6125585900:02:001:</w:t>
      </w:r>
      <w:r w:rsidRPr="0051372E">
        <w:rPr>
          <w:rFonts w:ascii="Times New Roman" w:hAnsi="Times New Roman"/>
          <w:sz w:val="24"/>
          <w:szCs w:val="24"/>
          <w:lang w:val="ru-RU"/>
        </w:rPr>
        <w:t>0045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B577F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79</w:t>
      </w:r>
      <w:r w:rsidRPr="0051372E">
        <w:rPr>
          <w:rFonts w:ascii="Times New Roman" w:hAnsi="Times New Roman"/>
          <w:sz w:val="24"/>
          <w:szCs w:val="24"/>
        </w:rPr>
        <w:t xml:space="preserve"> Шушкевич</w:t>
      </w:r>
      <w:r w:rsidRPr="0051372E">
        <w:rPr>
          <w:rFonts w:ascii="Times New Roman" w:hAnsi="Times New Roman"/>
          <w:bCs/>
          <w:sz w:val="24"/>
          <w:szCs w:val="24"/>
        </w:rPr>
        <w:t xml:space="preserve"> Надії Євгенівні</w:t>
      </w:r>
      <w:r w:rsidRPr="0051372E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площею 0,2105 га по вул. Тиха, 6 в с. Стара Ягільниця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51372E">
        <w:rPr>
          <w:rFonts w:ascii="Times New Roman" w:hAnsi="Times New Roman"/>
          <w:sz w:val="24"/>
          <w:szCs w:val="24"/>
          <w:lang w:val="ru-RU"/>
        </w:rPr>
        <w:t>0135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>1.8</w:t>
      </w:r>
      <w:r>
        <w:rPr>
          <w:rFonts w:ascii="Times New Roman" w:hAnsi="Times New Roman"/>
          <w:sz w:val="24"/>
          <w:szCs w:val="24"/>
        </w:rPr>
        <w:t>0</w:t>
      </w:r>
      <w:r w:rsidRPr="0051372E">
        <w:rPr>
          <w:rFonts w:ascii="Times New Roman" w:hAnsi="Times New Roman"/>
          <w:sz w:val="24"/>
          <w:szCs w:val="24"/>
        </w:rPr>
        <w:t xml:space="preserve"> Ляхович  Наталії  Ярославівній  для будівництва та обслуговування житлового будинку, господарських будівель та споруд (присадибна ділянка) площею 0,09 га по вул. Шевченка 143 в с. Шульганівка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Кадастровий номер: 6125587600:02:001:</w:t>
      </w:r>
      <w:r w:rsidRPr="0051372E">
        <w:rPr>
          <w:rFonts w:ascii="Times New Roman" w:hAnsi="Times New Roman"/>
          <w:sz w:val="24"/>
          <w:szCs w:val="24"/>
          <w:lang w:val="ru-RU"/>
        </w:rPr>
        <w:t>0129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1.81 Гедеон  Богдану Володимировичу</w:t>
      </w:r>
      <w:r w:rsidRPr="0051372E">
        <w:rPr>
          <w:rFonts w:ascii="Times New Roman" w:hAnsi="Times New Roman"/>
          <w:sz w:val="24"/>
          <w:szCs w:val="24"/>
        </w:rPr>
        <w:t xml:space="preserve">  для ведення особистого селянського господарства загальною площею 0,17 га  в с.Долина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E6A6E" w:rsidRPr="0051372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Кадастровий номер: 6125587500:03:001:</w:t>
      </w:r>
      <w:r w:rsidRPr="0051372E">
        <w:rPr>
          <w:rFonts w:ascii="Times New Roman" w:hAnsi="Times New Roman"/>
          <w:sz w:val="24"/>
          <w:szCs w:val="24"/>
          <w:lang w:val="ru-RU"/>
        </w:rPr>
        <w:t>0085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1.82</w:t>
      </w:r>
      <w:r w:rsidRPr="0051372E">
        <w:rPr>
          <w:rFonts w:ascii="Times New Roman" w:hAnsi="Times New Roman"/>
          <w:sz w:val="24"/>
          <w:szCs w:val="24"/>
        </w:rPr>
        <w:t xml:space="preserve">  Курчак Любов Іванівній для будівництва та обслуговування житлового будинку, господарських будівель та споруд (присадибна ділянка) площею 0,0572 га по вул. Шевченка Т. 30 в с. 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241B4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</w:t>
      </w:r>
      <w:r>
        <w:rPr>
          <w:rFonts w:ascii="Times New Roman" w:hAnsi="Times New Roman"/>
          <w:sz w:val="24"/>
          <w:szCs w:val="24"/>
        </w:rPr>
        <w:t>тровий номер: 6125588300:02:002</w:t>
      </w:r>
      <w:r w:rsidRPr="0051372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0329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1.83 Шаборонській  Ользі Миколаївні</w:t>
      </w:r>
      <w:r w:rsidRPr="0051372E">
        <w:rPr>
          <w:rFonts w:ascii="Times New Roman" w:hAnsi="Times New Roman"/>
          <w:sz w:val="24"/>
          <w:szCs w:val="24"/>
        </w:rPr>
        <w:t xml:space="preserve">  для ведення особистого селянського господарства загальною площею 0,1765 га  в с.Улашківці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</w:p>
    <w:p w:rsidR="00DE6A6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Кадастровий номер: 6125585900:01:002:</w:t>
      </w:r>
      <w:r w:rsidRPr="0051372E">
        <w:rPr>
          <w:rFonts w:ascii="Times New Roman" w:hAnsi="Times New Roman"/>
          <w:sz w:val="24"/>
          <w:szCs w:val="24"/>
          <w:lang w:val="ru-RU"/>
        </w:rPr>
        <w:t>0055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6A45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1.84 Тимків Марії Кирилівні</w:t>
      </w:r>
      <w:r w:rsidRPr="0051372E">
        <w:rPr>
          <w:rFonts w:ascii="Times New Roman" w:hAnsi="Times New Roman"/>
          <w:sz w:val="24"/>
          <w:szCs w:val="24"/>
        </w:rPr>
        <w:t xml:space="preserve">  для ведення особистого селянського госп</w:t>
      </w:r>
      <w:r>
        <w:rPr>
          <w:rFonts w:ascii="Times New Roman" w:hAnsi="Times New Roman"/>
          <w:sz w:val="24"/>
          <w:szCs w:val="24"/>
        </w:rPr>
        <w:t>одарства загальною площею 0,4733 га  в с.Милівці</w:t>
      </w:r>
      <w:r w:rsidRPr="0051372E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</w:p>
    <w:p w:rsidR="00DE6A6E" w:rsidRPr="0051372E" w:rsidRDefault="00DE6A6E" w:rsidP="006A450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372E">
        <w:rPr>
          <w:rFonts w:ascii="Times New Roman" w:hAnsi="Times New Roman"/>
          <w:sz w:val="24"/>
          <w:szCs w:val="24"/>
        </w:rPr>
        <w:t xml:space="preserve">   Кадас</w:t>
      </w:r>
      <w:r>
        <w:rPr>
          <w:rFonts w:ascii="Times New Roman" w:hAnsi="Times New Roman"/>
          <w:sz w:val="24"/>
          <w:szCs w:val="24"/>
        </w:rPr>
        <w:t>тровий номер: 6125585700:01:003</w:t>
      </w:r>
      <w:r w:rsidRPr="0051372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>0088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Default="00DE6A6E" w:rsidP="000C5F5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1.85  Залуцькому Михайлу Ярославовичу</w:t>
      </w:r>
      <w:r w:rsidRPr="0051372E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</w:t>
      </w:r>
      <w:r>
        <w:rPr>
          <w:rFonts w:ascii="Times New Roman" w:hAnsi="Times New Roman"/>
          <w:sz w:val="24"/>
          <w:szCs w:val="24"/>
        </w:rPr>
        <w:t>рисадибна ділянка) площею 0,0650 га по вул. Підгірна 35 в с. Сосулівка</w:t>
      </w:r>
      <w:r w:rsidRPr="0051372E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0C5F5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6125587500:02:001:2095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Default="00DE6A6E" w:rsidP="0073036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1.86  Хруставка Богданні Петрівні</w:t>
      </w:r>
      <w:r w:rsidRPr="0051372E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</w:t>
      </w:r>
      <w:r>
        <w:rPr>
          <w:rFonts w:ascii="Times New Roman" w:hAnsi="Times New Roman"/>
          <w:sz w:val="24"/>
          <w:szCs w:val="24"/>
        </w:rPr>
        <w:t>рисадибна ділянка) площею 0,1900 га по вул. Підгірна 4 в с. Долина</w:t>
      </w:r>
      <w:r w:rsidRPr="0051372E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51372E" w:rsidRDefault="00DE6A6E" w:rsidP="0007777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номер: 6125589500:03:001:0084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Default="00DE6A6E" w:rsidP="0007777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1.87  Яцук Олександрі Іванівні</w:t>
      </w:r>
      <w:r w:rsidRPr="0051372E">
        <w:rPr>
          <w:rFonts w:ascii="Times New Roman" w:hAnsi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</w:t>
      </w:r>
      <w:r>
        <w:rPr>
          <w:rFonts w:ascii="Times New Roman" w:hAnsi="Times New Roman"/>
          <w:sz w:val="24"/>
          <w:szCs w:val="24"/>
        </w:rPr>
        <w:t>рисадибна ділянка) площею 0,1152 га по вул. Богуна, 10 в с. Нагірянка</w:t>
      </w:r>
      <w:r w:rsidRPr="0051372E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51372E">
        <w:rPr>
          <w:rFonts w:ascii="Times New Roman" w:hAnsi="Times New Roman"/>
          <w:bCs/>
          <w:sz w:val="24"/>
          <w:szCs w:val="24"/>
        </w:rPr>
        <w:t>у приватну власність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Default="00DE6A6E" w:rsidP="0007777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номер: 6125585900:02:001:0097</w:t>
      </w:r>
      <w:r w:rsidRPr="0051372E">
        <w:rPr>
          <w:rFonts w:ascii="Times New Roman" w:hAnsi="Times New Roman"/>
          <w:sz w:val="24"/>
          <w:szCs w:val="24"/>
        </w:rPr>
        <w:t>.</w:t>
      </w:r>
    </w:p>
    <w:p w:rsidR="00DE6A6E" w:rsidRPr="00EA742D" w:rsidRDefault="00DE6A6E" w:rsidP="008C57B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1.88</w:t>
      </w:r>
      <w:r w:rsidRPr="00EA742D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Опиханому Богдану Петровичу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3</w:t>
      </w:r>
      <w:r w:rsidRPr="00EA742D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>5</w:t>
      </w:r>
      <w:r w:rsidRPr="00EA742D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Опиханій Ганні Василівні</w:t>
      </w:r>
      <w:r w:rsidRPr="00EA742D">
        <w:rPr>
          <w:rFonts w:ascii="Times New Roman" w:hAnsi="Times New Roman"/>
          <w:bCs/>
          <w:sz w:val="24"/>
          <w:szCs w:val="24"/>
        </w:rPr>
        <w:t xml:space="preserve"> 1/</w:t>
      </w:r>
      <w:r>
        <w:rPr>
          <w:rFonts w:ascii="Times New Roman" w:hAnsi="Times New Roman"/>
          <w:bCs/>
          <w:sz w:val="24"/>
          <w:szCs w:val="24"/>
        </w:rPr>
        <w:t>5</w:t>
      </w:r>
      <w:r w:rsidRPr="00EA742D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Опиханому Олегу Богдановичу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</w:t>
      </w:r>
      <w:r w:rsidRPr="00EA742D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>5</w:t>
      </w:r>
      <w:r w:rsidRPr="00EA742D">
        <w:rPr>
          <w:rFonts w:ascii="Times New Roman" w:hAnsi="Times New Roman"/>
          <w:bCs/>
          <w:sz w:val="24"/>
          <w:szCs w:val="24"/>
        </w:rPr>
        <w:t xml:space="preserve">   </w:t>
      </w:r>
      <w:r w:rsidRPr="00EA742D">
        <w:rPr>
          <w:rFonts w:ascii="Times New Roman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площею 0,0</w:t>
      </w:r>
      <w:r>
        <w:rPr>
          <w:rFonts w:ascii="Times New Roman" w:hAnsi="Times New Roman"/>
          <w:sz w:val="24"/>
          <w:szCs w:val="24"/>
        </w:rPr>
        <w:t>787</w:t>
      </w:r>
      <w:r w:rsidRPr="00EA742D">
        <w:rPr>
          <w:rFonts w:ascii="Times New Roman" w:hAnsi="Times New Roman"/>
          <w:sz w:val="24"/>
          <w:szCs w:val="24"/>
        </w:rPr>
        <w:t xml:space="preserve"> га по вул. </w:t>
      </w:r>
      <w:r>
        <w:rPr>
          <w:rFonts w:ascii="Times New Roman" w:hAnsi="Times New Roman"/>
          <w:sz w:val="24"/>
          <w:szCs w:val="24"/>
        </w:rPr>
        <w:t>Надрічна</w:t>
      </w:r>
      <w:r w:rsidRPr="00EA742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13</w:t>
      </w:r>
      <w:r w:rsidRPr="00EA742D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</w:rPr>
        <w:t>Долина</w:t>
      </w:r>
      <w:r w:rsidRPr="00EA742D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EA742D">
        <w:rPr>
          <w:rFonts w:ascii="Times New Roman" w:hAnsi="Times New Roman"/>
          <w:sz w:val="24"/>
          <w:szCs w:val="24"/>
        </w:rPr>
        <w:t xml:space="preserve">. </w:t>
      </w:r>
    </w:p>
    <w:p w:rsidR="00DE6A6E" w:rsidRPr="00EA742D" w:rsidRDefault="00DE6A6E" w:rsidP="008C57B4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Кадастровий номер: 612558</w:t>
      </w:r>
      <w:r>
        <w:rPr>
          <w:rFonts w:ascii="Times New Roman" w:hAnsi="Times New Roman"/>
          <w:sz w:val="24"/>
          <w:szCs w:val="24"/>
        </w:rPr>
        <w:t>9</w:t>
      </w:r>
      <w:r w:rsidRPr="00EA742D">
        <w:rPr>
          <w:rFonts w:ascii="Times New Roman" w:hAnsi="Times New Roman"/>
          <w:sz w:val="24"/>
          <w:szCs w:val="24"/>
        </w:rPr>
        <w:t>500:0</w:t>
      </w:r>
      <w:r>
        <w:rPr>
          <w:rFonts w:ascii="Times New Roman" w:hAnsi="Times New Roman"/>
          <w:sz w:val="24"/>
          <w:szCs w:val="24"/>
        </w:rPr>
        <w:t>3</w:t>
      </w:r>
      <w:r w:rsidRPr="00EA742D">
        <w:rPr>
          <w:rFonts w:ascii="Times New Roman" w:hAnsi="Times New Roman"/>
          <w:sz w:val="24"/>
          <w:szCs w:val="24"/>
        </w:rPr>
        <w:t>:001:</w:t>
      </w:r>
      <w:r w:rsidRPr="00EA742D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072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 </w:t>
      </w:r>
    </w:p>
    <w:p w:rsidR="00DE6A6E" w:rsidRPr="00EA742D" w:rsidRDefault="00DE6A6E" w:rsidP="008C57B4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1.89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Опиханому Богдану Петровичу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 w:rsidRPr="00EA742D">
        <w:rPr>
          <w:rFonts w:ascii="Times New Roman" w:hAnsi="Times New Roman"/>
          <w:sz w:val="24"/>
          <w:szCs w:val="24"/>
        </w:rPr>
        <w:t>для ведення особистого селянського господарства загальною площею 0,</w:t>
      </w:r>
      <w:r>
        <w:rPr>
          <w:rFonts w:ascii="Times New Roman" w:hAnsi="Times New Roman"/>
          <w:sz w:val="24"/>
          <w:szCs w:val="24"/>
        </w:rPr>
        <w:t>5366</w:t>
      </w:r>
      <w:r w:rsidRPr="00EA742D">
        <w:rPr>
          <w:rFonts w:ascii="Times New Roman" w:hAnsi="Times New Roman"/>
          <w:sz w:val="24"/>
          <w:szCs w:val="24"/>
        </w:rPr>
        <w:t xml:space="preserve"> га в с. </w:t>
      </w:r>
      <w:r>
        <w:rPr>
          <w:rFonts w:ascii="Times New Roman" w:hAnsi="Times New Roman"/>
          <w:sz w:val="24"/>
          <w:szCs w:val="24"/>
        </w:rPr>
        <w:t>Долина</w:t>
      </w:r>
      <w:r w:rsidRPr="00EA742D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DE6A6E" w:rsidRDefault="00DE6A6E" w:rsidP="008C57B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</w:t>
      </w:r>
      <w:r>
        <w:rPr>
          <w:rFonts w:ascii="Times New Roman" w:hAnsi="Times New Roman"/>
          <w:sz w:val="24"/>
          <w:szCs w:val="24"/>
        </w:rPr>
        <w:t>1025</w:t>
      </w:r>
      <w:r w:rsidRPr="00EA742D">
        <w:rPr>
          <w:rFonts w:ascii="Times New Roman" w:hAnsi="Times New Roman"/>
          <w:sz w:val="24"/>
          <w:szCs w:val="24"/>
        </w:rPr>
        <w:t xml:space="preserve"> га - кадастровий  номер: 612558</w:t>
      </w:r>
      <w:r>
        <w:rPr>
          <w:rFonts w:ascii="Times New Roman" w:hAnsi="Times New Roman"/>
          <w:sz w:val="24"/>
          <w:szCs w:val="24"/>
        </w:rPr>
        <w:t>9</w:t>
      </w:r>
      <w:r w:rsidRPr="00EA742D">
        <w:rPr>
          <w:rFonts w:ascii="Times New Roman" w:hAnsi="Times New Roman"/>
          <w:sz w:val="24"/>
          <w:szCs w:val="24"/>
        </w:rPr>
        <w:t>500:0</w:t>
      </w:r>
      <w:r>
        <w:rPr>
          <w:rFonts w:ascii="Times New Roman" w:hAnsi="Times New Roman"/>
          <w:sz w:val="24"/>
          <w:szCs w:val="24"/>
        </w:rPr>
        <w:t>3</w:t>
      </w:r>
      <w:r w:rsidRPr="00EA742D">
        <w:rPr>
          <w:rFonts w:ascii="Times New Roman" w:hAnsi="Times New Roman"/>
          <w:sz w:val="24"/>
          <w:szCs w:val="24"/>
        </w:rPr>
        <w:t>:001:00</w:t>
      </w:r>
      <w:r>
        <w:rPr>
          <w:rFonts w:ascii="Times New Roman" w:hAnsi="Times New Roman"/>
          <w:sz w:val="24"/>
          <w:szCs w:val="24"/>
        </w:rPr>
        <w:t>71</w:t>
      </w:r>
      <w:r w:rsidRPr="00EA742D">
        <w:rPr>
          <w:rFonts w:ascii="Times New Roman" w:hAnsi="Times New Roman"/>
          <w:sz w:val="24"/>
          <w:szCs w:val="24"/>
        </w:rPr>
        <w:t>;</w:t>
      </w:r>
    </w:p>
    <w:p w:rsidR="00DE6A6E" w:rsidRPr="00EA742D" w:rsidRDefault="00DE6A6E" w:rsidP="00D34E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</w:t>
      </w:r>
      <w:r>
        <w:rPr>
          <w:rFonts w:ascii="Times New Roman" w:hAnsi="Times New Roman"/>
          <w:sz w:val="24"/>
          <w:szCs w:val="24"/>
        </w:rPr>
        <w:t>2018</w:t>
      </w:r>
      <w:r w:rsidRPr="00EA742D">
        <w:rPr>
          <w:rFonts w:ascii="Times New Roman" w:hAnsi="Times New Roman"/>
          <w:sz w:val="24"/>
          <w:szCs w:val="24"/>
        </w:rPr>
        <w:t xml:space="preserve"> га - кадастровий  номер: 612558</w:t>
      </w:r>
      <w:r>
        <w:rPr>
          <w:rFonts w:ascii="Times New Roman" w:hAnsi="Times New Roman"/>
          <w:sz w:val="24"/>
          <w:szCs w:val="24"/>
        </w:rPr>
        <w:t>9</w:t>
      </w:r>
      <w:r w:rsidRPr="00EA742D">
        <w:rPr>
          <w:rFonts w:ascii="Times New Roman" w:hAnsi="Times New Roman"/>
          <w:sz w:val="24"/>
          <w:szCs w:val="24"/>
        </w:rPr>
        <w:t>500:0</w:t>
      </w:r>
      <w:r>
        <w:rPr>
          <w:rFonts w:ascii="Times New Roman" w:hAnsi="Times New Roman"/>
          <w:sz w:val="24"/>
          <w:szCs w:val="24"/>
        </w:rPr>
        <w:t>3</w:t>
      </w:r>
      <w:r w:rsidRPr="00EA742D">
        <w:rPr>
          <w:rFonts w:ascii="Times New Roman" w:hAnsi="Times New Roman"/>
          <w:sz w:val="24"/>
          <w:szCs w:val="24"/>
        </w:rPr>
        <w:t>:001:00</w:t>
      </w:r>
      <w:r>
        <w:rPr>
          <w:rFonts w:ascii="Times New Roman" w:hAnsi="Times New Roman"/>
          <w:sz w:val="24"/>
          <w:szCs w:val="24"/>
        </w:rPr>
        <w:t>88</w:t>
      </w:r>
      <w:r w:rsidRPr="00EA742D">
        <w:rPr>
          <w:rFonts w:ascii="Times New Roman" w:hAnsi="Times New Roman"/>
          <w:sz w:val="24"/>
          <w:szCs w:val="24"/>
        </w:rPr>
        <w:t>;</w:t>
      </w:r>
    </w:p>
    <w:p w:rsidR="00DE6A6E" w:rsidRPr="00EA742D" w:rsidRDefault="00DE6A6E" w:rsidP="00D34E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</w:t>
      </w:r>
      <w:r>
        <w:rPr>
          <w:rFonts w:ascii="Times New Roman" w:hAnsi="Times New Roman"/>
          <w:sz w:val="24"/>
          <w:szCs w:val="24"/>
        </w:rPr>
        <w:t>2323</w:t>
      </w:r>
      <w:r w:rsidRPr="00EA742D">
        <w:rPr>
          <w:rFonts w:ascii="Times New Roman" w:hAnsi="Times New Roman"/>
          <w:sz w:val="24"/>
          <w:szCs w:val="24"/>
        </w:rPr>
        <w:t xml:space="preserve"> га - кадастровий  номер: 612558</w:t>
      </w:r>
      <w:r>
        <w:rPr>
          <w:rFonts w:ascii="Times New Roman" w:hAnsi="Times New Roman"/>
          <w:sz w:val="24"/>
          <w:szCs w:val="24"/>
        </w:rPr>
        <w:t>9</w:t>
      </w:r>
      <w:r w:rsidRPr="00EA742D">
        <w:rPr>
          <w:rFonts w:ascii="Times New Roman" w:hAnsi="Times New Roman"/>
          <w:sz w:val="24"/>
          <w:szCs w:val="24"/>
        </w:rPr>
        <w:t>500:0</w:t>
      </w:r>
      <w:r>
        <w:rPr>
          <w:rFonts w:ascii="Times New Roman" w:hAnsi="Times New Roman"/>
          <w:sz w:val="24"/>
          <w:szCs w:val="24"/>
        </w:rPr>
        <w:t>2</w:t>
      </w:r>
      <w:r w:rsidRPr="00EA742D">
        <w:rPr>
          <w:rFonts w:ascii="Times New Roman" w:hAnsi="Times New Roman"/>
          <w:sz w:val="24"/>
          <w:szCs w:val="24"/>
        </w:rPr>
        <w:t>:001:0</w:t>
      </w:r>
      <w:r>
        <w:rPr>
          <w:rFonts w:ascii="Times New Roman" w:hAnsi="Times New Roman"/>
          <w:sz w:val="24"/>
          <w:szCs w:val="24"/>
        </w:rPr>
        <w:t>124.</w:t>
      </w:r>
    </w:p>
    <w:p w:rsidR="00DE6A6E" w:rsidRPr="00EA742D" w:rsidRDefault="00DE6A6E" w:rsidP="00D34E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1.90</w:t>
      </w:r>
      <w:r w:rsidRPr="00EA742D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Опиханому Івану Михайловичу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1/2</w:t>
      </w:r>
      <w:r w:rsidRPr="00EA742D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Опиханій Іванні Богданівні 1/2</w:t>
      </w:r>
      <w:r w:rsidRPr="00EA742D">
        <w:rPr>
          <w:rFonts w:ascii="Times New Roman" w:hAnsi="Times New Roman"/>
          <w:bCs/>
          <w:sz w:val="24"/>
          <w:szCs w:val="24"/>
        </w:rPr>
        <w:t xml:space="preserve">, </w:t>
      </w:r>
      <w:r w:rsidRPr="00EA742D">
        <w:rPr>
          <w:rFonts w:ascii="Times New Roman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площею 0,0</w:t>
      </w:r>
      <w:r>
        <w:rPr>
          <w:rFonts w:ascii="Times New Roman" w:hAnsi="Times New Roman"/>
          <w:sz w:val="24"/>
          <w:szCs w:val="24"/>
        </w:rPr>
        <w:t>830</w:t>
      </w:r>
      <w:r w:rsidRPr="00EA742D">
        <w:rPr>
          <w:rFonts w:ascii="Times New Roman" w:hAnsi="Times New Roman"/>
          <w:sz w:val="24"/>
          <w:szCs w:val="24"/>
        </w:rPr>
        <w:t xml:space="preserve"> га по вул. </w:t>
      </w:r>
      <w:r>
        <w:rPr>
          <w:rFonts w:ascii="Times New Roman" w:hAnsi="Times New Roman"/>
          <w:sz w:val="24"/>
          <w:szCs w:val="24"/>
        </w:rPr>
        <w:t>Вишнева</w:t>
      </w:r>
      <w:r w:rsidRPr="00EA742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</w:t>
      </w:r>
      <w:r w:rsidRPr="00EA742D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</w:rPr>
        <w:t>Шульганівка</w:t>
      </w:r>
      <w:r w:rsidRPr="00EA742D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</w:t>
      </w:r>
      <w:r w:rsidRPr="00EA742D">
        <w:rPr>
          <w:rFonts w:ascii="Times New Roman" w:hAnsi="Times New Roman"/>
          <w:bCs/>
          <w:sz w:val="24"/>
          <w:szCs w:val="24"/>
        </w:rPr>
        <w:t>у приватну спільну часткову власність</w:t>
      </w:r>
      <w:r w:rsidRPr="00EA742D">
        <w:rPr>
          <w:rFonts w:ascii="Times New Roman" w:hAnsi="Times New Roman"/>
          <w:sz w:val="24"/>
          <w:szCs w:val="24"/>
        </w:rPr>
        <w:t xml:space="preserve">. </w:t>
      </w:r>
    </w:p>
    <w:p w:rsidR="00DE6A6E" w:rsidRPr="00EA742D" w:rsidRDefault="00DE6A6E" w:rsidP="00D34EDA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Кадастровий номер: 612558</w:t>
      </w:r>
      <w:r>
        <w:rPr>
          <w:rFonts w:ascii="Times New Roman" w:hAnsi="Times New Roman"/>
          <w:sz w:val="24"/>
          <w:szCs w:val="24"/>
        </w:rPr>
        <w:t>9</w:t>
      </w:r>
      <w:r w:rsidRPr="00EA742D">
        <w:rPr>
          <w:rFonts w:ascii="Times New Roman" w:hAnsi="Times New Roman"/>
          <w:sz w:val="24"/>
          <w:szCs w:val="24"/>
        </w:rPr>
        <w:t>500:0</w:t>
      </w:r>
      <w:r>
        <w:rPr>
          <w:rFonts w:ascii="Times New Roman" w:hAnsi="Times New Roman"/>
          <w:sz w:val="24"/>
          <w:szCs w:val="24"/>
        </w:rPr>
        <w:t>2</w:t>
      </w:r>
      <w:r w:rsidRPr="00EA742D">
        <w:rPr>
          <w:rFonts w:ascii="Times New Roman" w:hAnsi="Times New Roman"/>
          <w:sz w:val="24"/>
          <w:szCs w:val="24"/>
        </w:rPr>
        <w:t>:001:</w:t>
      </w:r>
      <w:r w:rsidRPr="00EA742D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118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 </w:t>
      </w:r>
    </w:p>
    <w:p w:rsidR="00DE6A6E" w:rsidRPr="00EA742D" w:rsidRDefault="00DE6A6E" w:rsidP="00D34ED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1.91</w:t>
      </w:r>
      <w:r w:rsidRPr="00EA742D">
        <w:rPr>
          <w:rFonts w:ascii="Times New Roman" w:hAnsi="Times New Roman"/>
          <w:sz w:val="24"/>
          <w:szCs w:val="24"/>
        </w:rPr>
        <w:t>.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Опиханому Івану Михайловичу</w:t>
      </w:r>
      <w:r w:rsidRPr="00EA742D">
        <w:rPr>
          <w:rFonts w:ascii="Times New Roman" w:hAnsi="Times New Roman"/>
          <w:bCs/>
          <w:sz w:val="24"/>
          <w:szCs w:val="24"/>
        </w:rPr>
        <w:t xml:space="preserve"> </w:t>
      </w:r>
      <w:r w:rsidRPr="00EA742D">
        <w:rPr>
          <w:rFonts w:ascii="Times New Roman" w:hAnsi="Times New Roman"/>
          <w:sz w:val="24"/>
          <w:szCs w:val="24"/>
        </w:rPr>
        <w:t>для ведення особистого селянського господарства загальною площею 0,</w:t>
      </w:r>
      <w:r>
        <w:rPr>
          <w:rFonts w:ascii="Times New Roman" w:hAnsi="Times New Roman"/>
          <w:sz w:val="24"/>
          <w:szCs w:val="24"/>
        </w:rPr>
        <w:t>4595</w:t>
      </w:r>
      <w:r w:rsidRPr="00EA742D">
        <w:rPr>
          <w:rFonts w:ascii="Times New Roman" w:hAnsi="Times New Roman"/>
          <w:sz w:val="24"/>
          <w:szCs w:val="24"/>
        </w:rPr>
        <w:t xml:space="preserve"> га в с. </w:t>
      </w:r>
      <w:r>
        <w:rPr>
          <w:rFonts w:ascii="Times New Roman" w:hAnsi="Times New Roman"/>
          <w:sz w:val="24"/>
          <w:szCs w:val="24"/>
        </w:rPr>
        <w:t>Шульганівка</w:t>
      </w:r>
      <w:r w:rsidRPr="00EA742D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DE6A6E" w:rsidRDefault="00DE6A6E" w:rsidP="00D34E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</w:t>
      </w:r>
      <w:r>
        <w:rPr>
          <w:rFonts w:ascii="Times New Roman" w:hAnsi="Times New Roman"/>
          <w:sz w:val="24"/>
          <w:szCs w:val="24"/>
        </w:rPr>
        <w:t>0450</w:t>
      </w:r>
      <w:r w:rsidRPr="00EA742D">
        <w:rPr>
          <w:rFonts w:ascii="Times New Roman" w:hAnsi="Times New Roman"/>
          <w:sz w:val="24"/>
          <w:szCs w:val="24"/>
        </w:rPr>
        <w:t xml:space="preserve"> га - кадастровий  номер: 612558</w:t>
      </w:r>
      <w:r>
        <w:rPr>
          <w:rFonts w:ascii="Times New Roman" w:hAnsi="Times New Roman"/>
          <w:sz w:val="24"/>
          <w:szCs w:val="24"/>
        </w:rPr>
        <w:t>9</w:t>
      </w:r>
      <w:r w:rsidRPr="00EA742D">
        <w:rPr>
          <w:rFonts w:ascii="Times New Roman" w:hAnsi="Times New Roman"/>
          <w:sz w:val="24"/>
          <w:szCs w:val="24"/>
        </w:rPr>
        <w:t>500:0</w:t>
      </w:r>
      <w:r>
        <w:rPr>
          <w:rFonts w:ascii="Times New Roman" w:hAnsi="Times New Roman"/>
          <w:sz w:val="24"/>
          <w:szCs w:val="24"/>
        </w:rPr>
        <w:t>2</w:t>
      </w:r>
      <w:r w:rsidRPr="00EA742D">
        <w:rPr>
          <w:rFonts w:ascii="Times New Roman" w:hAnsi="Times New Roman"/>
          <w:sz w:val="24"/>
          <w:szCs w:val="24"/>
        </w:rPr>
        <w:t>:001:0</w:t>
      </w:r>
      <w:r>
        <w:rPr>
          <w:rFonts w:ascii="Times New Roman" w:hAnsi="Times New Roman"/>
          <w:sz w:val="24"/>
          <w:szCs w:val="24"/>
        </w:rPr>
        <w:t>116</w:t>
      </w:r>
      <w:r w:rsidRPr="00EA742D">
        <w:rPr>
          <w:rFonts w:ascii="Times New Roman" w:hAnsi="Times New Roman"/>
          <w:sz w:val="24"/>
          <w:szCs w:val="24"/>
        </w:rPr>
        <w:t>;</w:t>
      </w:r>
    </w:p>
    <w:p w:rsidR="00DE6A6E" w:rsidRPr="00EA742D" w:rsidRDefault="00DE6A6E" w:rsidP="00D34E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</w:t>
      </w:r>
      <w:r>
        <w:rPr>
          <w:rFonts w:ascii="Times New Roman" w:hAnsi="Times New Roman"/>
          <w:sz w:val="24"/>
          <w:szCs w:val="24"/>
        </w:rPr>
        <w:t>1945</w:t>
      </w:r>
      <w:r w:rsidRPr="00EA742D">
        <w:rPr>
          <w:rFonts w:ascii="Times New Roman" w:hAnsi="Times New Roman"/>
          <w:sz w:val="24"/>
          <w:szCs w:val="24"/>
        </w:rPr>
        <w:t xml:space="preserve"> га - кадастровий  номер: 612558</w:t>
      </w:r>
      <w:r>
        <w:rPr>
          <w:rFonts w:ascii="Times New Roman" w:hAnsi="Times New Roman"/>
          <w:sz w:val="24"/>
          <w:szCs w:val="24"/>
        </w:rPr>
        <w:t>9</w:t>
      </w:r>
      <w:r w:rsidRPr="00EA742D">
        <w:rPr>
          <w:rFonts w:ascii="Times New Roman" w:hAnsi="Times New Roman"/>
          <w:sz w:val="24"/>
          <w:szCs w:val="24"/>
        </w:rPr>
        <w:t>500:0</w:t>
      </w:r>
      <w:r>
        <w:rPr>
          <w:rFonts w:ascii="Times New Roman" w:hAnsi="Times New Roman"/>
          <w:sz w:val="24"/>
          <w:szCs w:val="24"/>
        </w:rPr>
        <w:t>2</w:t>
      </w:r>
      <w:r w:rsidRPr="00EA742D">
        <w:rPr>
          <w:rFonts w:ascii="Times New Roman" w:hAnsi="Times New Roman"/>
          <w:sz w:val="24"/>
          <w:szCs w:val="24"/>
        </w:rPr>
        <w:t>:001:0</w:t>
      </w:r>
      <w:r>
        <w:rPr>
          <w:rFonts w:ascii="Times New Roman" w:hAnsi="Times New Roman"/>
          <w:sz w:val="24"/>
          <w:szCs w:val="24"/>
        </w:rPr>
        <w:t>106</w:t>
      </w:r>
      <w:r w:rsidRPr="00EA742D">
        <w:rPr>
          <w:rFonts w:ascii="Times New Roman" w:hAnsi="Times New Roman"/>
          <w:sz w:val="24"/>
          <w:szCs w:val="24"/>
        </w:rPr>
        <w:t>;</w:t>
      </w:r>
    </w:p>
    <w:p w:rsidR="00DE6A6E" w:rsidRPr="00EA742D" w:rsidRDefault="00DE6A6E" w:rsidP="00D34E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A742D">
        <w:rPr>
          <w:rFonts w:ascii="Times New Roman" w:hAnsi="Times New Roman"/>
          <w:sz w:val="24"/>
          <w:szCs w:val="24"/>
        </w:rPr>
        <w:t>- 0,</w:t>
      </w:r>
      <w:r>
        <w:rPr>
          <w:rFonts w:ascii="Times New Roman" w:hAnsi="Times New Roman"/>
          <w:sz w:val="24"/>
          <w:szCs w:val="24"/>
        </w:rPr>
        <w:t>2200</w:t>
      </w:r>
      <w:r w:rsidRPr="00EA742D">
        <w:rPr>
          <w:rFonts w:ascii="Times New Roman" w:hAnsi="Times New Roman"/>
          <w:sz w:val="24"/>
          <w:szCs w:val="24"/>
        </w:rPr>
        <w:t xml:space="preserve"> га - кадастровий  номер: 612558</w:t>
      </w:r>
      <w:r>
        <w:rPr>
          <w:rFonts w:ascii="Times New Roman" w:hAnsi="Times New Roman"/>
          <w:sz w:val="24"/>
          <w:szCs w:val="24"/>
        </w:rPr>
        <w:t>9</w:t>
      </w:r>
      <w:r w:rsidRPr="00EA742D">
        <w:rPr>
          <w:rFonts w:ascii="Times New Roman" w:hAnsi="Times New Roman"/>
          <w:sz w:val="24"/>
          <w:szCs w:val="24"/>
        </w:rPr>
        <w:t>500:0</w:t>
      </w:r>
      <w:r>
        <w:rPr>
          <w:rFonts w:ascii="Times New Roman" w:hAnsi="Times New Roman"/>
          <w:sz w:val="24"/>
          <w:szCs w:val="24"/>
        </w:rPr>
        <w:t>2</w:t>
      </w:r>
      <w:r w:rsidRPr="00EA742D">
        <w:rPr>
          <w:rFonts w:ascii="Times New Roman" w:hAnsi="Times New Roman"/>
          <w:sz w:val="24"/>
          <w:szCs w:val="24"/>
        </w:rPr>
        <w:t>:001:0</w:t>
      </w:r>
      <w:r>
        <w:rPr>
          <w:rFonts w:ascii="Times New Roman" w:hAnsi="Times New Roman"/>
          <w:sz w:val="24"/>
          <w:szCs w:val="24"/>
        </w:rPr>
        <w:t>107.</w:t>
      </w:r>
    </w:p>
    <w:p w:rsidR="00DE6A6E" w:rsidRPr="0051372E" w:rsidRDefault="00DE6A6E" w:rsidP="00D34ED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6A6E" w:rsidRPr="0051372E" w:rsidRDefault="00DE6A6E" w:rsidP="008A3D4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6A6E" w:rsidRPr="00EA742D" w:rsidRDefault="00DE6A6E" w:rsidP="002304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68B3">
        <w:rPr>
          <w:rFonts w:ascii="Times New Roman" w:hAnsi="Times New Roman"/>
          <w:b/>
          <w:sz w:val="24"/>
          <w:szCs w:val="24"/>
        </w:rPr>
        <w:t>2.</w:t>
      </w:r>
      <w:r w:rsidRPr="00EA742D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DE6A6E" w:rsidRPr="00D10137" w:rsidRDefault="00DE6A6E" w:rsidP="002304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b/>
          <w:sz w:val="24"/>
          <w:szCs w:val="24"/>
        </w:rPr>
        <w:t xml:space="preserve">3. </w:t>
      </w:r>
      <w:r w:rsidRPr="00D10137">
        <w:rPr>
          <w:rFonts w:ascii="Times New Roman" w:hAnsi="Times New Roman"/>
          <w:sz w:val="24"/>
          <w:szCs w:val="24"/>
        </w:rPr>
        <w:t>В</w:t>
      </w:r>
      <w:r w:rsidRPr="00D10137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D10137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D10137">
        <w:rPr>
          <w:rFonts w:ascii="Times New Roman" w:hAnsi="Times New Roman"/>
          <w:sz w:val="24"/>
          <w:szCs w:val="24"/>
          <w:lang w:val="uk-UA"/>
        </w:rPr>
        <w:t>ва</w:t>
      </w:r>
      <w:r w:rsidRPr="00D10137">
        <w:rPr>
          <w:rFonts w:ascii="Times New Roman" w:hAnsi="Times New Roman"/>
          <w:sz w:val="24"/>
          <w:szCs w:val="24"/>
        </w:rPr>
        <w:t>.</w:t>
      </w:r>
    </w:p>
    <w:p w:rsidR="00DE6A6E" w:rsidRPr="00D10137" w:rsidRDefault="00DE6A6E" w:rsidP="0023044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10137">
        <w:rPr>
          <w:rFonts w:ascii="Times New Roman" w:hAnsi="Times New Roman"/>
          <w:b/>
          <w:sz w:val="24"/>
          <w:szCs w:val="24"/>
        </w:rPr>
        <w:t xml:space="preserve">. </w:t>
      </w:r>
      <w:r w:rsidRPr="00D1013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1013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DE6A6E" w:rsidRDefault="00DE6A6E" w:rsidP="0023044C">
      <w:pPr>
        <w:jc w:val="both"/>
        <w:rPr>
          <w:rFonts w:ascii="Times New Roman" w:hAnsi="Times New Roman"/>
          <w:sz w:val="24"/>
          <w:szCs w:val="24"/>
        </w:rPr>
      </w:pPr>
      <w:r w:rsidRPr="00D10137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    </w:t>
      </w:r>
      <w:r>
        <w:rPr>
          <w:rFonts w:ascii="Times New Roman" w:hAnsi="Times New Roman"/>
          <w:sz w:val="24"/>
          <w:szCs w:val="24"/>
        </w:rPr>
        <w:t xml:space="preserve">Ігор КІНДРАТ         </w:t>
      </w:r>
    </w:p>
    <w:p w:rsidR="00DE6A6E" w:rsidRDefault="00DE6A6E" w:rsidP="0023044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E6A6E" w:rsidRPr="0051372E" w:rsidRDefault="00DE6A6E" w:rsidP="0023044C">
      <w:pPr>
        <w:rPr>
          <w:rFonts w:ascii="Times New Roman" w:hAnsi="Times New Roman"/>
          <w:sz w:val="24"/>
          <w:szCs w:val="24"/>
          <w:lang w:val="uk-UA"/>
        </w:rPr>
      </w:pPr>
      <w:r w:rsidRPr="0051372E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DE6A6E" w:rsidRPr="0051372E" w:rsidRDefault="00DE6A6E" w:rsidP="0023044C">
      <w:pPr>
        <w:rPr>
          <w:rFonts w:ascii="Times New Roman" w:hAnsi="Times New Roman"/>
          <w:sz w:val="24"/>
          <w:szCs w:val="24"/>
          <w:lang w:val="uk-UA"/>
        </w:rPr>
      </w:pPr>
      <w:r w:rsidRPr="0051372E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DE6A6E" w:rsidRPr="0051372E" w:rsidRDefault="00DE6A6E" w:rsidP="0023044C">
      <w:pPr>
        <w:rPr>
          <w:rFonts w:ascii="Times New Roman" w:hAnsi="Times New Roman"/>
          <w:sz w:val="24"/>
          <w:szCs w:val="24"/>
          <w:lang w:val="uk-UA"/>
        </w:rPr>
      </w:pPr>
      <w:r w:rsidRPr="0051372E">
        <w:rPr>
          <w:rFonts w:ascii="Times New Roman" w:hAnsi="Times New Roman"/>
          <w:sz w:val="24"/>
          <w:szCs w:val="24"/>
          <w:lang w:val="uk-UA"/>
        </w:rPr>
        <w:t>Тетяна САВІНКІНА</w:t>
      </w:r>
    </w:p>
    <w:p w:rsidR="00DE6A6E" w:rsidRPr="0051372E" w:rsidRDefault="00DE6A6E" w:rsidP="0023044C">
      <w:pPr>
        <w:rPr>
          <w:rFonts w:ascii="Times New Roman" w:hAnsi="Times New Roman"/>
          <w:sz w:val="24"/>
          <w:szCs w:val="24"/>
          <w:lang w:val="uk-UA"/>
        </w:rPr>
      </w:pPr>
      <w:r w:rsidRPr="0051372E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p w:rsidR="00DE6A6E" w:rsidRDefault="00DE6A6E" w:rsidP="0023044C">
      <w:pPr>
        <w:rPr>
          <w:lang w:val="uk-UA"/>
        </w:rPr>
      </w:pPr>
    </w:p>
    <w:p w:rsidR="00DE6A6E" w:rsidRDefault="00DE6A6E" w:rsidP="0023044C">
      <w:pPr>
        <w:rPr>
          <w:lang w:val="uk-UA"/>
        </w:rPr>
      </w:pPr>
    </w:p>
    <w:p w:rsidR="00DE6A6E" w:rsidRPr="0016415B" w:rsidRDefault="00DE6A6E" w:rsidP="0023044C">
      <w:pPr>
        <w:rPr>
          <w:lang w:val="uk-UA"/>
        </w:rPr>
      </w:pPr>
    </w:p>
    <w:p w:rsidR="00DE6A6E" w:rsidRPr="0023044C" w:rsidRDefault="00DE6A6E">
      <w:pPr>
        <w:rPr>
          <w:lang w:val="uk-UA"/>
        </w:rPr>
      </w:pPr>
    </w:p>
    <w:sectPr w:rsidR="00DE6A6E" w:rsidRPr="0023044C" w:rsidSect="00C2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D0"/>
    <w:rsid w:val="0002517E"/>
    <w:rsid w:val="00036659"/>
    <w:rsid w:val="00036D52"/>
    <w:rsid w:val="00062979"/>
    <w:rsid w:val="00076904"/>
    <w:rsid w:val="00077775"/>
    <w:rsid w:val="00084D5D"/>
    <w:rsid w:val="000A5A03"/>
    <w:rsid w:val="000B40DA"/>
    <w:rsid w:val="000C5F5F"/>
    <w:rsid w:val="000E4CB0"/>
    <w:rsid w:val="00103BDE"/>
    <w:rsid w:val="001047E4"/>
    <w:rsid w:val="001125D7"/>
    <w:rsid w:val="00122506"/>
    <w:rsid w:val="001375C4"/>
    <w:rsid w:val="00156593"/>
    <w:rsid w:val="0016415B"/>
    <w:rsid w:val="0016560C"/>
    <w:rsid w:val="00170FD1"/>
    <w:rsid w:val="00196BB4"/>
    <w:rsid w:val="001C6CF7"/>
    <w:rsid w:val="001D7F53"/>
    <w:rsid w:val="001F7876"/>
    <w:rsid w:val="002071AC"/>
    <w:rsid w:val="0023044C"/>
    <w:rsid w:val="00241B49"/>
    <w:rsid w:val="002525EF"/>
    <w:rsid w:val="002623BD"/>
    <w:rsid w:val="00263487"/>
    <w:rsid w:val="00264AE7"/>
    <w:rsid w:val="002675C5"/>
    <w:rsid w:val="00270B8C"/>
    <w:rsid w:val="00294F16"/>
    <w:rsid w:val="0029512E"/>
    <w:rsid w:val="002963A3"/>
    <w:rsid w:val="002B04EA"/>
    <w:rsid w:val="002D0348"/>
    <w:rsid w:val="002E572B"/>
    <w:rsid w:val="002F2023"/>
    <w:rsid w:val="002F3B71"/>
    <w:rsid w:val="002F41F9"/>
    <w:rsid w:val="00300057"/>
    <w:rsid w:val="00321F4F"/>
    <w:rsid w:val="00357E62"/>
    <w:rsid w:val="00384E9E"/>
    <w:rsid w:val="003A6AB9"/>
    <w:rsid w:val="003C0099"/>
    <w:rsid w:val="003C3085"/>
    <w:rsid w:val="003D25AF"/>
    <w:rsid w:val="003E5A44"/>
    <w:rsid w:val="003F760F"/>
    <w:rsid w:val="004255A8"/>
    <w:rsid w:val="00436849"/>
    <w:rsid w:val="00456349"/>
    <w:rsid w:val="00482BC2"/>
    <w:rsid w:val="00485024"/>
    <w:rsid w:val="004A3A11"/>
    <w:rsid w:val="004B5426"/>
    <w:rsid w:val="004D2CEF"/>
    <w:rsid w:val="004F009D"/>
    <w:rsid w:val="00506EDF"/>
    <w:rsid w:val="00512125"/>
    <w:rsid w:val="00513160"/>
    <w:rsid w:val="0051372E"/>
    <w:rsid w:val="005221FF"/>
    <w:rsid w:val="00570820"/>
    <w:rsid w:val="00573635"/>
    <w:rsid w:val="005926E7"/>
    <w:rsid w:val="005A6E6E"/>
    <w:rsid w:val="005E52E5"/>
    <w:rsid w:val="006073D1"/>
    <w:rsid w:val="00637193"/>
    <w:rsid w:val="00645B35"/>
    <w:rsid w:val="00646905"/>
    <w:rsid w:val="0064697E"/>
    <w:rsid w:val="00646E6C"/>
    <w:rsid w:val="00653019"/>
    <w:rsid w:val="006853C1"/>
    <w:rsid w:val="006910C6"/>
    <w:rsid w:val="00694EDD"/>
    <w:rsid w:val="00695561"/>
    <w:rsid w:val="006A4506"/>
    <w:rsid w:val="006A7EA3"/>
    <w:rsid w:val="006B33E2"/>
    <w:rsid w:val="006D1238"/>
    <w:rsid w:val="006E3FB7"/>
    <w:rsid w:val="006F3EB0"/>
    <w:rsid w:val="007018EB"/>
    <w:rsid w:val="00707F58"/>
    <w:rsid w:val="007112C8"/>
    <w:rsid w:val="0071184D"/>
    <w:rsid w:val="0072783D"/>
    <w:rsid w:val="0073036F"/>
    <w:rsid w:val="00731A41"/>
    <w:rsid w:val="00736A53"/>
    <w:rsid w:val="00760D5C"/>
    <w:rsid w:val="007A75D1"/>
    <w:rsid w:val="007B5A32"/>
    <w:rsid w:val="007B7F8A"/>
    <w:rsid w:val="007C1AC6"/>
    <w:rsid w:val="007C3165"/>
    <w:rsid w:val="007D62F5"/>
    <w:rsid w:val="007E413D"/>
    <w:rsid w:val="007F2F15"/>
    <w:rsid w:val="00815B8C"/>
    <w:rsid w:val="00815C32"/>
    <w:rsid w:val="00817D9B"/>
    <w:rsid w:val="00842F97"/>
    <w:rsid w:val="00880EE8"/>
    <w:rsid w:val="00887D31"/>
    <w:rsid w:val="008A3D4F"/>
    <w:rsid w:val="008A73E2"/>
    <w:rsid w:val="008C57B4"/>
    <w:rsid w:val="008D0D87"/>
    <w:rsid w:val="008D2B02"/>
    <w:rsid w:val="009060EF"/>
    <w:rsid w:val="00920D23"/>
    <w:rsid w:val="009328F7"/>
    <w:rsid w:val="009434A3"/>
    <w:rsid w:val="009445DA"/>
    <w:rsid w:val="00945586"/>
    <w:rsid w:val="00953325"/>
    <w:rsid w:val="00962919"/>
    <w:rsid w:val="00966FA5"/>
    <w:rsid w:val="00977DFC"/>
    <w:rsid w:val="00992A28"/>
    <w:rsid w:val="00994211"/>
    <w:rsid w:val="009C4A06"/>
    <w:rsid w:val="009D5E80"/>
    <w:rsid w:val="009D7CC0"/>
    <w:rsid w:val="009F39C1"/>
    <w:rsid w:val="00A000C6"/>
    <w:rsid w:val="00A13C11"/>
    <w:rsid w:val="00A337E6"/>
    <w:rsid w:val="00A341DF"/>
    <w:rsid w:val="00A368B3"/>
    <w:rsid w:val="00A54DAD"/>
    <w:rsid w:val="00AA7BA8"/>
    <w:rsid w:val="00AC73A6"/>
    <w:rsid w:val="00B16334"/>
    <w:rsid w:val="00B35F53"/>
    <w:rsid w:val="00B510FD"/>
    <w:rsid w:val="00B577F5"/>
    <w:rsid w:val="00B73356"/>
    <w:rsid w:val="00B801D0"/>
    <w:rsid w:val="00B96A25"/>
    <w:rsid w:val="00BB5157"/>
    <w:rsid w:val="00BC55C1"/>
    <w:rsid w:val="00BE27F3"/>
    <w:rsid w:val="00C00B3E"/>
    <w:rsid w:val="00C04787"/>
    <w:rsid w:val="00C06E43"/>
    <w:rsid w:val="00C157A7"/>
    <w:rsid w:val="00C2509C"/>
    <w:rsid w:val="00C426A2"/>
    <w:rsid w:val="00C45094"/>
    <w:rsid w:val="00C766B0"/>
    <w:rsid w:val="00C86B0B"/>
    <w:rsid w:val="00C97359"/>
    <w:rsid w:val="00CA2A43"/>
    <w:rsid w:val="00CC7FD1"/>
    <w:rsid w:val="00D076D0"/>
    <w:rsid w:val="00D10137"/>
    <w:rsid w:val="00D11EB0"/>
    <w:rsid w:val="00D23F3D"/>
    <w:rsid w:val="00D25D71"/>
    <w:rsid w:val="00D32355"/>
    <w:rsid w:val="00D34230"/>
    <w:rsid w:val="00D34EDA"/>
    <w:rsid w:val="00D47360"/>
    <w:rsid w:val="00D620A7"/>
    <w:rsid w:val="00DB6BFD"/>
    <w:rsid w:val="00DE1AB5"/>
    <w:rsid w:val="00DE6A6E"/>
    <w:rsid w:val="00DF0AF8"/>
    <w:rsid w:val="00DF61C9"/>
    <w:rsid w:val="00E050C4"/>
    <w:rsid w:val="00E23982"/>
    <w:rsid w:val="00E24EC3"/>
    <w:rsid w:val="00E31932"/>
    <w:rsid w:val="00E77AC1"/>
    <w:rsid w:val="00E817E6"/>
    <w:rsid w:val="00E829C4"/>
    <w:rsid w:val="00E917F0"/>
    <w:rsid w:val="00EA742D"/>
    <w:rsid w:val="00EC714E"/>
    <w:rsid w:val="00ED4E8F"/>
    <w:rsid w:val="00EE27EC"/>
    <w:rsid w:val="00EE6227"/>
    <w:rsid w:val="00F264D2"/>
    <w:rsid w:val="00F4424C"/>
    <w:rsid w:val="00F5448A"/>
    <w:rsid w:val="00F5671A"/>
    <w:rsid w:val="00F83A90"/>
    <w:rsid w:val="00FB5667"/>
    <w:rsid w:val="00FD50C8"/>
    <w:rsid w:val="00FE29A2"/>
    <w:rsid w:val="00FE3E26"/>
    <w:rsid w:val="00FE4DFD"/>
    <w:rsid w:val="00FF014A"/>
    <w:rsid w:val="00FF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4C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3044C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70820"/>
    <w:pPr>
      <w:spacing w:after="0" w:line="240" w:lineRule="auto"/>
    </w:pPr>
    <w:rPr>
      <w:rFonts w:ascii="Tahoma" w:hAnsi="Tahoma"/>
      <w:sz w:val="16"/>
      <w:szCs w:val="20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0820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06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327</TotalTime>
  <Pages>10</Pages>
  <Words>4587</Words>
  <Characters>26147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cp:lastPrinted>2022-02-14T14:14:00Z</cp:lastPrinted>
  <dcterms:created xsi:type="dcterms:W3CDTF">2022-01-26T10:11:00Z</dcterms:created>
  <dcterms:modified xsi:type="dcterms:W3CDTF">2022-02-14T14:15:00Z</dcterms:modified>
</cp:coreProperties>
</file>