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2F2" w:rsidRPr="009E02DF" w:rsidRDefault="00E442F2" w:rsidP="00503E24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9E02DF">
        <w:rPr>
          <w:rFonts w:ascii="Times New Roman" w:hAnsi="Times New Roman"/>
          <w:sz w:val="24"/>
          <w:szCs w:val="24"/>
        </w:rPr>
        <w:t xml:space="preserve">12                                                   </w:t>
      </w:r>
    </w:p>
    <w:p w:rsidR="00E442F2" w:rsidRPr="009E02DF" w:rsidRDefault="00E442F2" w:rsidP="00503E24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E442F2" w:rsidRPr="009E02DF" w:rsidRDefault="00E442F2" w:rsidP="00503E24">
      <w:pPr>
        <w:pStyle w:val="1"/>
        <w:jc w:val="right"/>
        <w:rPr>
          <w:rFonts w:ascii="Times New Roman" w:hAnsi="Times New Roman"/>
          <w:noProof/>
          <w:sz w:val="24"/>
          <w:szCs w:val="24"/>
        </w:rPr>
      </w:pPr>
      <w:r w:rsidRPr="009E02DF">
        <w:rPr>
          <w:rFonts w:ascii="Times New Roman" w:hAnsi="Times New Roman"/>
          <w:sz w:val="24"/>
          <w:szCs w:val="24"/>
        </w:rPr>
        <w:t xml:space="preserve">   ПРОЄКТ</w:t>
      </w:r>
    </w:p>
    <w:p w:rsidR="00E442F2" w:rsidRPr="009E02DF" w:rsidRDefault="00E442F2" w:rsidP="001D048E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E442F2" w:rsidRPr="009E02DF" w:rsidRDefault="00E442F2" w:rsidP="001D048E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B137B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E442F2" w:rsidRPr="009E02DF" w:rsidRDefault="00E442F2" w:rsidP="001D048E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9E02DF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E442F2" w:rsidRPr="009E02DF" w:rsidRDefault="00E442F2" w:rsidP="001D048E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9E02DF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E442F2" w:rsidRPr="009E02DF" w:rsidRDefault="00E442F2" w:rsidP="001D048E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E442F2" w:rsidRPr="009E02DF" w:rsidRDefault="00E442F2" w:rsidP="00522E38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>ДВАНАДЦЯТА СЕСІЯ</w:t>
      </w:r>
    </w:p>
    <w:p w:rsidR="00E442F2" w:rsidRPr="009E02DF" w:rsidRDefault="00E442F2" w:rsidP="001D048E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>РІШЕННЯ</w:t>
      </w:r>
    </w:p>
    <w:p w:rsidR="00E442F2" w:rsidRPr="009E02DF" w:rsidRDefault="00E442F2" w:rsidP="001D048E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 xml:space="preserve">   ___ ______________ 2021 </w:t>
      </w:r>
      <w:r w:rsidRPr="009E02DF">
        <w:rPr>
          <w:rFonts w:ascii="Times New Roman" w:hAnsi="Times New Roman"/>
          <w:sz w:val="24"/>
          <w:szCs w:val="24"/>
          <w:lang w:eastAsia="ru-RU"/>
        </w:rPr>
        <w:t xml:space="preserve"> року                №</w:t>
      </w:r>
      <w:r w:rsidRPr="009E02DF">
        <w:rPr>
          <w:rFonts w:ascii="Times New Roman" w:hAnsi="Times New Roman"/>
          <w:sz w:val="24"/>
          <w:szCs w:val="24"/>
          <w:lang w:val="uk-UA" w:eastAsia="ru-RU"/>
        </w:rPr>
        <w:t xml:space="preserve"> ________ </w:t>
      </w:r>
    </w:p>
    <w:p w:rsidR="00E442F2" w:rsidRPr="009E02DF" w:rsidRDefault="00E442F2" w:rsidP="001D048E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>с-ще Нагірянка</w:t>
      </w:r>
    </w:p>
    <w:p w:rsidR="00E442F2" w:rsidRPr="009E02DF" w:rsidRDefault="00E442F2" w:rsidP="001D048E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</w:p>
    <w:p w:rsidR="00E442F2" w:rsidRPr="009E02DF" w:rsidRDefault="00E442F2" w:rsidP="001D048E">
      <w:pPr>
        <w:tabs>
          <w:tab w:val="left" w:pos="462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відмову у наданні дозволу на виготовлення </w:t>
      </w:r>
    </w:p>
    <w:p w:rsidR="00E442F2" w:rsidRPr="009E02DF" w:rsidRDefault="00E442F2" w:rsidP="001D048E">
      <w:pPr>
        <w:tabs>
          <w:tab w:val="left" w:pos="462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b/>
          <w:sz w:val="24"/>
          <w:szCs w:val="24"/>
          <w:lang w:val="uk-UA" w:eastAsia="ru-RU"/>
        </w:rPr>
        <w:t xml:space="preserve">технічної документації із землеустрою, щодо </w:t>
      </w:r>
    </w:p>
    <w:p w:rsidR="00E442F2" w:rsidRPr="009E02DF" w:rsidRDefault="00E442F2" w:rsidP="001D048E">
      <w:pPr>
        <w:tabs>
          <w:tab w:val="left" w:pos="462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b/>
          <w:sz w:val="24"/>
          <w:szCs w:val="24"/>
          <w:lang w:val="uk-UA" w:eastAsia="ru-RU"/>
        </w:rPr>
        <w:t>встановлення (відновлення) меж земельних</w:t>
      </w:r>
    </w:p>
    <w:p w:rsidR="00E442F2" w:rsidRPr="009E02DF" w:rsidRDefault="00E442F2" w:rsidP="001D048E">
      <w:pPr>
        <w:tabs>
          <w:tab w:val="left" w:pos="4620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b/>
          <w:sz w:val="24"/>
          <w:szCs w:val="24"/>
          <w:lang w:val="uk-UA" w:eastAsia="ru-RU"/>
        </w:rPr>
        <w:t>ділянок в натурі ( на місцевості</w:t>
      </w:r>
      <w:r w:rsidRPr="009E02DF">
        <w:rPr>
          <w:rFonts w:ascii="Times New Roman" w:hAnsi="Times New Roman"/>
          <w:sz w:val="24"/>
          <w:szCs w:val="24"/>
          <w:lang w:val="uk-UA" w:eastAsia="ru-RU"/>
        </w:rPr>
        <w:t>)</w:t>
      </w:r>
    </w:p>
    <w:p w:rsidR="00E442F2" w:rsidRPr="009E02DF" w:rsidRDefault="00E442F2" w:rsidP="001D048E">
      <w:pPr>
        <w:spacing w:after="0" w:line="276" w:lineRule="auto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E442F2" w:rsidRPr="009E02DF" w:rsidRDefault="00E442F2" w:rsidP="001D048E">
      <w:pPr>
        <w:spacing w:after="0" w:line="276" w:lineRule="auto"/>
        <w:ind w:left="-142" w:right="-284" w:firstLine="862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 xml:space="preserve"> Розглянувши заяву гр. Кононюк Світлани Михайлівни про надання дозволу на виготовлення технічної документації із землеустрою, щодо встановлення (відновлення) меж земельних ділянок в натурі (на місцевості) на отримання у власність земельних ділянок для ведення особистого селянського господарства, керуючись ст. 26, 33 Закону України «Про місцеве самоврядування в Україні», ст.55 Закону України «Про землеустрій»,      ст. 12, 33, 116, 118, 120, 121, Земельного кодексу України</w:t>
      </w:r>
      <w:r w:rsidRPr="009E02DF">
        <w:rPr>
          <w:rFonts w:ascii="Times New Roman" w:hAnsi="Times New Roman"/>
          <w:sz w:val="24"/>
          <w:szCs w:val="24"/>
          <w:lang w:val="uk-UA"/>
        </w:rPr>
        <w:t xml:space="preserve"> та враховуючи рекомендації</w:t>
      </w:r>
      <w:r w:rsidRPr="009E02DF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9E02DF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 сільська ради</w:t>
      </w:r>
    </w:p>
    <w:p w:rsidR="00E442F2" w:rsidRPr="009E02DF" w:rsidRDefault="00E442F2" w:rsidP="001D048E">
      <w:pPr>
        <w:spacing w:after="0" w:line="276" w:lineRule="auto"/>
        <w:ind w:left="-142" w:right="-284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E442F2" w:rsidRPr="009E02DF" w:rsidRDefault="00E442F2" w:rsidP="00522E38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b/>
          <w:sz w:val="24"/>
          <w:szCs w:val="24"/>
          <w:lang w:val="uk-UA" w:eastAsia="ru-RU"/>
        </w:rPr>
        <w:t>В И Р І Ш И Л А :</w:t>
      </w:r>
    </w:p>
    <w:p w:rsidR="00E442F2" w:rsidRPr="009E02DF" w:rsidRDefault="00E442F2" w:rsidP="00522E38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E442F2" w:rsidRPr="009E02DF" w:rsidRDefault="00E442F2" w:rsidP="00522E38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b/>
          <w:sz w:val="24"/>
          <w:szCs w:val="24"/>
          <w:lang w:val="uk-UA" w:eastAsia="ru-RU"/>
        </w:rPr>
        <w:t>1.</w:t>
      </w:r>
      <w:r w:rsidRPr="009E02DF">
        <w:rPr>
          <w:rFonts w:ascii="Times New Roman" w:hAnsi="Times New Roman"/>
          <w:sz w:val="24"/>
          <w:szCs w:val="24"/>
          <w:lang w:val="uk-UA" w:eastAsia="ru-RU"/>
        </w:rPr>
        <w:t xml:space="preserve"> Відмовити гр.</w:t>
      </w:r>
      <w:r w:rsidRPr="009E02DF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Кононюк Світлані Михайлівні</w:t>
      </w:r>
      <w:r w:rsidRPr="009E02DF">
        <w:rPr>
          <w:rFonts w:ascii="Times New Roman" w:hAnsi="Times New Roman"/>
          <w:sz w:val="24"/>
          <w:szCs w:val="24"/>
          <w:lang w:val="uk-UA" w:eastAsia="ru-RU"/>
        </w:rPr>
        <w:t xml:space="preserve"> у наданні дозволу на виготовлення технічної документації із землеустрою, щодо встановлення (відновлення) меж земельних ділянок в натурі (на місцевості) на отримання у власність земельних ділянок  в с. Заболотівка Чортківського району Тернопільської області на підставі п. 1, п. 2 ст. 120</w:t>
      </w:r>
      <w:r w:rsidRPr="009E02DF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Pr="009E02DF">
        <w:rPr>
          <w:rFonts w:ascii="Times New Roman" w:hAnsi="Times New Roman"/>
          <w:sz w:val="24"/>
          <w:szCs w:val="24"/>
          <w:lang w:val="uk-UA" w:eastAsia="ru-RU"/>
        </w:rPr>
        <w:t>Земельного кодексу України.</w:t>
      </w:r>
    </w:p>
    <w:p w:rsidR="00E442F2" w:rsidRPr="009E02DF" w:rsidRDefault="00E442F2" w:rsidP="001D048E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>2. Дане рішення направити</w:t>
      </w:r>
      <w:bookmarkStart w:id="0" w:name="_GoBack"/>
      <w:bookmarkEnd w:id="0"/>
      <w:r w:rsidRPr="009E02DF">
        <w:rPr>
          <w:rFonts w:ascii="Times New Roman" w:hAnsi="Times New Roman"/>
          <w:sz w:val="24"/>
          <w:szCs w:val="24"/>
          <w:lang w:val="uk-UA" w:eastAsia="ru-RU"/>
        </w:rPr>
        <w:t xml:space="preserve"> заявнику.</w:t>
      </w:r>
    </w:p>
    <w:p w:rsidR="00E442F2" w:rsidRPr="009E02DF" w:rsidRDefault="00E442F2" w:rsidP="001D048E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>3.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E442F2" w:rsidRPr="009E02DF" w:rsidRDefault="00E442F2" w:rsidP="001D048E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E442F2" w:rsidRPr="009E02DF" w:rsidRDefault="00E442F2" w:rsidP="001D048E">
      <w:pPr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 xml:space="preserve">Нагірянський сільський голова                                                                 Ігор КІНДРАТ   </w:t>
      </w:r>
    </w:p>
    <w:p w:rsidR="00E442F2" w:rsidRPr="009E02DF" w:rsidRDefault="00E442F2" w:rsidP="001D048E">
      <w:pPr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 xml:space="preserve">    </w:t>
      </w:r>
    </w:p>
    <w:p w:rsidR="00E442F2" w:rsidRPr="009E02DF" w:rsidRDefault="00E442F2" w:rsidP="00874CB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>Любомир ХОМ’ЯК</w:t>
      </w:r>
    </w:p>
    <w:p w:rsidR="00E442F2" w:rsidRPr="009E02DF" w:rsidRDefault="00E442F2" w:rsidP="00874CB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>Оксана КОВАЛЬЧУК</w:t>
      </w:r>
    </w:p>
    <w:p w:rsidR="00E442F2" w:rsidRPr="009E02DF" w:rsidRDefault="00E442F2" w:rsidP="00522E38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 xml:space="preserve">Віталій БРОЩАК </w:t>
      </w:r>
    </w:p>
    <w:p w:rsidR="00E442F2" w:rsidRPr="009E02DF" w:rsidRDefault="00E442F2">
      <w:pPr>
        <w:rPr>
          <w:rFonts w:ascii="Times New Roman" w:hAnsi="Times New Roman"/>
          <w:sz w:val="24"/>
          <w:szCs w:val="24"/>
          <w:lang w:val="uk-UA"/>
        </w:rPr>
      </w:pPr>
    </w:p>
    <w:p w:rsidR="00E442F2" w:rsidRDefault="00E442F2">
      <w:pPr>
        <w:rPr>
          <w:rFonts w:ascii="Times New Roman" w:hAnsi="Times New Roman"/>
          <w:sz w:val="24"/>
          <w:szCs w:val="24"/>
          <w:lang w:val="uk-UA"/>
        </w:rPr>
      </w:pPr>
    </w:p>
    <w:p w:rsidR="00E442F2" w:rsidRDefault="00E442F2">
      <w:pPr>
        <w:rPr>
          <w:rFonts w:ascii="Times New Roman" w:hAnsi="Times New Roman"/>
          <w:sz w:val="24"/>
          <w:szCs w:val="24"/>
          <w:lang w:val="uk-UA"/>
        </w:rPr>
      </w:pPr>
    </w:p>
    <w:p w:rsidR="00E442F2" w:rsidRPr="009E02DF" w:rsidRDefault="00E442F2" w:rsidP="00951AB3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9E02DF">
        <w:rPr>
          <w:rFonts w:ascii="Times New Roman" w:hAnsi="Times New Roman"/>
          <w:sz w:val="24"/>
          <w:szCs w:val="24"/>
        </w:rPr>
        <w:t xml:space="preserve">12                                                   </w:t>
      </w:r>
    </w:p>
    <w:p w:rsidR="00E442F2" w:rsidRPr="009E02DF" w:rsidRDefault="00E442F2" w:rsidP="00951AB3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E442F2" w:rsidRPr="009E02DF" w:rsidRDefault="00E442F2" w:rsidP="00951AB3">
      <w:pPr>
        <w:pStyle w:val="1"/>
        <w:jc w:val="right"/>
        <w:rPr>
          <w:rFonts w:ascii="Times New Roman" w:hAnsi="Times New Roman"/>
          <w:noProof/>
          <w:sz w:val="24"/>
          <w:szCs w:val="24"/>
        </w:rPr>
      </w:pPr>
      <w:r w:rsidRPr="009E02DF">
        <w:rPr>
          <w:rFonts w:ascii="Times New Roman" w:hAnsi="Times New Roman"/>
          <w:sz w:val="24"/>
          <w:szCs w:val="24"/>
        </w:rPr>
        <w:t xml:space="preserve">   ПРОЄКТ</w:t>
      </w:r>
    </w:p>
    <w:p w:rsidR="00E442F2" w:rsidRPr="009E02DF" w:rsidRDefault="00E442F2" w:rsidP="00951AB3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E442F2" w:rsidRPr="009E02DF" w:rsidRDefault="00E442F2" w:rsidP="00951AB3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B137B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 id="_x0000_i1026" type="#_x0000_t75" style="width:44.25pt;height:60pt;visibility:visible">
            <v:imagedata r:id="rId4" o:title=""/>
          </v:shape>
        </w:pict>
      </w:r>
    </w:p>
    <w:p w:rsidR="00E442F2" w:rsidRPr="009E02DF" w:rsidRDefault="00E442F2" w:rsidP="00951AB3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9E02DF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E442F2" w:rsidRPr="009E02DF" w:rsidRDefault="00E442F2" w:rsidP="00951AB3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9E02DF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E442F2" w:rsidRPr="009E02DF" w:rsidRDefault="00E442F2" w:rsidP="00951AB3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E442F2" w:rsidRPr="009E02DF" w:rsidRDefault="00E442F2" w:rsidP="00951AB3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>ДВАНАДЦЯТА СЕСІЯ</w:t>
      </w:r>
    </w:p>
    <w:p w:rsidR="00E442F2" w:rsidRPr="009E02DF" w:rsidRDefault="00E442F2" w:rsidP="00951AB3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>РІШЕННЯ</w:t>
      </w:r>
    </w:p>
    <w:p w:rsidR="00E442F2" w:rsidRPr="009E02DF" w:rsidRDefault="00E442F2" w:rsidP="00951AB3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 xml:space="preserve">   ___ ______________ 2021 </w:t>
      </w:r>
      <w:r w:rsidRPr="009E02DF">
        <w:rPr>
          <w:rFonts w:ascii="Times New Roman" w:hAnsi="Times New Roman"/>
          <w:sz w:val="24"/>
          <w:szCs w:val="24"/>
          <w:lang w:eastAsia="ru-RU"/>
        </w:rPr>
        <w:t xml:space="preserve"> року                №</w:t>
      </w:r>
      <w:r w:rsidRPr="009E02DF">
        <w:rPr>
          <w:rFonts w:ascii="Times New Roman" w:hAnsi="Times New Roman"/>
          <w:sz w:val="24"/>
          <w:szCs w:val="24"/>
          <w:lang w:val="uk-UA" w:eastAsia="ru-RU"/>
        </w:rPr>
        <w:t xml:space="preserve"> ________ </w:t>
      </w:r>
    </w:p>
    <w:p w:rsidR="00E442F2" w:rsidRPr="009E02DF" w:rsidRDefault="00E442F2" w:rsidP="00951AB3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>с-ще Нагірянка</w:t>
      </w:r>
    </w:p>
    <w:p w:rsidR="00E442F2" w:rsidRPr="009E02DF" w:rsidRDefault="00E442F2" w:rsidP="00951AB3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</w:p>
    <w:p w:rsidR="00E442F2" w:rsidRPr="009E02DF" w:rsidRDefault="00E442F2" w:rsidP="00951AB3">
      <w:pPr>
        <w:tabs>
          <w:tab w:val="left" w:pos="462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відмову у наданні дозволу на виготовлення </w:t>
      </w:r>
    </w:p>
    <w:p w:rsidR="00E442F2" w:rsidRPr="009E02DF" w:rsidRDefault="00E442F2" w:rsidP="00951AB3">
      <w:pPr>
        <w:tabs>
          <w:tab w:val="left" w:pos="462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b/>
          <w:sz w:val="24"/>
          <w:szCs w:val="24"/>
          <w:lang w:val="uk-UA" w:eastAsia="ru-RU"/>
        </w:rPr>
        <w:t xml:space="preserve">технічної документації із землеустрою, щодо </w:t>
      </w:r>
    </w:p>
    <w:p w:rsidR="00E442F2" w:rsidRPr="009E02DF" w:rsidRDefault="00E442F2" w:rsidP="00951AB3">
      <w:pPr>
        <w:tabs>
          <w:tab w:val="left" w:pos="462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b/>
          <w:sz w:val="24"/>
          <w:szCs w:val="24"/>
          <w:lang w:val="uk-UA" w:eastAsia="ru-RU"/>
        </w:rPr>
        <w:t>встановлення (відновлення) меж земельних</w:t>
      </w:r>
    </w:p>
    <w:p w:rsidR="00E442F2" w:rsidRPr="009E02DF" w:rsidRDefault="00E442F2" w:rsidP="00951AB3">
      <w:pPr>
        <w:tabs>
          <w:tab w:val="left" w:pos="4620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b/>
          <w:sz w:val="24"/>
          <w:szCs w:val="24"/>
          <w:lang w:val="uk-UA" w:eastAsia="ru-RU"/>
        </w:rPr>
        <w:t>ділянок в натурі ( на місцевості</w:t>
      </w:r>
      <w:r w:rsidRPr="009E02DF">
        <w:rPr>
          <w:rFonts w:ascii="Times New Roman" w:hAnsi="Times New Roman"/>
          <w:sz w:val="24"/>
          <w:szCs w:val="24"/>
          <w:lang w:val="uk-UA" w:eastAsia="ru-RU"/>
        </w:rPr>
        <w:t>)</w:t>
      </w:r>
    </w:p>
    <w:p w:rsidR="00E442F2" w:rsidRPr="009E02DF" w:rsidRDefault="00E442F2" w:rsidP="00951AB3">
      <w:pPr>
        <w:spacing w:after="0" w:line="276" w:lineRule="auto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E442F2" w:rsidRPr="009E02DF" w:rsidRDefault="00E442F2" w:rsidP="00951AB3">
      <w:pPr>
        <w:spacing w:after="0" w:line="276" w:lineRule="auto"/>
        <w:ind w:left="-142" w:right="-284" w:firstLine="862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 xml:space="preserve"> Розглянувши заяву гр. Кононюк Світлани Михайлівни про надання дозволу на виготовлення технічної документації із землеустрою, щодо встановлення (відновлення) меж земельних ділянок в натурі (на місцевості) на отримання у власність земельних ділянок для ведення особистого селянського господарства, керуючись ст. 26, 33 Закону України «Про місцеве самоврядування в Україні», ст.55 Закону України «Про землеустрій»,      ст. 12, 33, 116, 118, 120, 121, Земельного кодексу України</w:t>
      </w:r>
      <w:r w:rsidRPr="009E02DF">
        <w:rPr>
          <w:rFonts w:ascii="Times New Roman" w:hAnsi="Times New Roman"/>
          <w:sz w:val="24"/>
          <w:szCs w:val="24"/>
          <w:lang w:val="uk-UA"/>
        </w:rPr>
        <w:t xml:space="preserve"> та враховуючи рекомендації</w:t>
      </w:r>
      <w:r w:rsidRPr="009E02DF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9E02DF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 сільська ради</w:t>
      </w:r>
    </w:p>
    <w:p w:rsidR="00E442F2" w:rsidRPr="009E02DF" w:rsidRDefault="00E442F2" w:rsidP="00951AB3">
      <w:pPr>
        <w:spacing w:after="0" w:line="276" w:lineRule="auto"/>
        <w:ind w:left="-142" w:right="-284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E442F2" w:rsidRPr="009E02DF" w:rsidRDefault="00E442F2" w:rsidP="00951AB3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b/>
          <w:sz w:val="24"/>
          <w:szCs w:val="24"/>
          <w:lang w:val="uk-UA" w:eastAsia="ru-RU"/>
        </w:rPr>
        <w:t>В И Р І Ш И Л А :</w:t>
      </w:r>
    </w:p>
    <w:p w:rsidR="00E442F2" w:rsidRPr="009E02DF" w:rsidRDefault="00E442F2" w:rsidP="00951AB3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E442F2" w:rsidRPr="009E02DF" w:rsidRDefault="00E442F2" w:rsidP="00951AB3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b/>
          <w:sz w:val="24"/>
          <w:szCs w:val="24"/>
          <w:lang w:val="uk-UA" w:eastAsia="ru-RU"/>
        </w:rPr>
        <w:t>1.</w:t>
      </w:r>
      <w:r w:rsidRPr="009E02DF">
        <w:rPr>
          <w:rFonts w:ascii="Times New Roman" w:hAnsi="Times New Roman"/>
          <w:sz w:val="24"/>
          <w:szCs w:val="24"/>
          <w:lang w:val="uk-UA" w:eastAsia="ru-RU"/>
        </w:rPr>
        <w:t xml:space="preserve"> Відмовити гр.</w:t>
      </w:r>
      <w:r w:rsidRPr="009E02DF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Кононюк Світлані Михайлівні</w:t>
      </w:r>
      <w:r w:rsidRPr="009E02DF">
        <w:rPr>
          <w:rFonts w:ascii="Times New Roman" w:hAnsi="Times New Roman"/>
          <w:sz w:val="24"/>
          <w:szCs w:val="24"/>
          <w:lang w:val="uk-UA" w:eastAsia="ru-RU"/>
        </w:rPr>
        <w:t xml:space="preserve"> у наданні дозволу на виготовлення технічної документації із землеустрою, щодо встановлення (відновлення) меж земельних ділянок в натурі (на місцевості) на отримання у власність земельних ділянок  в с. Заболотівка Чортківського району Тернопільської області на підставі п. 1, п. 2 ст. 120</w:t>
      </w:r>
      <w:r w:rsidRPr="009E02DF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Pr="009E02DF">
        <w:rPr>
          <w:rFonts w:ascii="Times New Roman" w:hAnsi="Times New Roman"/>
          <w:sz w:val="24"/>
          <w:szCs w:val="24"/>
          <w:lang w:val="uk-UA" w:eastAsia="ru-RU"/>
        </w:rPr>
        <w:t>Земельного кодексу України.</w:t>
      </w:r>
    </w:p>
    <w:p w:rsidR="00E442F2" w:rsidRPr="009E02DF" w:rsidRDefault="00E442F2" w:rsidP="00951AB3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>2. Дане рішення направити заявнику.</w:t>
      </w:r>
    </w:p>
    <w:p w:rsidR="00E442F2" w:rsidRPr="009E02DF" w:rsidRDefault="00E442F2" w:rsidP="00951AB3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>3.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E442F2" w:rsidRPr="009E02DF" w:rsidRDefault="00E442F2" w:rsidP="00951AB3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E442F2" w:rsidRPr="009E02DF" w:rsidRDefault="00E442F2" w:rsidP="00951AB3">
      <w:pPr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 xml:space="preserve">Нагірянський сільський голова                                                                 Ігор КІНДРАТ   </w:t>
      </w:r>
    </w:p>
    <w:p w:rsidR="00E442F2" w:rsidRPr="009E02DF" w:rsidRDefault="00E442F2" w:rsidP="00951AB3">
      <w:pPr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 xml:space="preserve">    </w:t>
      </w:r>
    </w:p>
    <w:p w:rsidR="00E442F2" w:rsidRPr="009E02DF" w:rsidRDefault="00E442F2" w:rsidP="00951AB3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>Любомир ХОМ’ЯК</w:t>
      </w:r>
    </w:p>
    <w:p w:rsidR="00E442F2" w:rsidRPr="009E02DF" w:rsidRDefault="00E442F2" w:rsidP="00951AB3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>Оксана КОВАЛЬЧУК</w:t>
      </w:r>
    </w:p>
    <w:p w:rsidR="00E442F2" w:rsidRPr="009E02DF" w:rsidRDefault="00E442F2" w:rsidP="00951AB3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9E02DF">
        <w:rPr>
          <w:rFonts w:ascii="Times New Roman" w:hAnsi="Times New Roman"/>
          <w:sz w:val="24"/>
          <w:szCs w:val="24"/>
          <w:lang w:val="uk-UA" w:eastAsia="ru-RU"/>
        </w:rPr>
        <w:t xml:space="preserve">Віталій БРОЩАК </w:t>
      </w:r>
    </w:p>
    <w:p w:rsidR="00E442F2" w:rsidRPr="009E02DF" w:rsidRDefault="00E442F2" w:rsidP="00951AB3">
      <w:pPr>
        <w:rPr>
          <w:rFonts w:ascii="Times New Roman" w:hAnsi="Times New Roman"/>
          <w:sz w:val="24"/>
          <w:szCs w:val="24"/>
          <w:lang w:val="uk-UA"/>
        </w:rPr>
      </w:pPr>
    </w:p>
    <w:p w:rsidR="00E442F2" w:rsidRDefault="00E442F2">
      <w:pPr>
        <w:rPr>
          <w:rFonts w:ascii="Times New Roman" w:hAnsi="Times New Roman"/>
          <w:sz w:val="24"/>
          <w:szCs w:val="24"/>
          <w:lang w:val="uk-UA"/>
        </w:rPr>
      </w:pPr>
    </w:p>
    <w:p w:rsidR="00E442F2" w:rsidRPr="009E02DF" w:rsidRDefault="00E442F2">
      <w:pPr>
        <w:rPr>
          <w:rFonts w:ascii="Times New Roman" w:hAnsi="Times New Roman"/>
          <w:sz w:val="24"/>
          <w:szCs w:val="24"/>
          <w:lang w:val="uk-UA"/>
        </w:rPr>
      </w:pPr>
    </w:p>
    <w:p w:rsidR="00E442F2" w:rsidRPr="009E02DF" w:rsidRDefault="00E442F2">
      <w:pPr>
        <w:rPr>
          <w:rFonts w:ascii="Times New Roman" w:hAnsi="Times New Roman"/>
          <w:sz w:val="24"/>
          <w:szCs w:val="24"/>
          <w:lang w:val="uk-UA"/>
        </w:rPr>
      </w:pPr>
    </w:p>
    <w:sectPr w:rsidR="00E442F2" w:rsidRPr="009E02DF" w:rsidSect="009E02D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2EF0"/>
    <w:rsid w:val="00012A28"/>
    <w:rsid w:val="000728DA"/>
    <w:rsid w:val="000D095D"/>
    <w:rsid w:val="001B1A84"/>
    <w:rsid w:val="001D048E"/>
    <w:rsid w:val="001F388A"/>
    <w:rsid w:val="002B378B"/>
    <w:rsid w:val="002B503C"/>
    <w:rsid w:val="0036042B"/>
    <w:rsid w:val="00482234"/>
    <w:rsid w:val="004A480E"/>
    <w:rsid w:val="00503E24"/>
    <w:rsid w:val="00520066"/>
    <w:rsid w:val="00522E38"/>
    <w:rsid w:val="00562CC5"/>
    <w:rsid w:val="005E2568"/>
    <w:rsid w:val="005E2D04"/>
    <w:rsid w:val="005F28EF"/>
    <w:rsid w:val="00645EF2"/>
    <w:rsid w:val="00702EF0"/>
    <w:rsid w:val="007B137B"/>
    <w:rsid w:val="008246ED"/>
    <w:rsid w:val="0084659E"/>
    <w:rsid w:val="00874CBB"/>
    <w:rsid w:val="00951AB3"/>
    <w:rsid w:val="009724EB"/>
    <w:rsid w:val="009E02DF"/>
    <w:rsid w:val="00A00166"/>
    <w:rsid w:val="00A27EAE"/>
    <w:rsid w:val="00A5447F"/>
    <w:rsid w:val="00AA7A78"/>
    <w:rsid w:val="00B07565"/>
    <w:rsid w:val="00B770D4"/>
    <w:rsid w:val="00BC5667"/>
    <w:rsid w:val="00C94274"/>
    <w:rsid w:val="00CA7270"/>
    <w:rsid w:val="00CD5E1C"/>
    <w:rsid w:val="00D4582D"/>
    <w:rsid w:val="00DF14EA"/>
    <w:rsid w:val="00E20EA2"/>
    <w:rsid w:val="00E442F2"/>
    <w:rsid w:val="00E86537"/>
    <w:rsid w:val="00E92F7C"/>
    <w:rsid w:val="00F20DD3"/>
    <w:rsid w:val="00F9019E"/>
    <w:rsid w:val="00FD1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48E"/>
    <w:pPr>
      <w:spacing w:after="160" w:line="252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503E24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8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</TotalTime>
  <Pages>3</Pages>
  <Words>533</Words>
  <Characters>3042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27</cp:revision>
  <cp:lastPrinted>2021-10-07T11:08:00Z</cp:lastPrinted>
  <dcterms:created xsi:type="dcterms:W3CDTF">2021-03-31T05:41:00Z</dcterms:created>
  <dcterms:modified xsi:type="dcterms:W3CDTF">2021-10-07T11:10:00Z</dcterms:modified>
</cp:coreProperties>
</file>