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5A9" w:rsidRPr="00DD1F54" w:rsidRDefault="00D875A9" w:rsidP="00BD4303">
      <w:pPr>
        <w:pStyle w:val="1"/>
        <w:jc w:val="right"/>
        <w:rPr>
          <w:noProof/>
        </w:rPr>
      </w:pPr>
      <w:r w:rsidRPr="00DD1F54">
        <w:rPr>
          <w:rFonts w:ascii="Times New Roman" w:hAnsi="Times New Roman"/>
          <w:sz w:val="24"/>
          <w:szCs w:val="24"/>
        </w:rPr>
        <w:t>ПРОЄКТ</w:t>
      </w:r>
    </w:p>
    <w:p w:rsidR="00D875A9" w:rsidRPr="00DD1F54" w:rsidRDefault="00D875A9" w:rsidP="005A145E">
      <w:pPr>
        <w:tabs>
          <w:tab w:val="left" w:pos="390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D875A9" w:rsidRPr="00DD1F54" w:rsidRDefault="00D875A9" w:rsidP="005A145E">
      <w:pPr>
        <w:tabs>
          <w:tab w:val="left" w:pos="390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0A2080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</w:p>
    <w:p w:rsidR="00D875A9" w:rsidRPr="00DD1F54" w:rsidRDefault="00D875A9" w:rsidP="005A145E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НАГІРЯНСЬКА </w:t>
      </w:r>
      <w:r w:rsidRPr="00DD1F54">
        <w:rPr>
          <w:rFonts w:ascii="Times New Roman" w:hAnsi="Times New Roman"/>
          <w:sz w:val="24"/>
          <w:szCs w:val="24"/>
        </w:rPr>
        <w:t xml:space="preserve"> С І Л Ь С Ь К А   Р А Д А</w:t>
      </w:r>
    </w:p>
    <w:p w:rsidR="00D875A9" w:rsidRPr="00DD1F54" w:rsidRDefault="00D875A9" w:rsidP="005A145E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DD1F54">
        <w:rPr>
          <w:rFonts w:ascii="Times New Roman" w:hAnsi="Times New Roman"/>
          <w:sz w:val="24"/>
          <w:szCs w:val="24"/>
        </w:rPr>
        <w:t>ЧОРТКІВСЬКОГО РАЙОНУ ТЕРНОПІЛЬСЬКОЇ ОБЛАСТІ</w:t>
      </w:r>
    </w:p>
    <w:p w:rsidR="00D875A9" w:rsidRPr="00DD1F54" w:rsidRDefault="00D875A9" w:rsidP="005A145E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DD1F54">
        <w:rPr>
          <w:rFonts w:ascii="Times New Roman" w:hAnsi="Times New Roman"/>
          <w:sz w:val="24"/>
          <w:szCs w:val="24"/>
          <w:lang w:val="uk-UA"/>
        </w:rPr>
        <w:t>ВОСЬМЕ СКЛИКАННЯ</w:t>
      </w:r>
    </w:p>
    <w:p w:rsidR="00D875A9" w:rsidRPr="00DD1F54" w:rsidRDefault="00D875A9" w:rsidP="00FD51F4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DD1F54">
        <w:rPr>
          <w:rFonts w:ascii="Times New Roman" w:hAnsi="Times New Roman"/>
          <w:sz w:val="24"/>
          <w:szCs w:val="24"/>
          <w:lang w:val="uk-UA"/>
        </w:rPr>
        <w:t>ВОСЬМА СЕСІЯ</w:t>
      </w:r>
    </w:p>
    <w:p w:rsidR="00D875A9" w:rsidRPr="00DD1F54" w:rsidRDefault="00D875A9" w:rsidP="00BD4303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DD1F54">
        <w:rPr>
          <w:rFonts w:ascii="Times New Roman" w:hAnsi="Times New Roman"/>
          <w:sz w:val="24"/>
          <w:szCs w:val="24"/>
          <w:lang w:val="uk-UA"/>
        </w:rPr>
        <w:t>Р</w:t>
      </w:r>
      <w:r>
        <w:rPr>
          <w:rFonts w:ascii="Times New Roman" w:hAnsi="Times New Roman"/>
          <w:sz w:val="24"/>
          <w:szCs w:val="24"/>
          <w:lang w:val="uk-UA"/>
        </w:rPr>
        <w:t>ІШЕННЯ</w:t>
      </w:r>
    </w:p>
    <w:p w:rsidR="00D875A9" w:rsidRPr="00DD1F54" w:rsidRDefault="00D875A9" w:rsidP="005A145E">
      <w:pPr>
        <w:spacing w:after="0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31 травня </w:t>
      </w:r>
      <w:r w:rsidRPr="00DD1F54">
        <w:rPr>
          <w:rFonts w:ascii="Times New Roman" w:hAnsi="Times New Roman"/>
          <w:sz w:val="24"/>
          <w:szCs w:val="24"/>
          <w:lang w:val="uk-UA"/>
        </w:rPr>
        <w:t xml:space="preserve">2021 </w:t>
      </w:r>
      <w:r w:rsidRPr="00DD1F54">
        <w:rPr>
          <w:rFonts w:ascii="Times New Roman" w:hAnsi="Times New Roman"/>
          <w:sz w:val="24"/>
          <w:szCs w:val="24"/>
        </w:rPr>
        <w:t xml:space="preserve"> року                          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DD1F54">
        <w:rPr>
          <w:rFonts w:ascii="Times New Roman" w:hAnsi="Times New Roman"/>
          <w:sz w:val="24"/>
          <w:szCs w:val="24"/>
        </w:rPr>
        <w:t xml:space="preserve"> №</w:t>
      </w:r>
      <w:r w:rsidRPr="00DD1F5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442</w:t>
      </w:r>
      <w:r w:rsidRPr="00DD1F54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D875A9" w:rsidRDefault="00D875A9" w:rsidP="005A145E">
      <w:pPr>
        <w:tabs>
          <w:tab w:val="left" w:pos="7740"/>
        </w:tabs>
        <w:spacing w:after="0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с</w:t>
      </w:r>
      <w:r w:rsidRPr="00DD1F54">
        <w:rPr>
          <w:rFonts w:ascii="Times New Roman" w:hAnsi="Times New Roman"/>
          <w:bCs/>
          <w:sz w:val="24"/>
          <w:szCs w:val="24"/>
          <w:lang w:val="uk-UA"/>
        </w:rPr>
        <w:t>-ще Нагірянка</w:t>
      </w:r>
    </w:p>
    <w:p w:rsidR="00D875A9" w:rsidRPr="00DD1F54" w:rsidRDefault="00D875A9" w:rsidP="005A145E">
      <w:pPr>
        <w:tabs>
          <w:tab w:val="left" w:pos="7740"/>
        </w:tabs>
        <w:spacing w:after="0"/>
        <w:rPr>
          <w:rFonts w:ascii="Times New Roman" w:hAnsi="Times New Roman"/>
          <w:bCs/>
          <w:sz w:val="24"/>
          <w:szCs w:val="24"/>
          <w:lang w:val="uk-UA"/>
        </w:rPr>
      </w:pPr>
    </w:p>
    <w:p w:rsidR="00D875A9" w:rsidRDefault="00D875A9" w:rsidP="005A145E">
      <w:pPr>
        <w:tabs>
          <w:tab w:val="left" w:pos="7740"/>
        </w:tabs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124DC8">
        <w:rPr>
          <w:rFonts w:ascii="Times New Roman" w:hAnsi="Times New Roman"/>
          <w:b/>
          <w:bCs/>
          <w:sz w:val="24"/>
          <w:szCs w:val="24"/>
          <w:lang w:val="uk-UA"/>
        </w:rPr>
        <w:t xml:space="preserve">Про відмову в наданні дозволу на розроблення </w:t>
      </w:r>
    </w:p>
    <w:p w:rsidR="00D875A9" w:rsidRDefault="00D875A9" w:rsidP="005A145E">
      <w:pPr>
        <w:tabs>
          <w:tab w:val="left" w:pos="7740"/>
        </w:tabs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124DC8">
        <w:rPr>
          <w:rFonts w:ascii="Times New Roman" w:hAnsi="Times New Roman"/>
          <w:b/>
          <w:bCs/>
          <w:sz w:val="24"/>
          <w:szCs w:val="24"/>
          <w:lang w:val="uk-UA"/>
        </w:rPr>
        <w:t>проекту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124DC8">
        <w:rPr>
          <w:rFonts w:ascii="Times New Roman" w:hAnsi="Times New Roman"/>
          <w:b/>
          <w:bCs/>
          <w:sz w:val="24"/>
          <w:szCs w:val="24"/>
          <w:lang w:val="uk-UA"/>
        </w:rPr>
        <w:t xml:space="preserve">землеустрою щодо відведення земельних ділянок </w:t>
      </w:r>
    </w:p>
    <w:p w:rsidR="00D875A9" w:rsidRDefault="00D875A9" w:rsidP="00BD4303">
      <w:pPr>
        <w:tabs>
          <w:tab w:val="left" w:pos="7740"/>
        </w:tabs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гр. Ковальчук Надії Олегівні </w:t>
      </w:r>
      <w:r w:rsidRPr="00124DC8">
        <w:rPr>
          <w:rFonts w:ascii="Times New Roman" w:hAnsi="Times New Roman"/>
          <w:b/>
          <w:bCs/>
          <w:sz w:val="24"/>
          <w:szCs w:val="24"/>
          <w:lang w:val="uk-UA"/>
        </w:rPr>
        <w:t xml:space="preserve"> у приватну власність </w:t>
      </w:r>
    </w:p>
    <w:p w:rsidR="00D875A9" w:rsidRDefault="00D875A9" w:rsidP="00BD4303">
      <w:pPr>
        <w:tabs>
          <w:tab w:val="left" w:pos="7740"/>
        </w:tabs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124DC8">
        <w:rPr>
          <w:rFonts w:ascii="Times New Roman" w:hAnsi="Times New Roman"/>
          <w:b/>
          <w:bCs/>
          <w:sz w:val="24"/>
          <w:szCs w:val="24"/>
          <w:lang w:val="uk-UA"/>
        </w:rPr>
        <w:t xml:space="preserve">для ведення особистого селянського господарства в  </w:t>
      </w:r>
    </w:p>
    <w:p w:rsidR="00D875A9" w:rsidRPr="00124DC8" w:rsidRDefault="00D875A9" w:rsidP="00BD4303">
      <w:pPr>
        <w:tabs>
          <w:tab w:val="left" w:pos="7740"/>
        </w:tabs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124DC8">
        <w:rPr>
          <w:rFonts w:ascii="Times New Roman" w:hAnsi="Times New Roman"/>
          <w:b/>
          <w:bCs/>
          <w:sz w:val="24"/>
          <w:szCs w:val="24"/>
          <w:lang w:val="uk-UA"/>
        </w:rPr>
        <w:t>с. Сосулівка Чортківського району Тернопільської області</w:t>
      </w:r>
    </w:p>
    <w:p w:rsidR="00D875A9" w:rsidRDefault="00D875A9" w:rsidP="00BD4303">
      <w:pPr>
        <w:spacing w:after="0"/>
        <w:ind w:left="-142" w:right="-284" w:firstLine="862"/>
        <w:jc w:val="both"/>
        <w:rPr>
          <w:rFonts w:ascii="Times New Roman" w:hAnsi="Times New Roman"/>
          <w:sz w:val="24"/>
          <w:szCs w:val="24"/>
          <w:lang w:val="uk-UA"/>
        </w:rPr>
      </w:pPr>
      <w:r w:rsidRPr="00124DC8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D875A9" w:rsidRDefault="00D875A9" w:rsidP="00DD1F54">
      <w:pPr>
        <w:spacing w:after="0"/>
        <w:ind w:left="-142" w:right="-284" w:firstLine="862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DD1F54">
        <w:rPr>
          <w:rFonts w:ascii="Times New Roman" w:hAnsi="Times New Roman"/>
          <w:sz w:val="24"/>
          <w:szCs w:val="24"/>
          <w:lang w:val="uk-UA"/>
        </w:rPr>
        <w:t>Розглянувши заяви</w:t>
      </w:r>
      <w:r w:rsidRPr="00124DC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124DC8">
        <w:rPr>
          <w:rFonts w:ascii="Times New Roman" w:hAnsi="Times New Roman"/>
          <w:sz w:val="24"/>
          <w:szCs w:val="24"/>
          <w:lang w:val="uk-UA"/>
        </w:rPr>
        <w:t>громадян про надання дозволу на виготовлення проекту землеустрою щодо відведення земельних ділянок у приватну власність в селі Сосулівка, с. Ягільниця  для ведення особистого селянського господарства, керуючись ст. 26, 33 Закону України «Про місцеве самоврядування в Україні», ст.50 Закону України «Про землеустрій», ст.12, 33, 116, 118, 121, 122, Земельного кодексу України, ст.ст. 21,24 ЗУ «Про Державний земельний кадастр» та враховуючи рекомендації</w:t>
      </w:r>
      <w:r w:rsidRPr="00124DC8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постійної комісії з питань </w:t>
      </w:r>
      <w:r w:rsidRPr="00124DC8">
        <w:rPr>
          <w:rFonts w:ascii="Times New Roman" w:hAnsi="Times New Roman"/>
          <w:sz w:val="24"/>
          <w:szCs w:val="24"/>
          <w:lang w:val="uk-UA"/>
        </w:rPr>
        <w:t>містобудування, земельних від</w:t>
      </w:r>
      <w:r>
        <w:rPr>
          <w:rFonts w:ascii="Times New Roman" w:hAnsi="Times New Roman"/>
          <w:sz w:val="24"/>
          <w:szCs w:val="24"/>
          <w:lang w:val="uk-UA"/>
        </w:rPr>
        <w:t xml:space="preserve">носин та сталого розвитку, </w:t>
      </w:r>
      <w:r w:rsidRPr="00124DC8">
        <w:rPr>
          <w:rFonts w:ascii="Times New Roman" w:hAnsi="Times New Roman"/>
          <w:sz w:val="24"/>
          <w:szCs w:val="24"/>
          <w:lang w:val="uk-UA"/>
        </w:rPr>
        <w:t xml:space="preserve"> сільськ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124DC8">
        <w:rPr>
          <w:rFonts w:ascii="Times New Roman" w:hAnsi="Times New Roman"/>
          <w:sz w:val="24"/>
          <w:szCs w:val="24"/>
          <w:lang w:val="uk-UA"/>
        </w:rPr>
        <w:t xml:space="preserve"> рад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124DC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24DC8">
        <w:rPr>
          <w:rFonts w:ascii="Times New Roman" w:hAnsi="Times New Roman"/>
          <w:b/>
          <w:bCs/>
          <w:sz w:val="24"/>
          <w:szCs w:val="24"/>
          <w:lang w:val="uk-UA"/>
        </w:rPr>
        <w:t xml:space="preserve">   </w:t>
      </w:r>
    </w:p>
    <w:p w:rsidR="00D875A9" w:rsidRPr="00124DC8" w:rsidRDefault="00D875A9" w:rsidP="00DD1F54">
      <w:pPr>
        <w:spacing w:after="0"/>
        <w:ind w:left="-142" w:right="-284" w:firstLine="862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875A9" w:rsidRDefault="00D875A9" w:rsidP="00DD1F54">
      <w:pPr>
        <w:spacing w:after="0"/>
        <w:ind w:left="-142" w:right="-28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D1F54">
        <w:rPr>
          <w:rFonts w:ascii="Times New Roman" w:hAnsi="Times New Roman"/>
          <w:b/>
          <w:sz w:val="24"/>
          <w:szCs w:val="24"/>
          <w:lang w:val="uk-UA"/>
        </w:rPr>
        <w:t>В И Р І Ш И Л А :</w:t>
      </w:r>
    </w:p>
    <w:p w:rsidR="00D875A9" w:rsidRPr="00DD1F54" w:rsidRDefault="00D875A9" w:rsidP="00DD1F54">
      <w:pPr>
        <w:spacing w:after="0"/>
        <w:ind w:left="-142" w:right="-284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875A9" w:rsidRDefault="00D875A9" w:rsidP="00DD1F54">
      <w:pPr>
        <w:spacing w:after="0"/>
        <w:ind w:left="-142" w:right="-284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1. </w:t>
      </w:r>
      <w:r w:rsidRPr="00124DC8">
        <w:rPr>
          <w:rFonts w:ascii="Times New Roman" w:hAnsi="Times New Roman"/>
          <w:sz w:val="24"/>
          <w:szCs w:val="24"/>
        </w:rPr>
        <w:t>Відмовити у наданні дозволу гр. Ковальчук Надії Олегівні</w:t>
      </w:r>
      <w:r w:rsidRPr="00124DC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24DC8">
        <w:rPr>
          <w:rFonts w:ascii="Times New Roman" w:hAnsi="Times New Roman"/>
          <w:sz w:val="24"/>
          <w:szCs w:val="24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1,2903 га"/>
        </w:smartTagPr>
        <w:r>
          <w:rPr>
            <w:rFonts w:ascii="Times New Roman" w:hAnsi="Times New Roman"/>
            <w:sz w:val="24"/>
            <w:szCs w:val="24"/>
            <w:lang w:val="uk-UA"/>
          </w:rPr>
          <w:t>1</w:t>
        </w:r>
        <w:r w:rsidRPr="00124DC8">
          <w:rPr>
            <w:rFonts w:ascii="Times New Roman" w:hAnsi="Times New Roman"/>
            <w:sz w:val="24"/>
            <w:szCs w:val="24"/>
          </w:rPr>
          <w:t>,</w:t>
        </w:r>
        <w:r>
          <w:rPr>
            <w:rFonts w:ascii="Times New Roman" w:hAnsi="Times New Roman"/>
            <w:sz w:val="24"/>
            <w:szCs w:val="24"/>
            <w:lang w:val="uk-UA"/>
          </w:rPr>
          <w:t>2903</w:t>
        </w:r>
        <w:r w:rsidRPr="00124DC8">
          <w:rPr>
            <w:rFonts w:ascii="Times New Roman" w:hAnsi="Times New Roman"/>
            <w:sz w:val="24"/>
            <w:szCs w:val="24"/>
          </w:rPr>
          <w:t xml:space="preserve"> га</w:t>
        </w:r>
      </w:smartTag>
      <w:r w:rsidRPr="00124DC8">
        <w:rPr>
          <w:rFonts w:ascii="Times New Roman" w:hAnsi="Times New Roman"/>
          <w:bCs/>
          <w:spacing w:val="-12"/>
          <w:sz w:val="24"/>
          <w:szCs w:val="24"/>
          <w:lang w:val="uk-UA"/>
        </w:rPr>
        <w:t xml:space="preserve"> для ведення особистого селянського господарства на території Нагірянської  сільської ради Чортківського району  Тернопільської області за межами населеного пункту села Сосулівка (колишня Сосулівська сільська рада), /</w:t>
      </w:r>
      <w:r w:rsidRPr="00124DC8">
        <w:rPr>
          <w:rFonts w:ascii="Times New Roman" w:hAnsi="Times New Roman"/>
          <w:sz w:val="24"/>
          <w:szCs w:val="24"/>
          <w:lang w:val="uk-UA"/>
        </w:rPr>
        <w:t xml:space="preserve">за рахунок земель не наданих у власність або постійне користування / сільськогосподарські землі / рілля/ в зв’язку з </w:t>
      </w:r>
      <w:r w:rsidRPr="00124DC8">
        <w:rPr>
          <w:rFonts w:ascii="Times New Roman" w:hAnsi="Times New Roman"/>
          <w:bCs/>
          <w:spacing w:val="-12"/>
          <w:sz w:val="24"/>
          <w:szCs w:val="24"/>
          <w:lang w:val="uk-UA" w:eastAsia="ar-SA"/>
        </w:rPr>
        <w:t>включенням  земельної ділянки в перелік земельних ділянок  комунальної власності для подальшого продажу їх права оренди на земельних торгах (аукціоні).</w:t>
      </w:r>
    </w:p>
    <w:p w:rsidR="00D875A9" w:rsidRDefault="00D875A9" w:rsidP="00DD1F54">
      <w:pPr>
        <w:spacing w:after="0"/>
        <w:ind w:left="-142" w:right="-284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2.  </w:t>
      </w:r>
      <w:r w:rsidRPr="00124DC8">
        <w:rPr>
          <w:rFonts w:ascii="Times New Roman" w:hAnsi="Times New Roman"/>
          <w:sz w:val="24"/>
          <w:szCs w:val="24"/>
          <w:lang w:val="uk-UA"/>
        </w:rPr>
        <w:t>Дане рішення направити заявнику.</w:t>
      </w:r>
    </w:p>
    <w:p w:rsidR="00D875A9" w:rsidRDefault="00D875A9" w:rsidP="00DD1F54">
      <w:pPr>
        <w:spacing w:after="0"/>
        <w:ind w:left="-142" w:right="-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DD1F54">
        <w:rPr>
          <w:rFonts w:ascii="Times New Roman" w:hAnsi="Times New Roman"/>
          <w:b/>
          <w:sz w:val="24"/>
          <w:szCs w:val="24"/>
          <w:lang w:val="uk-UA"/>
        </w:rPr>
        <w:t>.</w:t>
      </w:r>
      <w:r w:rsidRPr="00124DC8">
        <w:rPr>
          <w:rFonts w:ascii="Times New Roman" w:hAnsi="Times New Roman"/>
          <w:sz w:val="24"/>
          <w:szCs w:val="24"/>
          <w:lang w:val="uk-UA"/>
        </w:rPr>
        <w:t xml:space="preserve"> Контроль за виконанням даного рішення покласти на постійну комісію</w:t>
      </w:r>
      <w:r>
        <w:rPr>
          <w:rFonts w:ascii="Times New Roman" w:hAnsi="Times New Roman"/>
          <w:sz w:val="24"/>
          <w:szCs w:val="24"/>
          <w:lang w:val="uk-UA"/>
        </w:rPr>
        <w:t xml:space="preserve"> сільської ради</w:t>
      </w:r>
      <w:r w:rsidRPr="00124DC8">
        <w:rPr>
          <w:rFonts w:ascii="Times New Roman" w:hAnsi="Times New Roman"/>
          <w:sz w:val="24"/>
          <w:szCs w:val="24"/>
          <w:lang w:val="uk-UA"/>
        </w:rPr>
        <w:t xml:space="preserve"> з питань містобудування, земельних відносин та сталого розвитку.</w:t>
      </w:r>
    </w:p>
    <w:p w:rsidR="00D875A9" w:rsidRPr="00DD1F54" w:rsidRDefault="00D875A9" w:rsidP="00DD1F54">
      <w:pPr>
        <w:spacing w:after="0"/>
        <w:ind w:left="-142" w:right="-284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875A9" w:rsidRPr="00124DC8" w:rsidRDefault="00D875A9" w:rsidP="005A145E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875A9" w:rsidRPr="00124DC8" w:rsidRDefault="00D875A9" w:rsidP="00BD4303">
      <w:pPr>
        <w:rPr>
          <w:rFonts w:ascii="Times New Roman" w:hAnsi="Times New Roman"/>
          <w:sz w:val="24"/>
          <w:szCs w:val="24"/>
          <w:lang w:val="uk-UA"/>
        </w:rPr>
      </w:pPr>
      <w:r w:rsidRPr="00124DC8">
        <w:rPr>
          <w:rFonts w:ascii="Times New Roman" w:hAnsi="Times New Roman"/>
          <w:sz w:val="24"/>
          <w:szCs w:val="24"/>
          <w:lang w:val="uk-UA"/>
        </w:rPr>
        <w:t xml:space="preserve">Нагірянський сільський голова                                                                 Ігор КІНДРАТ       </w:t>
      </w:r>
    </w:p>
    <w:sectPr w:rsidR="00D875A9" w:rsidRPr="00124DC8" w:rsidSect="00CD5243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705D"/>
    <w:rsid w:val="00010D57"/>
    <w:rsid w:val="000926EE"/>
    <w:rsid w:val="000A2080"/>
    <w:rsid w:val="000F601A"/>
    <w:rsid w:val="00124DC8"/>
    <w:rsid w:val="001849E6"/>
    <w:rsid w:val="00246C47"/>
    <w:rsid w:val="003C7347"/>
    <w:rsid w:val="005A145E"/>
    <w:rsid w:val="00601DAE"/>
    <w:rsid w:val="006777F4"/>
    <w:rsid w:val="006B77FF"/>
    <w:rsid w:val="006C5FA3"/>
    <w:rsid w:val="006F7284"/>
    <w:rsid w:val="00726B44"/>
    <w:rsid w:val="0085705D"/>
    <w:rsid w:val="008B2812"/>
    <w:rsid w:val="008B49A9"/>
    <w:rsid w:val="00933690"/>
    <w:rsid w:val="00A2272E"/>
    <w:rsid w:val="00B4262C"/>
    <w:rsid w:val="00B86C3D"/>
    <w:rsid w:val="00BD4303"/>
    <w:rsid w:val="00C31222"/>
    <w:rsid w:val="00CC3BD6"/>
    <w:rsid w:val="00CD5243"/>
    <w:rsid w:val="00D75322"/>
    <w:rsid w:val="00D875A9"/>
    <w:rsid w:val="00DD1F54"/>
    <w:rsid w:val="00DE3A35"/>
    <w:rsid w:val="00E01B0A"/>
    <w:rsid w:val="00EF48D2"/>
    <w:rsid w:val="00F40667"/>
    <w:rsid w:val="00F51A9E"/>
    <w:rsid w:val="00F726CD"/>
    <w:rsid w:val="00FC0F21"/>
    <w:rsid w:val="00FD51F4"/>
    <w:rsid w:val="00FE4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45E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">
    <w:name w:val="Без интервала2"/>
    <w:uiPriority w:val="99"/>
    <w:rsid w:val="005A145E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D51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D51F4"/>
    <w:rPr>
      <w:rFonts w:ascii="Segoe UI" w:hAnsi="Segoe UI" w:cs="Segoe UI"/>
      <w:sz w:val="18"/>
      <w:szCs w:val="18"/>
      <w:lang w:eastAsia="ru-RU"/>
    </w:rPr>
  </w:style>
  <w:style w:type="paragraph" w:customStyle="1" w:styleId="1">
    <w:name w:val="Без інтервалів1"/>
    <w:uiPriority w:val="99"/>
    <w:rsid w:val="00BD4303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76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61</TotalTime>
  <Pages>1</Pages>
  <Words>301</Words>
  <Characters>1716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21</cp:revision>
  <cp:lastPrinted>2021-05-30T13:19:00Z</cp:lastPrinted>
  <dcterms:created xsi:type="dcterms:W3CDTF">2021-05-17T13:37:00Z</dcterms:created>
  <dcterms:modified xsi:type="dcterms:W3CDTF">2021-06-02T14:15:00Z</dcterms:modified>
</cp:coreProperties>
</file>