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52" w:rsidRPr="008D47B8" w:rsidRDefault="000F3852" w:rsidP="00A00460">
      <w:pPr>
        <w:spacing w:after="0" w:line="240" w:lineRule="auto"/>
        <w:jc w:val="right"/>
        <w:rPr>
          <w:noProof/>
          <w:lang w:val="uk-UA" w:eastAsia="uk-UA"/>
        </w:rPr>
      </w:pPr>
      <w:r w:rsidRPr="008D47B8">
        <w:rPr>
          <w:rFonts w:ascii="Times New Roman" w:hAnsi="Times New Roman"/>
          <w:sz w:val="24"/>
          <w:szCs w:val="24"/>
          <w:lang w:val="uk-UA" w:eastAsia="uk-UA"/>
        </w:rPr>
        <w:t>ПРОЄКТ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0F3852" w:rsidRPr="008D47B8" w:rsidRDefault="000F3852" w:rsidP="00A00460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0F3852" w:rsidRPr="008D47B8" w:rsidRDefault="000F3852" w:rsidP="00A00460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0F3852" w:rsidRPr="008D47B8" w:rsidRDefault="000F3852" w:rsidP="00A00460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B724B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8D47B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0F3852" w:rsidRPr="008D47B8" w:rsidRDefault="000F3852" w:rsidP="00A00460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0F3852" w:rsidRPr="008D47B8" w:rsidRDefault="000F3852" w:rsidP="00A00460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D47B8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8D47B8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0F3852" w:rsidRPr="008D47B8" w:rsidRDefault="000F3852" w:rsidP="00A00460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D47B8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0F3852" w:rsidRPr="008D47B8" w:rsidRDefault="000F3852" w:rsidP="00A00460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D47B8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0F3852" w:rsidRDefault="000F3852" w:rsidP="00A00460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D47B8">
        <w:rPr>
          <w:rFonts w:ascii="Times New Roman" w:hAnsi="Times New Roman"/>
          <w:sz w:val="24"/>
          <w:szCs w:val="24"/>
          <w:lang w:val="uk-UA" w:eastAsia="ru-RU"/>
        </w:rPr>
        <w:t>П’ЯТНАД</w:t>
      </w:r>
      <w:r>
        <w:rPr>
          <w:rFonts w:ascii="Times New Roman" w:hAnsi="Times New Roman"/>
          <w:sz w:val="24"/>
          <w:szCs w:val="24"/>
          <w:lang w:val="uk-UA" w:eastAsia="ru-RU"/>
        </w:rPr>
        <w:t>ЦЯТА СЕСІЯ</w:t>
      </w:r>
    </w:p>
    <w:p w:rsidR="000F3852" w:rsidRPr="008D47B8" w:rsidRDefault="000F3852" w:rsidP="00A00460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0F3852" w:rsidRPr="008D47B8" w:rsidRDefault="000F3852" w:rsidP="00A00460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8D47B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D47B8">
        <w:rPr>
          <w:rFonts w:ascii="Times New Roman" w:hAnsi="Times New Roman"/>
          <w:sz w:val="24"/>
          <w:szCs w:val="24"/>
          <w:lang w:val="uk-UA" w:eastAsia="ar-SA"/>
        </w:rPr>
        <w:t>__ ______________ 2021</w:t>
      </w:r>
      <w:r w:rsidRPr="008D47B8">
        <w:rPr>
          <w:rFonts w:ascii="Times New Roman" w:hAnsi="Times New Roman"/>
          <w:sz w:val="24"/>
          <w:szCs w:val="24"/>
          <w:lang w:eastAsia="ar-SA"/>
        </w:rPr>
        <w:t xml:space="preserve"> року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</w:t>
      </w:r>
      <w:r w:rsidRPr="008D47B8">
        <w:rPr>
          <w:rFonts w:ascii="Times New Roman" w:hAnsi="Times New Roman"/>
          <w:sz w:val="24"/>
          <w:szCs w:val="24"/>
          <w:lang w:eastAsia="ar-SA"/>
        </w:rPr>
        <w:t xml:space="preserve"> №</w:t>
      </w:r>
      <w:r w:rsidRPr="008D47B8">
        <w:rPr>
          <w:rFonts w:ascii="Times New Roman" w:hAnsi="Times New Roman"/>
          <w:sz w:val="24"/>
          <w:szCs w:val="24"/>
          <w:lang w:val="uk-UA" w:eastAsia="ar-SA"/>
        </w:rPr>
        <w:t xml:space="preserve"> ________ </w:t>
      </w:r>
    </w:p>
    <w:p w:rsidR="000F3852" w:rsidRPr="00204536" w:rsidRDefault="000F3852" w:rsidP="006A2686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sz w:val="24"/>
          <w:szCs w:val="24"/>
          <w:lang w:val="uk-UA" w:eastAsia="ar-SA"/>
        </w:rPr>
        <w:t xml:space="preserve"> </w:t>
      </w:r>
      <w:r w:rsidRPr="00204536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  <w:bookmarkStart w:id="0" w:name="_GoBack"/>
      <w:bookmarkEnd w:id="0"/>
    </w:p>
    <w:p w:rsidR="000F3852" w:rsidRDefault="000F3852" w:rsidP="00A00460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204536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проекту </w:t>
      </w:r>
    </w:p>
    <w:p w:rsidR="000F3852" w:rsidRDefault="000F3852" w:rsidP="00A00460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204536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землеустрою щодо відведення земельних ділянок </w:t>
      </w:r>
    </w:p>
    <w:p w:rsidR="000F3852" w:rsidRDefault="000F3852" w:rsidP="00A00460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204536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ДП ,,Чортківське лісове господарство,, </w:t>
      </w:r>
    </w:p>
    <w:p w:rsidR="000F3852" w:rsidRDefault="000F3852" w:rsidP="00A00460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04536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в постійне користування </w:t>
      </w:r>
      <w:r w:rsidRPr="00204536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лісового </w:t>
      </w:r>
    </w:p>
    <w:p w:rsidR="000F3852" w:rsidRPr="00204536" w:rsidRDefault="000F3852" w:rsidP="00A00460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04536">
        <w:rPr>
          <w:rFonts w:ascii="Times New Roman" w:hAnsi="Times New Roman"/>
          <w:b/>
          <w:sz w:val="24"/>
          <w:szCs w:val="24"/>
          <w:lang w:val="uk-UA" w:eastAsia="ru-RU"/>
        </w:rPr>
        <w:t>господарства і пов’язаних з ним послуг</w:t>
      </w:r>
    </w:p>
    <w:p w:rsidR="000F3852" w:rsidRPr="00204536" w:rsidRDefault="000F3852" w:rsidP="006A2686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204536"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клопотання ДП ,,Чортківське лісове господарство,, </w:t>
      </w:r>
      <w:r w:rsidRPr="00204536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204536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204536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0F3852" w:rsidRPr="00204536" w:rsidRDefault="000F3852" w:rsidP="006A2686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204536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0F3852" w:rsidRPr="00204536" w:rsidRDefault="000F3852" w:rsidP="00A00460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204536">
        <w:rPr>
          <w:lang w:val="uk-UA" w:eastAsia="ar-SA"/>
        </w:rPr>
        <w:t xml:space="preserve">1. Надати дозвіл </w:t>
      </w:r>
      <w:r w:rsidRPr="00204536">
        <w:rPr>
          <w:b/>
          <w:color w:val="FF0000"/>
          <w:lang w:val="uk-UA" w:eastAsia="ar-SA"/>
        </w:rPr>
        <w:t>ДП ,,Чортківське лісове господарство,,</w:t>
      </w:r>
      <w:r w:rsidRPr="00204536">
        <w:rPr>
          <w:b/>
          <w:bCs/>
          <w:color w:val="FF0000"/>
          <w:spacing w:val="-12"/>
          <w:lang w:val="uk-UA" w:eastAsia="ar-SA"/>
        </w:rPr>
        <w:t xml:space="preserve"> </w:t>
      </w:r>
      <w:r w:rsidRPr="00204536">
        <w:rPr>
          <w:spacing w:val="-12"/>
          <w:lang w:val="uk-UA" w:eastAsia="ar-SA"/>
        </w:rPr>
        <w:t>на розроблення проекту землеустрою щодо відведення земельної ділянки в постійне користування</w:t>
      </w:r>
      <w:r w:rsidRPr="00204536">
        <w:rPr>
          <w:bCs/>
          <w:color w:val="000000"/>
          <w:shd w:val="clear" w:color="auto" w:fill="FFFFFF"/>
          <w:lang w:val="uk-UA"/>
        </w:rPr>
        <w:t xml:space="preserve"> /</w:t>
      </w:r>
      <w:r w:rsidRPr="00204536">
        <w:rPr>
          <w:bCs/>
          <w:color w:val="000000"/>
          <w:shd w:val="clear" w:color="auto" w:fill="FFFFFF"/>
        </w:rPr>
        <w:t>землі сільськогосподарського призначення</w:t>
      </w:r>
      <w:r w:rsidRPr="00204536">
        <w:rPr>
          <w:bCs/>
          <w:color w:val="000000"/>
          <w:shd w:val="clear" w:color="auto" w:fill="FFFFFF"/>
          <w:lang w:val="uk-UA"/>
        </w:rPr>
        <w:t xml:space="preserve">/ </w:t>
      </w:r>
      <w:r w:rsidRPr="00204536">
        <w:rPr>
          <w:spacing w:val="-12"/>
          <w:lang w:val="uk-UA" w:eastAsia="ar-SA"/>
        </w:rPr>
        <w:t xml:space="preserve"> площею </w:t>
      </w:r>
      <w:smartTag w:uri="urn:schemas-microsoft-com:office:smarttags" w:element="metricconverter">
        <w:smartTagPr>
          <w:attr w:name="ProductID" w:val="8,00 га"/>
        </w:smartTagPr>
        <w:r w:rsidRPr="00204536">
          <w:rPr>
            <w:color w:val="FF0000"/>
            <w:spacing w:val="-12"/>
            <w:lang w:val="uk-UA" w:eastAsia="ar-SA"/>
          </w:rPr>
          <w:t>8,00</w:t>
        </w:r>
        <w:r w:rsidRPr="00204536">
          <w:rPr>
            <w:color w:val="FF0000"/>
            <w:spacing w:val="-12"/>
            <w:shd w:val="clear" w:color="auto" w:fill="FFFFFF"/>
            <w:lang w:val="uk-UA" w:eastAsia="ar-SA"/>
          </w:rPr>
          <w:t xml:space="preserve"> </w:t>
        </w:r>
        <w:r w:rsidRPr="00204536">
          <w:rPr>
            <w:spacing w:val="-12"/>
            <w:shd w:val="clear" w:color="auto" w:fill="FFFFFF"/>
            <w:lang w:val="uk-UA" w:eastAsia="ar-SA"/>
          </w:rPr>
          <w:t>г</w:t>
        </w:r>
        <w:r w:rsidRPr="00204536">
          <w:rPr>
            <w:spacing w:val="-12"/>
            <w:lang w:val="uk-UA" w:eastAsia="ar-SA"/>
          </w:rPr>
          <w:t>а</w:t>
        </w:r>
      </w:smartTag>
      <w:r w:rsidRPr="00204536">
        <w:rPr>
          <w:spacing w:val="-12"/>
          <w:lang w:val="uk-UA" w:eastAsia="ar-SA"/>
        </w:rPr>
        <w:t xml:space="preserve"> в </w:t>
      </w:r>
      <w:r w:rsidRPr="00204536">
        <w:rPr>
          <w:lang w:val="uk-UA"/>
        </w:rPr>
        <w:t xml:space="preserve">для ведення лісового господарства і пов’язаних з ним послуг яка знаходиться </w:t>
      </w:r>
      <w:r w:rsidRPr="00204536">
        <w:rPr>
          <w:color w:val="000000"/>
          <w:lang w:val="uk-UA"/>
        </w:rPr>
        <w:t>на території</w:t>
      </w:r>
      <w:r w:rsidRPr="00204536">
        <w:rPr>
          <w:color w:val="000000"/>
        </w:rPr>
        <w:t> </w:t>
      </w:r>
      <w:r w:rsidRPr="00204536">
        <w:rPr>
          <w:color w:val="000000"/>
          <w:lang w:val="uk-UA"/>
        </w:rPr>
        <w:t xml:space="preserve"> Нагірянської</w:t>
      </w:r>
      <w:r w:rsidRPr="00204536">
        <w:rPr>
          <w:color w:val="000000"/>
        </w:rPr>
        <w:t> </w:t>
      </w:r>
      <w:r w:rsidRPr="00204536">
        <w:rPr>
          <w:color w:val="000000"/>
          <w:lang w:val="uk-UA"/>
        </w:rPr>
        <w:t>сільської ради Чортківського району Тернопільської області (колишня Заболотівська сільська рада).</w:t>
      </w:r>
      <w:r w:rsidRPr="00204536">
        <w:rPr>
          <w:color w:val="000000"/>
        </w:rPr>
        <w:t>   </w:t>
      </w:r>
      <w:r w:rsidRPr="00204536">
        <w:rPr>
          <w:color w:val="000000"/>
          <w:lang w:val="uk-UA"/>
        </w:rPr>
        <w:t xml:space="preserve"> </w:t>
      </w:r>
    </w:p>
    <w:p w:rsidR="000F3852" w:rsidRPr="00204536" w:rsidRDefault="000F3852" w:rsidP="00A00460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204536">
        <w:rPr>
          <w:rFonts w:ascii="Times New Roman" w:hAnsi="Times New Roman"/>
          <w:sz w:val="24"/>
          <w:szCs w:val="24"/>
          <w:lang w:eastAsia="ru-RU"/>
        </w:rPr>
        <w:t>2. Зареєструвати речове право на земельну ділянку у встановленому законодавством порядку.</w:t>
      </w:r>
    </w:p>
    <w:p w:rsidR="000F3852" w:rsidRPr="00204536" w:rsidRDefault="000F3852" w:rsidP="00A0046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536">
        <w:rPr>
          <w:rFonts w:ascii="Times New Roman" w:hAnsi="Times New Roman"/>
          <w:sz w:val="24"/>
          <w:szCs w:val="24"/>
          <w:lang w:eastAsia="ru-RU"/>
        </w:rPr>
        <w:t>3. В</w:t>
      </w:r>
      <w:r w:rsidRPr="00204536">
        <w:rPr>
          <w:rFonts w:ascii="Times New Roman" w:hAnsi="Times New Roman"/>
          <w:sz w:val="24"/>
          <w:szCs w:val="24"/>
          <w:lang w:val="uk-UA" w:eastAsia="ru-RU"/>
        </w:rPr>
        <w:t>икористовувати</w:t>
      </w:r>
      <w:r w:rsidRPr="00204536">
        <w:rPr>
          <w:rFonts w:ascii="Times New Roman" w:hAnsi="Times New Roman"/>
          <w:sz w:val="24"/>
          <w:szCs w:val="24"/>
          <w:lang w:eastAsia="ru-RU"/>
        </w:rPr>
        <w:t xml:space="preserve"> земельні ділянки відповідно до вимог чинного законодавст</w:t>
      </w:r>
      <w:r w:rsidRPr="00204536">
        <w:rPr>
          <w:rFonts w:ascii="Times New Roman" w:hAnsi="Times New Roman"/>
          <w:sz w:val="24"/>
          <w:szCs w:val="24"/>
          <w:lang w:val="uk-UA" w:eastAsia="ru-RU"/>
        </w:rPr>
        <w:t>ва</w:t>
      </w:r>
      <w:r w:rsidRPr="00204536">
        <w:rPr>
          <w:rFonts w:ascii="Times New Roman" w:hAnsi="Times New Roman"/>
          <w:sz w:val="24"/>
          <w:szCs w:val="24"/>
          <w:lang w:eastAsia="ru-RU"/>
        </w:rPr>
        <w:t>.</w:t>
      </w:r>
    </w:p>
    <w:p w:rsidR="000F3852" w:rsidRPr="00204536" w:rsidRDefault="000F3852" w:rsidP="00A00460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53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20453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204536">
        <w:rPr>
          <w:rFonts w:ascii="Times New Roman" w:hAnsi="Times New Roman"/>
          <w:sz w:val="24"/>
          <w:szCs w:val="24"/>
          <w:lang w:eastAsia="ru-RU"/>
        </w:rPr>
        <w:t xml:space="preserve">містобудування, земельних відносин та сталого розвитку. </w:t>
      </w:r>
    </w:p>
    <w:p w:rsidR="000F3852" w:rsidRPr="00204536" w:rsidRDefault="000F3852" w:rsidP="006A2686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04536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Ігор КІНДРАТ     </w:t>
      </w:r>
    </w:p>
    <w:p w:rsidR="000F3852" w:rsidRDefault="000F3852" w:rsidP="00A00460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Йосип Зібрівський                                                                                           </w:t>
      </w:r>
    </w:p>
    <w:p w:rsidR="000F3852" w:rsidRPr="006A2686" w:rsidRDefault="000F3852" w:rsidP="006A2686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Любомир Хом’як  </w:t>
      </w:r>
    </w:p>
    <w:p w:rsidR="000F3852" w:rsidRDefault="000F3852" w:rsidP="00A00460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Віталій Брощак</w:t>
      </w:r>
    </w:p>
    <w:p w:rsidR="000F3852" w:rsidRPr="00204536" w:rsidRDefault="000F3852" w:rsidP="00A00460">
      <w:pPr>
        <w:rPr>
          <w:lang w:val="uk-UA"/>
        </w:rPr>
      </w:pPr>
    </w:p>
    <w:p w:rsidR="000F3852" w:rsidRPr="00204536" w:rsidRDefault="000F3852">
      <w:pPr>
        <w:rPr>
          <w:lang w:val="uk-UA"/>
        </w:rPr>
      </w:pPr>
    </w:p>
    <w:sectPr w:rsidR="000F3852" w:rsidRPr="00204536" w:rsidSect="00E3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2EF"/>
    <w:rsid w:val="00013813"/>
    <w:rsid w:val="0006101B"/>
    <w:rsid w:val="000F3852"/>
    <w:rsid w:val="00204536"/>
    <w:rsid w:val="00333E82"/>
    <w:rsid w:val="005D4035"/>
    <w:rsid w:val="006A2686"/>
    <w:rsid w:val="008B724B"/>
    <w:rsid w:val="008D47B8"/>
    <w:rsid w:val="00920881"/>
    <w:rsid w:val="009210AA"/>
    <w:rsid w:val="00A00460"/>
    <w:rsid w:val="00B04329"/>
    <w:rsid w:val="00C53461"/>
    <w:rsid w:val="00D3074C"/>
    <w:rsid w:val="00DC2D47"/>
    <w:rsid w:val="00DD42EF"/>
    <w:rsid w:val="00E35015"/>
    <w:rsid w:val="00F5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460"/>
    <w:pPr>
      <w:spacing w:after="160" w:line="25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004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2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6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1126</Words>
  <Characters>643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</cp:revision>
  <cp:lastPrinted>2021-12-15T08:59:00Z</cp:lastPrinted>
  <dcterms:created xsi:type="dcterms:W3CDTF">2021-12-02T14:06:00Z</dcterms:created>
  <dcterms:modified xsi:type="dcterms:W3CDTF">2021-12-19T22:05:00Z</dcterms:modified>
</cp:coreProperties>
</file>