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6F" w:rsidRDefault="001B216F" w:rsidP="001B1AC7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</w:p>
    <w:p w:rsidR="001B216F" w:rsidRDefault="001B216F" w:rsidP="001B1AC7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D41FD6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1B216F" w:rsidRDefault="001B216F" w:rsidP="001B1AC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1B216F" w:rsidRDefault="001B216F" w:rsidP="001B1AC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1B216F" w:rsidRDefault="001B216F" w:rsidP="001B1AC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1B216F" w:rsidRPr="00962919" w:rsidRDefault="001B216F" w:rsidP="001B1AC7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 СЕСІЯ</w:t>
      </w:r>
    </w:p>
    <w:p w:rsidR="001B216F" w:rsidRDefault="001B216F" w:rsidP="001B1AC7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1B216F" w:rsidRDefault="001B216F" w:rsidP="001B1AC7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 жовтня 2021  року                                    № 534 </w:t>
      </w:r>
    </w:p>
    <w:p w:rsidR="001B216F" w:rsidRPr="00517BB8" w:rsidRDefault="001B216F" w:rsidP="008B7DA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517BB8">
        <w:rPr>
          <w:rFonts w:ascii="Times New Roman" w:hAnsi="Times New Roman"/>
          <w:sz w:val="24"/>
          <w:szCs w:val="24"/>
        </w:rPr>
        <w:t>-ще Нагірянка</w:t>
      </w:r>
    </w:p>
    <w:p w:rsidR="001B216F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1B216F" w:rsidRPr="00183456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Про затвердження проекту землеустрою  щодо </w:t>
      </w:r>
    </w:p>
    <w:p w:rsidR="001B216F" w:rsidRPr="00183456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>відведення земельних ділянок  у власність членам</w:t>
      </w:r>
    </w:p>
    <w:p w:rsidR="001B216F" w:rsidRPr="00183456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ФГ </w:t>
      </w:r>
      <w:r w:rsidRPr="00183456">
        <w:rPr>
          <w:rFonts w:ascii="Times New Roman" w:hAnsi="Times New Roman"/>
          <w:b/>
          <w:sz w:val="24"/>
          <w:szCs w:val="24"/>
          <w:lang w:val="ru-RU"/>
        </w:rPr>
        <w:t>“</w:t>
      </w:r>
      <w:r w:rsidRPr="00183456">
        <w:rPr>
          <w:rFonts w:ascii="Times New Roman" w:hAnsi="Times New Roman"/>
          <w:b/>
          <w:sz w:val="24"/>
          <w:szCs w:val="24"/>
        </w:rPr>
        <w:t>Червона калина</w:t>
      </w:r>
      <w:r w:rsidRPr="00183456">
        <w:rPr>
          <w:rFonts w:ascii="Times New Roman" w:hAnsi="Times New Roman"/>
          <w:b/>
          <w:sz w:val="24"/>
          <w:szCs w:val="24"/>
          <w:lang w:val="ru-RU"/>
        </w:rPr>
        <w:t>”</w:t>
      </w:r>
      <w:r w:rsidRPr="00183456">
        <w:rPr>
          <w:rFonts w:ascii="Times New Roman" w:hAnsi="Times New Roman"/>
          <w:b/>
          <w:sz w:val="24"/>
          <w:szCs w:val="24"/>
        </w:rPr>
        <w:t>для ведення фермерського</w:t>
      </w:r>
    </w:p>
    <w:p w:rsidR="001B216F" w:rsidRPr="00183456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183456">
        <w:rPr>
          <w:rFonts w:ascii="Times New Roman" w:hAnsi="Times New Roman"/>
          <w:b/>
          <w:sz w:val="24"/>
          <w:szCs w:val="24"/>
        </w:rPr>
        <w:t xml:space="preserve">осподарства розташованих за межами населеного </w:t>
      </w:r>
    </w:p>
    <w:p w:rsidR="001B216F" w:rsidRPr="00183456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 xml:space="preserve">пункту с. Шульганівка Нагірянської сільської ради </w:t>
      </w:r>
    </w:p>
    <w:p w:rsidR="001B216F" w:rsidRDefault="001B216F" w:rsidP="008B7DA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83456">
        <w:rPr>
          <w:rFonts w:ascii="Times New Roman" w:hAnsi="Times New Roman"/>
          <w:b/>
          <w:sz w:val="24"/>
          <w:szCs w:val="24"/>
        </w:rPr>
        <w:t>Чортківського району</w:t>
      </w:r>
      <w:r>
        <w:rPr>
          <w:rFonts w:ascii="Times New Roman" w:hAnsi="Times New Roman"/>
          <w:b/>
          <w:sz w:val="24"/>
          <w:szCs w:val="24"/>
        </w:rPr>
        <w:t>.</w:t>
      </w:r>
      <w:r w:rsidRPr="00183456">
        <w:rPr>
          <w:rFonts w:ascii="Times New Roman" w:hAnsi="Times New Roman"/>
          <w:b/>
          <w:sz w:val="24"/>
          <w:szCs w:val="24"/>
        </w:rPr>
        <w:t xml:space="preserve"> </w:t>
      </w:r>
    </w:p>
    <w:p w:rsidR="001B216F" w:rsidRPr="00183456" w:rsidRDefault="001B216F" w:rsidP="008B7DAD">
      <w:pPr>
        <w:pStyle w:val="NoSpacing"/>
        <w:rPr>
          <w:rFonts w:ascii="Times New Roman" w:hAnsi="Times New Roman"/>
          <w:sz w:val="24"/>
          <w:szCs w:val="24"/>
        </w:rPr>
      </w:pPr>
    </w:p>
    <w:p w:rsidR="001B216F" w:rsidRDefault="001B216F" w:rsidP="00D94E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ab/>
        <w:t>Розглянувши заяви гр.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3456">
        <w:rPr>
          <w:rFonts w:ascii="Times New Roman" w:hAnsi="Times New Roman"/>
          <w:sz w:val="24"/>
          <w:szCs w:val="24"/>
        </w:rPr>
        <w:t xml:space="preserve">гр Гедеон Д.Я., Величенко О.О., Величенко К.М. про затвердження проекту землеустрою щодо відведення земельних ділянок   для ведення фермерського господарства,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1B216F" w:rsidRPr="00183456" w:rsidRDefault="001B216F" w:rsidP="00D94E62">
      <w:pPr>
        <w:pStyle w:val="NoSpacing"/>
        <w:jc w:val="both"/>
        <w:rPr>
          <w:rFonts w:ascii="Times New Roman" w:hAnsi="Times New Roman"/>
          <w:color w:val="333333"/>
          <w:sz w:val="24"/>
          <w:szCs w:val="24"/>
        </w:rPr>
      </w:pPr>
      <w:r w:rsidRPr="00183456">
        <w:rPr>
          <w:rFonts w:ascii="Times New Roman" w:hAnsi="Times New Roman"/>
          <w:b/>
          <w:color w:val="333333"/>
          <w:sz w:val="24"/>
          <w:szCs w:val="24"/>
        </w:rPr>
        <w:t>В И Р І  Ш И Л А</w:t>
      </w:r>
      <w:r w:rsidRPr="00183456">
        <w:rPr>
          <w:rFonts w:ascii="Times New Roman" w:hAnsi="Times New Roman"/>
          <w:color w:val="333333"/>
          <w:sz w:val="24"/>
          <w:szCs w:val="24"/>
        </w:rPr>
        <w:t xml:space="preserve"> :</w:t>
      </w:r>
    </w:p>
    <w:p w:rsidR="001B216F" w:rsidRPr="00183456" w:rsidRDefault="001B216F" w:rsidP="00D94E6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B216F" w:rsidRPr="00B3181A" w:rsidRDefault="001B216F" w:rsidP="00B3181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B3181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3181A">
        <w:rPr>
          <w:rFonts w:ascii="Times New Roman" w:hAnsi="Times New Roman"/>
          <w:sz w:val="24"/>
          <w:szCs w:val="24"/>
        </w:rPr>
        <w:t xml:space="preserve">Затвердити проект землеустрою щодо відведення земельних ділянок площею </w:t>
      </w:r>
      <w:smartTag w:uri="urn:schemas-microsoft-com:office:smarttags" w:element="metricconverter">
        <w:smartTagPr>
          <w:attr w:name="ProductID" w:val="6,6969 га"/>
        </w:smartTagPr>
        <w:r w:rsidRPr="00B3181A">
          <w:rPr>
            <w:rFonts w:ascii="Times New Roman" w:hAnsi="Times New Roman"/>
            <w:sz w:val="24"/>
            <w:szCs w:val="24"/>
          </w:rPr>
          <w:t>6,6969 га</w:t>
        </w:r>
      </w:smartTag>
      <w:r w:rsidRPr="00B3181A">
        <w:rPr>
          <w:rFonts w:ascii="Times New Roman" w:hAnsi="Times New Roman"/>
          <w:sz w:val="24"/>
          <w:szCs w:val="24"/>
        </w:rPr>
        <w:t xml:space="preserve">  у власність членам ФГ </w:t>
      </w:r>
      <w:r w:rsidRPr="00B3181A">
        <w:rPr>
          <w:rFonts w:ascii="Times New Roman" w:hAnsi="Times New Roman"/>
          <w:sz w:val="24"/>
          <w:szCs w:val="24"/>
          <w:lang w:val="ru-RU"/>
        </w:rPr>
        <w:t>“</w:t>
      </w:r>
      <w:r w:rsidRPr="00B3181A">
        <w:rPr>
          <w:rFonts w:ascii="Times New Roman" w:hAnsi="Times New Roman"/>
          <w:sz w:val="24"/>
          <w:szCs w:val="24"/>
        </w:rPr>
        <w:t>Червона калина</w:t>
      </w:r>
      <w:r w:rsidRPr="00B3181A">
        <w:rPr>
          <w:rFonts w:ascii="Times New Roman" w:hAnsi="Times New Roman"/>
          <w:sz w:val="24"/>
          <w:szCs w:val="24"/>
          <w:lang w:val="ru-RU"/>
        </w:rPr>
        <w:t xml:space="preserve">” </w:t>
      </w:r>
      <w:r w:rsidRPr="00B3181A">
        <w:rPr>
          <w:rFonts w:ascii="Times New Roman" w:hAnsi="Times New Roman"/>
          <w:sz w:val="24"/>
          <w:szCs w:val="24"/>
        </w:rPr>
        <w:t>для ведення фермерського господарства розташованих за межами населеного пункту с. Шульганівка Нагірянської сільської ради Чортківського району</w:t>
      </w:r>
      <w:r w:rsidRPr="00B3181A">
        <w:rPr>
          <w:rFonts w:ascii="Times New Roman" w:hAnsi="Times New Roman"/>
          <w:b/>
          <w:sz w:val="24"/>
          <w:szCs w:val="24"/>
        </w:rPr>
        <w:t xml:space="preserve"> </w:t>
      </w:r>
    </w:p>
    <w:p w:rsidR="001B216F" w:rsidRPr="00183456" w:rsidRDefault="001B216F" w:rsidP="008B7DA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10302">
        <w:rPr>
          <w:rFonts w:ascii="Times New Roman" w:hAnsi="Times New Roman"/>
          <w:b/>
          <w:sz w:val="24"/>
          <w:szCs w:val="24"/>
        </w:rPr>
        <w:t>2.</w:t>
      </w:r>
      <w:r w:rsidRPr="00183456">
        <w:rPr>
          <w:rFonts w:ascii="Times New Roman" w:hAnsi="Times New Roman"/>
          <w:sz w:val="24"/>
          <w:szCs w:val="24"/>
        </w:rPr>
        <w:t xml:space="preserve"> Передати гр. Гедеон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3456">
        <w:rPr>
          <w:rFonts w:ascii="Times New Roman" w:hAnsi="Times New Roman"/>
          <w:sz w:val="24"/>
          <w:szCs w:val="24"/>
        </w:rPr>
        <w:t>Дарії Яківні безоплатно у власність земельну ділянку площею 2,2323га. кад. номер 6125589500:01:001:2000 для ведення фермерського господарства  за межами населеного пункту с.Шульганівка Нагірянської сільської ради Чортківського району.</w:t>
      </w:r>
    </w:p>
    <w:p w:rsidR="001B216F" w:rsidRPr="00183456" w:rsidRDefault="001B216F" w:rsidP="0018345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>2.1 Передати гр. Величенко Оксані Олександрівні безоплатно у власність земельну ділянку площею 2,2323га. кад. номер 6125589500:01:001:2001 для ведення фермерського господарства  за межами населеного пункту с.Шульганівка Нагірянської сільської ради Чортківського району.</w:t>
      </w:r>
    </w:p>
    <w:p w:rsidR="001B216F" w:rsidRPr="00183456" w:rsidRDefault="001B216F" w:rsidP="008B7DA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3456">
        <w:rPr>
          <w:rFonts w:ascii="Times New Roman" w:hAnsi="Times New Roman"/>
          <w:sz w:val="24"/>
          <w:szCs w:val="24"/>
        </w:rPr>
        <w:t>2.2 Передати гр. Величенко Катерині Михайлівні безоплатно у власність земельну ділянку площею 2,2323га. кад. номер 6125589500:01:001:2002  для ведення фермерського господарства  за межами населеного пункту с.Шульганівка Нагірянської сільської ради Чортківського району.</w:t>
      </w:r>
    </w:p>
    <w:p w:rsidR="001B216F" w:rsidRPr="00183456" w:rsidRDefault="001B216F" w:rsidP="008B7DAD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910302">
        <w:rPr>
          <w:rFonts w:ascii="Times New Roman" w:hAnsi="Times New Roman"/>
          <w:b/>
          <w:sz w:val="24"/>
          <w:szCs w:val="24"/>
        </w:rPr>
        <w:t>3.</w:t>
      </w:r>
      <w:r w:rsidRPr="00183456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1B216F" w:rsidRDefault="001B216F" w:rsidP="001B1AC7">
      <w:pPr>
        <w:jc w:val="both"/>
        <w:rPr>
          <w:rFonts w:ascii="Times New Roman" w:hAnsi="Times New Roman"/>
          <w:sz w:val="24"/>
          <w:szCs w:val="24"/>
        </w:rPr>
      </w:pPr>
      <w:r w:rsidRPr="00910302">
        <w:rPr>
          <w:rFonts w:ascii="Times New Roman" w:hAnsi="Times New Roman"/>
          <w:b/>
          <w:sz w:val="24"/>
          <w:szCs w:val="24"/>
          <w:bdr w:val="none" w:sz="0" w:space="0" w:color="auto" w:frame="1"/>
          <w:lang w:val="ru-RU"/>
        </w:rPr>
        <w:t>4.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розвитку.</w:t>
      </w:r>
    </w:p>
    <w:p w:rsidR="001B216F" w:rsidRPr="00B3181A" w:rsidRDefault="001B216F" w:rsidP="001B1AC7">
      <w:pPr>
        <w:jc w:val="both"/>
        <w:rPr>
          <w:rFonts w:ascii="Times New Roman" w:hAnsi="Times New Roman"/>
          <w:sz w:val="24"/>
          <w:szCs w:val="24"/>
        </w:rPr>
      </w:pPr>
    </w:p>
    <w:p w:rsidR="001B216F" w:rsidRPr="00910302" w:rsidRDefault="001B216F" w:rsidP="00B3181A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10302">
        <w:rPr>
          <w:rFonts w:ascii="Times New Roman" w:hAnsi="Times New Roman"/>
          <w:b/>
          <w:sz w:val="24"/>
          <w:szCs w:val="24"/>
        </w:rPr>
        <w:t xml:space="preserve">Нагірянський сільський голова                                      Ігор КІНДРАТ          </w:t>
      </w:r>
      <w:bookmarkStart w:id="0" w:name="_GoBack"/>
      <w:bookmarkEnd w:id="0"/>
    </w:p>
    <w:sectPr w:rsidR="001B216F" w:rsidRPr="00910302" w:rsidSect="0091030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C2B31"/>
    <w:multiLevelType w:val="hybridMultilevel"/>
    <w:tmpl w:val="A37AE8E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DAD"/>
    <w:rsid w:val="00065DEF"/>
    <w:rsid w:val="00183456"/>
    <w:rsid w:val="001B1AC7"/>
    <w:rsid w:val="001B216F"/>
    <w:rsid w:val="001D2268"/>
    <w:rsid w:val="002A4494"/>
    <w:rsid w:val="00326F70"/>
    <w:rsid w:val="00332435"/>
    <w:rsid w:val="003F5C03"/>
    <w:rsid w:val="0041763A"/>
    <w:rsid w:val="00445CEF"/>
    <w:rsid w:val="004A3091"/>
    <w:rsid w:val="004C18D8"/>
    <w:rsid w:val="004D7574"/>
    <w:rsid w:val="00517BB8"/>
    <w:rsid w:val="005E7D2E"/>
    <w:rsid w:val="008B7DAD"/>
    <w:rsid w:val="00910302"/>
    <w:rsid w:val="00962919"/>
    <w:rsid w:val="00B3181A"/>
    <w:rsid w:val="00D10137"/>
    <w:rsid w:val="00D41FD6"/>
    <w:rsid w:val="00D60018"/>
    <w:rsid w:val="00D94E62"/>
    <w:rsid w:val="00EA02BB"/>
    <w:rsid w:val="00F2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6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8B7DAD"/>
    <w:rPr>
      <w:sz w:val="22"/>
      <w:lang w:val="uk-UA" w:eastAsia="en-US"/>
    </w:rPr>
  </w:style>
  <w:style w:type="paragraph" w:styleId="NoSpacing">
    <w:name w:val="No Spacing"/>
    <w:link w:val="NoSpacingChar"/>
    <w:uiPriority w:val="99"/>
    <w:qFormat/>
    <w:rsid w:val="008B7DAD"/>
    <w:rPr>
      <w:lang w:eastAsia="en-US"/>
    </w:rPr>
  </w:style>
  <w:style w:type="paragraph" w:styleId="ListParagraph">
    <w:name w:val="List Paragraph"/>
    <w:basedOn w:val="Normal"/>
    <w:uiPriority w:val="99"/>
    <w:qFormat/>
    <w:rsid w:val="00183456"/>
    <w:pPr>
      <w:ind w:left="720"/>
      <w:contextualSpacing/>
    </w:pPr>
  </w:style>
  <w:style w:type="paragraph" w:customStyle="1" w:styleId="1">
    <w:name w:val="Без інтервалів1"/>
    <w:uiPriority w:val="99"/>
    <w:rsid w:val="001B1A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2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362</Words>
  <Characters>2068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ASUS</cp:lastModifiedBy>
  <cp:revision>6</cp:revision>
  <cp:lastPrinted>2021-10-28T09:27:00Z</cp:lastPrinted>
  <dcterms:created xsi:type="dcterms:W3CDTF">2021-10-07T09:28:00Z</dcterms:created>
  <dcterms:modified xsi:type="dcterms:W3CDTF">2021-10-28T09:27:00Z</dcterms:modified>
</cp:coreProperties>
</file>