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AA5" w:rsidRDefault="00CE5AA5" w:rsidP="0009271F">
      <w:pPr>
        <w:pStyle w:val="1"/>
        <w:jc w:val="right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>11</w:t>
      </w:r>
      <w:r w:rsidRPr="0006401E">
        <w:rPr>
          <w:rFonts w:ascii="Times New Roman" w:hAnsi="Times New Roman"/>
          <w:sz w:val="24"/>
          <w:szCs w:val="24"/>
        </w:rPr>
        <w:t xml:space="preserve">                                                   </w:t>
      </w:r>
    </w:p>
    <w:p w:rsidR="00CE5AA5" w:rsidRDefault="00CE5AA5" w:rsidP="0009271F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CE5AA5" w:rsidRPr="0006401E" w:rsidRDefault="00CE5AA5" w:rsidP="0009271F">
      <w:pPr>
        <w:pStyle w:val="1"/>
        <w:jc w:val="right"/>
        <w:rPr>
          <w:noProof/>
        </w:rPr>
      </w:pPr>
      <w:r w:rsidRPr="0006401E">
        <w:rPr>
          <w:rFonts w:ascii="Times New Roman" w:hAnsi="Times New Roman"/>
          <w:sz w:val="24"/>
          <w:szCs w:val="24"/>
        </w:rPr>
        <w:t xml:space="preserve">   ПРОЄКТ</w:t>
      </w:r>
    </w:p>
    <w:p w:rsidR="00CE5AA5" w:rsidRPr="0006401E" w:rsidRDefault="00CE5AA5" w:rsidP="0009271F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3in;margin-top:9pt;width:43.75pt;height:61.9pt;z-index:251658240;visibility:visible;mso-wrap-distance-left:9.05pt;mso-wrap-distance-right:9.05pt" filled="t">
            <v:imagedata r:id="rId4" o:title="" blacklevel="3932f"/>
            <w10:wrap type="topAndBottom"/>
          </v:shape>
        </w:pict>
      </w:r>
      <w:r w:rsidRPr="0006401E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CE5AA5" w:rsidRPr="0006401E" w:rsidRDefault="00CE5AA5" w:rsidP="0009271F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06401E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CE5AA5" w:rsidRPr="0006401E" w:rsidRDefault="00CE5AA5" w:rsidP="0009271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CE5AA5" w:rsidRPr="0006401E" w:rsidRDefault="00CE5AA5" w:rsidP="0009271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sz w:val="24"/>
          <w:szCs w:val="24"/>
        </w:rPr>
        <w:t>ВОСЬМЕ СКЛИКАННЯ</w:t>
      </w:r>
    </w:p>
    <w:p w:rsidR="00CE5AA5" w:rsidRPr="0006401E" w:rsidRDefault="00CE5AA5" w:rsidP="0009271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sz w:val="24"/>
          <w:szCs w:val="24"/>
        </w:rPr>
        <w:t>ДВАНАДЦЯТА СЕСІЯ</w:t>
      </w:r>
    </w:p>
    <w:p w:rsidR="00CE5AA5" w:rsidRPr="0006401E" w:rsidRDefault="00CE5AA5" w:rsidP="0009271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sz w:val="24"/>
          <w:szCs w:val="24"/>
        </w:rPr>
        <w:t>РІШЕННЯ</w:t>
      </w:r>
    </w:p>
    <w:p w:rsidR="00CE5AA5" w:rsidRPr="0006401E" w:rsidRDefault="00CE5AA5" w:rsidP="0009271F">
      <w:pPr>
        <w:pStyle w:val="1"/>
        <w:rPr>
          <w:rFonts w:ascii="Times New Roman" w:hAnsi="Times New Roman"/>
          <w:sz w:val="24"/>
          <w:szCs w:val="24"/>
        </w:rPr>
      </w:pPr>
    </w:p>
    <w:p w:rsidR="00CE5AA5" w:rsidRPr="0006401E" w:rsidRDefault="00CE5AA5" w:rsidP="0009271F">
      <w:pPr>
        <w:pStyle w:val="1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sz w:val="24"/>
          <w:szCs w:val="24"/>
        </w:rPr>
        <w:t xml:space="preserve">___ __________ 2021 року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06401E">
        <w:rPr>
          <w:rFonts w:ascii="Times New Roman" w:hAnsi="Times New Roman"/>
          <w:sz w:val="24"/>
          <w:szCs w:val="24"/>
        </w:rPr>
        <w:t xml:space="preserve">   № ____</w:t>
      </w:r>
    </w:p>
    <w:p w:rsidR="00CE5AA5" w:rsidRPr="0006401E" w:rsidRDefault="00CE5AA5" w:rsidP="0009271F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06401E">
        <w:rPr>
          <w:rFonts w:ascii="Times New Roman" w:hAnsi="Times New Roman"/>
          <w:sz w:val="24"/>
          <w:szCs w:val="24"/>
        </w:rPr>
        <w:t>с-ще Нагірянка</w:t>
      </w:r>
    </w:p>
    <w:p w:rsidR="00CE5AA5" w:rsidRPr="007B7C08" w:rsidRDefault="00CE5AA5" w:rsidP="0009271F">
      <w:pPr>
        <w:pStyle w:val="1"/>
        <w:rPr>
          <w:rFonts w:ascii="Times New Roman" w:hAnsi="Times New Roman"/>
          <w:b/>
          <w:spacing w:val="-12"/>
          <w:sz w:val="24"/>
          <w:szCs w:val="24"/>
        </w:rPr>
      </w:pPr>
    </w:p>
    <w:p w:rsidR="00CE5AA5" w:rsidRDefault="00CE5AA5" w:rsidP="0009271F">
      <w:pPr>
        <w:pStyle w:val="1"/>
        <w:ind w:right="1"/>
        <w:jc w:val="both"/>
        <w:rPr>
          <w:rFonts w:ascii="Times New Roman" w:hAnsi="Times New Roman"/>
          <w:b/>
          <w:sz w:val="24"/>
          <w:szCs w:val="24"/>
        </w:rPr>
      </w:pPr>
      <w:r w:rsidRPr="007B7C08">
        <w:rPr>
          <w:rFonts w:ascii="Times New Roman" w:hAnsi="Times New Roman"/>
          <w:b/>
          <w:sz w:val="24"/>
          <w:szCs w:val="24"/>
        </w:rPr>
        <w:t xml:space="preserve">Про надання дозволу громадянам на </w:t>
      </w:r>
    </w:p>
    <w:p w:rsidR="00CE5AA5" w:rsidRDefault="00CE5AA5" w:rsidP="0009271F">
      <w:pPr>
        <w:pStyle w:val="1"/>
        <w:ind w:right="1"/>
        <w:jc w:val="both"/>
        <w:rPr>
          <w:rFonts w:ascii="Times New Roman" w:hAnsi="Times New Roman"/>
          <w:b/>
          <w:sz w:val="24"/>
          <w:szCs w:val="24"/>
        </w:rPr>
      </w:pPr>
      <w:r w:rsidRPr="007B7C08">
        <w:rPr>
          <w:rFonts w:ascii="Times New Roman" w:hAnsi="Times New Roman"/>
          <w:b/>
          <w:sz w:val="24"/>
          <w:szCs w:val="24"/>
        </w:rPr>
        <w:t xml:space="preserve">виготовлення технічної документації </w:t>
      </w:r>
    </w:p>
    <w:p w:rsidR="00CE5AA5" w:rsidRDefault="00CE5AA5" w:rsidP="0009271F">
      <w:pPr>
        <w:pStyle w:val="1"/>
        <w:ind w:right="1"/>
        <w:jc w:val="both"/>
        <w:rPr>
          <w:rFonts w:ascii="Times New Roman" w:hAnsi="Times New Roman"/>
          <w:b/>
          <w:sz w:val="24"/>
          <w:szCs w:val="24"/>
        </w:rPr>
      </w:pPr>
      <w:r w:rsidRPr="007B7C08">
        <w:rPr>
          <w:rFonts w:ascii="Times New Roman" w:hAnsi="Times New Roman"/>
          <w:b/>
          <w:sz w:val="24"/>
          <w:szCs w:val="24"/>
        </w:rPr>
        <w:t>із землеустрою щодо встановлення</w:t>
      </w:r>
    </w:p>
    <w:p w:rsidR="00CE5AA5" w:rsidRDefault="00CE5AA5" w:rsidP="0009271F">
      <w:pPr>
        <w:pStyle w:val="1"/>
        <w:ind w:right="1"/>
        <w:jc w:val="both"/>
        <w:rPr>
          <w:rFonts w:ascii="Times New Roman" w:hAnsi="Times New Roman"/>
          <w:b/>
          <w:bCs/>
          <w:sz w:val="24"/>
          <w:szCs w:val="24"/>
        </w:rPr>
      </w:pPr>
      <w:r w:rsidRPr="007B7C08">
        <w:rPr>
          <w:rFonts w:ascii="Times New Roman" w:hAnsi="Times New Roman"/>
          <w:b/>
          <w:sz w:val="24"/>
          <w:szCs w:val="24"/>
        </w:rPr>
        <w:t xml:space="preserve">(відновлення) меж земельної </w:t>
      </w:r>
      <w:r w:rsidRPr="007B7C08">
        <w:rPr>
          <w:rFonts w:ascii="Times New Roman" w:hAnsi="Times New Roman"/>
          <w:b/>
          <w:bCs/>
          <w:sz w:val="24"/>
          <w:szCs w:val="24"/>
        </w:rPr>
        <w:t xml:space="preserve">ділянки </w:t>
      </w:r>
    </w:p>
    <w:p w:rsidR="00CE5AA5" w:rsidRPr="0006401E" w:rsidRDefault="00CE5AA5" w:rsidP="0009271F">
      <w:pPr>
        <w:pStyle w:val="1"/>
        <w:ind w:right="1"/>
        <w:jc w:val="both"/>
        <w:rPr>
          <w:rFonts w:ascii="Times New Roman" w:hAnsi="Times New Roman"/>
          <w:b/>
          <w:sz w:val="24"/>
          <w:szCs w:val="24"/>
        </w:rPr>
      </w:pPr>
      <w:r w:rsidRPr="007B7C08">
        <w:rPr>
          <w:rFonts w:ascii="Times New Roman" w:hAnsi="Times New Roman"/>
          <w:b/>
          <w:bCs/>
          <w:sz w:val="24"/>
          <w:szCs w:val="24"/>
        </w:rPr>
        <w:t xml:space="preserve">в натурі (на місцевості) у приватну власність </w:t>
      </w:r>
    </w:p>
    <w:p w:rsidR="00CE5AA5" w:rsidRPr="007B7C08" w:rsidRDefault="00CE5AA5" w:rsidP="0009271F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CE5AA5" w:rsidRPr="007B7C08" w:rsidRDefault="00CE5AA5" w:rsidP="0009271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7B7C08">
        <w:rPr>
          <w:rFonts w:ascii="Times New Roman" w:hAnsi="Times New Roman"/>
          <w:sz w:val="24"/>
          <w:szCs w:val="24"/>
        </w:rPr>
        <w:t xml:space="preserve">        Розглянувши з</w:t>
      </w:r>
      <w:r>
        <w:rPr>
          <w:rFonts w:ascii="Times New Roman" w:hAnsi="Times New Roman"/>
          <w:sz w:val="24"/>
          <w:szCs w:val="24"/>
        </w:rPr>
        <w:t>аяви</w:t>
      </w:r>
      <w:r w:rsidRPr="007B7C08">
        <w:rPr>
          <w:rFonts w:ascii="Times New Roman" w:hAnsi="Times New Roman"/>
          <w:sz w:val="24"/>
          <w:szCs w:val="24"/>
        </w:rPr>
        <w:t xml:space="preserve"> громадян, відповідно до статей  12, 33, 40, 81,  118, 120, 121, 122 Земельного кодексу України, статті 25, 55 Закону України « Про землеустрій», керуючись статтею 26 Закону України «Про місцеве самоврядування в Україні» та враховуючи рекомендації</w:t>
      </w:r>
      <w:r w:rsidRPr="007B7C0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7B7C08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сільська рада</w:t>
      </w:r>
    </w:p>
    <w:p w:rsidR="00CE5AA5" w:rsidRPr="007B7C08" w:rsidRDefault="00CE5AA5" w:rsidP="0009271F">
      <w:pPr>
        <w:pStyle w:val="1"/>
        <w:rPr>
          <w:rFonts w:ascii="Times New Roman" w:hAnsi="Times New Roman"/>
          <w:sz w:val="24"/>
          <w:szCs w:val="24"/>
        </w:rPr>
      </w:pPr>
    </w:p>
    <w:p w:rsidR="00CE5AA5" w:rsidRPr="007B7C08" w:rsidRDefault="00CE5AA5" w:rsidP="0009271F">
      <w:pPr>
        <w:pStyle w:val="1"/>
        <w:rPr>
          <w:rFonts w:ascii="Times New Roman" w:hAnsi="Times New Roman"/>
          <w:b/>
          <w:sz w:val="24"/>
          <w:szCs w:val="24"/>
        </w:rPr>
      </w:pPr>
      <w:r w:rsidRPr="007B7C08">
        <w:rPr>
          <w:rFonts w:ascii="Times New Roman" w:hAnsi="Times New Roman"/>
          <w:b/>
          <w:sz w:val="24"/>
          <w:szCs w:val="24"/>
        </w:rPr>
        <w:t>ВИРІШИЛА:</w:t>
      </w:r>
    </w:p>
    <w:p w:rsidR="00CE5AA5" w:rsidRPr="007B7C08" w:rsidRDefault="00CE5AA5" w:rsidP="0009271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7B7C08">
        <w:rPr>
          <w:rFonts w:ascii="Times New Roman" w:hAnsi="Times New Roman"/>
          <w:sz w:val="24"/>
          <w:szCs w:val="24"/>
        </w:rPr>
        <w:t xml:space="preserve">          </w:t>
      </w:r>
      <w:r w:rsidRPr="0006401E">
        <w:rPr>
          <w:rFonts w:ascii="Times New Roman" w:hAnsi="Times New Roman"/>
          <w:b/>
          <w:sz w:val="24"/>
          <w:szCs w:val="24"/>
        </w:rPr>
        <w:t>1.</w:t>
      </w:r>
      <w:r w:rsidRPr="007B7C08">
        <w:rPr>
          <w:rFonts w:ascii="Times New Roman" w:hAnsi="Times New Roman"/>
          <w:sz w:val="24"/>
          <w:szCs w:val="24"/>
        </w:rPr>
        <w:t xml:space="preserve"> Надати дозвіл на виготовлення технічної документації із землеустрою щодо встановлення (відновлення) меж земельної ділянки в натурі (на місцевості) у приватну власність громадянам:</w:t>
      </w:r>
    </w:p>
    <w:p w:rsidR="00CE5AA5" w:rsidRPr="007B7C08" w:rsidRDefault="00CE5AA5" w:rsidP="0009271F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1.1</w:t>
      </w:r>
      <w:r w:rsidRPr="0006401E">
        <w:rPr>
          <w:rFonts w:ascii="Times New Roman" w:hAnsi="Times New Roman"/>
          <w:b/>
          <w:bCs/>
          <w:sz w:val="24"/>
          <w:szCs w:val="24"/>
        </w:rPr>
        <w:t>.</w:t>
      </w:r>
      <w:r w:rsidRPr="007B7C08">
        <w:rPr>
          <w:rFonts w:ascii="Times New Roman" w:hAnsi="Times New Roman"/>
          <w:bCs/>
          <w:sz w:val="24"/>
          <w:szCs w:val="24"/>
        </w:rPr>
        <w:t xml:space="preserve"> </w:t>
      </w:r>
      <w:r w:rsidRPr="007B7C08">
        <w:rPr>
          <w:rFonts w:ascii="Times New Roman" w:hAnsi="Times New Roman"/>
          <w:b/>
          <w:bCs/>
          <w:sz w:val="24"/>
          <w:szCs w:val="24"/>
        </w:rPr>
        <w:t xml:space="preserve">Зелінському Юрію Леонідовичу </w:t>
      </w:r>
      <w:r w:rsidRPr="007B7C08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48 га"/>
        </w:smartTagPr>
        <w:r w:rsidRPr="007B7C08">
          <w:rPr>
            <w:rFonts w:ascii="Times New Roman" w:hAnsi="Times New Roman"/>
            <w:sz w:val="24"/>
            <w:szCs w:val="24"/>
          </w:rPr>
          <w:t>0,48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10 га"/>
        </w:smartTagPr>
        <w:r w:rsidRPr="007B7C08">
          <w:rPr>
            <w:rFonts w:ascii="Times New Roman" w:hAnsi="Times New Roman"/>
            <w:sz w:val="24"/>
            <w:szCs w:val="24"/>
          </w:rPr>
          <w:t>0,10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15 га"/>
        </w:smartTagPr>
        <w:r w:rsidRPr="007B7C08">
          <w:rPr>
            <w:rFonts w:ascii="Times New Roman" w:hAnsi="Times New Roman"/>
            <w:sz w:val="24"/>
            <w:szCs w:val="24"/>
          </w:rPr>
          <w:t>0,15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23 га"/>
        </w:smartTagPr>
        <w:r w:rsidRPr="007B7C08">
          <w:rPr>
            <w:rFonts w:ascii="Times New Roman" w:hAnsi="Times New Roman"/>
            <w:sz w:val="24"/>
            <w:szCs w:val="24"/>
          </w:rPr>
          <w:t>0,23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в с. Шульганівка Чортківського району  Тернопільської області у приватну  власність.</w:t>
      </w:r>
    </w:p>
    <w:p w:rsidR="00CE5AA5" w:rsidRPr="007B7C08" w:rsidRDefault="00CE5AA5" w:rsidP="00136F4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1.2</w:t>
      </w:r>
      <w:r w:rsidRPr="0006401E">
        <w:rPr>
          <w:rFonts w:ascii="Times New Roman" w:hAnsi="Times New Roman"/>
          <w:b/>
          <w:bCs/>
          <w:sz w:val="24"/>
          <w:szCs w:val="24"/>
        </w:rPr>
        <w:t>.</w:t>
      </w:r>
      <w:r w:rsidRPr="007B7C08">
        <w:rPr>
          <w:rFonts w:ascii="Times New Roman" w:hAnsi="Times New Roman"/>
          <w:bCs/>
          <w:sz w:val="24"/>
          <w:szCs w:val="24"/>
        </w:rPr>
        <w:t xml:space="preserve"> </w:t>
      </w:r>
      <w:r w:rsidRPr="007B7C08">
        <w:rPr>
          <w:rFonts w:ascii="Times New Roman" w:hAnsi="Times New Roman"/>
          <w:b/>
          <w:bCs/>
          <w:sz w:val="24"/>
          <w:szCs w:val="24"/>
        </w:rPr>
        <w:t xml:space="preserve">Мельничук Ганна Василівна </w:t>
      </w:r>
      <w:r w:rsidRPr="007B7C08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7361 га"/>
        </w:smartTagPr>
        <w:r w:rsidRPr="007B7C08">
          <w:rPr>
            <w:rFonts w:ascii="Times New Roman" w:hAnsi="Times New Roman"/>
            <w:sz w:val="24"/>
            <w:szCs w:val="24"/>
          </w:rPr>
          <w:t>0,7361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1793 га"/>
        </w:smartTagPr>
        <w:r w:rsidRPr="007B7C08">
          <w:rPr>
            <w:rFonts w:ascii="Times New Roman" w:hAnsi="Times New Roman"/>
            <w:sz w:val="24"/>
            <w:szCs w:val="24"/>
          </w:rPr>
          <w:t>0,1793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2132 га"/>
        </w:smartTagPr>
        <w:r w:rsidRPr="007B7C08">
          <w:rPr>
            <w:rFonts w:ascii="Times New Roman" w:hAnsi="Times New Roman"/>
            <w:sz w:val="24"/>
            <w:szCs w:val="24"/>
          </w:rPr>
          <w:t>0,2132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3436 га"/>
        </w:smartTagPr>
        <w:r w:rsidRPr="007B7C08">
          <w:rPr>
            <w:rFonts w:ascii="Times New Roman" w:hAnsi="Times New Roman"/>
            <w:sz w:val="24"/>
            <w:szCs w:val="24"/>
          </w:rPr>
          <w:t>0,3436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в с. Шульганівка Чортківського району  Тернопільської області у приватну  власність.</w:t>
      </w:r>
    </w:p>
    <w:p w:rsidR="00CE5AA5" w:rsidRPr="007B7C08" w:rsidRDefault="00CE5AA5" w:rsidP="004E248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1.3</w:t>
      </w:r>
      <w:r w:rsidRPr="0006401E">
        <w:rPr>
          <w:rFonts w:ascii="Times New Roman" w:hAnsi="Times New Roman"/>
          <w:b/>
          <w:bCs/>
          <w:sz w:val="24"/>
          <w:szCs w:val="24"/>
        </w:rPr>
        <w:t>.</w:t>
      </w:r>
      <w:r w:rsidRPr="007B7C08">
        <w:rPr>
          <w:rFonts w:ascii="Times New Roman" w:hAnsi="Times New Roman"/>
          <w:bCs/>
          <w:sz w:val="24"/>
          <w:szCs w:val="24"/>
        </w:rPr>
        <w:t xml:space="preserve"> </w:t>
      </w:r>
      <w:r w:rsidRPr="007B7C08">
        <w:rPr>
          <w:rFonts w:ascii="Times New Roman" w:hAnsi="Times New Roman"/>
          <w:b/>
          <w:bCs/>
          <w:sz w:val="24"/>
          <w:szCs w:val="24"/>
        </w:rPr>
        <w:t xml:space="preserve">Дмитришин Євген Васильович </w:t>
      </w:r>
      <w:r w:rsidRPr="007B7C08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46 га"/>
        </w:smartTagPr>
        <w:r w:rsidRPr="007B7C08">
          <w:rPr>
            <w:rFonts w:ascii="Times New Roman" w:hAnsi="Times New Roman"/>
            <w:sz w:val="24"/>
            <w:szCs w:val="24"/>
          </w:rPr>
          <w:t>0,46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16 га"/>
        </w:smartTagPr>
        <w:r w:rsidRPr="007B7C08">
          <w:rPr>
            <w:rFonts w:ascii="Times New Roman" w:hAnsi="Times New Roman"/>
            <w:sz w:val="24"/>
            <w:szCs w:val="24"/>
          </w:rPr>
          <w:t>0,16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та </w:t>
      </w:r>
      <w:smartTag w:uri="urn:schemas-microsoft-com:office:smarttags" w:element="metricconverter">
        <w:smartTagPr>
          <w:attr w:name="ProductID" w:val="0,30 га"/>
        </w:smartTagPr>
        <w:r w:rsidRPr="007B7C08">
          <w:rPr>
            <w:rFonts w:ascii="Times New Roman" w:hAnsi="Times New Roman"/>
            <w:sz w:val="24"/>
            <w:szCs w:val="24"/>
          </w:rPr>
          <w:t>0,30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в с. Долина Чортківського району  Тернопільської області у приватну  власність.</w:t>
      </w:r>
    </w:p>
    <w:p w:rsidR="00CE5AA5" w:rsidRPr="007B7C08" w:rsidRDefault="00CE5AA5" w:rsidP="002F48F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1.4</w:t>
      </w:r>
      <w:r w:rsidRPr="0006401E">
        <w:rPr>
          <w:rFonts w:ascii="Times New Roman" w:hAnsi="Times New Roman"/>
          <w:b/>
          <w:bCs/>
          <w:sz w:val="24"/>
          <w:szCs w:val="24"/>
        </w:rPr>
        <w:t>.</w:t>
      </w:r>
      <w:r w:rsidRPr="007B7C08">
        <w:rPr>
          <w:rFonts w:ascii="Times New Roman" w:hAnsi="Times New Roman"/>
          <w:bCs/>
          <w:sz w:val="24"/>
          <w:szCs w:val="24"/>
        </w:rPr>
        <w:t xml:space="preserve"> </w:t>
      </w:r>
      <w:r w:rsidRPr="007B7C08">
        <w:rPr>
          <w:rFonts w:ascii="Times New Roman" w:hAnsi="Times New Roman"/>
          <w:b/>
          <w:bCs/>
          <w:sz w:val="24"/>
          <w:szCs w:val="24"/>
        </w:rPr>
        <w:t xml:space="preserve">Яремко Тетяні Володимирівні </w:t>
      </w:r>
      <w:r w:rsidRPr="007B7C08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5200 га"/>
        </w:smartTagPr>
        <w:r w:rsidRPr="007B7C08">
          <w:rPr>
            <w:rFonts w:ascii="Times New Roman" w:hAnsi="Times New Roman"/>
            <w:sz w:val="24"/>
            <w:szCs w:val="24"/>
          </w:rPr>
          <w:t>0,5200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1200 га"/>
        </w:smartTagPr>
        <w:r w:rsidRPr="007B7C08">
          <w:rPr>
            <w:rFonts w:ascii="Times New Roman" w:hAnsi="Times New Roman"/>
            <w:sz w:val="24"/>
            <w:szCs w:val="24"/>
          </w:rPr>
          <w:t>0,1200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та </w:t>
      </w:r>
      <w:smartTag w:uri="urn:schemas-microsoft-com:office:smarttags" w:element="metricconverter">
        <w:smartTagPr>
          <w:attr w:name="ProductID" w:val="0,4000 га"/>
        </w:smartTagPr>
        <w:r w:rsidRPr="007B7C08">
          <w:rPr>
            <w:rFonts w:ascii="Times New Roman" w:hAnsi="Times New Roman"/>
            <w:sz w:val="24"/>
            <w:szCs w:val="24"/>
          </w:rPr>
          <w:t>0,4000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 Тернопільської області у приватну  власність.</w:t>
      </w:r>
    </w:p>
    <w:p w:rsidR="00CE5AA5" w:rsidRPr="007B7C08" w:rsidRDefault="00CE5AA5" w:rsidP="00973AB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1.5</w:t>
      </w:r>
      <w:r w:rsidRPr="0006401E">
        <w:rPr>
          <w:rFonts w:ascii="Times New Roman" w:hAnsi="Times New Roman"/>
          <w:b/>
          <w:bCs/>
          <w:sz w:val="24"/>
          <w:szCs w:val="24"/>
        </w:rPr>
        <w:t>.</w:t>
      </w:r>
      <w:r w:rsidRPr="007B7C08">
        <w:rPr>
          <w:rFonts w:ascii="Times New Roman" w:hAnsi="Times New Roman"/>
          <w:bCs/>
          <w:sz w:val="24"/>
          <w:szCs w:val="24"/>
        </w:rPr>
        <w:t xml:space="preserve"> </w:t>
      </w:r>
      <w:r w:rsidRPr="007B7C08">
        <w:rPr>
          <w:rFonts w:ascii="Times New Roman" w:hAnsi="Times New Roman"/>
          <w:b/>
          <w:bCs/>
          <w:sz w:val="24"/>
          <w:szCs w:val="24"/>
        </w:rPr>
        <w:t xml:space="preserve">Бартків Михайлу Петровичу </w:t>
      </w:r>
      <w:r w:rsidRPr="007B7C08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8411 га"/>
        </w:smartTagPr>
        <w:r w:rsidRPr="007B7C08">
          <w:rPr>
            <w:rFonts w:ascii="Times New Roman" w:hAnsi="Times New Roman"/>
            <w:sz w:val="24"/>
            <w:szCs w:val="24"/>
          </w:rPr>
          <w:t>0,8411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1438 га"/>
        </w:smartTagPr>
        <w:r w:rsidRPr="007B7C08">
          <w:rPr>
            <w:rFonts w:ascii="Times New Roman" w:hAnsi="Times New Roman"/>
            <w:sz w:val="24"/>
            <w:szCs w:val="24"/>
          </w:rPr>
          <w:t>0,1438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2940 га"/>
        </w:smartTagPr>
        <w:r w:rsidRPr="007B7C08">
          <w:rPr>
            <w:rFonts w:ascii="Times New Roman" w:hAnsi="Times New Roman"/>
            <w:sz w:val="24"/>
            <w:szCs w:val="24"/>
          </w:rPr>
          <w:t>0,2940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2834 га"/>
        </w:smartTagPr>
        <w:r w:rsidRPr="007B7C08">
          <w:rPr>
            <w:rFonts w:ascii="Times New Roman" w:hAnsi="Times New Roman"/>
            <w:sz w:val="24"/>
            <w:szCs w:val="24"/>
          </w:rPr>
          <w:t>0,2834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та </w:t>
      </w:r>
      <w:smartTag w:uri="urn:schemas-microsoft-com:office:smarttags" w:element="metricconverter">
        <w:smartTagPr>
          <w:attr w:name="ProductID" w:val="0,1199 га"/>
        </w:smartTagPr>
        <w:r w:rsidRPr="007B7C08">
          <w:rPr>
            <w:rFonts w:ascii="Times New Roman" w:hAnsi="Times New Roman"/>
            <w:sz w:val="24"/>
            <w:szCs w:val="24"/>
          </w:rPr>
          <w:t>0,1199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в с. Заболотівка Чортківського району  Тернопільської області у приватну  власність.</w:t>
      </w:r>
    </w:p>
    <w:p w:rsidR="00CE5AA5" w:rsidRPr="007B7C08" w:rsidRDefault="00CE5AA5" w:rsidP="00130F8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1.</w:t>
      </w:r>
      <w:r w:rsidRPr="0006401E">
        <w:rPr>
          <w:rFonts w:ascii="Times New Roman" w:hAnsi="Times New Roman"/>
          <w:b/>
          <w:sz w:val="24"/>
          <w:szCs w:val="24"/>
          <w:lang w:val="ru-RU"/>
        </w:rPr>
        <w:t>6</w:t>
      </w:r>
      <w:r w:rsidRPr="0006401E">
        <w:rPr>
          <w:rFonts w:ascii="Times New Roman" w:hAnsi="Times New Roman"/>
          <w:b/>
          <w:bCs/>
          <w:sz w:val="24"/>
          <w:szCs w:val="24"/>
        </w:rPr>
        <w:t>.</w:t>
      </w:r>
      <w:r w:rsidRPr="007B7C08">
        <w:rPr>
          <w:rFonts w:ascii="Times New Roman" w:hAnsi="Times New Roman"/>
          <w:bCs/>
          <w:sz w:val="24"/>
          <w:szCs w:val="24"/>
        </w:rPr>
        <w:t xml:space="preserve"> </w:t>
      </w:r>
      <w:r w:rsidRPr="007B7C08">
        <w:rPr>
          <w:rFonts w:ascii="Times New Roman" w:hAnsi="Times New Roman"/>
          <w:b/>
          <w:bCs/>
          <w:sz w:val="24"/>
          <w:szCs w:val="24"/>
        </w:rPr>
        <w:t xml:space="preserve">Казімовичу Богдану Петровичу </w:t>
      </w:r>
      <w:r w:rsidRPr="007B7C08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33 га"/>
        </w:smartTagPr>
        <w:r w:rsidRPr="007B7C08">
          <w:rPr>
            <w:rFonts w:ascii="Times New Roman" w:hAnsi="Times New Roman"/>
            <w:sz w:val="24"/>
            <w:szCs w:val="24"/>
          </w:rPr>
          <w:t>0,33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10 га"/>
        </w:smartTagPr>
        <w:r w:rsidRPr="007B7C08">
          <w:rPr>
            <w:rFonts w:ascii="Times New Roman" w:hAnsi="Times New Roman"/>
            <w:sz w:val="24"/>
            <w:szCs w:val="24"/>
          </w:rPr>
          <w:t>0,10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14 га"/>
        </w:smartTagPr>
        <w:r w:rsidRPr="007B7C08">
          <w:rPr>
            <w:rFonts w:ascii="Times New Roman" w:hAnsi="Times New Roman"/>
            <w:sz w:val="24"/>
            <w:szCs w:val="24"/>
          </w:rPr>
          <w:t>0,14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та </w:t>
      </w:r>
      <w:smartTag w:uri="urn:schemas-microsoft-com:office:smarttags" w:element="metricconverter">
        <w:smartTagPr>
          <w:attr w:name="ProductID" w:val="0,09 га"/>
        </w:smartTagPr>
        <w:r w:rsidRPr="007B7C08">
          <w:rPr>
            <w:rFonts w:ascii="Times New Roman" w:hAnsi="Times New Roman"/>
            <w:sz w:val="24"/>
            <w:szCs w:val="24"/>
          </w:rPr>
          <w:t>0,09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в с. Шульганівка Чортківського району  Тернопільської області у приватну  власність.</w:t>
      </w:r>
    </w:p>
    <w:p w:rsidR="00CE5AA5" w:rsidRPr="007B7C08" w:rsidRDefault="00CE5AA5" w:rsidP="003A3B39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1.</w:t>
      </w:r>
      <w:r w:rsidRPr="0006401E">
        <w:rPr>
          <w:rFonts w:ascii="Times New Roman" w:hAnsi="Times New Roman"/>
          <w:b/>
          <w:sz w:val="24"/>
          <w:szCs w:val="24"/>
          <w:lang w:val="ru-RU"/>
        </w:rPr>
        <w:t>7</w:t>
      </w:r>
      <w:r w:rsidRPr="0006401E">
        <w:rPr>
          <w:rFonts w:ascii="Times New Roman" w:hAnsi="Times New Roman"/>
          <w:b/>
          <w:bCs/>
          <w:sz w:val="24"/>
          <w:szCs w:val="24"/>
        </w:rPr>
        <w:t>.</w:t>
      </w:r>
      <w:r w:rsidRPr="007B7C08">
        <w:rPr>
          <w:rFonts w:ascii="Times New Roman" w:hAnsi="Times New Roman"/>
          <w:bCs/>
          <w:sz w:val="24"/>
          <w:szCs w:val="24"/>
        </w:rPr>
        <w:t xml:space="preserve"> </w:t>
      </w:r>
      <w:r w:rsidRPr="007B7C08">
        <w:rPr>
          <w:rFonts w:ascii="Times New Roman" w:hAnsi="Times New Roman"/>
          <w:b/>
          <w:bCs/>
          <w:sz w:val="24"/>
          <w:szCs w:val="24"/>
        </w:rPr>
        <w:t xml:space="preserve">Вітів Надії Павлівні </w:t>
      </w:r>
      <w:r w:rsidRPr="007B7C08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49 га"/>
        </w:smartTagPr>
        <w:r w:rsidRPr="007B7C08">
          <w:rPr>
            <w:rFonts w:ascii="Times New Roman" w:hAnsi="Times New Roman"/>
            <w:sz w:val="24"/>
            <w:szCs w:val="24"/>
          </w:rPr>
          <w:t>0,49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10 га"/>
        </w:smartTagPr>
        <w:r w:rsidRPr="007B7C08">
          <w:rPr>
            <w:rFonts w:ascii="Times New Roman" w:hAnsi="Times New Roman"/>
            <w:sz w:val="24"/>
            <w:szCs w:val="24"/>
          </w:rPr>
          <w:t>0,10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15 га"/>
        </w:smartTagPr>
        <w:r w:rsidRPr="007B7C08">
          <w:rPr>
            <w:rFonts w:ascii="Times New Roman" w:hAnsi="Times New Roman"/>
            <w:sz w:val="24"/>
            <w:szCs w:val="24"/>
          </w:rPr>
          <w:t>0,15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та </w:t>
      </w:r>
      <w:smartTag w:uri="urn:schemas-microsoft-com:office:smarttags" w:element="metricconverter">
        <w:smartTagPr>
          <w:attr w:name="ProductID" w:val="0,24 га"/>
        </w:smartTagPr>
        <w:r w:rsidRPr="007B7C08">
          <w:rPr>
            <w:rFonts w:ascii="Times New Roman" w:hAnsi="Times New Roman"/>
            <w:sz w:val="24"/>
            <w:szCs w:val="24"/>
          </w:rPr>
          <w:t>0,24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в с. Шульганівка Чортківського району  Тернопільської області у приватну  власність.</w:t>
      </w:r>
    </w:p>
    <w:p w:rsidR="00CE5AA5" w:rsidRPr="007B7C08" w:rsidRDefault="00CE5AA5" w:rsidP="00040DA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1.</w:t>
      </w:r>
      <w:r w:rsidRPr="0006401E">
        <w:rPr>
          <w:rFonts w:ascii="Times New Roman" w:hAnsi="Times New Roman"/>
          <w:b/>
          <w:sz w:val="24"/>
          <w:szCs w:val="24"/>
          <w:lang w:val="ru-RU"/>
        </w:rPr>
        <w:t>8</w:t>
      </w:r>
      <w:r w:rsidRPr="0006401E">
        <w:rPr>
          <w:rFonts w:ascii="Times New Roman" w:hAnsi="Times New Roman"/>
          <w:b/>
          <w:bCs/>
          <w:sz w:val="24"/>
          <w:szCs w:val="24"/>
        </w:rPr>
        <w:t>.</w:t>
      </w:r>
      <w:r w:rsidRPr="007B7C08">
        <w:rPr>
          <w:rFonts w:ascii="Times New Roman" w:hAnsi="Times New Roman"/>
          <w:bCs/>
          <w:sz w:val="24"/>
          <w:szCs w:val="24"/>
        </w:rPr>
        <w:t xml:space="preserve"> </w:t>
      </w:r>
      <w:r w:rsidRPr="007B7C08">
        <w:rPr>
          <w:rFonts w:ascii="Times New Roman" w:hAnsi="Times New Roman"/>
          <w:b/>
          <w:bCs/>
          <w:sz w:val="24"/>
          <w:szCs w:val="24"/>
        </w:rPr>
        <w:t xml:space="preserve">Гедеон Євгену Михайловичу </w:t>
      </w:r>
      <w:r w:rsidRPr="007B7C08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22 га"/>
        </w:smartTagPr>
        <w:r w:rsidRPr="007B7C08">
          <w:rPr>
            <w:rFonts w:ascii="Times New Roman" w:hAnsi="Times New Roman"/>
            <w:sz w:val="24"/>
            <w:szCs w:val="24"/>
          </w:rPr>
          <w:t>0,22 га</w:t>
        </w:r>
      </w:smartTag>
      <w:r w:rsidRPr="007B7C08">
        <w:rPr>
          <w:rFonts w:ascii="Times New Roman" w:hAnsi="Times New Roman"/>
          <w:sz w:val="24"/>
          <w:szCs w:val="24"/>
        </w:rPr>
        <w:t xml:space="preserve"> в с. Шульганівка Чортківського району  Тернопільської області у приватну  власність.</w:t>
      </w:r>
    </w:p>
    <w:p w:rsidR="00CE5AA5" w:rsidRPr="007B7C08" w:rsidRDefault="00CE5AA5" w:rsidP="0009271F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2.</w:t>
      </w:r>
      <w:r w:rsidRPr="007B7C08">
        <w:rPr>
          <w:rFonts w:ascii="Times New Roman" w:hAnsi="Times New Roman"/>
          <w:sz w:val="24"/>
          <w:szCs w:val="24"/>
        </w:rPr>
        <w:t xml:space="preserve"> Технічну документацію із землеустрою щодо встановлення (відновлення) меж земельної ділянки в натурі (на місцевості) громадянам подати для розгляду та затвердження у встановленому законодавством порядку.</w:t>
      </w:r>
    </w:p>
    <w:p w:rsidR="00CE5AA5" w:rsidRPr="007B7C08" w:rsidRDefault="00CE5AA5" w:rsidP="0009271F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3.</w:t>
      </w:r>
      <w:r w:rsidRPr="007B7C08">
        <w:rPr>
          <w:rFonts w:ascii="Times New Roman" w:hAnsi="Times New Roman"/>
          <w:sz w:val="24"/>
          <w:szCs w:val="24"/>
        </w:rPr>
        <w:t xml:space="preserve">   Копію рішення направити заявникам.  </w:t>
      </w:r>
    </w:p>
    <w:p w:rsidR="00CE5AA5" w:rsidRPr="007B7C08" w:rsidRDefault="00CE5AA5" w:rsidP="0009271F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  <w:r w:rsidRPr="0006401E">
        <w:rPr>
          <w:rFonts w:ascii="Times New Roman" w:hAnsi="Times New Roman"/>
          <w:b/>
          <w:sz w:val="24"/>
          <w:szCs w:val="24"/>
        </w:rPr>
        <w:t>4.</w:t>
      </w:r>
      <w:r w:rsidRPr="007B7C08">
        <w:rPr>
          <w:rFonts w:ascii="Times New Roman" w:hAnsi="Times New Roman"/>
          <w:sz w:val="24"/>
          <w:szCs w:val="24"/>
        </w:rPr>
        <w:t xml:space="preserve"> </w:t>
      </w:r>
      <w:r w:rsidRPr="007B7C0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7B7C08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CE5AA5" w:rsidRPr="007B7C08" w:rsidRDefault="00CE5AA5" w:rsidP="0009271F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5AA5" w:rsidRPr="007B7C08" w:rsidRDefault="00CE5AA5" w:rsidP="0009271F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5AA5" w:rsidRPr="007B7C08" w:rsidRDefault="00CE5AA5" w:rsidP="0009271F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7B7C08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Ігор КІНДРАТ          </w:t>
      </w:r>
    </w:p>
    <w:p w:rsidR="00CE5AA5" w:rsidRPr="007B7C08" w:rsidRDefault="00CE5AA5" w:rsidP="0009271F">
      <w:pPr>
        <w:rPr>
          <w:lang w:val="uk-UA"/>
        </w:rPr>
      </w:pPr>
    </w:p>
    <w:p w:rsidR="00CE5AA5" w:rsidRPr="0006401E" w:rsidRDefault="00CE5AA5" w:rsidP="0009271F">
      <w:pPr>
        <w:rPr>
          <w:rFonts w:ascii="Times New Roman" w:hAnsi="Times New Roman"/>
          <w:sz w:val="24"/>
          <w:szCs w:val="24"/>
          <w:lang w:val="uk-UA"/>
        </w:rPr>
      </w:pPr>
      <w:r w:rsidRPr="0006401E">
        <w:rPr>
          <w:rFonts w:ascii="Times New Roman" w:hAnsi="Times New Roman"/>
          <w:sz w:val="24"/>
          <w:szCs w:val="24"/>
          <w:lang w:val="uk-UA"/>
        </w:rPr>
        <w:t>Любомир ХОМ’ЯК</w:t>
      </w:r>
    </w:p>
    <w:p w:rsidR="00CE5AA5" w:rsidRPr="0006401E" w:rsidRDefault="00CE5AA5" w:rsidP="0009271F">
      <w:pPr>
        <w:rPr>
          <w:rFonts w:ascii="Times New Roman" w:hAnsi="Times New Roman"/>
          <w:sz w:val="24"/>
          <w:szCs w:val="24"/>
          <w:lang w:val="uk-UA"/>
        </w:rPr>
      </w:pPr>
      <w:r w:rsidRPr="0006401E">
        <w:rPr>
          <w:rFonts w:ascii="Times New Roman" w:hAnsi="Times New Roman"/>
          <w:sz w:val="24"/>
          <w:szCs w:val="24"/>
          <w:lang w:val="uk-UA"/>
        </w:rPr>
        <w:t>Оксана КОВАЛЬЧУК</w:t>
      </w:r>
    </w:p>
    <w:p w:rsidR="00CE5AA5" w:rsidRPr="007B7C08" w:rsidRDefault="00CE5AA5" w:rsidP="0009271F">
      <w:pPr>
        <w:rPr>
          <w:sz w:val="24"/>
          <w:szCs w:val="24"/>
          <w:lang w:val="uk-UA"/>
        </w:rPr>
      </w:pPr>
      <w:r w:rsidRPr="0006401E">
        <w:rPr>
          <w:rFonts w:ascii="Times New Roman" w:hAnsi="Times New Roman"/>
          <w:sz w:val="24"/>
          <w:szCs w:val="24"/>
          <w:lang w:val="uk-UA"/>
        </w:rPr>
        <w:t>Віталій БРОЩАК</w:t>
      </w:r>
      <w:r w:rsidRPr="007B7C08">
        <w:rPr>
          <w:sz w:val="24"/>
          <w:szCs w:val="24"/>
          <w:lang w:val="uk-UA"/>
        </w:rPr>
        <w:t xml:space="preserve"> </w:t>
      </w:r>
    </w:p>
    <w:bookmarkEnd w:id="0"/>
    <w:p w:rsidR="00CE5AA5" w:rsidRDefault="00CE5AA5" w:rsidP="0009271F">
      <w:pPr>
        <w:rPr>
          <w:lang w:val="uk-UA"/>
        </w:rPr>
      </w:pPr>
    </w:p>
    <w:p w:rsidR="00CE5AA5" w:rsidRDefault="00CE5AA5" w:rsidP="0009271F"/>
    <w:p w:rsidR="00CE5AA5" w:rsidRDefault="00CE5AA5" w:rsidP="0009271F">
      <w:pPr>
        <w:rPr>
          <w:lang w:val="uk-UA"/>
        </w:rPr>
      </w:pPr>
    </w:p>
    <w:p w:rsidR="00CE5AA5" w:rsidRDefault="00CE5AA5" w:rsidP="0009271F">
      <w:pPr>
        <w:rPr>
          <w:lang w:val="uk-UA"/>
        </w:rPr>
      </w:pPr>
    </w:p>
    <w:p w:rsidR="00CE5AA5" w:rsidRDefault="00CE5AA5" w:rsidP="0009271F">
      <w:pPr>
        <w:jc w:val="both"/>
        <w:rPr>
          <w:b/>
          <w:lang w:val="uk-UA"/>
        </w:rPr>
      </w:pPr>
    </w:p>
    <w:p w:rsidR="00CE5AA5" w:rsidRDefault="00CE5AA5" w:rsidP="0009271F"/>
    <w:p w:rsidR="00CE5AA5" w:rsidRDefault="00CE5AA5" w:rsidP="0009271F"/>
    <w:p w:rsidR="00CE5AA5" w:rsidRDefault="00CE5AA5"/>
    <w:sectPr w:rsidR="00CE5AA5" w:rsidSect="00656D0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6BCD"/>
    <w:rsid w:val="00004A8B"/>
    <w:rsid w:val="00040DA1"/>
    <w:rsid w:val="0006401E"/>
    <w:rsid w:val="0009271F"/>
    <w:rsid w:val="000F507C"/>
    <w:rsid w:val="00130F87"/>
    <w:rsid w:val="00136F42"/>
    <w:rsid w:val="001928FB"/>
    <w:rsid w:val="002636C7"/>
    <w:rsid w:val="002F48F5"/>
    <w:rsid w:val="003A3B39"/>
    <w:rsid w:val="003E2641"/>
    <w:rsid w:val="003F5F6B"/>
    <w:rsid w:val="004B3981"/>
    <w:rsid w:val="004E2481"/>
    <w:rsid w:val="005954AD"/>
    <w:rsid w:val="005B1907"/>
    <w:rsid w:val="006559D8"/>
    <w:rsid w:val="00656D0A"/>
    <w:rsid w:val="007A0540"/>
    <w:rsid w:val="007B7C08"/>
    <w:rsid w:val="00912306"/>
    <w:rsid w:val="009205D5"/>
    <w:rsid w:val="00924C8E"/>
    <w:rsid w:val="00926BCD"/>
    <w:rsid w:val="00945BFE"/>
    <w:rsid w:val="00973ABD"/>
    <w:rsid w:val="009924EA"/>
    <w:rsid w:val="00A05716"/>
    <w:rsid w:val="00A424BA"/>
    <w:rsid w:val="00A54738"/>
    <w:rsid w:val="00AA1EB6"/>
    <w:rsid w:val="00AA2FB0"/>
    <w:rsid w:val="00AE46E0"/>
    <w:rsid w:val="00C85677"/>
    <w:rsid w:val="00CE5AA5"/>
    <w:rsid w:val="00D604A4"/>
    <w:rsid w:val="00E56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71F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09271F"/>
    <w:rPr>
      <w:rFonts w:eastAsia="Times New Roman"/>
    </w:rPr>
  </w:style>
  <w:style w:type="paragraph" w:customStyle="1" w:styleId="3">
    <w:name w:val="Без інтервалів3"/>
    <w:uiPriority w:val="99"/>
    <w:rsid w:val="0009271F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40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0DA1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173</TotalTime>
  <Pages>2</Pages>
  <Words>520</Words>
  <Characters>2968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28</cp:revision>
  <cp:lastPrinted>2021-10-07T08:34:00Z</cp:lastPrinted>
  <dcterms:created xsi:type="dcterms:W3CDTF">2021-05-18T06:27:00Z</dcterms:created>
  <dcterms:modified xsi:type="dcterms:W3CDTF">2021-10-07T08:34:00Z</dcterms:modified>
</cp:coreProperties>
</file>