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83F" w:rsidRDefault="00F4183F" w:rsidP="00E440AC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ПРОЄКТ </w:t>
      </w:r>
    </w:p>
    <w:p w:rsidR="00F4183F" w:rsidRDefault="00F4183F" w:rsidP="00E440AC">
      <w:pPr>
        <w:pStyle w:val="1"/>
        <w:rPr>
          <w:noProof/>
          <w:lang w:val="ru-RU" w:eastAsia="ru-RU"/>
        </w:rPr>
      </w:pPr>
    </w:p>
    <w:p w:rsidR="00F4183F" w:rsidRDefault="00F4183F" w:rsidP="00E440AC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4F1D78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F4183F" w:rsidRPr="0084077A" w:rsidRDefault="00F4183F" w:rsidP="00E440AC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4077A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84077A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F4183F" w:rsidRPr="0084077A" w:rsidRDefault="00F4183F" w:rsidP="00E440AC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84077A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F4183F" w:rsidRPr="0084077A" w:rsidRDefault="00F4183F" w:rsidP="00E440AC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4077A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F4183F" w:rsidRPr="0084077A" w:rsidRDefault="00F4183F" w:rsidP="00E440AC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4077A">
        <w:rPr>
          <w:rFonts w:ascii="Times New Roman" w:hAnsi="Times New Roman"/>
          <w:sz w:val="24"/>
          <w:szCs w:val="24"/>
          <w:lang w:eastAsia="ru-RU"/>
        </w:rPr>
        <w:t>ЧОТИРНАДЦЯТА СЕСІЯ</w:t>
      </w:r>
    </w:p>
    <w:p w:rsidR="00F4183F" w:rsidRPr="0084077A" w:rsidRDefault="00F4183F" w:rsidP="00E440AC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4077A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F4183F" w:rsidRPr="0084077A" w:rsidRDefault="00F4183F" w:rsidP="00E440AC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84077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077A">
        <w:rPr>
          <w:rFonts w:ascii="Times New Roman" w:hAnsi="Times New Roman"/>
          <w:sz w:val="24"/>
          <w:szCs w:val="24"/>
          <w:lang w:eastAsia="ar-SA"/>
        </w:rPr>
        <w:t xml:space="preserve"> __ ______________ 2021 року                                                                     № ________ </w:t>
      </w:r>
    </w:p>
    <w:p w:rsidR="00F4183F" w:rsidRPr="0084077A" w:rsidRDefault="00F4183F" w:rsidP="00E440AC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84077A">
        <w:rPr>
          <w:rFonts w:ascii="Times New Roman" w:hAnsi="Times New Roman"/>
          <w:sz w:val="24"/>
          <w:szCs w:val="24"/>
          <w:lang w:eastAsia="ar-SA"/>
        </w:rPr>
        <w:t xml:space="preserve">    с-ще Нагірянка</w:t>
      </w:r>
    </w:p>
    <w:p w:rsidR="00F4183F" w:rsidRDefault="00F4183F" w:rsidP="00E440AC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F4183F" w:rsidRDefault="00F4183F" w:rsidP="00E440AC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F4183F" w:rsidRDefault="00F4183F" w:rsidP="00E440AC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</w:t>
      </w:r>
    </w:p>
    <w:p w:rsidR="00F4183F" w:rsidRDefault="00F4183F" w:rsidP="00E440AC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у 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4183F" w:rsidRDefault="00F4183F" w:rsidP="00E440AC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4183F" w:rsidRDefault="00F4183F" w:rsidP="00E440A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F4183F" w:rsidRDefault="00F4183F" w:rsidP="00E440A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4183F" w:rsidRDefault="00F4183F" w:rsidP="00E440AC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F4183F" w:rsidRDefault="00F4183F" w:rsidP="00E440AC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4183F" w:rsidRPr="005B105E" w:rsidRDefault="00F4183F" w:rsidP="00E440A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F4183F" w:rsidRPr="00455AB8" w:rsidRDefault="00F4183F" w:rsidP="00E440AC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8B77B7">
        <w:rPr>
          <w:rFonts w:ascii="Times New Roman" w:hAnsi="Times New Roman"/>
          <w:sz w:val="24"/>
          <w:szCs w:val="24"/>
        </w:rPr>
        <w:t xml:space="preserve">             </w:t>
      </w:r>
      <w:r w:rsidRPr="009C7CAF">
        <w:rPr>
          <w:rFonts w:ascii="Times New Roman" w:hAnsi="Times New Roman"/>
          <w:sz w:val="24"/>
          <w:szCs w:val="24"/>
        </w:rPr>
        <w:t>1.1. Гр</w:t>
      </w:r>
      <w:r w:rsidRPr="00455AB8">
        <w:rPr>
          <w:rFonts w:ascii="Times New Roman" w:hAnsi="Times New Roman"/>
          <w:sz w:val="24"/>
          <w:szCs w:val="24"/>
        </w:rPr>
        <w:t xml:space="preserve">. </w:t>
      </w:r>
      <w:r w:rsidRPr="00455AB8">
        <w:rPr>
          <w:rFonts w:ascii="Times New Roman" w:hAnsi="Times New Roman"/>
          <w:b/>
          <w:sz w:val="24"/>
          <w:szCs w:val="24"/>
        </w:rPr>
        <w:t>Блищаку Василю Михайловичу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1500 га"/>
        </w:smartTagPr>
        <w:r w:rsidRPr="00455AB8">
          <w:rPr>
            <w:rFonts w:ascii="Times New Roman" w:hAnsi="Times New Roman"/>
            <w:sz w:val="24"/>
            <w:szCs w:val="24"/>
          </w:rPr>
          <w:t>0,1500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Нагірянка Чортківського району Тернопільської області у приватну власність, в тому числі: </w:t>
      </w:r>
    </w:p>
    <w:p w:rsidR="00F4183F" w:rsidRPr="00455AB8" w:rsidRDefault="00F4183F" w:rsidP="00E440AC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500 га"/>
        </w:smartTagPr>
        <w:r w:rsidRPr="00455AB8">
          <w:rPr>
            <w:rFonts w:ascii="Times New Roman" w:hAnsi="Times New Roman"/>
            <w:sz w:val="24"/>
            <w:szCs w:val="24"/>
          </w:rPr>
          <w:t>0,1500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6125585900:02:003:</w:t>
      </w:r>
      <w:r w:rsidRPr="00455AB8">
        <w:rPr>
          <w:rFonts w:ascii="Times New Roman" w:hAnsi="Times New Roman"/>
          <w:sz w:val="24"/>
          <w:szCs w:val="24"/>
          <w:lang w:val="ru-RU"/>
        </w:rPr>
        <w:t>0024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F4183F" w:rsidRPr="00455AB8" w:rsidRDefault="00F4183F" w:rsidP="00E440AC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1.2. Гр. </w:t>
      </w:r>
      <w:r w:rsidRPr="00455AB8">
        <w:rPr>
          <w:rFonts w:ascii="Times New Roman" w:hAnsi="Times New Roman"/>
          <w:b/>
          <w:sz w:val="24"/>
          <w:szCs w:val="24"/>
        </w:rPr>
        <w:t>Гут Ірині Еміліанівні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209 га"/>
        </w:smartTagPr>
        <w:r w:rsidRPr="00455AB8">
          <w:rPr>
            <w:rFonts w:ascii="Times New Roman" w:hAnsi="Times New Roman"/>
            <w:sz w:val="24"/>
            <w:szCs w:val="24"/>
          </w:rPr>
          <w:t>0,6209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F4183F" w:rsidRPr="00455AB8" w:rsidRDefault="00F4183F" w:rsidP="00E440AC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455AB8">
          <w:rPr>
            <w:rFonts w:ascii="Times New Roman" w:hAnsi="Times New Roman"/>
            <w:sz w:val="24"/>
            <w:szCs w:val="24"/>
          </w:rPr>
          <w:t>0,2000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455AB8">
        <w:rPr>
          <w:rFonts w:ascii="Times New Roman" w:hAnsi="Times New Roman"/>
          <w:sz w:val="24"/>
          <w:szCs w:val="24"/>
          <w:lang w:val="ru-RU"/>
        </w:rPr>
        <w:t>0064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F4183F" w:rsidRPr="00455AB8" w:rsidRDefault="00F4183F" w:rsidP="00FE4CD8">
      <w:pPr>
        <w:pStyle w:val="1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370 га"/>
        </w:smartTagPr>
        <w:r w:rsidRPr="00455AB8">
          <w:rPr>
            <w:rFonts w:ascii="Times New Roman" w:hAnsi="Times New Roman"/>
            <w:sz w:val="24"/>
            <w:szCs w:val="24"/>
          </w:rPr>
          <w:t>0,1370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455AB8">
        <w:rPr>
          <w:rFonts w:ascii="Times New Roman" w:hAnsi="Times New Roman"/>
          <w:sz w:val="24"/>
          <w:szCs w:val="24"/>
          <w:lang w:val="ru-RU"/>
        </w:rPr>
        <w:t>0054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F4183F" w:rsidRPr="00455AB8" w:rsidRDefault="00F4183F" w:rsidP="00364CF2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839 га"/>
        </w:smartTagPr>
        <w:r w:rsidRPr="00455AB8">
          <w:rPr>
            <w:rFonts w:ascii="Times New Roman" w:hAnsi="Times New Roman"/>
            <w:sz w:val="24"/>
            <w:szCs w:val="24"/>
          </w:rPr>
          <w:t>0,2839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455AB8">
        <w:rPr>
          <w:rFonts w:ascii="Times New Roman" w:hAnsi="Times New Roman"/>
          <w:sz w:val="24"/>
          <w:szCs w:val="24"/>
          <w:lang w:val="ru-RU"/>
        </w:rPr>
        <w:t>0066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F4183F" w:rsidRPr="00455AB8" w:rsidRDefault="00F4183F" w:rsidP="00BB65A6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1.3. Гр. </w:t>
      </w:r>
      <w:r w:rsidRPr="00455AB8">
        <w:rPr>
          <w:rFonts w:ascii="Times New Roman" w:hAnsi="Times New Roman"/>
          <w:b/>
          <w:sz w:val="24"/>
          <w:szCs w:val="24"/>
        </w:rPr>
        <w:t>Бобер Світлані Альбертівні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1717 га"/>
        </w:smartTagPr>
        <w:r w:rsidRPr="00455AB8">
          <w:rPr>
            <w:rFonts w:ascii="Times New Roman" w:hAnsi="Times New Roman"/>
            <w:sz w:val="24"/>
            <w:szCs w:val="24"/>
          </w:rPr>
          <w:t>0,1717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по вул. Глибока в с-щі Нагірянка Чортківського району Тернопільської області у приватну власність, в тому числі: </w:t>
      </w:r>
    </w:p>
    <w:p w:rsidR="00F4183F" w:rsidRPr="00455AB8" w:rsidRDefault="00F4183F" w:rsidP="00BB65A6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17 га"/>
        </w:smartTagPr>
        <w:r w:rsidRPr="00455AB8">
          <w:rPr>
            <w:rFonts w:ascii="Times New Roman" w:hAnsi="Times New Roman"/>
            <w:sz w:val="24"/>
            <w:szCs w:val="24"/>
          </w:rPr>
          <w:t>0,1717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6125585900:02:001:</w:t>
      </w:r>
      <w:r w:rsidRPr="00455AB8">
        <w:rPr>
          <w:rFonts w:ascii="Times New Roman" w:hAnsi="Times New Roman"/>
          <w:sz w:val="24"/>
          <w:szCs w:val="24"/>
          <w:lang w:val="ru-RU"/>
        </w:rPr>
        <w:t>0055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F4183F" w:rsidRPr="00455AB8" w:rsidRDefault="00F4183F" w:rsidP="004F1C3E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1.4. Гр. </w:t>
      </w:r>
      <w:r w:rsidRPr="00455AB8">
        <w:rPr>
          <w:rFonts w:ascii="Times New Roman" w:hAnsi="Times New Roman"/>
          <w:b/>
          <w:sz w:val="24"/>
          <w:szCs w:val="24"/>
        </w:rPr>
        <w:t>Двикалюку Роману Яремійовичу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3000 га"/>
        </w:smartTagPr>
        <w:r w:rsidRPr="00455AB8">
          <w:rPr>
            <w:rFonts w:ascii="Times New Roman" w:hAnsi="Times New Roman"/>
            <w:sz w:val="24"/>
            <w:szCs w:val="24"/>
          </w:rPr>
          <w:t>0,3000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F4183F" w:rsidRPr="00455AB8" w:rsidRDefault="00F4183F" w:rsidP="004F1C3E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000 га"/>
        </w:smartTagPr>
        <w:r w:rsidRPr="00455AB8">
          <w:rPr>
            <w:rFonts w:ascii="Times New Roman" w:hAnsi="Times New Roman"/>
            <w:sz w:val="24"/>
            <w:szCs w:val="24"/>
          </w:rPr>
          <w:t>0,3000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 w:rsidRPr="00455AB8">
        <w:rPr>
          <w:rFonts w:ascii="Times New Roman" w:hAnsi="Times New Roman"/>
          <w:sz w:val="24"/>
          <w:szCs w:val="24"/>
          <w:lang w:val="ru-RU"/>
        </w:rPr>
        <w:t>0291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F4183F" w:rsidRPr="00455AB8" w:rsidRDefault="00F4183F" w:rsidP="004D33FD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1.5. Гр. </w:t>
      </w:r>
      <w:r w:rsidRPr="00455AB8">
        <w:rPr>
          <w:rFonts w:ascii="Times New Roman" w:hAnsi="Times New Roman"/>
          <w:b/>
          <w:sz w:val="24"/>
          <w:szCs w:val="24"/>
        </w:rPr>
        <w:t>Кріль Богдану Володимировичу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3000 га"/>
        </w:smartTagPr>
        <w:r w:rsidRPr="00455AB8">
          <w:rPr>
            <w:rFonts w:ascii="Times New Roman" w:hAnsi="Times New Roman"/>
            <w:sz w:val="24"/>
            <w:szCs w:val="24"/>
          </w:rPr>
          <w:t>1,3000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F4183F" w:rsidRPr="00455AB8" w:rsidRDefault="00F4183F" w:rsidP="004D33F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3000 га"/>
        </w:smartTagPr>
        <w:r w:rsidRPr="00455AB8">
          <w:rPr>
            <w:rFonts w:ascii="Times New Roman" w:hAnsi="Times New Roman"/>
            <w:sz w:val="24"/>
            <w:szCs w:val="24"/>
          </w:rPr>
          <w:t>1,3000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6125587600:02:001:</w:t>
      </w:r>
      <w:r w:rsidRPr="00455AB8">
        <w:rPr>
          <w:rFonts w:ascii="Times New Roman" w:hAnsi="Times New Roman"/>
          <w:sz w:val="24"/>
          <w:szCs w:val="24"/>
          <w:lang w:val="ru-RU"/>
        </w:rPr>
        <w:t>1287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F4183F" w:rsidRPr="00455AB8" w:rsidRDefault="00F4183F" w:rsidP="0090797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1.6. Гр. </w:t>
      </w:r>
      <w:r w:rsidRPr="00455AB8">
        <w:rPr>
          <w:rFonts w:ascii="Times New Roman" w:hAnsi="Times New Roman"/>
          <w:b/>
          <w:sz w:val="24"/>
          <w:szCs w:val="24"/>
        </w:rPr>
        <w:t>Мельників Юрію Олександровичу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8931 га"/>
        </w:smartTagPr>
        <w:r w:rsidRPr="00455AB8">
          <w:rPr>
            <w:rFonts w:ascii="Times New Roman" w:hAnsi="Times New Roman"/>
            <w:sz w:val="24"/>
            <w:szCs w:val="24"/>
          </w:rPr>
          <w:t>0,8931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на території Нагірянської сільської ради (колишня Шульганівська сільська рада) Чортківського району Тернопільської області у приватну власність, в тому числі: </w:t>
      </w:r>
    </w:p>
    <w:p w:rsidR="00F4183F" w:rsidRPr="00455AB8" w:rsidRDefault="00F4183F" w:rsidP="0090797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8931 га"/>
        </w:smartTagPr>
        <w:r w:rsidRPr="00455AB8">
          <w:rPr>
            <w:rFonts w:ascii="Times New Roman" w:hAnsi="Times New Roman"/>
            <w:sz w:val="24"/>
            <w:szCs w:val="24"/>
          </w:rPr>
          <w:t>0,8931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6125589500:01:001:</w:t>
      </w:r>
      <w:r w:rsidRPr="00455AB8">
        <w:rPr>
          <w:rFonts w:ascii="Times New Roman" w:hAnsi="Times New Roman"/>
          <w:sz w:val="24"/>
          <w:szCs w:val="24"/>
          <w:lang w:val="ru-RU"/>
        </w:rPr>
        <w:t>2020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F4183F" w:rsidRPr="00455AB8" w:rsidRDefault="00F4183F" w:rsidP="006B7D4D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 1.7. Гр. </w:t>
      </w:r>
      <w:r w:rsidRPr="00455AB8">
        <w:rPr>
          <w:rFonts w:ascii="Times New Roman" w:hAnsi="Times New Roman"/>
          <w:b/>
          <w:sz w:val="24"/>
          <w:szCs w:val="24"/>
        </w:rPr>
        <w:t>Олексяк Наталії Вікторівні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8734 га"/>
        </w:smartTagPr>
        <w:r w:rsidRPr="00455AB8">
          <w:rPr>
            <w:rFonts w:ascii="Times New Roman" w:hAnsi="Times New Roman"/>
            <w:sz w:val="24"/>
            <w:szCs w:val="24"/>
          </w:rPr>
          <w:t>0,8734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Мухавка Чортківського району Тернопільської області у приватну власність, в тому числі: </w:t>
      </w:r>
    </w:p>
    <w:p w:rsidR="00F4183F" w:rsidRPr="00455AB8" w:rsidRDefault="00F4183F" w:rsidP="006B7D4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8734 га"/>
        </w:smartTagPr>
        <w:r w:rsidRPr="00455AB8">
          <w:rPr>
            <w:rFonts w:ascii="Times New Roman" w:hAnsi="Times New Roman"/>
            <w:sz w:val="24"/>
            <w:szCs w:val="24"/>
          </w:rPr>
          <w:t>0,8734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6125585800:02:001:</w:t>
      </w:r>
      <w:r w:rsidRPr="00455AB8">
        <w:rPr>
          <w:rFonts w:ascii="Times New Roman" w:hAnsi="Times New Roman"/>
          <w:sz w:val="24"/>
          <w:szCs w:val="24"/>
          <w:lang w:val="ru-RU"/>
        </w:rPr>
        <w:t>0015</w:t>
      </w:r>
      <w:r w:rsidRPr="00455AB8">
        <w:rPr>
          <w:rFonts w:ascii="Times New Roman" w:hAnsi="Times New Roman"/>
          <w:sz w:val="24"/>
          <w:szCs w:val="24"/>
        </w:rPr>
        <w:t>.</w:t>
      </w:r>
    </w:p>
    <w:p w:rsidR="00F4183F" w:rsidRPr="00455AB8" w:rsidRDefault="00F4183F" w:rsidP="00392741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               1.8. Гр. </w:t>
      </w:r>
      <w:r w:rsidRPr="00455AB8">
        <w:rPr>
          <w:rFonts w:ascii="Times New Roman" w:hAnsi="Times New Roman"/>
          <w:b/>
          <w:sz w:val="24"/>
          <w:szCs w:val="24"/>
        </w:rPr>
        <w:t>Ричаківській Надії Михайлівні</w:t>
      </w:r>
      <w:r w:rsidRPr="00455AB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8479 га"/>
        </w:smartTagPr>
        <w:r w:rsidRPr="00455AB8">
          <w:rPr>
            <w:rFonts w:ascii="Times New Roman" w:hAnsi="Times New Roman"/>
            <w:sz w:val="24"/>
            <w:szCs w:val="24"/>
          </w:rPr>
          <w:t>0,8479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F4183F" w:rsidRPr="00455AB8" w:rsidRDefault="00F4183F" w:rsidP="00392741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00 га"/>
        </w:smartTagPr>
        <w:r w:rsidRPr="00455AB8">
          <w:rPr>
            <w:rFonts w:ascii="Times New Roman" w:hAnsi="Times New Roman"/>
            <w:sz w:val="24"/>
            <w:szCs w:val="24"/>
          </w:rPr>
          <w:t>0,2500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6125587600:03:001:</w:t>
      </w:r>
      <w:r w:rsidRPr="00455AB8">
        <w:rPr>
          <w:rFonts w:ascii="Times New Roman" w:hAnsi="Times New Roman"/>
          <w:sz w:val="24"/>
          <w:szCs w:val="24"/>
          <w:lang w:val="ru-RU"/>
        </w:rPr>
        <w:t>0047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F4183F" w:rsidRPr="00455AB8" w:rsidRDefault="00F4183F" w:rsidP="00392741">
      <w:pPr>
        <w:pStyle w:val="1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4000 га"/>
        </w:smartTagPr>
        <w:r w:rsidRPr="00455AB8">
          <w:rPr>
            <w:rFonts w:ascii="Times New Roman" w:hAnsi="Times New Roman"/>
            <w:sz w:val="24"/>
            <w:szCs w:val="24"/>
          </w:rPr>
          <w:t>0,4000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6125587600:03:001:</w:t>
      </w:r>
      <w:r w:rsidRPr="00455AB8">
        <w:rPr>
          <w:rFonts w:ascii="Times New Roman" w:hAnsi="Times New Roman"/>
          <w:sz w:val="24"/>
          <w:szCs w:val="24"/>
          <w:lang w:val="ru-RU"/>
        </w:rPr>
        <w:t>0045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F4183F" w:rsidRPr="00455AB8" w:rsidRDefault="00F4183F" w:rsidP="00364CF2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55AB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979 га"/>
        </w:smartTagPr>
        <w:r w:rsidRPr="00455AB8">
          <w:rPr>
            <w:rFonts w:ascii="Times New Roman" w:hAnsi="Times New Roman"/>
            <w:sz w:val="24"/>
            <w:szCs w:val="24"/>
          </w:rPr>
          <w:t>0,1979 га</w:t>
        </w:r>
      </w:smartTag>
      <w:r w:rsidRPr="00455AB8">
        <w:rPr>
          <w:rFonts w:ascii="Times New Roman" w:hAnsi="Times New Roman"/>
          <w:sz w:val="24"/>
          <w:szCs w:val="24"/>
        </w:rPr>
        <w:t xml:space="preserve"> - кадастровий  номер: 6125587600:02:001:</w:t>
      </w:r>
      <w:r w:rsidRPr="00455AB8">
        <w:rPr>
          <w:rFonts w:ascii="Times New Roman" w:hAnsi="Times New Roman"/>
          <w:sz w:val="24"/>
          <w:szCs w:val="24"/>
          <w:lang w:val="ru-RU"/>
        </w:rPr>
        <w:t>0119</w:t>
      </w:r>
      <w:r w:rsidRPr="00455AB8">
        <w:rPr>
          <w:rFonts w:ascii="Times New Roman" w:hAnsi="Times New Roman"/>
          <w:sz w:val="24"/>
          <w:szCs w:val="24"/>
        </w:rPr>
        <w:t>;</w:t>
      </w:r>
    </w:p>
    <w:p w:rsidR="00F4183F" w:rsidRPr="00455AB8" w:rsidRDefault="00F4183F" w:rsidP="00E440AC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F4183F" w:rsidRPr="00455AB8" w:rsidRDefault="00F4183F" w:rsidP="00E440AC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455AB8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455AB8">
        <w:rPr>
          <w:rFonts w:ascii="Times New Roman" w:hAnsi="Times New Roman"/>
          <w:sz w:val="24"/>
          <w:szCs w:val="24"/>
          <w:lang w:eastAsia="ru-RU"/>
        </w:rPr>
        <w:t>ва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F4183F" w:rsidRPr="00455AB8" w:rsidRDefault="00F4183F" w:rsidP="00E440AC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F4183F" w:rsidRPr="00455AB8" w:rsidRDefault="00F4183F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455AB8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F4183F" w:rsidRPr="00455AB8" w:rsidRDefault="00F4183F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55AB8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F4183F" w:rsidRPr="00455AB8" w:rsidRDefault="00F4183F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F4183F" w:rsidRPr="00455AB8" w:rsidRDefault="00F4183F" w:rsidP="00E440AC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F4183F" w:rsidRPr="0084077A" w:rsidRDefault="00F4183F" w:rsidP="00E440AC">
      <w:pPr>
        <w:rPr>
          <w:rFonts w:ascii="Times New Roman" w:hAnsi="Times New Roman"/>
          <w:sz w:val="24"/>
          <w:szCs w:val="24"/>
          <w:lang w:eastAsia="ru-RU"/>
        </w:rPr>
      </w:pPr>
      <w:r w:rsidRPr="0084077A">
        <w:rPr>
          <w:rFonts w:ascii="Times New Roman" w:hAnsi="Times New Roman"/>
          <w:sz w:val="24"/>
          <w:szCs w:val="24"/>
        </w:rPr>
        <w:t xml:space="preserve">Йосип ЗІБРІВСЬКИЙ </w:t>
      </w:r>
    </w:p>
    <w:p w:rsidR="00F4183F" w:rsidRPr="0084077A" w:rsidRDefault="00F4183F" w:rsidP="00E440AC">
      <w:pPr>
        <w:rPr>
          <w:rFonts w:ascii="Times New Roman" w:hAnsi="Times New Roman"/>
          <w:sz w:val="24"/>
          <w:szCs w:val="24"/>
        </w:rPr>
      </w:pPr>
      <w:r w:rsidRPr="0084077A">
        <w:rPr>
          <w:rFonts w:ascii="Times New Roman" w:hAnsi="Times New Roman"/>
          <w:sz w:val="24"/>
          <w:szCs w:val="24"/>
        </w:rPr>
        <w:t>Любомир ХОМ’ЯК</w:t>
      </w:r>
    </w:p>
    <w:p w:rsidR="00F4183F" w:rsidRPr="0084077A" w:rsidRDefault="00F4183F" w:rsidP="00E440AC">
      <w:pPr>
        <w:rPr>
          <w:rFonts w:ascii="Times New Roman" w:hAnsi="Times New Roman"/>
          <w:sz w:val="24"/>
          <w:szCs w:val="24"/>
        </w:rPr>
      </w:pPr>
      <w:r w:rsidRPr="0084077A">
        <w:rPr>
          <w:rFonts w:ascii="Times New Roman" w:hAnsi="Times New Roman"/>
          <w:sz w:val="24"/>
          <w:szCs w:val="24"/>
        </w:rPr>
        <w:t>Оксана КОВАЛЬЧУК</w:t>
      </w:r>
    </w:p>
    <w:p w:rsidR="00F4183F" w:rsidRPr="0084077A" w:rsidRDefault="00F4183F" w:rsidP="00E440AC">
      <w:pPr>
        <w:rPr>
          <w:rFonts w:ascii="Times New Roman" w:hAnsi="Times New Roman"/>
          <w:sz w:val="24"/>
          <w:szCs w:val="24"/>
        </w:rPr>
      </w:pPr>
      <w:r w:rsidRPr="0084077A">
        <w:rPr>
          <w:rFonts w:ascii="Times New Roman" w:hAnsi="Times New Roman"/>
          <w:sz w:val="24"/>
          <w:szCs w:val="24"/>
        </w:rPr>
        <w:t xml:space="preserve">Віталій БРОЩАК </w:t>
      </w:r>
    </w:p>
    <w:p w:rsidR="00F4183F" w:rsidRPr="00455AB8" w:rsidRDefault="00F4183F" w:rsidP="00E440AC">
      <w:pPr>
        <w:rPr>
          <w:lang w:val="ru-RU"/>
        </w:rPr>
      </w:pPr>
    </w:p>
    <w:p w:rsidR="00F4183F" w:rsidRPr="00455AB8" w:rsidRDefault="00F4183F" w:rsidP="00E440AC"/>
    <w:p w:rsidR="00F4183F" w:rsidRPr="00455AB8" w:rsidRDefault="00F4183F" w:rsidP="00E440AC"/>
    <w:p w:rsidR="00F4183F" w:rsidRDefault="00F4183F" w:rsidP="00E440AC"/>
    <w:p w:rsidR="00F4183F" w:rsidRDefault="00F4183F" w:rsidP="00E440AC"/>
    <w:p w:rsidR="00F4183F" w:rsidRDefault="00F4183F" w:rsidP="00E440AC"/>
    <w:p w:rsidR="00F4183F" w:rsidRDefault="00F4183F"/>
    <w:sectPr w:rsidR="00F4183F" w:rsidSect="0078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286"/>
    <w:rsid w:val="0002596D"/>
    <w:rsid w:val="00071A49"/>
    <w:rsid w:val="001F7711"/>
    <w:rsid w:val="002E10CD"/>
    <w:rsid w:val="00364CF2"/>
    <w:rsid w:val="00392741"/>
    <w:rsid w:val="004446F6"/>
    <w:rsid w:val="00455AB8"/>
    <w:rsid w:val="004D33FD"/>
    <w:rsid w:val="004F1C3E"/>
    <w:rsid w:val="004F1D78"/>
    <w:rsid w:val="00591FBA"/>
    <w:rsid w:val="005B105E"/>
    <w:rsid w:val="006B7D4D"/>
    <w:rsid w:val="0078674F"/>
    <w:rsid w:val="0079174A"/>
    <w:rsid w:val="00796286"/>
    <w:rsid w:val="007C1500"/>
    <w:rsid w:val="0084077A"/>
    <w:rsid w:val="0086058B"/>
    <w:rsid w:val="008B77B7"/>
    <w:rsid w:val="00907978"/>
    <w:rsid w:val="009B20F3"/>
    <w:rsid w:val="009C7CAF"/>
    <w:rsid w:val="00A1747E"/>
    <w:rsid w:val="00AC1ED6"/>
    <w:rsid w:val="00B243B3"/>
    <w:rsid w:val="00BB65A6"/>
    <w:rsid w:val="00C10BB2"/>
    <w:rsid w:val="00C62684"/>
    <w:rsid w:val="00D815A3"/>
    <w:rsid w:val="00DB3D52"/>
    <w:rsid w:val="00E440AC"/>
    <w:rsid w:val="00E9014C"/>
    <w:rsid w:val="00F4183F"/>
    <w:rsid w:val="00FE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0A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440AC"/>
    <w:rPr>
      <w:rFonts w:eastAsia="Times New Roman"/>
    </w:rPr>
  </w:style>
  <w:style w:type="paragraph" w:customStyle="1" w:styleId="10">
    <w:name w:val="Без інтервалів1"/>
    <w:uiPriority w:val="99"/>
    <w:rsid w:val="00E440A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2</Pages>
  <Words>611</Words>
  <Characters>3487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22</cp:revision>
  <cp:lastPrinted>2021-11-17T09:47:00Z</cp:lastPrinted>
  <dcterms:created xsi:type="dcterms:W3CDTF">2021-11-12T12:23:00Z</dcterms:created>
  <dcterms:modified xsi:type="dcterms:W3CDTF">2021-11-17T09:47:00Z</dcterms:modified>
</cp:coreProperties>
</file>