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F68" w:rsidRDefault="006D4F68" w:rsidP="0023044C">
      <w:pPr>
        <w:rPr>
          <w:lang w:val="uk-UA"/>
        </w:rPr>
      </w:pPr>
    </w:p>
    <w:p w:rsidR="006D4F68" w:rsidRPr="000F18FD" w:rsidRDefault="006D4F68" w:rsidP="000F18FD">
      <w:pPr>
        <w:pStyle w:val="1"/>
        <w:jc w:val="right"/>
        <w:rPr>
          <w:rFonts w:ascii="Times New Roman" w:hAnsi="Times New Roman"/>
          <w:b/>
          <w:bCs/>
          <w:sz w:val="24"/>
          <w:szCs w:val="24"/>
        </w:rPr>
      </w:pPr>
      <w:r w:rsidRPr="000F18FD">
        <w:rPr>
          <w:rFonts w:ascii="Times New Roman" w:hAnsi="Times New Roman"/>
        </w:rPr>
        <w:t>ПРОЄКТ</w:t>
      </w:r>
      <w:r>
        <w:rPr>
          <w:rFonts w:ascii="Times New Roman" w:hAnsi="Times New Roman"/>
        </w:rPr>
        <w:t xml:space="preserve"> (14)</w:t>
      </w:r>
    </w:p>
    <w:p w:rsidR="006D4F68" w:rsidRDefault="006D4F68" w:rsidP="003F70B2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val="uk-UA" w:eastAsia="uk-UA"/>
        </w:rPr>
      </w:pPr>
      <w:r w:rsidRPr="00DC4734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4.25pt;height:60pt;visibility:visible">
            <v:imagedata r:id="rId5" o:title=""/>
          </v:shape>
        </w:pict>
      </w:r>
    </w:p>
    <w:p w:rsidR="006D4F68" w:rsidRDefault="006D4F68" w:rsidP="003F70B2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6D4F68" w:rsidRDefault="006D4F68" w:rsidP="003F70B2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6D4F68" w:rsidRDefault="006D4F68" w:rsidP="003F70B2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6D4F68" w:rsidRDefault="006D4F68" w:rsidP="003F70B2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СІМНАДЦЯТА  </w:t>
      </w:r>
      <w:r>
        <w:rPr>
          <w:rFonts w:ascii="Times New Roman" w:hAnsi="Times New Roman"/>
          <w:sz w:val="24"/>
          <w:szCs w:val="24"/>
        </w:rPr>
        <w:t xml:space="preserve"> СЕСІЯ</w:t>
      </w:r>
    </w:p>
    <w:p w:rsidR="006D4F68" w:rsidRPr="00835F12" w:rsidRDefault="006D4F68" w:rsidP="003F70B2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Друге пленарне засідання</w:t>
      </w:r>
    </w:p>
    <w:p w:rsidR="006D4F68" w:rsidRDefault="006D4F68" w:rsidP="000F18FD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6D4F68" w:rsidRDefault="006D4F68" w:rsidP="003F70B2">
      <w:pPr>
        <w:spacing w:after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__лютого </w:t>
      </w:r>
      <w:r>
        <w:rPr>
          <w:rFonts w:ascii="Times New Roman" w:hAnsi="Times New Roman"/>
          <w:sz w:val="24"/>
          <w:szCs w:val="24"/>
        </w:rPr>
        <w:t xml:space="preserve"> 2021  року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>___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6D4F68" w:rsidRPr="00835F12" w:rsidRDefault="006D4F68" w:rsidP="00835F12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 с-ще Нагірянка</w:t>
      </w:r>
    </w:p>
    <w:p w:rsidR="006D4F68" w:rsidRPr="00835F12" w:rsidRDefault="006D4F68" w:rsidP="003F70B2">
      <w:pPr>
        <w:spacing w:after="0" w:line="240" w:lineRule="auto"/>
        <w:rPr>
          <w:rFonts w:ascii="Times New Roman" w:eastAsia="SimSun" w:hAnsi="Times New Roman"/>
          <w:b/>
          <w:sz w:val="24"/>
          <w:szCs w:val="24"/>
          <w:lang w:val="uk-UA" w:eastAsia="uk-UA"/>
        </w:rPr>
      </w:pPr>
      <w:r w:rsidRPr="00835F12">
        <w:rPr>
          <w:rFonts w:ascii="Times New Roman" w:eastAsia="SimSun" w:hAnsi="Times New Roman"/>
          <w:b/>
          <w:sz w:val="24"/>
          <w:szCs w:val="24"/>
          <w:lang w:val="uk-UA" w:eastAsia="uk-UA"/>
        </w:rPr>
        <w:t xml:space="preserve">Про затвердження технічної документації із землеустрою  </w:t>
      </w:r>
    </w:p>
    <w:p w:rsidR="006D4F68" w:rsidRPr="00835F12" w:rsidRDefault="006D4F68" w:rsidP="003F70B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835F12">
        <w:rPr>
          <w:rFonts w:ascii="Times New Roman" w:hAnsi="Times New Roman"/>
          <w:b/>
          <w:sz w:val="24"/>
          <w:szCs w:val="24"/>
          <w:lang w:val="uk-UA" w:eastAsia="uk-UA"/>
        </w:rPr>
        <w:t>щодо інвентаризації земельних ділянок комунальної форми</w:t>
      </w:r>
    </w:p>
    <w:p w:rsidR="006D4F68" w:rsidRPr="00835F12" w:rsidRDefault="006D4F68" w:rsidP="003F70B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835F12">
        <w:rPr>
          <w:rFonts w:ascii="Times New Roman" w:hAnsi="Times New Roman"/>
          <w:b/>
          <w:sz w:val="24"/>
          <w:szCs w:val="24"/>
          <w:lang w:val="uk-UA" w:eastAsia="uk-UA"/>
        </w:rPr>
        <w:t>власності під польовими дорогами, розташованими у масиві</w:t>
      </w:r>
    </w:p>
    <w:p w:rsidR="006D4F68" w:rsidRPr="00835F12" w:rsidRDefault="006D4F68" w:rsidP="003F70B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835F12">
        <w:rPr>
          <w:rFonts w:ascii="Times New Roman" w:hAnsi="Times New Roman"/>
          <w:b/>
          <w:sz w:val="24"/>
          <w:szCs w:val="24"/>
          <w:lang w:val="uk-UA" w:eastAsia="uk-UA"/>
        </w:rPr>
        <w:t xml:space="preserve">земель сільськогосподарського призначення, яка знаходиться </w:t>
      </w:r>
    </w:p>
    <w:p w:rsidR="006D4F68" w:rsidRPr="00835F12" w:rsidRDefault="006D4F68" w:rsidP="003F70B2">
      <w:pPr>
        <w:spacing w:after="0" w:line="240" w:lineRule="auto"/>
        <w:rPr>
          <w:rFonts w:ascii="Times New Roman" w:eastAsia="SimSun" w:hAnsi="Times New Roman"/>
          <w:b/>
          <w:sz w:val="24"/>
          <w:szCs w:val="24"/>
          <w:lang w:val="uk-UA" w:eastAsia="uk-UA"/>
        </w:rPr>
      </w:pPr>
      <w:r w:rsidRPr="00835F12">
        <w:rPr>
          <w:rFonts w:ascii="Times New Roman" w:hAnsi="Times New Roman"/>
          <w:b/>
          <w:sz w:val="24"/>
          <w:szCs w:val="24"/>
          <w:lang w:val="uk-UA" w:eastAsia="uk-UA"/>
        </w:rPr>
        <w:t xml:space="preserve">за межами населеного пункту села Ягільниця </w:t>
      </w:r>
      <w:r w:rsidRPr="00835F12">
        <w:rPr>
          <w:rFonts w:ascii="Times New Roman" w:eastAsia="SimSun" w:hAnsi="Times New Roman"/>
          <w:b/>
          <w:sz w:val="24"/>
          <w:szCs w:val="24"/>
          <w:lang w:val="uk-UA" w:eastAsia="uk-UA"/>
        </w:rPr>
        <w:t xml:space="preserve"> на території </w:t>
      </w:r>
    </w:p>
    <w:p w:rsidR="006D4F68" w:rsidRPr="00835F12" w:rsidRDefault="006D4F68" w:rsidP="003F70B2">
      <w:pPr>
        <w:spacing w:after="0" w:line="240" w:lineRule="auto"/>
        <w:rPr>
          <w:rFonts w:ascii="Times New Roman" w:eastAsia="SimSun" w:hAnsi="Times New Roman"/>
          <w:b/>
          <w:sz w:val="24"/>
          <w:szCs w:val="24"/>
          <w:lang w:val="uk-UA" w:eastAsia="uk-UA"/>
        </w:rPr>
      </w:pPr>
      <w:r w:rsidRPr="00835F12">
        <w:rPr>
          <w:rFonts w:ascii="Times New Roman" w:eastAsia="SimSun" w:hAnsi="Times New Roman"/>
          <w:b/>
          <w:sz w:val="24"/>
          <w:szCs w:val="24"/>
          <w:lang w:val="uk-UA" w:eastAsia="uk-UA"/>
        </w:rPr>
        <w:t xml:space="preserve">Нагірянської сільської ради Чортківського району </w:t>
      </w:r>
    </w:p>
    <w:p w:rsidR="006D4F68" w:rsidRPr="00835F12" w:rsidRDefault="006D4F68" w:rsidP="003F70B2">
      <w:pPr>
        <w:spacing w:after="0" w:line="240" w:lineRule="auto"/>
        <w:rPr>
          <w:rFonts w:ascii="Times New Roman" w:eastAsia="SimSun" w:hAnsi="Times New Roman"/>
          <w:b/>
          <w:sz w:val="24"/>
          <w:szCs w:val="24"/>
          <w:lang w:val="uk-UA" w:eastAsia="uk-UA"/>
        </w:rPr>
      </w:pPr>
      <w:r w:rsidRPr="00835F12">
        <w:rPr>
          <w:rFonts w:ascii="Times New Roman" w:eastAsia="SimSun" w:hAnsi="Times New Roman"/>
          <w:b/>
          <w:sz w:val="24"/>
          <w:szCs w:val="24"/>
          <w:lang w:val="uk-UA" w:eastAsia="uk-UA"/>
        </w:rPr>
        <w:t xml:space="preserve">Тернопільської області та передачу їх в оренду </w:t>
      </w:r>
    </w:p>
    <w:p w:rsidR="006D4F68" w:rsidRPr="00835F12" w:rsidRDefault="006D4F68" w:rsidP="000F18FD">
      <w:pPr>
        <w:spacing w:after="0" w:line="100" w:lineRule="atLeast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  <w:r w:rsidRPr="00835F12">
        <w:rPr>
          <w:rFonts w:ascii="Times New Roman" w:hAnsi="Times New Roman"/>
          <w:sz w:val="24"/>
          <w:szCs w:val="24"/>
          <w:lang w:val="uk-UA" w:eastAsia="uk-UA"/>
        </w:rPr>
        <w:t xml:space="preserve">   </w:t>
      </w:r>
      <w:r>
        <w:rPr>
          <w:rFonts w:ascii="Times New Roman" w:hAnsi="Times New Roman"/>
          <w:sz w:val="24"/>
          <w:szCs w:val="24"/>
          <w:lang w:val="uk-UA" w:eastAsia="uk-UA"/>
        </w:rPr>
        <w:tab/>
      </w:r>
      <w:r w:rsidRPr="00835F12">
        <w:rPr>
          <w:rFonts w:ascii="Times New Roman" w:hAnsi="Times New Roman"/>
          <w:sz w:val="24"/>
          <w:szCs w:val="24"/>
          <w:lang w:val="uk-UA" w:eastAsia="uk-UA"/>
        </w:rPr>
        <w:t xml:space="preserve">Розглянувши клопотання </w:t>
      </w:r>
      <w:r>
        <w:rPr>
          <w:rFonts w:ascii="Times New Roman" w:hAnsi="Times New Roman"/>
          <w:sz w:val="24"/>
          <w:szCs w:val="24"/>
          <w:lang w:val="uk-UA" w:eastAsia="uk-UA"/>
        </w:rPr>
        <w:t>ПСП «</w:t>
      </w:r>
      <w:r w:rsidRPr="00835F12">
        <w:rPr>
          <w:rFonts w:ascii="Times New Roman" w:hAnsi="Times New Roman"/>
          <w:sz w:val="24"/>
          <w:szCs w:val="24"/>
          <w:lang w:val="uk-UA" w:eastAsia="uk-UA"/>
        </w:rPr>
        <w:t>Ягільниця-В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», </w:t>
      </w:r>
      <w:r w:rsidRPr="00835F12">
        <w:rPr>
          <w:rFonts w:ascii="Times New Roman" w:hAnsi="Times New Roman"/>
          <w:sz w:val="24"/>
          <w:szCs w:val="24"/>
          <w:lang w:val="uk-UA" w:eastAsia="uk-UA"/>
        </w:rPr>
        <w:t xml:space="preserve"> керуючись Законом України «</w:t>
      </w:r>
      <w:r w:rsidRPr="00835F1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Pr="00835F12">
        <w:rPr>
          <w:rFonts w:ascii="Times New Roman" w:hAnsi="Times New Roman"/>
          <w:sz w:val="24"/>
          <w:szCs w:val="24"/>
          <w:shd w:val="clear" w:color="auto" w:fill="FFFFFF"/>
          <w:lang w:val="uk-UA" w:eastAsia="uk-UA"/>
        </w:rPr>
        <w:t>»</w:t>
      </w:r>
      <w:r w:rsidRPr="00835F12">
        <w:rPr>
          <w:rFonts w:ascii="Times New Roman" w:hAnsi="Times New Roman"/>
          <w:sz w:val="24"/>
          <w:szCs w:val="24"/>
          <w:lang w:val="uk-UA" w:eastAsia="uk-UA"/>
        </w:rPr>
        <w:t xml:space="preserve">, Законом України «Про оренду землі», Земельним кодексом України, </w:t>
      </w:r>
      <w:r w:rsidRPr="00835F12">
        <w:rPr>
          <w:rFonts w:ascii="Times New Roman" w:hAnsi="Times New Roman"/>
          <w:color w:val="000000"/>
          <w:spacing w:val="16"/>
          <w:sz w:val="24"/>
          <w:szCs w:val="24"/>
          <w:shd w:val="clear" w:color="auto" w:fill="FFFFFF"/>
          <w:lang w:val="uk-UA" w:eastAsia="uk-UA"/>
        </w:rPr>
        <w:t xml:space="preserve">Законом України </w:t>
      </w:r>
      <w:r w:rsidRPr="00835F12">
        <w:rPr>
          <w:rFonts w:ascii="Times New Roman" w:hAnsi="Times New Roman"/>
          <w:spacing w:val="16"/>
          <w:sz w:val="24"/>
          <w:szCs w:val="24"/>
          <w:shd w:val="clear" w:color="auto" w:fill="FFFFFF"/>
          <w:lang w:val="uk-UA" w:eastAsia="uk-UA"/>
        </w:rPr>
        <w:t>«Про місцеве самоврядування в Україні»</w:t>
      </w:r>
      <w:r w:rsidRPr="00835F12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835F12">
        <w:rPr>
          <w:rFonts w:ascii="Times New Roman" w:hAnsi="Times New Roman"/>
          <w:sz w:val="24"/>
          <w:szCs w:val="24"/>
          <w:highlight w:val="yellow"/>
          <w:lang w:val="uk-UA"/>
        </w:rPr>
        <w:t>та враховуючи</w:t>
      </w:r>
      <w:r>
        <w:rPr>
          <w:rFonts w:ascii="Times New Roman" w:hAnsi="Times New Roman"/>
          <w:sz w:val="24"/>
          <w:szCs w:val="24"/>
          <w:highlight w:val="yellow"/>
          <w:lang w:val="uk-UA"/>
        </w:rPr>
        <w:t xml:space="preserve"> пропозиції та</w:t>
      </w:r>
      <w:r w:rsidRPr="00835F12">
        <w:rPr>
          <w:rFonts w:ascii="Times New Roman" w:hAnsi="Times New Roman"/>
          <w:sz w:val="24"/>
          <w:szCs w:val="24"/>
          <w:highlight w:val="yellow"/>
          <w:lang w:val="uk-UA"/>
        </w:rPr>
        <w:t xml:space="preserve"> рекомендації</w:t>
      </w:r>
      <w:r w:rsidRPr="00835F12">
        <w:rPr>
          <w:rFonts w:ascii="Times New Roman" w:hAnsi="Times New Roman"/>
          <w:sz w:val="24"/>
          <w:szCs w:val="24"/>
          <w:highlight w:val="yellow"/>
          <w:bdr w:val="none" w:sz="0" w:space="0" w:color="auto" w:frame="1"/>
          <w:lang w:val="uk-UA"/>
        </w:rPr>
        <w:t xml:space="preserve"> постійної комісії з питань </w:t>
      </w:r>
      <w:r w:rsidRPr="00835F12">
        <w:rPr>
          <w:rFonts w:ascii="Times New Roman" w:hAnsi="Times New Roman"/>
          <w:sz w:val="24"/>
          <w:szCs w:val="24"/>
          <w:highlight w:val="yellow"/>
          <w:lang w:val="uk-UA"/>
        </w:rPr>
        <w:t xml:space="preserve">містобудування, земельних відносин та сталого розвитку, сільська рада </w:t>
      </w:r>
      <w:r w:rsidRPr="00835F12">
        <w:rPr>
          <w:rFonts w:ascii="Times New Roman" w:hAnsi="Times New Roman"/>
          <w:b/>
          <w:bCs/>
          <w:sz w:val="24"/>
          <w:szCs w:val="24"/>
          <w:highlight w:val="yellow"/>
          <w:lang w:val="uk-UA"/>
        </w:rPr>
        <w:t xml:space="preserve">  </w:t>
      </w:r>
    </w:p>
    <w:p w:rsidR="006D4F68" w:rsidRPr="00835F12" w:rsidRDefault="006D4F68" w:rsidP="000F18FD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35F12">
        <w:rPr>
          <w:rFonts w:ascii="Times New Roman" w:hAnsi="Times New Roman"/>
          <w:b/>
          <w:sz w:val="24"/>
          <w:szCs w:val="24"/>
          <w:highlight w:val="yellow"/>
          <w:lang w:val="uk-UA"/>
        </w:rPr>
        <w:t>ВИРІШИЛА:</w:t>
      </w:r>
    </w:p>
    <w:p w:rsidR="006D4F68" w:rsidRDefault="006D4F68" w:rsidP="000F18F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uk-UA" w:eastAsia="uk-UA"/>
        </w:rPr>
      </w:pPr>
      <w:r w:rsidRPr="00835F12">
        <w:rPr>
          <w:rFonts w:ascii="Times New Roman" w:eastAsia="SimSun" w:hAnsi="Times New Roman"/>
          <w:b/>
          <w:sz w:val="24"/>
          <w:szCs w:val="24"/>
          <w:lang w:val="uk-UA" w:eastAsia="uk-UA"/>
        </w:rPr>
        <w:t>1.</w:t>
      </w:r>
      <w:r w:rsidRPr="00835F12">
        <w:rPr>
          <w:rFonts w:ascii="Times New Roman" w:eastAsia="SimSun" w:hAnsi="Times New Roman"/>
          <w:sz w:val="24"/>
          <w:szCs w:val="24"/>
          <w:lang w:val="uk-UA" w:eastAsia="uk-UA"/>
        </w:rPr>
        <w:t xml:space="preserve"> Затвердити технічну документацію із землеустрою  </w:t>
      </w:r>
      <w:r w:rsidRPr="00835F12">
        <w:rPr>
          <w:rFonts w:ascii="Times New Roman" w:hAnsi="Times New Roman"/>
          <w:sz w:val="24"/>
          <w:szCs w:val="24"/>
          <w:lang w:val="uk-UA" w:eastAsia="uk-UA"/>
        </w:rPr>
        <w:t>щодо інвентаризації земельних ділянок комунальної форми</w:t>
      </w:r>
      <w:r w:rsidRPr="00835F12">
        <w:rPr>
          <w:rFonts w:ascii="Times New Roman" w:eastAsia="SimSun" w:hAnsi="Times New Roman"/>
          <w:sz w:val="24"/>
          <w:szCs w:val="24"/>
          <w:lang w:val="uk-UA" w:eastAsia="uk-UA"/>
        </w:rPr>
        <w:t xml:space="preserve"> </w:t>
      </w:r>
      <w:r w:rsidRPr="00835F12">
        <w:rPr>
          <w:rFonts w:ascii="Times New Roman" w:hAnsi="Times New Roman"/>
          <w:sz w:val="24"/>
          <w:szCs w:val="24"/>
          <w:lang w:val="uk-UA" w:eastAsia="uk-UA"/>
        </w:rPr>
        <w:t>власності під польовими дорогами, розташованими у масиві</w:t>
      </w:r>
      <w:r w:rsidRPr="00835F12">
        <w:rPr>
          <w:rFonts w:ascii="Times New Roman" w:eastAsia="SimSun" w:hAnsi="Times New Roman"/>
          <w:sz w:val="24"/>
          <w:szCs w:val="24"/>
          <w:lang w:val="uk-UA" w:eastAsia="uk-UA"/>
        </w:rPr>
        <w:t xml:space="preserve"> </w:t>
      </w:r>
      <w:r w:rsidRPr="00835F12">
        <w:rPr>
          <w:rFonts w:ascii="Times New Roman" w:hAnsi="Times New Roman"/>
          <w:sz w:val="24"/>
          <w:szCs w:val="24"/>
          <w:lang w:val="uk-UA" w:eastAsia="uk-UA"/>
        </w:rPr>
        <w:t xml:space="preserve">земель сільськогосподарського призначення, яка знаходиться за межами населеного пункту села Ягільниця </w:t>
      </w:r>
      <w:r w:rsidRPr="00835F12">
        <w:rPr>
          <w:rFonts w:ascii="Times New Roman" w:eastAsia="SimSun" w:hAnsi="Times New Roman"/>
          <w:sz w:val="24"/>
          <w:szCs w:val="24"/>
          <w:lang w:val="uk-UA" w:eastAsia="uk-UA"/>
        </w:rPr>
        <w:t xml:space="preserve"> </w:t>
      </w:r>
      <w:r w:rsidRPr="00835F12">
        <w:rPr>
          <w:rFonts w:ascii="Times New Roman" w:hAnsi="Times New Roman"/>
          <w:sz w:val="24"/>
          <w:szCs w:val="24"/>
          <w:highlight w:val="yellow"/>
          <w:lang w:val="uk-UA" w:eastAsia="uk-UA"/>
        </w:rPr>
        <w:t xml:space="preserve">загальною площею – </w:t>
      </w:r>
      <w:smartTag w:uri="urn:schemas-microsoft-com:office:smarttags" w:element="metricconverter">
        <w:smartTagPr>
          <w:attr w:name="ProductID" w:val="13,2179 га"/>
        </w:smartTagPr>
        <w:r w:rsidRPr="00835F12">
          <w:rPr>
            <w:rFonts w:ascii="Times New Roman" w:hAnsi="Times New Roman"/>
            <w:sz w:val="24"/>
            <w:szCs w:val="24"/>
            <w:highlight w:val="yellow"/>
            <w:lang w:val="uk-UA" w:eastAsia="uk-UA"/>
          </w:rPr>
          <w:t>13,2179 га</w:t>
        </w:r>
      </w:smartTag>
      <w:r w:rsidRPr="00835F12">
        <w:rPr>
          <w:rFonts w:ascii="Times New Roman" w:hAnsi="Times New Roman"/>
          <w:sz w:val="24"/>
          <w:szCs w:val="24"/>
          <w:highlight w:val="yellow"/>
          <w:lang w:val="uk-UA" w:eastAsia="uk-UA"/>
        </w:rPr>
        <w:t xml:space="preserve"> </w:t>
      </w:r>
      <w:r w:rsidRPr="00835F12">
        <w:rPr>
          <w:rFonts w:ascii="Times New Roman" w:eastAsia="SimSun" w:hAnsi="Times New Roman"/>
          <w:sz w:val="24"/>
          <w:szCs w:val="24"/>
          <w:lang w:val="uk-UA" w:eastAsia="uk-UA"/>
        </w:rPr>
        <w:t>на території Нагірянської сільської ради Чортківського району Тернопільської області</w:t>
      </w:r>
      <w:r w:rsidRPr="00835F12">
        <w:rPr>
          <w:rFonts w:ascii="Times New Roman" w:hAnsi="Times New Roman"/>
          <w:sz w:val="24"/>
          <w:szCs w:val="24"/>
          <w:highlight w:val="yellow"/>
          <w:lang w:val="uk-UA" w:eastAsia="uk-UA"/>
        </w:rPr>
        <w:t xml:space="preserve"> Ягільницького старостинського округу та передати в оренду ПСП «Ягільниця-В» терміном на 7 років згідно додатку, що додається.</w:t>
      </w:r>
    </w:p>
    <w:p w:rsidR="006D4F68" w:rsidRPr="00835F12" w:rsidRDefault="006D4F68" w:rsidP="00835F1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uk-UA" w:eastAsia="uk-UA"/>
        </w:rPr>
      </w:pPr>
      <w:r w:rsidRPr="00835F12">
        <w:rPr>
          <w:rFonts w:ascii="Times New Roman" w:eastAsia="SimSun" w:hAnsi="Times New Roman"/>
          <w:b/>
          <w:sz w:val="24"/>
          <w:szCs w:val="24"/>
          <w:lang w:val="uk-UA" w:eastAsia="uk-UA"/>
        </w:rPr>
        <w:t>2.</w:t>
      </w:r>
      <w:r>
        <w:rPr>
          <w:rFonts w:ascii="Times New Roman" w:eastAsia="SimSun" w:hAnsi="Times New Roman"/>
          <w:sz w:val="24"/>
          <w:szCs w:val="24"/>
          <w:lang w:val="uk-UA" w:eastAsia="uk-UA"/>
        </w:rPr>
        <w:t xml:space="preserve"> </w:t>
      </w:r>
      <w:r w:rsidRPr="00835F12">
        <w:rPr>
          <w:rFonts w:ascii="Times New Roman" w:eastAsia="SimSun" w:hAnsi="Times New Roman"/>
          <w:sz w:val="24"/>
          <w:szCs w:val="24"/>
          <w:lang w:val="uk-UA" w:eastAsia="uk-UA"/>
        </w:rPr>
        <w:t>Встановити орендну плату за використання земельних ділянок на рівні ____ (________) відсотків від нормативної грошової оцінки</w:t>
      </w:r>
      <w:r w:rsidRPr="00835F12">
        <w:rPr>
          <w:rFonts w:ascii="Times New Roman" w:eastAsia="SimSun" w:hAnsi="Times New Roman"/>
          <w:sz w:val="24"/>
          <w:szCs w:val="24"/>
          <w:lang w:eastAsia="uk-UA"/>
        </w:rPr>
        <w:t>.</w:t>
      </w:r>
    </w:p>
    <w:p w:rsidR="006D4F68" w:rsidRPr="00835F12" w:rsidRDefault="006D4F68" w:rsidP="00835F1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uk-UA" w:eastAsia="uk-UA"/>
        </w:rPr>
      </w:pPr>
      <w:r w:rsidRPr="00835F12">
        <w:rPr>
          <w:rFonts w:ascii="Times New Roman" w:eastAsia="SimSun" w:hAnsi="Times New Roman"/>
          <w:b/>
          <w:sz w:val="24"/>
          <w:szCs w:val="24"/>
          <w:lang w:val="uk-UA" w:eastAsia="uk-UA"/>
        </w:rPr>
        <w:t>3.</w:t>
      </w:r>
      <w:r>
        <w:rPr>
          <w:rFonts w:ascii="Times New Roman" w:eastAsia="SimSun" w:hAnsi="Times New Roman"/>
          <w:sz w:val="24"/>
          <w:szCs w:val="24"/>
          <w:lang w:val="uk-UA" w:eastAsia="uk-UA"/>
        </w:rPr>
        <w:t xml:space="preserve"> </w:t>
      </w:r>
      <w:r w:rsidRPr="00835F12">
        <w:rPr>
          <w:rFonts w:ascii="Times New Roman" w:hAnsi="Times New Roman"/>
          <w:sz w:val="24"/>
          <w:szCs w:val="24"/>
          <w:highlight w:val="yellow"/>
          <w:lang w:val="uk-UA" w:eastAsia="uk-UA"/>
        </w:rPr>
        <w:t xml:space="preserve">ПСП «Ягільниця-В» </w:t>
      </w:r>
      <w:r w:rsidRPr="00835F12">
        <w:rPr>
          <w:rFonts w:ascii="Times New Roman" w:eastAsia="SimSun" w:hAnsi="Times New Roman"/>
          <w:sz w:val="24"/>
          <w:szCs w:val="24"/>
          <w:lang w:val="uk-UA" w:eastAsia="uk-UA"/>
        </w:rPr>
        <w:t xml:space="preserve"> здійснити дії щодо укладання відповідних договорів оренди та державної реєстрації відповідних прав у відповідності до законодавства.</w:t>
      </w:r>
    </w:p>
    <w:p w:rsidR="006D4F68" w:rsidRPr="00835F12" w:rsidRDefault="006D4F68" w:rsidP="006946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35F12">
        <w:rPr>
          <w:rFonts w:ascii="Times New Roman" w:hAnsi="Times New Roman"/>
          <w:b/>
          <w:sz w:val="24"/>
          <w:szCs w:val="24"/>
          <w:lang w:val="uk-UA"/>
        </w:rPr>
        <w:t>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5F12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6D4F68" w:rsidRPr="00835F12" w:rsidRDefault="006D4F68" w:rsidP="0069466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D4F68" w:rsidRPr="00835F12" w:rsidRDefault="006D4F68" w:rsidP="00694668">
      <w:pPr>
        <w:rPr>
          <w:rFonts w:ascii="Times New Roman" w:hAnsi="Times New Roman"/>
          <w:sz w:val="24"/>
          <w:szCs w:val="24"/>
          <w:lang w:val="uk-UA"/>
        </w:rPr>
      </w:pPr>
      <w:r w:rsidRPr="00835F12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 Ігор КІНДРАТ    </w:t>
      </w:r>
    </w:p>
    <w:p w:rsidR="006D4F68" w:rsidRPr="00835F12" w:rsidRDefault="006D4F68" w:rsidP="00694668">
      <w:pPr>
        <w:rPr>
          <w:rFonts w:ascii="Times New Roman" w:hAnsi="Times New Roman"/>
          <w:sz w:val="24"/>
          <w:szCs w:val="24"/>
          <w:lang w:val="uk-UA"/>
        </w:rPr>
      </w:pPr>
      <w:r w:rsidRPr="00835F12">
        <w:rPr>
          <w:rFonts w:ascii="Times New Roman" w:hAnsi="Times New Roman"/>
          <w:sz w:val="24"/>
          <w:szCs w:val="24"/>
          <w:lang w:val="uk-UA"/>
        </w:rPr>
        <w:t xml:space="preserve">Йосип ЗІБРІВСЬКИЙ </w:t>
      </w:r>
    </w:p>
    <w:p w:rsidR="006D4F68" w:rsidRPr="00835F12" w:rsidRDefault="006D4F68" w:rsidP="00694668">
      <w:pPr>
        <w:rPr>
          <w:rFonts w:ascii="Times New Roman" w:hAnsi="Times New Roman"/>
          <w:sz w:val="24"/>
          <w:szCs w:val="24"/>
          <w:lang w:val="uk-UA"/>
        </w:rPr>
      </w:pPr>
      <w:r w:rsidRPr="00835F12"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6D4F68" w:rsidRPr="00835F12" w:rsidRDefault="006D4F68" w:rsidP="00694668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Тетяна САВІНКІНА</w:t>
      </w:r>
    </w:p>
    <w:p w:rsidR="006D4F68" w:rsidRPr="000F18FD" w:rsidRDefault="006D4F68" w:rsidP="000F18FD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Віталій БРОЩАК</w:t>
      </w:r>
    </w:p>
    <w:p w:rsidR="006D4F68" w:rsidRPr="003F70B2" w:rsidRDefault="006D4F68" w:rsidP="003F70B2">
      <w:pPr>
        <w:spacing w:after="0" w:line="240" w:lineRule="auto"/>
        <w:ind w:left="4320"/>
        <w:jc w:val="center"/>
        <w:rPr>
          <w:rFonts w:ascii="Times New Roman" w:hAnsi="Times New Roman"/>
          <w:sz w:val="24"/>
          <w:szCs w:val="24"/>
          <w:lang w:val="uk-UA" w:eastAsia="uk-UA"/>
        </w:rPr>
      </w:pPr>
    </w:p>
    <w:p w:rsidR="006D4F68" w:rsidRDefault="006D4F68" w:rsidP="00231AF9">
      <w:pPr>
        <w:spacing w:after="0" w:line="240" w:lineRule="auto"/>
        <w:ind w:left="4320"/>
        <w:jc w:val="center"/>
        <w:rPr>
          <w:rFonts w:ascii="Times New Roman" w:hAnsi="Times New Roman"/>
          <w:sz w:val="24"/>
          <w:szCs w:val="24"/>
          <w:lang w:val="uk-UA" w:eastAsia="uk-UA"/>
        </w:rPr>
      </w:pPr>
    </w:p>
    <w:p w:rsidR="006D4F68" w:rsidRDefault="006D4F68" w:rsidP="00231AF9">
      <w:pPr>
        <w:spacing w:after="0" w:line="240" w:lineRule="auto"/>
        <w:ind w:left="4320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Додаток</w:t>
      </w:r>
    </w:p>
    <w:p w:rsidR="006D4F68" w:rsidRPr="00231AF9" w:rsidRDefault="006D4F68" w:rsidP="00231AF9">
      <w:pPr>
        <w:spacing w:after="0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231AF9">
        <w:rPr>
          <w:lang w:val="uk-UA"/>
        </w:rPr>
        <w:t xml:space="preserve">                                        </w:t>
      </w:r>
      <w:r>
        <w:rPr>
          <w:lang w:val="uk-UA"/>
        </w:rPr>
        <w:t xml:space="preserve">                                                                 д</w:t>
      </w:r>
      <w:r w:rsidRPr="00231AF9">
        <w:rPr>
          <w:rFonts w:ascii="Times New Roman" w:hAnsi="Times New Roman"/>
          <w:lang w:val="uk-UA"/>
        </w:rPr>
        <w:t>о</w:t>
      </w:r>
      <w:r>
        <w:rPr>
          <w:lang w:val="uk-UA"/>
        </w:rPr>
        <w:t xml:space="preserve"> </w:t>
      </w:r>
      <w:r w:rsidRPr="00231AF9">
        <w:rPr>
          <w:rFonts w:ascii="Times New Roman" w:hAnsi="Times New Roman"/>
          <w:sz w:val="24"/>
          <w:szCs w:val="24"/>
          <w:lang w:val="uk-UA"/>
        </w:rPr>
        <w:t>рішення Нагірянської</w:t>
      </w:r>
    </w:p>
    <w:p w:rsidR="006D4F68" w:rsidRPr="00231AF9" w:rsidRDefault="006D4F68" w:rsidP="00231AF9">
      <w:pPr>
        <w:spacing w:after="0"/>
        <w:ind w:firstLine="708"/>
        <w:rPr>
          <w:rFonts w:ascii="Times New Roman" w:hAnsi="Times New Roman"/>
          <w:sz w:val="24"/>
          <w:szCs w:val="24"/>
          <w:lang w:val="uk-UA"/>
        </w:rPr>
      </w:pPr>
      <w:r w:rsidRPr="00231AF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сільської ради </w:t>
      </w:r>
    </w:p>
    <w:p w:rsidR="006D4F68" w:rsidRPr="00231AF9" w:rsidRDefault="006D4F68" w:rsidP="00231AF9">
      <w:pPr>
        <w:spacing w:after="0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231AF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від __лютого 2022 року № </w:t>
      </w:r>
    </w:p>
    <w:p w:rsidR="006D4F68" w:rsidRDefault="006D4F68" w:rsidP="003F70B2">
      <w:pPr>
        <w:spacing w:after="0" w:line="240" w:lineRule="auto"/>
        <w:ind w:left="4320"/>
        <w:jc w:val="center"/>
        <w:rPr>
          <w:rFonts w:ascii="Times New Roman" w:hAnsi="Times New Roman"/>
          <w:sz w:val="24"/>
          <w:szCs w:val="24"/>
          <w:lang w:val="uk-UA" w:eastAsia="uk-UA"/>
        </w:rPr>
      </w:pPr>
    </w:p>
    <w:p w:rsidR="006D4F68" w:rsidRDefault="006D4F68" w:rsidP="003F70B2">
      <w:pPr>
        <w:spacing w:after="0" w:line="240" w:lineRule="auto"/>
        <w:ind w:left="4320"/>
        <w:jc w:val="center"/>
        <w:rPr>
          <w:rFonts w:ascii="Times New Roman" w:hAnsi="Times New Roman"/>
          <w:sz w:val="24"/>
          <w:szCs w:val="24"/>
          <w:lang w:val="uk-UA" w:eastAsia="uk-UA"/>
        </w:rPr>
      </w:pPr>
    </w:p>
    <w:p w:rsidR="006D4F68" w:rsidRDefault="006D4F68" w:rsidP="003F70B2">
      <w:pPr>
        <w:spacing w:after="0" w:line="240" w:lineRule="auto"/>
        <w:ind w:left="4320"/>
        <w:jc w:val="center"/>
        <w:rPr>
          <w:rFonts w:ascii="Times New Roman" w:hAnsi="Times New Roman"/>
          <w:sz w:val="24"/>
          <w:szCs w:val="24"/>
          <w:lang w:val="uk-UA" w:eastAsia="uk-UA"/>
        </w:rPr>
      </w:pPr>
    </w:p>
    <w:p w:rsidR="006D4F68" w:rsidRPr="00231AF9" w:rsidRDefault="006D4F68" w:rsidP="00231AF9">
      <w:pPr>
        <w:spacing w:after="0" w:line="240" w:lineRule="auto"/>
        <w:rPr>
          <w:rFonts w:ascii="Times New Roman" w:eastAsia="SimSun" w:hAnsi="Times New Roman"/>
          <w:sz w:val="24"/>
          <w:szCs w:val="24"/>
          <w:lang w:val="uk-UA" w:eastAsia="uk-UA"/>
        </w:rPr>
      </w:pPr>
    </w:p>
    <w:p w:rsidR="006D4F68" w:rsidRPr="003F70B2" w:rsidRDefault="006D4F68" w:rsidP="003F70B2">
      <w:pPr>
        <w:spacing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3F70B2">
        <w:rPr>
          <w:rFonts w:ascii="Times New Roman" w:hAnsi="Times New Roman"/>
          <w:b/>
          <w:sz w:val="28"/>
          <w:szCs w:val="28"/>
          <w:lang w:val="uk-UA" w:eastAsia="uk-UA"/>
        </w:rPr>
        <w:t xml:space="preserve">Перелік земельних ділянок </w:t>
      </w:r>
    </w:p>
    <w:p w:rsidR="006D4F68" w:rsidRPr="003F70B2" w:rsidRDefault="006D4F68" w:rsidP="003F70B2">
      <w:pPr>
        <w:spacing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3F70B2">
        <w:rPr>
          <w:rFonts w:ascii="Times New Roman" w:hAnsi="Times New Roman"/>
          <w:b/>
          <w:sz w:val="28"/>
          <w:szCs w:val="28"/>
          <w:lang w:val="uk-UA" w:eastAsia="uk-UA"/>
        </w:rPr>
        <w:t xml:space="preserve">які передаються в </w:t>
      </w:r>
      <w:r w:rsidRPr="00694668">
        <w:rPr>
          <w:rFonts w:ascii="Times New Roman" w:hAnsi="Times New Roman"/>
          <w:b/>
          <w:sz w:val="28"/>
          <w:szCs w:val="28"/>
          <w:lang w:val="uk-UA" w:eastAsia="uk-UA"/>
        </w:rPr>
        <w:t>оренду</w:t>
      </w:r>
      <w:r w:rsidRPr="00694668">
        <w:rPr>
          <w:rFonts w:ascii="Times New Roman" w:hAnsi="Times New Roman"/>
          <w:b/>
          <w:sz w:val="28"/>
          <w:szCs w:val="28"/>
          <w:highlight w:val="yellow"/>
          <w:lang w:val="uk-UA" w:eastAsia="uk-UA"/>
        </w:rPr>
        <w:t xml:space="preserve"> ПСП «Ягільниця-В» </w:t>
      </w:r>
      <w:r w:rsidRPr="003F70B2">
        <w:rPr>
          <w:rFonts w:ascii="Times New Roman" w:eastAsia="SimSun" w:hAnsi="Times New Roman"/>
          <w:b/>
          <w:sz w:val="28"/>
          <w:szCs w:val="28"/>
          <w:lang w:val="uk-UA" w:eastAsia="uk-UA"/>
        </w:rPr>
        <w:t xml:space="preserve"> </w:t>
      </w:r>
      <w:r w:rsidRPr="003F70B2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6D4F68" w:rsidRPr="003F70B2" w:rsidRDefault="006D4F68" w:rsidP="003F70B2">
      <w:pPr>
        <w:spacing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4500"/>
        <w:gridCol w:w="3285"/>
      </w:tblGrid>
      <w:tr w:rsidR="006D4F68" w:rsidRPr="003F70B2" w:rsidTr="00070650">
        <w:tc>
          <w:tcPr>
            <w:tcW w:w="1008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F70B2">
              <w:rPr>
                <w:rFonts w:ascii="Times New Roman" w:hAnsi="Times New Roman"/>
                <w:sz w:val="24"/>
                <w:szCs w:val="24"/>
                <w:lang w:val="uk-UA" w:eastAsia="uk-UA"/>
              </w:rPr>
              <w:t>№п/п</w:t>
            </w:r>
          </w:p>
        </w:tc>
        <w:tc>
          <w:tcPr>
            <w:tcW w:w="4500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F70B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Кадастровий номер </w:t>
            </w:r>
          </w:p>
        </w:tc>
        <w:tc>
          <w:tcPr>
            <w:tcW w:w="3285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F70B2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Площа, га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F70B2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500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6125589800:01:001:0364</w:t>
            </w:r>
          </w:p>
        </w:tc>
        <w:tc>
          <w:tcPr>
            <w:tcW w:w="3285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0,5824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F70B2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6125589800:01:001:0352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0,6748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F70B2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6125589800:01:001:0361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0,2952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6125589800:01:001:0370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0,3840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6125589800:01:001:0372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0,3037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6125589800:01:001:0354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1,1811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6125589800:01:001:0360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0,5872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6125589800:01:001:0367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0,4002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6125589800:01:001:0365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0,6421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6125589800:01:001:0369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0,6169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6125589800:01:001:0357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0,5791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6125589800:01:001:0351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0,3566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6125589800:01:001:0368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0,3996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6125589800:01:001:0356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0,2673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6125589800:01:001:0359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0,2720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6125589800:01:001:0344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0,3940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Pr="003F70B2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6125589800:01:001:0345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0,5638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6125589800:01:001:0366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1,0636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6125589800:01:001:0353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1,3637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6125589800:01:001:0343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0,4388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6125589800:01:001:0371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0,5175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6125589800:01:001:0355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0,4654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6125589800:01:001:0346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0,4790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6125589800:01:001:0358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0,1416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6125589800:01:001:0363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0,1374</w:t>
            </w:r>
          </w:p>
        </w:tc>
      </w:tr>
      <w:tr w:rsidR="006D4F68" w:rsidRPr="003F70B2" w:rsidTr="00070650">
        <w:tc>
          <w:tcPr>
            <w:tcW w:w="1008" w:type="dxa"/>
          </w:tcPr>
          <w:p w:rsidR="006D4F68" w:rsidRDefault="006D4F68" w:rsidP="003F70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4500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6125589800:01:001:0362</w:t>
            </w:r>
          </w:p>
        </w:tc>
        <w:tc>
          <w:tcPr>
            <w:tcW w:w="3285" w:type="dxa"/>
          </w:tcPr>
          <w:p w:rsidR="006D4F68" w:rsidRPr="003F70B2" w:rsidRDefault="006D4F68" w:rsidP="00BB534A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0,1109</w:t>
            </w:r>
          </w:p>
        </w:tc>
      </w:tr>
    </w:tbl>
    <w:p w:rsidR="006D4F68" w:rsidRPr="003F70B2" w:rsidRDefault="006D4F68" w:rsidP="003F70B2">
      <w:pPr>
        <w:spacing w:after="100" w:afterAutospacing="1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6D4F68" w:rsidRPr="003F70B2" w:rsidRDefault="006D4F68" w:rsidP="003F70B2">
      <w:pPr>
        <w:spacing w:after="100" w:afterAutospacing="1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6D4F68" w:rsidRPr="008C6BB0" w:rsidRDefault="006D4F68" w:rsidP="008C6BB0">
      <w:pPr>
        <w:spacing w:after="100" w:afterAutospacing="1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6D4F68" w:rsidRPr="003F70B2" w:rsidRDefault="006D4F68" w:rsidP="003F70B2">
      <w:pPr>
        <w:spacing w:after="100" w:afterAutospacing="1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6D4F68" w:rsidRPr="003F70B2" w:rsidRDefault="006D4F68" w:rsidP="003F70B2">
      <w:pPr>
        <w:spacing w:after="100" w:afterAutospacing="1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6D4F68" w:rsidRPr="0023044C" w:rsidRDefault="006D4F68">
      <w:pPr>
        <w:rPr>
          <w:lang w:val="uk-UA"/>
        </w:rPr>
      </w:pPr>
    </w:p>
    <w:sectPr w:rsidR="006D4F68" w:rsidRPr="0023044C" w:rsidSect="000F18F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011AC"/>
    <w:multiLevelType w:val="hybridMultilevel"/>
    <w:tmpl w:val="4052014C"/>
    <w:lvl w:ilvl="0" w:tplc="AA52A8F4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1D0"/>
    <w:rsid w:val="00036D52"/>
    <w:rsid w:val="00070650"/>
    <w:rsid w:val="00087F44"/>
    <w:rsid w:val="000F18FD"/>
    <w:rsid w:val="00103BDE"/>
    <w:rsid w:val="001125D7"/>
    <w:rsid w:val="00122506"/>
    <w:rsid w:val="00156593"/>
    <w:rsid w:val="0016415B"/>
    <w:rsid w:val="0016560C"/>
    <w:rsid w:val="0018380E"/>
    <w:rsid w:val="00196BB4"/>
    <w:rsid w:val="001C6CF7"/>
    <w:rsid w:val="001E4C52"/>
    <w:rsid w:val="001F7876"/>
    <w:rsid w:val="002071AC"/>
    <w:rsid w:val="0023044C"/>
    <w:rsid w:val="00231AF9"/>
    <w:rsid w:val="00263487"/>
    <w:rsid w:val="00264AE7"/>
    <w:rsid w:val="00294F16"/>
    <w:rsid w:val="002963A3"/>
    <w:rsid w:val="002B04EA"/>
    <w:rsid w:val="002D0348"/>
    <w:rsid w:val="003138A3"/>
    <w:rsid w:val="00357E62"/>
    <w:rsid w:val="003C0099"/>
    <w:rsid w:val="003E5A44"/>
    <w:rsid w:val="003F70B2"/>
    <w:rsid w:val="00436849"/>
    <w:rsid w:val="00472B32"/>
    <w:rsid w:val="004D2CEF"/>
    <w:rsid w:val="00506EDF"/>
    <w:rsid w:val="00512125"/>
    <w:rsid w:val="005221FF"/>
    <w:rsid w:val="00573635"/>
    <w:rsid w:val="00637193"/>
    <w:rsid w:val="00646905"/>
    <w:rsid w:val="0064697E"/>
    <w:rsid w:val="00646E6C"/>
    <w:rsid w:val="00694668"/>
    <w:rsid w:val="006A7EA3"/>
    <w:rsid w:val="006D1238"/>
    <w:rsid w:val="006D4F68"/>
    <w:rsid w:val="006E3FB7"/>
    <w:rsid w:val="007018EB"/>
    <w:rsid w:val="007112C8"/>
    <w:rsid w:val="0071184D"/>
    <w:rsid w:val="00731A41"/>
    <w:rsid w:val="007C1AC6"/>
    <w:rsid w:val="007F2F15"/>
    <w:rsid w:val="00815B8C"/>
    <w:rsid w:val="00835F12"/>
    <w:rsid w:val="008C6BB0"/>
    <w:rsid w:val="009060EF"/>
    <w:rsid w:val="00906A77"/>
    <w:rsid w:val="009328F7"/>
    <w:rsid w:val="009445DA"/>
    <w:rsid w:val="0096017E"/>
    <w:rsid w:val="00962919"/>
    <w:rsid w:val="00994211"/>
    <w:rsid w:val="009C4A06"/>
    <w:rsid w:val="009F39C1"/>
    <w:rsid w:val="009F610C"/>
    <w:rsid w:val="00A000C6"/>
    <w:rsid w:val="00A341DF"/>
    <w:rsid w:val="00B06307"/>
    <w:rsid w:val="00B34E3D"/>
    <w:rsid w:val="00B510FD"/>
    <w:rsid w:val="00B801D0"/>
    <w:rsid w:val="00B94663"/>
    <w:rsid w:val="00BB5157"/>
    <w:rsid w:val="00BB534A"/>
    <w:rsid w:val="00BC55C1"/>
    <w:rsid w:val="00C04787"/>
    <w:rsid w:val="00C06E43"/>
    <w:rsid w:val="00C10F91"/>
    <w:rsid w:val="00C252E0"/>
    <w:rsid w:val="00C426A2"/>
    <w:rsid w:val="00C766B0"/>
    <w:rsid w:val="00C86B0B"/>
    <w:rsid w:val="00C97359"/>
    <w:rsid w:val="00CA128F"/>
    <w:rsid w:val="00D076D0"/>
    <w:rsid w:val="00D21A36"/>
    <w:rsid w:val="00D23F3D"/>
    <w:rsid w:val="00D32355"/>
    <w:rsid w:val="00D64982"/>
    <w:rsid w:val="00DA15F6"/>
    <w:rsid w:val="00DB6866"/>
    <w:rsid w:val="00DB6BFD"/>
    <w:rsid w:val="00DC4621"/>
    <w:rsid w:val="00DC4734"/>
    <w:rsid w:val="00DC69AA"/>
    <w:rsid w:val="00DE1AB5"/>
    <w:rsid w:val="00E23982"/>
    <w:rsid w:val="00E24EC3"/>
    <w:rsid w:val="00E44C90"/>
    <w:rsid w:val="00EC714E"/>
    <w:rsid w:val="00EE27EC"/>
    <w:rsid w:val="00EE6227"/>
    <w:rsid w:val="00EF33FF"/>
    <w:rsid w:val="00F5448A"/>
    <w:rsid w:val="00F83A90"/>
    <w:rsid w:val="00FA2B0B"/>
    <w:rsid w:val="00FB5667"/>
    <w:rsid w:val="00FE29A2"/>
    <w:rsid w:val="00FF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44C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23044C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B34E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75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787</TotalTime>
  <Pages>2</Pages>
  <Words>555</Words>
  <Characters>3164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58</cp:revision>
  <dcterms:created xsi:type="dcterms:W3CDTF">2021-11-12T12:01:00Z</dcterms:created>
  <dcterms:modified xsi:type="dcterms:W3CDTF">2022-02-14T14:19:00Z</dcterms:modified>
</cp:coreProperties>
</file>