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C8D" w:rsidRPr="006B1EEB" w:rsidRDefault="00CF1C8D" w:rsidP="008A758D">
      <w:pPr>
        <w:pStyle w:val="1"/>
        <w:jc w:val="right"/>
        <w:rPr>
          <w:noProof/>
        </w:rPr>
      </w:pPr>
      <w:r w:rsidRPr="006B1EEB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:rsidR="00CF1C8D" w:rsidRPr="006B1EEB" w:rsidRDefault="00CF1C8D" w:rsidP="008A758D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3in;margin-top:9pt;width:43.75pt;height:61.9pt;z-index:251658240;visibility:visible;mso-wrap-distance-left:9.05pt;mso-wrap-distance-right:9.05pt" filled="t">
            <v:imagedata r:id="rId5" o:title="" blacklevel="3932f"/>
            <w10:wrap type="topAndBottom"/>
          </v:shape>
        </w:pict>
      </w:r>
      <w:r w:rsidRPr="006B1EEB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CF1C8D" w:rsidRPr="006B1EEB" w:rsidRDefault="00CF1C8D" w:rsidP="008A758D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6B1EEB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CF1C8D" w:rsidRPr="006B1EEB" w:rsidRDefault="00CF1C8D" w:rsidP="008A758D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6B1EEB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CF1C8D" w:rsidRPr="006B1EEB" w:rsidRDefault="00CF1C8D" w:rsidP="008A758D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6B1EEB">
        <w:rPr>
          <w:rFonts w:ascii="Times New Roman" w:hAnsi="Times New Roman"/>
          <w:sz w:val="24"/>
          <w:szCs w:val="24"/>
        </w:rPr>
        <w:t>ВОСЬМЕ СКЛИКАННЯ</w:t>
      </w:r>
    </w:p>
    <w:p w:rsidR="00CF1C8D" w:rsidRPr="006B1EEB" w:rsidRDefault="00CF1C8D" w:rsidP="007879E9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6B1EEB">
        <w:rPr>
          <w:rFonts w:ascii="Times New Roman" w:hAnsi="Times New Roman"/>
          <w:sz w:val="24"/>
          <w:szCs w:val="24"/>
        </w:rPr>
        <w:t>ДЕ</w:t>
      </w:r>
      <w:r>
        <w:rPr>
          <w:rFonts w:ascii="Times New Roman" w:hAnsi="Times New Roman"/>
          <w:sz w:val="24"/>
          <w:szCs w:val="24"/>
        </w:rPr>
        <w:t>С</w:t>
      </w:r>
      <w:r w:rsidRPr="006B1EEB">
        <w:rPr>
          <w:rFonts w:ascii="Times New Roman" w:hAnsi="Times New Roman"/>
          <w:sz w:val="24"/>
          <w:szCs w:val="24"/>
        </w:rPr>
        <w:t xml:space="preserve">ЯТА СЕСІЯ </w:t>
      </w:r>
    </w:p>
    <w:p w:rsidR="00CF1C8D" w:rsidRPr="006B1EEB" w:rsidRDefault="00CF1C8D" w:rsidP="008A758D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6B1EEB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ІШЕННЯ</w:t>
      </w:r>
    </w:p>
    <w:p w:rsidR="00CF1C8D" w:rsidRPr="006B1EEB" w:rsidRDefault="00CF1C8D" w:rsidP="008A758D">
      <w:pPr>
        <w:pStyle w:val="1"/>
        <w:rPr>
          <w:rFonts w:ascii="Times New Roman" w:hAnsi="Times New Roman"/>
          <w:sz w:val="24"/>
          <w:szCs w:val="24"/>
        </w:rPr>
      </w:pPr>
    </w:p>
    <w:p w:rsidR="00CF1C8D" w:rsidRDefault="00CF1C8D" w:rsidP="008A758D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 серпня</w:t>
      </w:r>
      <w:r w:rsidRPr="006B1EEB">
        <w:rPr>
          <w:rFonts w:ascii="Times New Roman" w:hAnsi="Times New Roman"/>
          <w:sz w:val="24"/>
          <w:szCs w:val="24"/>
        </w:rPr>
        <w:t xml:space="preserve"> 2021 року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6B1EEB">
        <w:rPr>
          <w:rFonts w:ascii="Times New Roman" w:hAnsi="Times New Roman"/>
          <w:sz w:val="24"/>
          <w:szCs w:val="24"/>
        </w:rPr>
        <w:t xml:space="preserve">      № </w:t>
      </w:r>
      <w:r>
        <w:rPr>
          <w:rFonts w:ascii="Times New Roman" w:hAnsi="Times New Roman"/>
          <w:sz w:val="24"/>
          <w:szCs w:val="24"/>
        </w:rPr>
        <w:t>501</w:t>
      </w:r>
    </w:p>
    <w:p w:rsidR="00CF1C8D" w:rsidRPr="006B1EEB" w:rsidRDefault="00CF1C8D" w:rsidP="008A758D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6B1EEB">
        <w:rPr>
          <w:rFonts w:ascii="Times New Roman" w:hAnsi="Times New Roman"/>
          <w:sz w:val="24"/>
          <w:szCs w:val="24"/>
        </w:rPr>
        <w:t>с-ще Нагірянка</w:t>
      </w:r>
    </w:p>
    <w:p w:rsidR="00CF1C8D" w:rsidRPr="006B1EEB" w:rsidRDefault="00CF1C8D" w:rsidP="008A758D">
      <w:pPr>
        <w:pStyle w:val="1"/>
        <w:rPr>
          <w:rFonts w:ascii="Times New Roman" w:hAnsi="Times New Roman"/>
          <w:spacing w:val="-12"/>
          <w:sz w:val="24"/>
          <w:szCs w:val="24"/>
        </w:rPr>
      </w:pPr>
    </w:p>
    <w:p w:rsidR="00CF1C8D" w:rsidRPr="006B1EEB" w:rsidRDefault="00CF1C8D" w:rsidP="008A758D">
      <w:pPr>
        <w:widowControl w:val="0"/>
        <w:autoSpaceDE w:val="0"/>
        <w:autoSpaceDN w:val="0"/>
        <w:adjustRightInd w:val="0"/>
        <w:spacing w:before="60" w:after="0" w:line="31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B1EEB">
        <w:rPr>
          <w:rFonts w:ascii="Times New Roman" w:hAnsi="Times New Roman"/>
          <w:b/>
          <w:sz w:val="24"/>
          <w:szCs w:val="24"/>
          <w:lang w:val="uk-UA"/>
        </w:rPr>
        <w:t>Про вилучення з користування</w:t>
      </w:r>
    </w:p>
    <w:p w:rsidR="00CF1C8D" w:rsidRPr="006B1EEB" w:rsidRDefault="00CF1C8D" w:rsidP="008A758D">
      <w:pPr>
        <w:widowControl w:val="0"/>
        <w:autoSpaceDE w:val="0"/>
        <w:autoSpaceDN w:val="0"/>
        <w:adjustRightInd w:val="0"/>
        <w:spacing w:before="60" w:after="0" w:line="31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B1EEB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на землях </w:t>
      </w:r>
    </w:p>
    <w:p w:rsidR="00CF1C8D" w:rsidRPr="00901F54" w:rsidRDefault="00CF1C8D" w:rsidP="008A758D">
      <w:pPr>
        <w:widowControl w:val="0"/>
        <w:autoSpaceDE w:val="0"/>
        <w:autoSpaceDN w:val="0"/>
        <w:adjustRightInd w:val="0"/>
        <w:spacing w:before="60" w:after="0" w:line="31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B1EEB">
        <w:rPr>
          <w:rFonts w:ascii="Times New Roman" w:hAnsi="Times New Roman"/>
          <w:b/>
          <w:sz w:val="24"/>
          <w:szCs w:val="24"/>
          <w:lang w:val="uk-UA"/>
        </w:rPr>
        <w:t xml:space="preserve">Нагірянської (колишньої </w:t>
      </w:r>
      <w:r w:rsidRPr="006167D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/>
          <w:b/>
          <w:sz w:val="24"/>
          <w:szCs w:val="24"/>
          <w:lang w:val="uk-UA"/>
        </w:rPr>
        <w:t>осулівської</w:t>
      </w:r>
      <w:r w:rsidRPr="00901F54">
        <w:rPr>
          <w:rFonts w:ascii="Times New Roman" w:hAnsi="Times New Roman"/>
          <w:b/>
          <w:sz w:val="24"/>
          <w:szCs w:val="24"/>
          <w:lang w:val="uk-UA"/>
        </w:rPr>
        <w:t>)</w:t>
      </w:r>
    </w:p>
    <w:p w:rsidR="00CF1C8D" w:rsidRPr="006B1EEB" w:rsidRDefault="00CF1C8D" w:rsidP="008A758D">
      <w:pPr>
        <w:widowControl w:val="0"/>
        <w:autoSpaceDE w:val="0"/>
        <w:autoSpaceDN w:val="0"/>
        <w:adjustRightInd w:val="0"/>
        <w:spacing w:before="60" w:after="0" w:line="31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B1EEB">
        <w:rPr>
          <w:rFonts w:ascii="Times New Roman" w:hAnsi="Times New Roman"/>
          <w:b/>
          <w:sz w:val="24"/>
          <w:szCs w:val="24"/>
          <w:lang w:val="uk-UA"/>
        </w:rPr>
        <w:t xml:space="preserve"> сільської ради</w:t>
      </w:r>
    </w:p>
    <w:p w:rsidR="00CF1C8D" w:rsidRDefault="00CF1C8D" w:rsidP="007879E9">
      <w:pPr>
        <w:widowControl w:val="0"/>
        <w:autoSpaceDE w:val="0"/>
        <w:autoSpaceDN w:val="0"/>
        <w:adjustRightInd w:val="0"/>
        <w:spacing w:before="60"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E70334">
        <w:rPr>
          <w:rFonts w:ascii="Times New Roman" w:hAnsi="Times New Roman"/>
          <w:sz w:val="24"/>
          <w:szCs w:val="24"/>
          <w:lang w:val="uk-UA"/>
        </w:rPr>
        <w:t>Розглянувши заяви громадян  про припинення  - добровільну відмову від права користування земельною ділянкою  для ведення особистого селянського господарства, керуючись п. 34 ст. 26 Закону України «Про місцеве самоврядування в Україні», ст. 140, 141, 142 Земельного Кодексу України та враховуючи рекомендації</w:t>
      </w:r>
      <w:r w:rsidRPr="00E70334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E70334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E70334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а</w:t>
      </w:r>
    </w:p>
    <w:p w:rsidR="00CF1C8D" w:rsidRPr="00E70334" w:rsidRDefault="00CF1C8D" w:rsidP="007879E9">
      <w:pPr>
        <w:widowControl w:val="0"/>
        <w:autoSpaceDE w:val="0"/>
        <w:autoSpaceDN w:val="0"/>
        <w:adjustRightInd w:val="0"/>
        <w:spacing w:before="60"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F1C8D" w:rsidRPr="008C0D19" w:rsidRDefault="00CF1C8D" w:rsidP="007879E9">
      <w:pPr>
        <w:pStyle w:val="1"/>
        <w:rPr>
          <w:rFonts w:ascii="Times New Roman" w:hAnsi="Times New Roman"/>
          <w:b/>
          <w:sz w:val="24"/>
          <w:szCs w:val="24"/>
        </w:rPr>
      </w:pPr>
      <w:r w:rsidRPr="008C0D19">
        <w:rPr>
          <w:rFonts w:ascii="Times New Roman" w:hAnsi="Times New Roman"/>
          <w:b/>
          <w:sz w:val="24"/>
          <w:szCs w:val="24"/>
        </w:rPr>
        <w:t>ВИРІШИЛА:</w:t>
      </w:r>
    </w:p>
    <w:p w:rsidR="00CF1C8D" w:rsidRDefault="00CF1C8D" w:rsidP="00901F54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1F54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70334">
        <w:rPr>
          <w:rFonts w:ascii="Times New Roman" w:hAnsi="Times New Roman"/>
          <w:sz w:val="24"/>
          <w:szCs w:val="24"/>
          <w:lang w:val="uk-UA"/>
        </w:rPr>
        <w:t xml:space="preserve">Припинити право користування земельною ділянкою для ведення особистого селянського господарства згідно поданої заяви  гр. </w:t>
      </w:r>
      <w:r w:rsidRPr="006167D2">
        <w:rPr>
          <w:rFonts w:ascii="Times New Roman" w:hAnsi="Times New Roman"/>
          <w:b/>
          <w:sz w:val="24"/>
          <w:szCs w:val="24"/>
          <w:lang w:val="uk-UA"/>
        </w:rPr>
        <w:t>Сапіщук Ганни Василівни</w:t>
      </w:r>
      <w:r w:rsidRPr="00E7033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70334">
        <w:rPr>
          <w:rFonts w:ascii="Times New Roman" w:hAnsi="Times New Roman"/>
          <w:sz w:val="24"/>
          <w:szCs w:val="24"/>
        </w:rPr>
        <w:t xml:space="preserve">загальною площею – </w:t>
      </w:r>
      <w:smartTag w:uri="urn:schemas-microsoft-com:office:smarttags" w:element="metricconverter">
        <w:smartTagPr>
          <w:attr w:name="ProductID" w:val="0,60 га"/>
        </w:smartTagPr>
        <w:r w:rsidRPr="00E70334"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  <w:lang w:val="uk-UA"/>
          </w:rPr>
          <w:t>60</w:t>
        </w:r>
        <w:r w:rsidRPr="00E70334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E70334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22 га"/>
        </w:smartTagPr>
        <w:r w:rsidRPr="00E70334"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  <w:lang w:val="uk-UA"/>
          </w:rPr>
          <w:t>22</w:t>
        </w:r>
        <w:r w:rsidRPr="00E70334">
          <w:rPr>
            <w:rFonts w:ascii="Times New Roman" w:hAnsi="Times New Roman"/>
            <w:sz w:val="24"/>
            <w:szCs w:val="24"/>
          </w:rPr>
          <w:t xml:space="preserve"> га</w:t>
        </w:r>
      </w:smartTag>
      <w:r>
        <w:rPr>
          <w:rFonts w:ascii="Times New Roman" w:hAnsi="Times New Roman"/>
          <w:sz w:val="24"/>
          <w:szCs w:val="24"/>
          <w:lang w:val="uk-UA"/>
        </w:rPr>
        <w:t>,</w:t>
      </w:r>
      <w:r w:rsidRPr="00E70334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0,20 га"/>
        </w:smartTagPr>
        <w:r w:rsidRPr="00E70334"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  <w:lang w:val="uk-UA"/>
          </w:rPr>
          <w:t>20</w:t>
        </w:r>
        <w:r w:rsidRPr="00E70334">
          <w:rPr>
            <w:rFonts w:ascii="Times New Roman" w:hAnsi="Times New Roman"/>
            <w:sz w:val="24"/>
            <w:szCs w:val="24"/>
          </w:rPr>
          <w:t xml:space="preserve">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18 га"/>
        </w:smartTagPr>
        <w:r>
          <w:rPr>
            <w:rFonts w:ascii="Times New Roman" w:hAnsi="Times New Roman"/>
            <w:sz w:val="24"/>
            <w:szCs w:val="24"/>
            <w:lang w:val="uk-UA"/>
          </w:rPr>
          <w:t>0,18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70334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sz w:val="24"/>
          <w:szCs w:val="24"/>
          <w:lang w:val="uk-UA"/>
        </w:rPr>
        <w:t>Сосулівка</w:t>
      </w:r>
      <w:r w:rsidRPr="00E70334"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області.</w:t>
      </w:r>
    </w:p>
    <w:p w:rsidR="00CF1C8D" w:rsidRPr="00E70334" w:rsidRDefault="00CF1C8D" w:rsidP="00901F54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F1C8D" w:rsidRDefault="00CF1C8D" w:rsidP="00901F54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1F54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70334">
        <w:rPr>
          <w:rFonts w:ascii="Times New Roman" w:hAnsi="Times New Roman"/>
          <w:sz w:val="24"/>
          <w:szCs w:val="24"/>
          <w:lang w:val="uk-UA"/>
        </w:rPr>
        <w:t xml:space="preserve">Припинити право користування земельною ділянкою для ведення особистого селянського господарства згідно поданої заяви  гр. </w:t>
      </w:r>
      <w:r w:rsidRPr="006167D2">
        <w:rPr>
          <w:rFonts w:ascii="Times New Roman" w:hAnsi="Times New Roman"/>
          <w:b/>
          <w:sz w:val="24"/>
          <w:szCs w:val="24"/>
          <w:lang w:val="uk-UA"/>
        </w:rPr>
        <w:t>Шевчук Степана Євгеновича</w:t>
      </w:r>
      <w:r>
        <w:rPr>
          <w:rFonts w:ascii="Times New Roman" w:hAnsi="Times New Roman"/>
          <w:sz w:val="24"/>
          <w:szCs w:val="24"/>
          <w:lang w:val="uk-UA"/>
        </w:rPr>
        <w:t xml:space="preserve"> загальною</w:t>
      </w:r>
      <w:r w:rsidRPr="00E70334">
        <w:rPr>
          <w:rFonts w:ascii="Times New Roman" w:hAnsi="Times New Roman"/>
          <w:sz w:val="24"/>
          <w:szCs w:val="24"/>
        </w:rPr>
        <w:t xml:space="preserve"> площею – </w:t>
      </w:r>
      <w:smartTag w:uri="urn:schemas-microsoft-com:office:smarttags" w:element="metricconverter">
        <w:smartTagPr>
          <w:attr w:name="ProductID" w:val="0,45 га"/>
        </w:smartTagPr>
        <w:r w:rsidRPr="00E70334"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  <w:lang w:val="uk-UA"/>
          </w:rPr>
          <w:t>45</w:t>
        </w:r>
        <w:r w:rsidRPr="00E70334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E70334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sz w:val="24"/>
          <w:szCs w:val="24"/>
          <w:lang w:val="uk-UA"/>
        </w:rPr>
        <w:t>Сосулівка</w:t>
      </w:r>
      <w:r w:rsidRPr="00E70334"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області.</w:t>
      </w:r>
    </w:p>
    <w:p w:rsidR="00CF1C8D" w:rsidRPr="00E70334" w:rsidRDefault="00CF1C8D" w:rsidP="00901F54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F1C8D" w:rsidRPr="00E70334" w:rsidRDefault="00CF1C8D" w:rsidP="00901F54">
      <w:pPr>
        <w:pStyle w:val="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901F5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334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</w:t>
      </w:r>
      <w:r w:rsidRPr="00901F54">
        <w:rPr>
          <w:rFonts w:ascii="Times New Roman" w:hAnsi="Times New Roman"/>
          <w:sz w:val="24"/>
          <w:szCs w:val="24"/>
        </w:rPr>
        <w:t xml:space="preserve"> </w:t>
      </w:r>
      <w:r w:rsidRPr="00E70334">
        <w:rPr>
          <w:rFonts w:ascii="Times New Roman" w:hAnsi="Times New Roman"/>
          <w:sz w:val="24"/>
          <w:szCs w:val="24"/>
        </w:rPr>
        <w:t>Нагірянської сільської ради з питань містобудування, земельних відносин та сталого розвитку.</w:t>
      </w:r>
    </w:p>
    <w:p w:rsidR="00CF1C8D" w:rsidRPr="00E70334" w:rsidRDefault="00CF1C8D" w:rsidP="00985647">
      <w:pPr>
        <w:widowControl w:val="0"/>
        <w:autoSpaceDE w:val="0"/>
        <w:autoSpaceDN w:val="0"/>
        <w:adjustRightInd w:val="0"/>
        <w:spacing w:before="60" w:after="0" w:line="240" w:lineRule="auto"/>
        <w:ind w:right="40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F1C8D" w:rsidRPr="00E70334" w:rsidRDefault="00CF1C8D" w:rsidP="008A758D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CF1C8D" w:rsidRPr="00901F54" w:rsidRDefault="00CF1C8D" w:rsidP="008A758D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01F54">
        <w:rPr>
          <w:rFonts w:ascii="Times New Roman" w:hAnsi="Times New Roman"/>
          <w:b/>
          <w:sz w:val="24"/>
          <w:szCs w:val="24"/>
          <w:lang w:val="uk-UA"/>
        </w:rPr>
        <w:t xml:space="preserve">Нагірянський сільський голова                                      Ігор КІНДРАТ       </w:t>
      </w:r>
    </w:p>
    <w:p w:rsidR="00CF1C8D" w:rsidRDefault="00CF1C8D" w:rsidP="008C0D19">
      <w:pPr>
        <w:jc w:val="both"/>
        <w:rPr>
          <w:lang w:val="uk-UA"/>
        </w:rPr>
      </w:pPr>
      <w:r w:rsidRPr="00E70334">
        <w:rPr>
          <w:lang w:val="uk-UA"/>
        </w:rPr>
        <w:t xml:space="preserve">   </w:t>
      </w:r>
      <w:bookmarkStart w:id="0" w:name="_GoBack"/>
      <w:bookmarkEnd w:id="0"/>
    </w:p>
    <w:p w:rsidR="00CF1C8D" w:rsidRPr="007879E9" w:rsidRDefault="00CF1C8D">
      <w:pPr>
        <w:rPr>
          <w:rFonts w:ascii="Times New Roman" w:hAnsi="Times New Roman"/>
          <w:sz w:val="24"/>
          <w:szCs w:val="24"/>
          <w:lang w:val="uk-UA"/>
        </w:rPr>
      </w:pPr>
    </w:p>
    <w:sectPr w:rsidR="00CF1C8D" w:rsidRPr="007879E9" w:rsidSect="007879E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57F9"/>
    <w:multiLevelType w:val="hybridMultilevel"/>
    <w:tmpl w:val="7D9A1B5E"/>
    <w:lvl w:ilvl="0" w:tplc="0422000F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7FE1DA2"/>
    <w:multiLevelType w:val="hybridMultilevel"/>
    <w:tmpl w:val="51EC252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67535B"/>
    <w:multiLevelType w:val="hybridMultilevel"/>
    <w:tmpl w:val="67FA3A9E"/>
    <w:lvl w:ilvl="0" w:tplc="0B0C09BE">
      <w:start w:val="1"/>
      <w:numFmt w:val="decimal"/>
      <w:lvlText w:val="%1."/>
      <w:lvlJc w:val="left"/>
      <w:pPr>
        <w:ind w:left="750" w:hanging="39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4ECD"/>
    <w:rsid w:val="00032ED4"/>
    <w:rsid w:val="001F7A59"/>
    <w:rsid w:val="00305E31"/>
    <w:rsid w:val="003555E8"/>
    <w:rsid w:val="003B79AB"/>
    <w:rsid w:val="004D1059"/>
    <w:rsid w:val="004E4FF9"/>
    <w:rsid w:val="00555ECE"/>
    <w:rsid w:val="00562FA8"/>
    <w:rsid w:val="00594AC1"/>
    <w:rsid w:val="005E5819"/>
    <w:rsid w:val="005F4ECD"/>
    <w:rsid w:val="006167D2"/>
    <w:rsid w:val="00660A15"/>
    <w:rsid w:val="006B1EEB"/>
    <w:rsid w:val="006E3F45"/>
    <w:rsid w:val="007879E9"/>
    <w:rsid w:val="008A758D"/>
    <w:rsid w:val="008C0D19"/>
    <w:rsid w:val="008D7987"/>
    <w:rsid w:val="008F11DE"/>
    <w:rsid w:val="00901F54"/>
    <w:rsid w:val="009028EA"/>
    <w:rsid w:val="0097330C"/>
    <w:rsid w:val="00983241"/>
    <w:rsid w:val="00985647"/>
    <w:rsid w:val="009C7097"/>
    <w:rsid w:val="009F407E"/>
    <w:rsid w:val="00A064A6"/>
    <w:rsid w:val="00A5003F"/>
    <w:rsid w:val="00A7424A"/>
    <w:rsid w:val="00A75846"/>
    <w:rsid w:val="00A92C24"/>
    <w:rsid w:val="00A9794D"/>
    <w:rsid w:val="00AA441D"/>
    <w:rsid w:val="00AE3A25"/>
    <w:rsid w:val="00AE7923"/>
    <w:rsid w:val="00AF6D23"/>
    <w:rsid w:val="00B107C0"/>
    <w:rsid w:val="00B63F0D"/>
    <w:rsid w:val="00B7080D"/>
    <w:rsid w:val="00B76DD8"/>
    <w:rsid w:val="00B76F48"/>
    <w:rsid w:val="00C23A96"/>
    <w:rsid w:val="00C4190D"/>
    <w:rsid w:val="00CF1C8D"/>
    <w:rsid w:val="00CF4D90"/>
    <w:rsid w:val="00D16B7A"/>
    <w:rsid w:val="00D62052"/>
    <w:rsid w:val="00E70334"/>
    <w:rsid w:val="00EA01DC"/>
    <w:rsid w:val="00F33C0E"/>
    <w:rsid w:val="00F921C2"/>
    <w:rsid w:val="00FE0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58D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A758D"/>
    <w:rPr>
      <w:lang w:val="ru-RU" w:eastAsia="ru-RU"/>
    </w:rPr>
  </w:style>
  <w:style w:type="paragraph" w:styleId="ListParagraph">
    <w:name w:val="List Paragraph"/>
    <w:basedOn w:val="Normal"/>
    <w:uiPriority w:val="99"/>
    <w:qFormat/>
    <w:rsid w:val="008A758D"/>
    <w:pPr>
      <w:ind w:left="720"/>
      <w:contextualSpacing/>
    </w:pPr>
  </w:style>
  <w:style w:type="paragraph" w:customStyle="1" w:styleId="1">
    <w:name w:val="Без інтервалів1"/>
    <w:uiPriority w:val="99"/>
    <w:rsid w:val="008A758D"/>
    <w:rPr>
      <w:rFonts w:eastAsia="Times New Roman"/>
    </w:rPr>
  </w:style>
  <w:style w:type="paragraph" w:customStyle="1" w:styleId="3">
    <w:name w:val="Без інтервалів3"/>
    <w:uiPriority w:val="99"/>
    <w:rsid w:val="008A758D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C7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709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43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129</TotalTime>
  <Pages>1</Pages>
  <Words>240</Words>
  <Characters>1372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22</cp:revision>
  <cp:lastPrinted>2021-08-17T08:40:00Z</cp:lastPrinted>
  <dcterms:created xsi:type="dcterms:W3CDTF">2021-05-20T06:53:00Z</dcterms:created>
  <dcterms:modified xsi:type="dcterms:W3CDTF">2021-08-20T12:45:00Z</dcterms:modified>
</cp:coreProperties>
</file>