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197" w:rsidRPr="00A113D9" w:rsidRDefault="003A3197" w:rsidP="00897648">
      <w:pPr>
        <w:pStyle w:val="1"/>
        <w:jc w:val="right"/>
        <w:rPr>
          <w:rFonts w:ascii="Times New Roman" w:hAnsi="Times New Roman"/>
          <w:bCs/>
          <w:sz w:val="24"/>
          <w:szCs w:val="24"/>
        </w:rPr>
      </w:pPr>
    </w:p>
    <w:p w:rsidR="003A3197" w:rsidRDefault="003A3197" w:rsidP="005B105E">
      <w:pPr>
        <w:pStyle w:val="1"/>
        <w:rPr>
          <w:noProof/>
          <w:lang w:val="ru-RU" w:eastAsia="ru-RU"/>
        </w:rPr>
      </w:pPr>
    </w:p>
    <w:p w:rsidR="003A3197" w:rsidRPr="002B7303" w:rsidRDefault="003A3197" w:rsidP="005B105E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E541F7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3A3197" w:rsidRPr="002B7303" w:rsidRDefault="003A3197" w:rsidP="005B105E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2B7303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3A3197" w:rsidRPr="002B7303" w:rsidRDefault="003A3197" w:rsidP="005B105E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3A3197" w:rsidRPr="002B7303" w:rsidRDefault="003A3197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3A3197" w:rsidRPr="002B7303" w:rsidRDefault="003A3197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ДЕ</w:t>
      </w:r>
      <w:r>
        <w:rPr>
          <w:rFonts w:ascii="Times New Roman" w:hAnsi="Times New Roman"/>
          <w:sz w:val="24"/>
          <w:szCs w:val="24"/>
          <w:lang w:eastAsia="ru-RU"/>
        </w:rPr>
        <w:t>СЯ</w:t>
      </w:r>
      <w:r w:rsidRPr="002B7303">
        <w:rPr>
          <w:rFonts w:ascii="Times New Roman" w:hAnsi="Times New Roman"/>
          <w:sz w:val="24"/>
          <w:szCs w:val="24"/>
          <w:lang w:eastAsia="ru-RU"/>
        </w:rPr>
        <w:t>ТА СЕСІЯ</w:t>
      </w:r>
    </w:p>
    <w:p w:rsidR="003A3197" w:rsidRPr="002B7303" w:rsidRDefault="003A3197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2B730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A3197" w:rsidRPr="002B7303" w:rsidRDefault="003A3197" w:rsidP="005B105E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ar-SA"/>
        </w:rPr>
        <w:t>17 серпня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2021 року            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 № </w:t>
      </w:r>
      <w:r>
        <w:rPr>
          <w:rFonts w:ascii="Times New Roman" w:hAnsi="Times New Roman"/>
          <w:sz w:val="24"/>
          <w:szCs w:val="24"/>
          <w:lang w:eastAsia="ar-SA"/>
        </w:rPr>
        <w:t>500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3A3197" w:rsidRDefault="003A3197" w:rsidP="00897648">
      <w:pPr>
        <w:suppressAutoHyphens/>
        <w:spacing w:after="0" w:line="240" w:lineRule="auto"/>
        <w:outlineLvl w:val="0"/>
        <w:rPr>
          <w:rFonts w:ascii="Times New Roman" w:hAnsi="Times New Roman"/>
        </w:rPr>
      </w:pPr>
      <w:r w:rsidRPr="00897648">
        <w:rPr>
          <w:rFonts w:ascii="Times New Roman" w:hAnsi="Times New Roman"/>
          <w:sz w:val="24"/>
          <w:szCs w:val="24"/>
          <w:lang w:eastAsia="ar-SA"/>
        </w:rPr>
        <w:t>с-ще Нагірянка</w:t>
      </w:r>
      <w:r w:rsidRPr="00897648">
        <w:rPr>
          <w:rFonts w:ascii="Times New Roman" w:hAnsi="Times New Roman"/>
        </w:rPr>
        <w:t xml:space="preserve">   </w:t>
      </w:r>
    </w:p>
    <w:p w:rsidR="003A3197" w:rsidRPr="00497750" w:rsidRDefault="003A3197" w:rsidP="00897648">
      <w:pPr>
        <w:suppressAutoHyphens/>
        <w:spacing w:after="0" w:line="240" w:lineRule="auto"/>
        <w:outlineLvl w:val="0"/>
        <w:rPr>
          <w:rFonts w:ascii="Times New Roman" w:hAnsi="Times New Roman"/>
        </w:rPr>
      </w:pPr>
      <w:r w:rsidRPr="00897648">
        <w:rPr>
          <w:rFonts w:ascii="Times New Roman" w:hAnsi="Times New Roman"/>
        </w:rPr>
        <w:t xml:space="preserve">    </w:t>
      </w:r>
    </w:p>
    <w:p w:rsidR="003A3197" w:rsidRDefault="003A3197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Про затвердження проектів землеустрою </w:t>
      </w:r>
    </w:p>
    <w:p w:rsidR="003A3197" w:rsidRDefault="003A3197" w:rsidP="005B105E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щодо відведення земельних д</w:t>
      </w:r>
      <w:r w:rsidRPr="00AC2811">
        <w:rPr>
          <w:rFonts w:ascii="Times New Roman" w:hAnsi="Times New Roman"/>
          <w:b/>
          <w:bCs/>
          <w:sz w:val="24"/>
          <w:szCs w:val="24"/>
        </w:rPr>
        <w:t xml:space="preserve">ілянок у </w:t>
      </w:r>
    </w:p>
    <w:p w:rsidR="003A3197" w:rsidRDefault="003A3197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bCs/>
          <w:sz w:val="24"/>
          <w:szCs w:val="24"/>
        </w:rPr>
        <w:t>власність та передача їх громадянам</w:t>
      </w:r>
      <w:r w:rsidRPr="00AC2811">
        <w:rPr>
          <w:rFonts w:ascii="Times New Roman" w:hAnsi="Times New Roman"/>
          <w:b/>
          <w:sz w:val="24"/>
          <w:szCs w:val="24"/>
        </w:rPr>
        <w:t xml:space="preserve"> у </w:t>
      </w:r>
    </w:p>
    <w:p w:rsidR="003A3197" w:rsidRDefault="003A3197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приватну </w:t>
      </w:r>
      <w:r w:rsidRPr="00AC2811">
        <w:rPr>
          <w:rFonts w:ascii="Times New Roman" w:hAnsi="Times New Roman"/>
          <w:b/>
          <w:bCs/>
          <w:sz w:val="24"/>
          <w:szCs w:val="24"/>
        </w:rPr>
        <w:t>власність</w:t>
      </w:r>
      <w:r w:rsidRPr="00AC281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за межами населеного</w:t>
      </w:r>
    </w:p>
    <w:p w:rsidR="003A3197" w:rsidRDefault="003A3197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пункту с. Мухавка </w:t>
      </w:r>
      <w:r w:rsidRPr="00AC2811">
        <w:rPr>
          <w:rFonts w:ascii="Times New Roman" w:hAnsi="Times New Roman"/>
          <w:b/>
          <w:sz w:val="24"/>
          <w:szCs w:val="24"/>
        </w:rPr>
        <w:t xml:space="preserve">Чортківського </w:t>
      </w:r>
    </w:p>
    <w:p w:rsidR="003A3197" w:rsidRPr="005864E4" w:rsidRDefault="003A3197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району </w:t>
      </w:r>
      <w:r>
        <w:rPr>
          <w:rFonts w:ascii="Times New Roman" w:hAnsi="Times New Roman"/>
          <w:b/>
          <w:bCs/>
          <w:sz w:val="24"/>
          <w:szCs w:val="24"/>
        </w:rPr>
        <w:t>Тернопільської області</w:t>
      </w:r>
    </w:p>
    <w:p w:rsidR="003A3197" w:rsidRPr="00497750" w:rsidRDefault="003A3197" w:rsidP="005B105E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A3197" w:rsidRPr="00AC2811" w:rsidRDefault="003A3197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AC2811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</w:rPr>
        <w:t>а</w:t>
      </w:r>
      <w:r w:rsidRPr="00AC2811">
        <w:rPr>
          <w:rFonts w:ascii="Times New Roman" w:hAnsi="Times New Roman"/>
          <w:sz w:val="24"/>
          <w:szCs w:val="24"/>
        </w:rPr>
        <w:t xml:space="preserve"> рад</w:t>
      </w:r>
      <w:r>
        <w:rPr>
          <w:rFonts w:ascii="Times New Roman" w:hAnsi="Times New Roman"/>
          <w:sz w:val="24"/>
          <w:szCs w:val="24"/>
        </w:rPr>
        <w:t>а</w:t>
      </w:r>
    </w:p>
    <w:p w:rsidR="003A3197" w:rsidRPr="00897648" w:rsidRDefault="003A3197" w:rsidP="00897648">
      <w:pPr>
        <w:pStyle w:val="1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ВИРІШИЛА:</w:t>
      </w:r>
    </w:p>
    <w:p w:rsidR="003A3197" w:rsidRPr="00AC2811" w:rsidRDefault="003A3197" w:rsidP="00AC281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9A5C6E">
        <w:rPr>
          <w:rFonts w:ascii="Times New Roman" w:hAnsi="Times New Roman"/>
          <w:b/>
          <w:sz w:val="24"/>
          <w:szCs w:val="24"/>
        </w:rPr>
        <w:t>1.</w:t>
      </w:r>
      <w:r w:rsidRPr="00AC2811">
        <w:rPr>
          <w:rFonts w:ascii="Times New Roman" w:hAnsi="Times New Roman"/>
          <w:sz w:val="24"/>
          <w:szCs w:val="24"/>
        </w:rPr>
        <w:t xml:space="preserve"> Затвердити проект</w:t>
      </w:r>
      <w:r>
        <w:rPr>
          <w:rFonts w:ascii="Times New Roman" w:hAnsi="Times New Roman"/>
          <w:sz w:val="24"/>
          <w:szCs w:val="24"/>
        </w:rPr>
        <w:t>и</w:t>
      </w:r>
      <w:r w:rsidRPr="00AC2811">
        <w:rPr>
          <w:rFonts w:ascii="Times New Roman" w:hAnsi="Times New Roman"/>
          <w:sz w:val="24"/>
          <w:szCs w:val="24"/>
        </w:rPr>
        <w:t xml:space="preserve"> землеустрою щодо відведення земельн</w:t>
      </w:r>
      <w:r>
        <w:rPr>
          <w:rFonts w:ascii="Times New Roman" w:hAnsi="Times New Roman"/>
          <w:sz w:val="24"/>
          <w:szCs w:val="24"/>
        </w:rPr>
        <w:t>их</w:t>
      </w:r>
      <w:r w:rsidRPr="00AC2811">
        <w:rPr>
          <w:rFonts w:ascii="Times New Roman" w:hAnsi="Times New Roman"/>
          <w:sz w:val="24"/>
          <w:szCs w:val="24"/>
        </w:rPr>
        <w:t xml:space="preserve"> ділян</w:t>
      </w:r>
      <w:r>
        <w:rPr>
          <w:rFonts w:ascii="Times New Roman" w:hAnsi="Times New Roman"/>
          <w:sz w:val="24"/>
          <w:szCs w:val="24"/>
        </w:rPr>
        <w:t>о</w:t>
      </w:r>
      <w:r w:rsidRPr="00AC2811">
        <w:rPr>
          <w:rFonts w:ascii="Times New Roman" w:hAnsi="Times New Roman"/>
          <w:sz w:val="24"/>
          <w:szCs w:val="24"/>
        </w:rPr>
        <w:t>к у власність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2811">
        <w:rPr>
          <w:rFonts w:ascii="Times New Roman" w:hAnsi="Times New Roman"/>
          <w:sz w:val="24"/>
          <w:szCs w:val="24"/>
        </w:rPr>
        <w:t xml:space="preserve">  та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C2811">
        <w:rPr>
          <w:rFonts w:ascii="Times New Roman" w:hAnsi="Times New Roman"/>
          <w:sz w:val="24"/>
          <w:szCs w:val="24"/>
        </w:rPr>
        <w:t xml:space="preserve"> </w:t>
      </w:r>
      <w:r w:rsidRPr="00AC2811">
        <w:rPr>
          <w:rFonts w:ascii="Times New Roman" w:hAnsi="Times New Roman"/>
          <w:sz w:val="24"/>
          <w:szCs w:val="24"/>
          <w:lang w:val="ru-RU"/>
        </w:rPr>
        <w:t>п</w:t>
      </w:r>
      <w:r w:rsidRPr="00AC2811">
        <w:rPr>
          <w:rFonts w:ascii="Times New Roman" w:hAnsi="Times New Roman"/>
          <w:sz w:val="24"/>
          <w:szCs w:val="24"/>
        </w:rPr>
        <w:t xml:space="preserve">ередати </w:t>
      </w:r>
      <w:r w:rsidRPr="00AC2811">
        <w:rPr>
          <w:rFonts w:ascii="Times New Roman" w:hAnsi="Times New Roman"/>
          <w:sz w:val="24"/>
          <w:szCs w:val="24"/>
          <w:lang w:val="ru-RU"/>
        </w:rPr>
        <w:t>ї</w:t>
      </w:r>
      <w:r>
        <w:rPr>
          <w:rFonts w:ascii="Times New Roman" w:hAnsi="Times New Roman"/>
          <w:sz w:val="24"/>
          <w:szCs w:val="24"/>
          <w:lang w:val="ru-RU"/>
        </w:rPr>
        <w:t>х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C2811"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3A3197" w:rsidRPr="00AC2811" w:rsidRDefault="003A3197" w:rsidP="00531D67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     </w:t>
      </w:r>
      <w:r w:rsidRPr="00897648">
        <w:rPr>
          <w:rFonts w:ascii="Times New Roman" w:hAnsi="Times New Roman"/>
          <w:b/>
          <w:sz w:val="24"/>
          <w:szCs w:val="24"/>
        </w:rPr>
        <w:t>1.1.</w:t>
      </w:r>
      <w:r w:rsidRPr="00AC2811">
        <w:rPr>
          <w:rFonts w:ascii="Times New Roman" w:hAnsi="Times New Roman"/>
          <w:sz w:val="24"/>
          <w:szCs w:val="24"/>
        </w:rPr>
        <w:t xml:space="preserve"> Гр. </w:t>
      </w:r>
      <w:r>
        <w:rPr>
          <w:rFonts w:ascii="Times New Roman" w:hAnsi="Times New Roman"/>
          <w:b/>
          <w:sz w:val="24"/>
          <w:szCs w:val="24"/>
        </w:rPr>
        <w:t>Багрій Миколі Васильовичу</w:t>
      </w:r>
      <w:r>
        <w:rPr>
          <w:rFonts w:ascii="Times New Roman" w:hAnsi="Times New Roman"/>
          <w:sz w:val="24"/>
          <w:szCs w:val="24"/>
        </w:rPr>
        <w:t xml:space="preserve"> для ведення фермерського господарства</w:t>
      </w:r>
      <w:r w:rsidRPr="00AC2811">
        <w:rPr>
          <w:rFonts w:ascii="Times New Roman" w:hAnsi="Times New Roman"/>
          <w:sz w:val="24"/>
          <w:szCs w:val="24"/>
        </w:rPr>
        <w:t xml:space="preserve"> загальною площею </w:t>
      </w:r>
      <w:r>
        <w:rPr>
          <w:rFonts w:ascii="Times New Roman" w:hAnsi="Times New Roman"/>
          <w:sz w:val="24"/>
          <w:szCs w:val="24"/>
        </w:rPr>
        <w:t xml:space="preserve">1, </w:t>
      </w:r>
      <w:smartTag w:uri="urn:schemas-microsoft-com:office:smarttags" w:element="metricconverter">
        <w:smartTagPr>
          <w:attr w:name="ProductID" w:val="6399 га"/>
        </w:smartTagPr>
        <w:r>
          <w:rPr>
            <w:rFonts w:ascii="Times New Roman" w:hAnsi="Times New Roman"/>
            <w:sz w:val="24"/>
            <w:szCs w:val="24"/>
          </w:rPr>
          <w:t>6399</w:t>
        </w:r>
        <w:r w:rsidRPr="00AC2811">
          <w:rPr>
            <w:rFonts w:ascii="Times New Roman" w:hAnsi="Times New Roman"/>
            <w:sz w:val="24"/>
            <w:szCs w:val="24"/>
          </w:rPr>
          <w:t xml:space="preserve"> га</w:t>
        </w:r>
      </w:smartTag>
      <w:r>
        <w:rPr>
          <w:rFonts w:ascii="Times New Roman" w:hAnsi="Times New Roman"/>
          <w:sz w:val="24"/>
          <w:szCs w:val="24"/>
        </w:rPr>
        <w:t xml:space="preserve"> за межами населеного пункту села Мухавка</w:t>
      </w:r>
      <w:r w:rsidRPr="00AC2811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3A3197" w:rsidRPr="00AC2811" w:rsidRDefault="003A3197" w:rsidP="00531D67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1, </w:t>
      </w:r>
      <w:smartTag w:uri="urn:schemas-microsoft-com:office:smarttags" w:element="metricconverter">
        <w:smartTagPr>
          <w:attr w:name="ProductID" w:val="6399 га"/>
        </w:smartTagPr>
        <w:r>
          <w:rPr>
            <w:rFonts w:ascii="Times New Roman" w:hAnsi="Times New Roman"/>
            <w:sz w:val="24"/>
            <w:szCs w:val="24"/>
          </w:rPr>
          <w:t>6399</w:t>
        </w:r>
        <w:r w:rsidRPr="00AC2811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</w:t>
      </w:r>
      <w:r>
        <w:rPr>
          <w:rFonts w:ascii="Times New Roman" w:hAnsi="Times New Roman"/>
          <w:sz w:val="24"/>
          <w:szCs w:val="24"/>
        </w:rPr>
        <w:t>58</w:t>
      </w:r>
      <w:r w:rsidRPr="00AC2811">
        <w:rPr>
          <w:rFonts w:ascii="Times New Roman" w:hAnsi="Times New Roman"/>
          <w:sz w:val="24"/>
          <w:szCs w:val="24"/>
        </w:rPr>
        <w:t>00:0</w:t>
      </w:r>
      <w:r>
        <w:rPr>
          <w:rFonts w:ascii="Times New Roman" w:hAnsi="Times New Roman"/>
          <w:sz w:val="24"/>
          <w:szCs w:val="24"/>
        </w:rPr>
        <w:t>1</w:t>
      </w:r>
      <w:r w:rsidRPr="00AC2811">
        <w:rPr>
          <w:rFonts w:ascii="Times New Roman" w:hAnsi="Times New Roman"/>
          <w:sz w:val="24"/>
          <w:szCs w:val="24"/>
        </w:rPr>
        <w:t>:00</w:t>
      </w:r>
      <w:r>
        <w:rPr>
          <w:rFonts w:ascii="Times New Roman" w:hAnsi="Times New Roman"/>
          <w:sz w:val="24"/>
          <w:szCs w:val="24"/>
        </w:rPr>
        <w:t>1</w:t>
      </w:r>
      <w:r w:rsidRPr="00AC281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0230.</w:t>
      </w:r>
      <w:r w:rsidRPr="00AC2811">
        <w:rPr>
          <w:rFonts w:ascii="Times New Roman" w:hAnsi="Times New Roman"/>
          <w:sz w:val="24"/>
          <w:szCs w:val="24"/>
        </w:rPr>
        <w:t xml:space="preserve"> </w:t>
      </w:r>
    </w:p>
    <w:p w:rsidR="003A3197" w:rsidRPr="00AC2811" w:rsidRDefault="003A3197" w:rsidP="00D92374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     </w:t>
      </w:r>
      <w:r w:rsidRPr="00897648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>2</w:t>
      </w:r>
      <w:r w:rsidRPr="00897648">
        <w:rPr>
          <w:rFonts w:ascii="Times New Roman" w:hAnsi="Times New Roman"/>
          <w:b/>
          <w:sz w:val="24"/>
          <w:szCs w:val="24"/>
        </w:rPr>
        <w:t>.</w:t>
      </w:r>
      <w:r w:rsidRPr="00AC2811">
        <w:rPr>
          <w:rFonts w:ascii="Times New Roman" w:hAnsi="Times New Roman"/>
          <w:sz w:val="24"/>
          <w:szCs w:val="24"/>
        </w:rPr>
        <w:t xml:space="preserve"> Гр. </w:t>
      </w:r>
      <w:r>
        <w:rPr>
          <w:rFonts w:ascii="Times New Roman" w:hAnsi="Times New Roman"/>
          <w:b/>
          <w:sz w:val="24"/>
          <w:szCs w:val="24"/>
        </w:rPr>
        <w:t>Багрій Василю Петровичу</w:t>
      </w:r>
      <w:r>
        <w:rPr>
          <w:rFonts w:ascii="Times New Roman" w:hAnsi="Times New Roman"/>
          <w:sz w:val="24"/>
          <w:szCs w:val="24"/>
        </w:rPr>
        <w:t xml:space="preserve"> для ведення фермерського господарства</w:t>
      </w:r>
      <w:r w:rsidRPr="00AC2811">
        <w:rPr>
          <w:rFonts w:ascii="Times New Roman" w:hAnsi="Times New Roman"/>
          <w:sz w:val="24"/>
          <w:szCs w:val="24"/>
        </w:rPr>
        <w:t xml:space="preserve"> загальною площею </w:t>
      </w:r>
      <w:r>
        <w:rPr>
          <w:rFonts w:ascii="Times New Roman" w:hAnsi="Times New Roman"/>
          <w:sz w:val="24"/>
          <w:szCs w:val="24"/>
        </w:rPr>
        <w:t xml:space="preserve">1, </w:t>
      </w:r>
      <w:smartTag w:uri="urn:schemas-microsoft-com:office:smarttags" w:element="metricconverter">
        <w:smartTagPr>
          <w:attr w:name="ProductID" w:val="7492 га"/>
        </w:smartTagPr>
        <w:r>
          <w:rPr>
            <w:rFonts w:ascii="Times New Roman" w:hAnsi="Times New Roman"/>
            <w:sz w:val="24"/>
            <w:szCs w:val="24"/>
          </w:rPr>
          <w:t>7492</w:t>
        </w:r>
        <w:r w:rsidRPr="00AC2811">
          <w:rPr>
            <w:rFonts w:ascii="Times New Roman" w:hAnsi="Times New Roman"/>
            <w:sz w:val="24"/>
            <w:szCs w:val="24"/>
          </w:rPr>
          <w:t xml:space="preserve"> га</w:t>
        </w:r>
      </w:smartTag>
      <w:r>
        <w:rPr>
          <w:rFonts w:ascii="Times New Roman" w:hAnsi="Times New Roman"/>
          <w:sz w:val="24"/>
          <w:szCs w:val="24"/>
        </w:rPr>
        <w:t xml:space="preserve"> за межами населеного пункту села Мухавка</w:t>
      </w:r>
      <w:r w:rsidRPr="00AC2811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3A3197" w:rsidRDefault="003A3197" w:rsidP="00D92374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1, </w:t>
      </w:r>
      <w:smartTag w:uri="urn:schemas-microsoft-com:office:smarttags" w:element="metricconverter">
        <w:smartTagPr>
          <w:attr w:name="ProductID" w:val="7492 га"/>
        </w:smartTagPr>
        <w:r>
          <w:rPr>
            <w:rFonts w:ascii="Times New Roman" w:hAnsi="Times New Roman"/>
            <w:sz w:val="24"/>
            <w:szCs w:val="24"/>
          </w:rPr>
          <w:t xml:space="preserve">7492 </w:t>
        </w:r>
        <w:r w:rsidRPr="00AC2811">
          <w:rPr>
            <w:rFonts w:ascii="Times New Roman" w:hAnsi="Times New Roman"/>
            <w:sz w:val="24"/>
            <w:szCs w:val="24"/>
          </w:rPr>
          <w:t>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</w:t>
      </w:r>
      <w:r>
        <w:rPr>
          <w:rFonts w:ascii="Times New Roman" w:hAnsi="Times New Roman"/>
          <w:sz w:val="24"/>
          <w:szCs w:val="24"/>
        </w:rPr>
        <w:t>58</w:t>
      </w:r>
      <w:r w:rsidRPr="00AC2811">
        <w:rPr>
          <w:rFonts w:ascii="Times New Roman" w:hAnsi="Times New Roman"/>
          <w:sz w:val="24"/>
          <w:szCs w:val="24"/>
        </w:rPr>
        <w:t>00:0</w:t>
      </w:r>
      <w:r>
        <w:rPr>
          <w:rFonts w:ascii="Times New Roman" w:hAnsi="Times New Roman"/>
          <w:sz w:val="24"/>
          <w:szCs w:val="24"/>
        </w:rPr>
        <w:t>1</w:t>
      </w:r>
      <w:r w:rsidRPr="00AC2811">
        <w:rPr>
          <w:rFonts w:ascii="Times New Roman" w:hAnsi="Times New Roman"/>
          <w:sz w:val="24"/>
          <w:szCs w:val="24"/>
        </w:rPr>
        <w:t>:00</w:t>
      </w:r>
      <w:r>
        <w:rPr>
          <w:rFonts w:ascii="Times New Roman" w:hAnsi="Times New Roman"/>
          <w:sz w:val="24"/>
          <w:szCs w:val="24"/>
        </w:rPr>
        <w:t>1</w:t>
      </w:r>
      <w:r w:rsidRPr="00AC281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0003.</w:t>
      </w:r>
    </w:p>
    <w:p w:rsidR="003A3197" w:rsidRPr="00AC2811" w:rsidRDefault="003A3197" w:rsidP="00D92374">
      <w:pPr>
        <w:pStyle w:val="10"/>
        <w:ind w:firstLine="708"/>
        <w:jc w:val="both"/>
        <w:rPr>
          <w:rFonts w:ascii="Times New Roman" w:hAnsi="Times New Roman"/>
          <w:sz w:val="24"/>
          <w:szCs w:val="24"/>
        </w:rPr>
      </w:pPr>
      <w:r w:rsidRPr="00897648">
        <w:rPr>
          <w:rFonts w:ascii="Times New Roman" w:hAnsi="Times New Roman"/>
          <w:b/>
          <w:sz w:val="24"/>
          <w:szCs w:val="24"/>
        </w:rPr>
        <w:t>1.1.</w:t>
      </w:r>
      <w:r w:rsidRPr="00AC2811">
        <w:rPr>
          <w:rFonts w:ascii="Times New Roman" w:hAnsi="Times New Roman"/>
          <w:sz w:val="24"/>
          <w:szCs w:val="24"/>
        </w:rPr>
        <w:t xml:space="preserve"> Гр. </w:t>
      </w:r>
      <w:r w:rsidRPr="00D92374">
        <w:rPr>
          <w:rFonts w:ascii="Times New Roman" w:hAnsi="Times New Roman"/>
          <w:b/>
          <w:sz w:val="24"/>
          <w:szCs w:val="24"/>
        </w:rPr>
        <w:t>Вишинській Ганні Василівні</w:t>
      </w:r>
      <w:r>
        <w:rPr>
          <w:rFonts w:ascii="Times New Roman" w:hAnsi="Times New Roman"/>
          <w:sz w:val="24"/>
          <w:szCs w:val="24"/>
        </w:rPr>
        <w:t xml:space="preserve"> для ведення фермерського господарства</w:t>
      </w:r>
      <w:r w:rsidRPr="00AC2811">
        <w:rPr>
          <w:rFonts w:ascii="Times New Roman" w:hAnsi="Times New Roman"/>
          <w:sz w:val="24"/>
          <w:szCs w:val="24"/>
        </w:rPr>
        <w:t xml:space="preserve"> загальною площею </w:t>
      </w:r>
      <w:r>
        <w:rPr>
          <w:rFonts w:ascii="Times New Roman" w:hAnsi="Times New Roman"/>
          <w:sz w:val="24"/>
          <w:szCs w:val="24"/>
        </w:rPr>
        <w:t xml:space="preserve">1, </w:t>
      </w:r>
      <w:smartTag w:uri="urn:schemas-microsoft-com:office:smarttags" w:element="metricconverter">
        <w:smartTagPr>
          <w:attr w:name="ProductID" w:val="6109 га"/>
        </w:smartTagPr>
        <w:r>
          <w:rPr>
            <w:rFonts w:ascii="Times New Roman" w:hAnsi="Times New Roman"/>
            <w:sz w:val="24"/>
            <w:szCs w:val="24"/>
          </w:rPr>
          <w:t>6109</w:t>
        </w:r>
        <w:r w:rsidRPr="00AC2811">
          <w:rPr>
            <w:rFonts w:ascii="Times New Roman" w:hAnsi="Times New Roman"/>
            <w:sz w:val="24"/>
            <w:szCs w:val="24"/>
          </w:rPr>
          <w:t xml:space="preserve"> га</w:t>
        </w:r>
      </w:smartTag>
      <w:r>
        <w:rPr>
          <w:rFonts w:ascii="Times New Roman" w:hAnsi="Times New Roman"/>
          <w:sz w:val="24"/>
          <w:szCs w:val="24"/>
        </w:rPr>
        <w:t xml:space="preserve"> за межами населеного пункту села Мухавка</w:t>
      </w:r>
      <w:r w:rsidRPr="00AC2811">
        <w:rPr>
          <w:rFonts w:ascii="Times New Roman" w:hAnsi="Times New Roman"/>
          <w:sz w:val="24"/>
          <w:szCs w:val="24"/>
        </w:rPr>
        <w:t xml:space="preserve"> Чортківського району Тернопільської області у приватну власність, в тому числі: </w:t>
      </w:r>
    </w:p>
    <w:p w:rsidR="003A3197" w:rsidRPr="00AC2811" w:rsidRDefault="003A3197" w:rsidP="00D92374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1, </w:t>
      </w:r>
      <w:smartTag w:uri="urn:schemas-microsoft-com:office:smarttags" w:element="metricconverter">
        <w:smartTagPr>
          <w:attr w:name="ProductID" w:val="6109 га"/>
        </w:smartTagPr>
        <w:r>
          <w:rPr>
            <w:rFonts w:ascii="Times New Roman" w:hAnsi="Times New Roman"/>
            <w:sz w:val="24"/>
            <w:szCs w:val="24"/>
          </w:rPr>
          <w:t>6109</w:t>
        </w:r>
        <w:r w:rsidRPr="00AC2811">
          <w:rPr>
            <w:rFonts w:ascii="Times New Roman" w:hAnsi="Times New Roman"/>
            <w:sz w:val="24"/>
            <w:szCs w:val="24"/>
          </w:rPr>
          <w:t xml:space="preserve">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</w:t>
      </w:r>
      <w:r>
        <w:rPr>
          <w:rFonts w:ascii="Times New Roman" w:hAnsi="Times New Roman"/>
          <w:sz w:val="24"/>
          <w:szCs w:val="24"/>
        </w:rPr>
        <w:t>58</w:t>
      </w:r>
      <w:r w:rsidRPr="00AC2811">
        <w:rPr>
          <w:rFonts w:ascii="Times New Roman" w:hAnsi="Times New Roman"/>
          <w:sz w:val="24"/>
          <w:szCs w:val="24"/>
        </w:rPr>
        <w:t>00:0</w:t>
      </w:r>
      <w:r>
        <w:rPr>
          <w:rFonts w:ascii="Times New Roman" w:hAnsi="Times New Roman"/>
          <w:sz w:val="24"/>
          <w:szCs w:val="24"/>
        </w:rPr>
        <w:t>1</w:t>
      </w:r>
      <w:r w:rsidRPr="00AC2811">
        <w:rPr>
          <w:rFonts w:ascii="Times New Roman" w:hAnsi="Times New Roman"/>
          <w:sz w:val="24"/>
          <w:szCs w:val="24"/>
        </w:rPr>
        <w:t>:00</w:t>
      </w:r>
      <w:r>
        <w:rPr>
          <w:rFonts w:ascii="Times New Roman" w:hAnsi="Times New Roman"/>
          <w:sz w:val="24"/>
          <w:szCs w:val="24"/>
        </w:rPr>
        <w:t>1</w:t>
      </w:r>
      <w:r w:rsidRPr="00AC281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0005.</w:t>
      </w:r>
    </w:p>
    <w:p w:rsidR="003A3197" w:rsidRPr="00AC2811" w:rsidRDefault="003A3197" w:rsidP="005B105E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3A3197" w:rsidRPr="00AC2811" w:rsidRDefault="003A3197" w:rsidP="005B105E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AC2811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AC2811">
        <w:rPr>
          <w:rFonts w:ascii="Times New Roman" w:hAnsi="Times New Roman"/>
          <w:sz w:val="24"/>
          <w:szCs w:val="24"/>
          <w:lang w:eastAsia="ru-RU"/>
        </w:rPr>
        <w:t>ва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3A3197" w:rsidRPr="00AC2811" w:rsidRDefault="003A3197" w:rsidP="005B105E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3A3197" w:rsidRDefault="003A3197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</w:t>
      </w:r>
      <w:r>
        <w:rPr>
          <w:rFonts w:ascii="Times New Roman" w:hAnsi="Times New Roman"/>
          <w:sz w:val="24"/>
          <w:szCs w:val="24"/>
          <w:lang w:val="ru-RU" w:eastAsia="ru-RU"/>
        </w:rPr>
        <w:t>та сталого розвитку.</w:t>
      </w:r>
    </w:p>
    <w:p w:rsidR="003A3197" w:rsidRDefault="003A3197" w:rsidP="005B105E">
      <w:pPr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</w:t>
      </w:r>
    </w:p>
    <w:p w:rsidR="003A3197" w:rsidRPr="009A5C6E" w:rsidRDefault="003A3197" w:rsidP="005B105E">
      <w:pPr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    </w:t>
      </w:r>
    </w:p>
    <w:p w:rsidR="003A3197" w:rsidRDefault="003A3197" w:rsidP="005B105E"/>
    <w:p w:rsidR="003A3197" w:rsidRDefault="003A3197" w:rsidP="005B105E"/>
    <w:p w:rsidR="003A3197" w:rsidRDefault="003A3197"/>
    <w:p w:rsidR="003A3197" w:rsidRDefault="003A3197"/>
    <w:p w:rsidR="003A3197" w:rsidRDefault="003A3197"/>
    <w:p w:rsidR="003A3197" w:rsidRDefault="003A3197"/>
    <w:p w:rsidR="003A3197" w:rsidRDefault="003A3197"/>
    <w:p w:rsidR="003A3197" w:rsidRDefault="003A3197"/>
    <w:p w:rsidR="003A3197" w:rsidRDefault="003A3197"/>
    <w:p w:rsidR="003A3197" w:rsidRDefault="003A3197"/>
    <w:p w:rsidR="003A3197" w:rsidRDefault="003A3197" w:rsidP="003540D4">
      <w:pPr>
        <w:pStyle w:val="1"/>
      </w:pPr>
    </w:p>
    <w:p w:rsidR="003A3197" w:rsidRDefault="003A3197" w:rsidP="003540D4">
      <w:pPr>
        <w:pStyle w:val="1"/>
      </w:pPr>
    </w:p>
    <w:p w:rsidR="003A3197" w:rsidRDefault="003A3197" w:rsidP="003540D4">
      <w:pPr>
        <w:pStyle w:val="1"/>
        <w:rPr>
          <w:noProof/>
          <w:lang w:val="ru-RU" w:eastAsia="ru-RU"/>
        </w:rPr>
      </w:pPr>
    </w:p>
    <w:p w:rsidR="003A3197" w:rsidRDefault="003A3197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A3197" w:rsidRDefault="003A3197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A3197" w:rsidRDefault="003A3197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A3197" w:rsidRDefault="003A3197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A3197" w:rsidRDefault="003A3197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A3197" w:rsidRDefault="003A3197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A3197" w:rsidRDefault="003A3197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A3197" w:rsidRDefault="003A3197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A3197" w:rsidRDefault="003A3197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A3197" w:rsidRDefault="003A3197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A3197" w:rsidRDefault="003A3197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A3197" w:rsidRPr="002B7303" w:rsidRDefault="003A3197" w:rsidP="006A50E4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E541F7">
        <w:rPr>
          <w:rFonts w:ascii="Times New Roman" w:hAnsi="Times New Roman"/>
          <w:noProof/>
          <w:sz w:val="24"/>
          <w:szCs w:val="24"/>
        </w:rPr>
        <w:pict>
          <v:shape id="_x0000_i1026" type="#_x0000_t75" style="width:44.25pt;height:60pt;visibility:visible">
            <v:imagedata r:id="rId4" o:title=""/>
          </v:shape>
        </w:pict>
      </w:r>
    </w:p>
    <w:p w:rsidR="003A3197" w:rsidRPr="002B7303" w:rsidRDefault="003A3197" w:rsidP="006A50E4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2B7303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3A3197" w:rsidRPr="002B7303" w:rsidRDefault="003A3197" w:rsidP="006A50E4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3A3197" w:rsidRPr="002B7303" w:rsidRDefault="003A3197" w:rsidP="006A50E4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3A3197" w:rsidRPr="002B7303" w:rsidRDefault="003A3197" w:rsidP="006A50E4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ДЕВ’ЯТА СЕСІЯ</w:t>
      </w:r>
    </w:p>
    <w:p w:rsidR="003A3197" w:rsidRPr="002B7303" w:rsidRDefault="003A3197" w:rsidP="006A50E4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</w:rPr>
        <w:t>Друге пленарне засідання</w:t>
      </w:r>
    </w:p>
    <w:p w:rsidR="003A3197" w:rsidRPr="002B7303" w:rsidRDefault="003A3197" w:rsidP="006A50E4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Витяг з </w:t>
      </w:r>
      <w:r w:rsidRPr="002B7303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2B730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A3197" w:rsidRPr="002B7303" w:rsidRDefault="003A3197" w:rsidP="006A50E4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ar-SA"/>
        </w:rPr>
        <w:t>13 липня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2021 року            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 № 480 </w:t>
      </w:r>
    </w:p>
    <w:p w:rsidR="003A3197" w:rsidRPr="002B7303" w:rsidRDefault="003A3197" w:rsidP="006A50E4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2B7303">
        <w:rPr>
          <w:rFonts w:ascii="Times New Roman" w:hAnsi="Times New Roman"/>
          <w:sz w:val="24"/>
          <w:szCs w:val="24"/>
          <w:lang w:eastAsia="ar-SA"/>
        </w:rPr>
        <w:t>с-ще Нагірянка</w:t>
      </w:r>
    </w:p>
    <w:p w:rsidR="003A3197" w:rsidRPr="00AC2811" w:rsidRDefault="003A3197" w:rsidP="006A50E4">
      <w:pPr>
        <w:pStyle w:val="1"/>
        <w:rPr>
          <w:rFonts w:ascii="Times New Roman" w:hAnsi="Times New Roman"/>
          <w:b/>
          <w:spacing w:val="-12"/>
          <w:sz w:val="28"/>
          <w:szCs w:val="28"/>
        </w:rPr>
      </w:pPr>
      <w:r w:rsidRPr="00AC2811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</w:t>
      </w:r>
    </w:p>
    <w:p w:rsidR="003A3197" w:rsidRDefault="003A3197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Про затвердження проектів землеустрою </w:t>
      </w:r>
    </w:p>
    <w:p w:rsidR="003A3197" w:rsidRDefault="003A3197" w:rsidP="006A50E4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щодо відведення земельних д</w:t>
      </w:r>
      <w:r w:rsidRPr="00AC2811">
        <w:rPr>
          <w:rFonts w:ascii="Times New Roman" w:hAnsi="Times New Roman"/>
          <w:b/>
          <w:bCs/>
          <w:sz w:val="24"/>
          <w:szCs w:val="24"/>
        </w:rPr>
        <w:t xml:space="preserve">ілянок у </w:t>
      </w:r>
    </w:p>
    <w:p w:rsidR="003A3197" w:rsidRDefault="003A3197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bCs/>
          <w:sz w:val="24"/>
          <w:szCs w:val="24"/>
        </w:rPr>
        <w:t>власність та передача їх громадянам</w:t>
      </w:r>
      <w:r w:rsidRPr="00AC2811">
        <w:rPr>
          <w:rFonts w:ascii="Times New Roman" w:hAnsi="Times New Roman"/>
          <w:b/>
          <w:sz w:val="24"/>
          <w:szCs w:val="24"/>
        </w:rPr>
        <w:t xml:space="preserve"> у </w:t>
      </w:r>
    </w:p>
    <w:p w:rsidR="003A3197" w:rsidRDefault="003A3197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приватну </w:t>
      </w:r>
      <w:r w:rsidRPr="00AC2811">
        <w:rPr>
          <w:rFonts w:ascii="Times New Roman" w:hAnsi="Times New Roman"/>
          <w:b/>
          <w:bCs/>
          <w:sz w:val="24"/>
          <w:szCs w:val="24"/>
        </w:rPr>
        <w:t>власність</w:t>
      </w:r>
      <w:r w:rsidRPr="00AC2811">
        <w:rPr>
          <w:rFonts w:ascii="Times New Roman" w:hAnsi="Times New Roman"/>
          <w:b/>
          <w:sz w:val="24"/>
          <w:szCs w:val="24"/>
        </w:rPr>
        <w:t xml:space="preserve"> в с. Улашківці, </w:t>
      </w:r>
    </w:p>
    <w:p w:rsidR="003A3197" w:rsidRDefault="003A3197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с. Стара Ягільниця Чортківського району </w:t>
      </w:r>
    </w:p>
    <w:p w:rsidR="003A3197" w:rsidRPr="00AC2811" w:rsidRDefault="003A3197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bCs/>
          <w:sz w:val="24"/>
          <w:szCs w:val="24"/>
        </w:rPr>
        <w:t>Тернопільської області</w:t>
      </w:r>
    </w:p>
    <w:p w:rsidR="003A3197" w:rsidRPr="00AC2811" w:rsidRDefault="003A3197" w:rsidP="006A50E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</w:p>
    <w:p w:rsidR="003A3197" w:rsidRPr="00AC2811" w:rsidRDefault="003A3197" w:rsidP="006A50E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AC2811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</w:rPr>
        <w:t>а</w:t>
      </w:r>
      <w:r w:rsidRPr="00AC2811">
        <w:rPr>
          <w:rFonts w:ascii="Times New Roman" w:hAnsi="Times New Roman"/>
          <w:sz w:val="24"/>
          <w:szCs w:val="24"/>
        </w:rPr>
        <w:t xml:space="preserve"> рад</w:t>
      </w:r>
      <w:r>
        <w:rPr>
          <w:rFonts w:ascii="Times New Roman" w:hAnsi="Times New Roman"/>
          <w:sz w:val="24"/>
          <w:szCs w:val="24"/>
        </w:rPr>
        <w:t>а</w:t>
      </w:r>
    </w:p>
    <w:p w:rsidR="003A3197" w:rsidRPr="00AC2811" w:rsidRDefault="003A3197" w:rsidP="006A50E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</w:t>
      </w:r>
    </w:p>
    <w:p w:rsidR="003A3197" w:rsidRPr="006A50E4" w:rsidRDefault="003A3197" w:rsidP="006A50E4">
      <w:pPr>
        <w:pStyle w:val="1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ВИРІШИЛА:</w:t>
      </w:r>
    </w:p>
    <w:p w:rsidR="003A3197" w:rsidRPr="00AC2811" w:rsidRDefault="003A3197" w:rsidP="006A50E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9A5C6E">
        <w:rPr>
          <w:rFonts w:ascii="Times New Roman" w:hAnsi="Times New Roman"/>
          <w:b/>
          <w:sz w:val="24"/>
          <w:szCs w:val="24"/>
        </w:rPr>
        <w:t>1.</w:t>
      </w:r>
      <w:r w:rsidRPr="00AC2811">
        <w:rPr>
          <w:rFonts w:ascii="Times New Roman" w:hAnsi="Times New Roman"/>
          <w:sz w:val="24"/>
          <w:szCs w:val="24"/>
        </w:rPr>
        <w:t xml:space="preserve"> Затвердити проект землеустрою щодо відведення земельної ділянки у власність  та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C2811">
        <w:rPr>
          <w:rFonts w:ascii="Times New Roman" w:hAnsi="Times New Roman"/>
          <w:sz w:val="24"/>
          <w:szCs w:val="24"/>
        </w:rPr>
        <w:t xml:space="preserve"> </w:t>
      </w:r>
      <w:r w:rsidRPr="00AC2811">
        <w:rPr>
          <w:rFonts w:ascii="Times New Roman" w:hAnsi="Times New Roman"/>
          <w:sz w:val="24"/>
          <w:szCs w:val="24"/>
          <w:lang w:val="ru-RU"/>
        </w:rPr>
        <w:t>п</w:t>
      </w:r>
      <w:r w:rsidRPr="00AC2811">
        <w:rPr>
          <w:rFonts w:ascii="Times New Roman" w:hAnsi="Times New Roman"/>
          <w:sz w:val="24"/>
          <w:szCs w:val="24"/>
        </w:rPr>
        <w:t xml:space="preserve">ередати 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її </w:t>
      </w:r>
      <w:r w:rsidRPr="00AC2811"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3A3197" w:rsidRPr="00AC2811" w:rsidRDefault="003A3197" w:rsidP="006A50E4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>1.1</w:t>
      </w:r>
      <w:r w:rsidRPr="00AC2811">
        <w:rPr>
          <w:rFonts w:ascii="Times New Roman" w:hAnsi="Times New Roman"/>
          <w:sz w:val="24"/>
          <w:szCs w:val="24"/>
        </w:rPr>
        <w:t xml:space="preserve">. Гр. </w:t>
      </w:r>
      <w:r w:rsidRPr="00AC2811">
        <w:rPr>
          <w:rFonts w:ascii="Times New Roman" w:hAnsi="Times New Roman"/>
          <w:b/>
          <w:sz w:val="24"/>
          <w:szCs w:val="24"/>
        </w:rPr>
        <w:t>Багрій Андрію Антоновичу</w:t>
      </w:r>
      <w:r w:rsidRPr="00AC281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0,6030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в с. Улашківці Чортківського району Тернопільської області у приватну власність, в тому числі: </w:t>
      </w:r>
    </w:p>
    <w:p w:rsidR="003A3197" w:rsidRPr="00AC2811" w:rsidRDefault="003A3197" w:rsidP="006A50E4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0,4069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6125588300:02:002:</w:t>
      </w:r>
      <w:r>
        <w:rPr>
          <w:rFonts w:ascii="Times New Roman" w:hAnsi="Times New Roman"/>
          <w:sz w:val="24"/>
          <w:szCs w:val="24"/>
        </w:rPr>
        <w:t>0244</w:t>
      </w:r>
      <w:r w:rsidRPr="00AC2811">
        <w:rPr>
          <w:rFonts w:ascii="Times New Roman" w:hAnsi="Times New Roman"/>
          <w:sz w:val="24"/>
          <w:szCs w:val="24"/>
        </w:rPr>
        <w:t xml:space="preserve"> Місце розташування: Тернопільська область, Чортківський район, с. Улашківці, вулиця Шевченка.</w:t>
      </w:r>
    </w:p>
    <w:p w:rsidR="003A3197" w:rsidRPr="00AC2811" w:rsidRDefault="003A3197" w:rsidP="006A50E4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0,1961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6125588300:01:002:</w:t>
      </w:r>
      <w:r>
        <w:rPr>
          <w:rFonts w:ascii="Times New Roman" w:hAnsi="Times New Roman"/>
          <w:sz w:val="24"/>
          <w:szCs w:val="24"/>
        </w:rPr>
        <w:t>0098</w:t>
      </w:r>
      <w:r w:rsidRPr="00AC2811">
        <w:rPr>
          <w:rFonts w:ascii="Times New Roman" w:hAnsi="Times New Roman"/>
          <w:sz w:val="24"/>
          <w:szCs w:val="24"/>
        </w:rPr>
        <w:t xml:space="preserve"> Місце розташування: Тернопільська область, Чортківський район, с. Улашківці</w:t>
      </w:r>
    </w:p>
    <w:p w:rsidR="003A3197" w:rsidRPr="00AC2811" w:rsidRDefault="003A3197" w:rsidP="006A50E4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</w:p>
    <w:p w:rsidR="003A3197" w:rsidRPr="00AC2811" w:rsidRDefault="003A3197" w:rsidP="006A50E4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3A3197" w:rsidRPr="00AC2811" w:rsidRDefault="003A3197" w:rsidP="006A50E4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AC2811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AC2811">
        <w:rPr>
          <w:rFonts w:ascii="Times New Roman" w:hAnsi="Times New Roman"/>
          <w:sz w:val="24"/>
          <w:szCs w:val="24"/>
          <w:lang w:eastAsia="ru-RU"/>
        </w:rPr>
        <w:t>ва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3A3197" w:rsidRPr="00AC2811" w:rsidRDefault="003A3197" w:rsidP="006A50E4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3A3197" w:rsidRDefault="003A3197" w:rsidP="006A50E4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</w:t>
      </w:r>
      <w:r>
        <w:rPr>
          <w:rFonts w:ascii="Times New Roman" w:hAnsi="Times New Roman"/>
          <w:sz w:val="24"/>
          <w:szCs w:val="24"/>
          <w:lang w:val="ru-RU" w:eastAsia="ru-RU"/>
        </w:rPr>
        <w:t>та сталого розвитку.</w:t>
      </w:r>
    </w:p>
    <w:p w:rsidR="003A3197" w:rsidRDefault="003A3197" w:rsidP="006A50E4">
      <w:pPr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Нагірянський сільський голова             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підпис</w:t>
      </w: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Ігор КІНДРАТ</w:t>
      </w:r>
    </w:p>
    <w:p w:rsidR="003A3197" w:rsidRDefault="003A3197" w:rsidP="006A50E4">
      <w:pPr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3A3197" w:rsidRDefault="003A3197" w:rsidP="006A50E4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ВІРНО:</w:t>
      </w:r>
    </w:p>
    <w:p w:rsidR="003A3197" w:rsidRPr="009A5C6E" w:rsidRDefault="003A3197" w:rsidP="006A50E4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Секретар сільської ради                                                             Галина БУРЯК</w:t>
      </w:r>
      <w:r w:rsidRPr="009A5C6E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</w:t>
      </w:r>
    </w:p>
    <w:p w:rsidR="003A3197" w:rsidRDefault="003A3197" w:rsidP="006A50E4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3A3197" w:rsidRDefault="003A3197" w:rsidP="006A50E4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3A3197" w:rsidRDefault="003A3197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A3197" w:rsidRDefault="003A3197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A3197" w:rsidRPr="003540D4" w:rsidRDefault="003A3197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sectPr w:rsidR="003A3197" w:rsidRPr="003540D4" w:rsidSect="00D9237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45F"/>
    <w:rsid w:val="00020FD5"/>
    <w:rsid w:val="00023CC6"/>
    <w:rsid w:val="00037161"/>
    <w:rsid w:val="00067C18"/>
    <w:rsid w:val="0009777B"/>
    <w:rsid w:val="00097F7C"/>
    <w:rsid w:val="000E2686"/>
    <w:rsid w:val="00111F7D"/>
    <w:rsid w:val="00134DCF"/>
    <w:rsid w:val="00135B5D"/>
    <w:rsid w:val="00143879"/>
    <w:rsid w:val="001555F4"/>
    <w:rsid w:val="001624A6"/>
    <w:rsid w:val="00195420"/>
    <w:rsid w:val="001A7D67"/>
    <w:rsid w:val="001B5425"/>
    <w:rsid w:val="001F7AA0"/>
    <w:rsid w:val="00255D62"/>
    <w:rsid w:val="002769EF"/>
    <w:rsid w:val="00285324"/>
    <w:rsid w:val="002B0EC8"/>
    <w:rsid w:val="002B7303"/>
    <w:rsid w:val="002F5D3C"/>
    <w:rsid w:val="0030511B"/>
    <w:rsid w:val="00325FC6"/>
    <w:rsid w:val="003271C1"/>
    <w:rsid w:val="003540D4"/>
    <w:rsid w:val="00385C7D"/>
    <w:rsid w:val="003A3197"/>
    <w:rsid w:val="003E1BA2"/>
    <w:rsid w:val="004205A8"/>
    <w:rsid w:val="00465144"/>
    <w:rsid w:val="00466DCB"/>
    <w:rsid w:val="00475F95"/>
    <w:rsid w:val="0048129A"/>
    <w:rsid w:val="004855A6"/>
    <w:rsid w:val="00497750"/>
    <w:rsid w:val="0052070F"/>
    <w:rsid w:val="005238EA"/>
    <w:rsid w:val="00531D67"/>
    <w:rsid w:val="005372E2"/>
    <w:rsid w:val="00567BFF"/>
    <w:rsid w:val="005864E4"/>
    <w:rsid w:val="005B105E"/>
    <w:rsid w:val="005B210F"/>
    <w:rsid w:val="005C341E"/>
    <w:rsid w:val="005C73D7"/>
    <w:rsid w:val="005E53ED"/>
    <w:rsid w:val="005F3582"/>
    <w:rsid w:val="00600C21"/>
    <w:rsid w:val="006142FC"/>
    <w:rsid w:val="00622E0C"/>
    <w:rsid w:val="00666387"/>
    <w:rsid w:val="0069698D"/>
    <w:rsid w:val="006A50E4"/>
    <w:rsid w:val="006B4BE4"/>
    <w:rsid w:val="006B50BE"/>
    <w:rsid w:val="006E6624"/>
    <w:rsid w:val="007535D8"/>
    <w:rsid w:val="00797B3C"/>
    <w:rsid w:val="007A028D"/>
    <w:rsid w:val="007A22ED"/>
    <w:rsid w:val="00813C44"/>
    <w:rsid w:val="0082185A"/>
    <w:rsid w:val="008542CA"/>
    <w:rsid w:val="00897648"/>
    <w:rsid w:val="008E144B"/>
    <w:rsid w:val="00940D36"/>
    <w:rsid w:val="00970F81"/>
    <w:rsid w:val="00982EBD"/>
    <w:rsid w:val="0098785A"/>
    <w:rsid w:val="009A5C6E"/>
    <w:rsid w:val="009C691B"/>
    <w:rsid w:val="00A113D9"/>
    <w:rsid w:val="00A875C3"/>
    <w:rsid w:val="00AC2811"/>
    <w:rsid w:val="00AD011F"/>
    <w:rsid w:val="00B02F1E"/>
    <w:rsid w:val="00B22A11"/>
    <w:rsid w:val="00B25FDF"/>
    <w:rsid w:val="00B26A3B"/>
    <w:rsid w:val="00B35CC7"/>
    <w:rsid w:val="00B3774D"/>
    <w:rsid w:val="00B520B1"/>
    <w:rsid w:val="00B65231"/>
    <w:rsid w:val="00B71FD7"/>
    <w:rsid w:val="00B95496"/>
    <w:rsid w:val="00B9745F"/>
    <w:rsid w:val="00BD4509"/>
    <w:rsid w:val="00C36099"/>
    <w:rsid w:val="00C62666"/>
    <w:rsid w:val="00C97FB6"/>
    <w:rsid w:val="00CF5CBC"/>
    <w:rsid w:val="00D05167"/>
    <w:rsid w:val="00D92374"/>
    <w:rsid w:val="00DA2A64"/>
    <w:rsid w:val="00DD7ACE"/>
    <w:rsid w:val="00DF5823"/>
    <w:rsid w:val="00E27F48"/>
    <w:rsid w:val="00E35493"/>
    <w:rsid w:val="00E43315"/>
    <w:rsid w:val="00E541F7"/>
    <w:rsid w:val="00E6567E"/>
    <w:rsid w:val="00E769AE"/>
    <w:rsid w:val="00EA050B"/>
    <w:rsid w:val="00ED59AD"/>
    <w:rsid w:val="00EF3483"/>
    <w:rsid w:val="00F31747"/>
    <w:rsid w:val="00F37D55"/>
    <w:rsid w:val="00FE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5E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5B105E"/>
    <w:rPr>
      <w:rFonts w:eastAsia="Times New Roman"/>
    </w:rPr>
  </w:style>
  <w:style w:type="paragraph" w:customStyle="1" w:styleId="2">
    <w:name w:val="Без интервала2"/>
    <w:uiPriority w:val="99"/>
    <w:rsid w:val="005B105E"/>
    <w:rPr>
      <w:rFonts w:eastAsia="Times New Roman"/>
    </w:rPr>
  </w:style>
  <w:style w:type="paragraph" w:customStyle="1" w:styleId="10">
    <w:name w:val="Без інтервалів1"/>
    <w:uiPriority w:val="99"/>
    <w:rsid w:val="005B105E"/>
    <w:rPr>
      <w:rFonts w:eastAsia="Times New Roman"/>
    </w:rPr>
  </w:style>
  <w:style w:type="paragraph" w:customStyle="1" w:styleId="docdata">
    <w:name w:val="docdata"/>
    <w:aliases w:val="docy,v5,6166,baiaagaaboqcaaadpbqaaavkf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8542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rsid w:val="008542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C2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2811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13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376</TotalTime>
  <Pages>3</Pages>
  <Words>669</Words>
  <Characters>3815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45</cp:revision>
  <cp:lastPrinted>2021-08-17T08:34:00Z</cp:lastPrinted>
  <dcterms:created xsi:type="dcterms:W3CDTF">2021-05-18T14:01:00Z</dcterms:created>
  <dcterms:modified xsi:type="dcterms:W3CDTF">2021-08-30T09:15:00Z</dcterms:modified>
</cp:coreProperties>
</file>