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2B0" w:rsidRPr="00FC008E" w:rsidRDefault="001C52B0" w:rsidP="005D316A">
      <w:pPr>
        <w:shd w:val="clear" w:color="auto" w:fill="FFFFFF"/>
        <w:jc w:val="center"/>
        <w:rPr>
          <w:b/>
          <w:kern w:val="36"/>
          <w:sz w:val="18"/>
          <w:szCs w:val="18"/>
          <w:lang w:val="uk-UA"/>
        </w:rPr>
      </w:pPr>
      <w:r w:rsidRPr="00FC008E">
        <w:rPr>
          <w:b/>
          <w:kern w:val="36"/>
          <w:sz w:val="18"/>
          <w:szCs w:val="18"/>
        </w:rPr>
        <w:t xml:space="preserve">Напрями діяльності та заходи </w:t>
      </w:r>
      <w:r w:rsidRPr="00FC008E">
        <w:rPr>
          <w:b/>
          <w:kern w:val="36"/>
          <w:sz w:val="18"/>
          <w:szCs w:val="18"/>
          <w:lang w:val="uk-UA"/>
        </w:rPr>
        <w:t>Програми</w:t>
      </w:r>
    </w:p>
    <w:p w:rsidR="001C52B0" w:rsidRPr="00FC008E" w:rsidRDefault="001C52B0" w:rsidP="005D316A">
      <w:pPr>
        <w:shd w:val="clear" w:color="auto" w:fill="FFFFFF"/>
        <w:jc w:val="center"/>
        <w:rPr>
          <w:b/>
          <w:sz w:val="18"/>
          <w:szCs w:val="18"/>
          <w:lang w:val="uk-UA"/>
        </w:rPr>
      </w:pPr>
      <w:r w:rsidRPr="00FC008E">
        <w:rPr>
          <w:b/>
          <w:sz w:val="18"/>
          <w:szCs w:val="18"/>
          <w:lang w:val="uk-UA"/>
        </w:rPr>
        <w:t>соціальної  підтримки малозахищених верств громадян Нагірянської сільської ради</w:t>
      </w:r>
    </w:p>
    <w:p w:rsidR="001C52B0" w:rsidRPr="00FC008E" w:rsidRDefault="001C52B0" w:rsidP="005D316A">
      <w:pPr>
        <w:shd w:val="clear" w:color="auto" w:fill="FFFFFF"/>
        <w:jc w:val="center"/>
        <w:rPr>
          <w:snapToGrid w:val="0"/>
          <w:sz w:val="18"/>
          <w:szCs w:val="18"/>
          <w:lang w:val="uk-UA"/>
        </w:rPr>
      </w:pPr>
      <w:r w:rsidRPr="00FC008E">
        <w:rPr>
          <w:b/>
          <w:sz w:val="18"/>
          <w:szCs w:val="18"/>
          <w:u w:val="single"/>
          <w:lang w:val="uk-UA"/>
        </w:rPr>
        <w:t>„Турбота”_</w:t>
      </w:r>
      <w:r w:rsidRPr="00FC008E">
        <w:rPr>
          <w:b/>
          <w:iCs/>
          <w:color w:val="000000"/>
          <w:spacing w:val="2"/>
          <w:sz w:val="18"/>
          <w:szCs w:val="18"/>
          <w:u w:val="single"/>
          <w:lang w:val="uk-UA"/>
        </w:rPr>
        <w:t xml:space="preserve">  на 2021-2023 роки</w:t>
      </w:r>
    </w:p>
    <w:p w:rsidR="001C52B0" w:rsidRPr="00FC008E" w:rsidRDefault="001C52B0" w:rsidP="005D316A">
      <w:pPr>
        <w:shd w:val="clear" w:color="auto" w:fill="FFFFFF"/>
        <w:jc w:val="center"/>
        <w:rPr>
          <w:snapToGrid w:val="0"/>
          <w:sz w:val="18"/>
          <w:szCs w:val="18"/>
          <w:lang w:val="uk-UA"/>
        </w:rPr>
      </w:pPr>
      <w:r w:rsidRPr="00FC008E">
        <w:rPr>
          <w:snapToGrid w:val="0"/>
          <w:sz w:val="18"/>
          <w:szCs w:val="18"/>
        </w:rPr>
        <w:t>(назва програми</w:t>
      </w:r>
      <w:r w:rsidRPr="00FC008E">
        <w:rPr>
          <w:snapToGrid w:val="0"/>
          <w:sz w:val="18"/>
          <w:szCs w:val="18"/>
          <w:lang w:val="uk-UA"/>
        </w:rPr>
        <w:t>)</w:t>
      </w:r>
    </w:p>
    <w:tbl>
      <w:tblPr>
        <w:tblpPr w:leftFromText="180" w:rightFromText="180" w:vertAnchor="text" w:horzAnchor="margin" w:tblpXSpec="center" w:tblpY="125"/>
        <w:tblOverlap w:val="never"/>
        <w:tblW w:w="16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26"/>
        <w:gridCol w:w="1721"/>
        <w:gridCol w:w="4162"/>
        <w:gridCol w:w="1249"/>
        <w:gridCol w:w="2223"/>
        <w:gridCol w:w="993"/>
        <w:gridCol w:w="850"/>
        <w:gridCol w:w="694"/>
        <w:gridCol w:w="874"/>
        <w:gridCol w:w="2414"/>
      </w:tblGrid>
      <w:tr w:rsidR="001C52B0" w:rsidRPr="00FC008E" w:rsidTr="00F321CA">
        <w:trPr>
          <w:trHeight w:val="693"/>
        </w:trPr>
        <w:tc>
          <w:tcPr>
            <w:tcW w:w="1526" w:type="dxa"/>
            <w:vMerge w:val="restart"/>
          </w:tcPr>
          <w:p w:rsidR="001C52B0" w:rsidRPr="00FC008E" w:rsidRDefault="001C52B0" w:rsidP="00F321CA">
            <w:pPr>
              <w:spacing w:before="100" w:beforeAutospacing="1" w:after="100" w:afterAutospacing="1"/>
              <w:jc w:val="center"/>
              <w:rPr>
                <w:snapToGrid w:val="0"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1721" w:type="dxa"/>
            <w:vMerge w:val="restart"/>
            <w:vAlign w:val="center"/>
          </w:tcPr>
          <w:p w:rsidR="001C52B0" w:rsidRPr="00FC008E" w:rsidRDefault="001C52B0" w:rsidP="00F321CA">
            <w:pPr>
              <w:spacing w:before="100" w:beforeAutospacing="1" w:after="100" w:afterAutospacing="1"/>
              <w:jc w:val="center"/>
              <w:rPr>
                <w:snapToGrid w:val="0"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4162" w:type="dxa"/>
            <w:vMerge w:val="restart"/>
          </w:tcPr>
          <w:p w:rsidR="001C52B0" w:rsidRPr="00FC008E" w:rsidRDefault="001C52B0" w:rsidP="00F321CA">
            <w:pPr>
              <w:ind w:right="358"/>
              <w:jc w:val="center"/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Перелік заходів Програми</w:t>
            </w:r>
          </w:p>
        </w:tc>
        <w:tc>
          <w:tcPr>
            <w:tcW w:w="1249" w:type="dxa"/>
            <w:vMerge w:val="restart"/>
          </w:tcPr>
          <w:p w:rsidR="001C52B0" w:rsidRPr="00FC008E" w:rsidRDefault="001C52B0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Строк виконання заходу</w:t>
            </w:r>
          </w:p>
        </w:tc>
        <w:tc>
          <w:tcPr>
            <w:tcW w:w="2223" w:type="dxa"/>
            <w:vMerge w:val="restart"/>
          </w:tcPr>
          <w:p w:rsidR="001C52B0" w:rsidRPr="00FC008E" w:rsidRDefault="001C52B0" w:rsidP="00F321CA">
            <w:pPr>
              <w:ind w:right="1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Виконавці</w:t>
            </w:r>
          </w:p>
        </w:tc>
        <w:tc>
          <w:tcPr>
            <w:tcW w:w="993" w:type="dxa"/>
            <w:vMerge w:val="restart"/>
          </w:tcPr>
          <w:p w:rsidR="001C52B0" w:rsidRPr="00FC008E" w:rsidRDefault="001C52B0" w:rsidP="00F321CA">
            <w:pPr>
              <w:jc w:val="both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Джерела фінансування</w:t>
            </w:r>
          </w:p>
        </w:tc>
        <w:tc>
          <w:tcPr>
            <w:tcW w:w="2418" w:type="dxa"/>
            <w:gridSpan w:val="3"/>
          </w:tcPr>
          <w:p w:rsidR="001C52B0" w:rsidRPr="00FC008E" w:rsidRDefault="001C52B0" w:rsidP="00F321CA">
            <w:pPr>
              <w:tabs>
                <w:tab w:val="center" w:pos="1867"/>
              </w:tabs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Орієнтовні обсяги фінансування (вартість)  , тис. гривень,   у тому числі:</w:t>
            </w:r>
          </w:p>
        </w:tc>
        <w:tc>
          <w:tcPr>
            <w:tcW w:w="2414" w:type="dxa"/>
            <w:vMerge w:val="restart"/>
          </w:tcPr>
          <w:p w:rsidR="001C52B0" w:rsidRPr="00FC008E" w:rsidRDefault="001C52B0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Очікуваний результат</w:t>
            </w:r>
          </w:p>
        </w:tc>
      </w:tr>
      <w:tr w:rsidR="001C52B0" w:rsidRPr="00FC008E" w:rsidTr="00F321CA">
        <w:trPr>
          <w:trHeight w:val="297"/>
        </w:trPr>
        <w:tc>
          <w:tcPr>
            <w:tcW w:w="1526" w:type="dxa"/>
            <w:vMerge/>
          </w:tcPr>
          <w:p w:rsidR="001C52B0" w:rsidRPr="00FC008E" w:rsidRDefault="001C52B0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721" w:type="dxa"/>
            <w:vMerge/>
            <w:vAlign w:val="center"/>
          </w:tcPr>
          <w:p w:rsidR="001C52B0" w:rsidRPr="00FC008E" w:rsidRDefault="001C52B0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162" w:type="dxa"/>
            <w:vMerge/>
          </w:tcPr>
          <w:p w:rsidR="001C52B0" w:rsidRPr="00FC008E" w:rsidRDefault="001C52B0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249" w:type="dxa"/>
            <w:vMerge/>
          </w:tcPr>
          <w:p w:rsidR="001C52B0" w:rsidRPr="00FC008E" w:rsidRDefault="001C52B0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223" w:type="dxa"/>
            <w:vMerge/>
          </w:tcPr>
          <w:p w:rsidR="001C52B0" w:rsidRPr="00FC008E" w:rsidRDefault="001C52B0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vMerge/>
          </w:tcPr>
          <w:p w:rsidR="001C52B0" w:rsidRPr="00FC008E" w:rsidRDefault="001C52B0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1C52B0" w:rsidRPr="00FC008E" w:rsidRDefault="001C52B0" w:rsidP="00F321CA">
            <w:pPr>
              <w:spacing w:before="100" w:beforeAutospacing="1" w:after="100" w:afterAutospacing="1"/>
              <w:jc w:val="center"/>
              <w:rPr>
                <w:snapToGrid w:val="0"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2021</w:t>
            </w:r>
          </w:p>
        </w:tc>
        <w:tc>
          <w:tcPr>
            <w:tcW w:w="694" w:type="dxa"/>
            <w:vAlign w:val="center"/>
          </w:tcPr>
          <w:p w:rsidR="001C52B0" w:rsidRPr="00FC008E" w:rsidRDefault="001C52B0" w:rsidP="00F321CA">
            <w:pPr>
              <w:spacing w:before="100" w:beforeAutospacing="1" w:after="100" w:afterAutospacing="1"/>
              <w:jc w:val="center"/>
              <w:rPr>
                <w:snapToGrid w:val="0"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2022</w:t>
            </w:r>
          </w:p>
        </w:tc>
        <w:tc>
          <w:tcPr>
            <w:tcW w:w="874" w:type="dxa"/>
            <w:vAlign w:val="center"/>
          </w:tcPr>
          <w:p w:rsidR="001C52B0" w:rsidRPr="00FC008E" w:rsidRDefault="001C52B0" w:rsidP="00F321CA">
            <w:pPr>
              <w:spacing w:before="100" w:beforeAutospacing="1" w:after="100" w:afterAutospacing="1"/>
              <w:jc w:val="center"/>
              <w:rPr>
                <w:snapToGrid w:val="0"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2023</w:t>
            </w:r>
          </w:p>
        </w:tc>
        <w:tc>
          <w:tcPr>
            <w:tcW w:w="2414" w:type="dxa"/>
            <w:vMerge/>
          </w:tcPr>
          <w:p w:rsidR="001C52B0" w:rsidRPr="00FC008E" w:rsidRDefault="001C52B0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</w:tr>
      <w:tr w:rsidR="001C52B0" w:rsidRPr="00FC008E" w:rsidTr="00F321CA">
        <w:trPr>
          <w:trHeight w:val="244"/>
        </w:trPr>
        <w:tc>
          <w:tcPr>
            <w:tcW w:w="1526" w:type="dxa"/>
          </w:tcPr>
          <w:p w:rsidR="001C52B0" w:rsidRPr="00FC008E" w:rsidRDefault="001C52B0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721" w:type="dxa"/>
          </w:tcPr>
          <w:p w:rsidR="001C52B0" w:rsidRPr="00FC008E" w:rsidRDefault="001C52B0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4162" w:type="dxa"/>
          </w:tcPr>
          <w:p w:rsidR="001C52B0" w:rsidRPr="00FC008E" w:rsidRDefault="001C52B0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/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1249" w:type="dxa"/>
          </w:tcPr>
          <w:p w:rsidR="001C52B0" w:rsidRPr="00FC008E" w:rsidRDefault="001C52B0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/>
                <w:color w:val="000000"/>
                <w:sz w:val="18"/>
                <w:szCs w:val="18"/>
                <w:lang w:val="uk-UA"/>
              </w:rPr>
              <w:t>4</w:t>
            </w:r>
          </w:p>
        </w:tc>
        <w:tc>
          <w:tcPr>
            <w:tcW w:w="2223" w:type="dxa"/>
          </w:tcPr>
          <w:p w:rsidR="001C52B0" w:rsidRPr="00FC008E" w:rsidRDefault="001C52B0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/>
                <w:color w:val="000000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</w:tcPr>
          <w:p w:rsidR="001C52B0" w:rsidRPr="00FC008E" w:rsidRDefault="001C52B0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/>
                <w:color w:val="000000"/>
                <w:sz w:val="18"/>
                <w:szCs w:val="18"/>
                <w:lang w:val="uk-UA"/>
              </w:rPr>
              <w:t>6</w:t>
            </w:r>
          </w:p>
        </w:tc>
        <w:tc>
          <w:tcPr>
            <w:tcW w:w="850" w:type="dxa"/>
          </w:tcPr>
          <w:p w:rsidR="001C52B0" w:rsidRPr="00FC008E" w:rsidRDefault="001C52B0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/>
                <w:color w:val="000000"/>
                <w:sz w:val="18"/>
                <w:szCs w:val="18"/>
                <w:lang w:val="uk-UA"/>
              </w:rPr>
              <w:t>7</w:t>
            </w:r>
          </w:p>
        </w:tc>
        <w:tc>
          <w:tcPr>
            <w:tcW w:w="694" w:type="dxa"/>
          </w:tcPr>
          <w:p w:rsidR="001C52B0" w:rsidRPr="00FC008E" w:rsidRDefault="001C52B0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/>
                <w:color w:val="000000"/>
                <w:sz w:val="18"/>
                <w:szCs w:val="18"/>
                <w:lang w:val="uk-UA"/>
              </w:rPr>
              <w:t>8</w:t>
            </w:r>
          </w:p>
        </w:tc>
        <w:tc>
          <w:tcPr>
            <w:tcW w:w="874" w:type="dxa"/>
          </w:tcPr>
          <w:p w:rsidR="001C52B0" w:rsidRPr="00FC008E" w:rsidRDefault="001C52B0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/>
                <w:color w:val="000000"/>
                <w:sz w:val="18"/>
                <w:szCs w:val="18"/>
                <w:lang w:val="uk-UA"/>
              </w:rPr>
              <w:t>9</w:t>
            </w:r>
          </w:p>
        </w:tc>
        <w:tc>
          <w:tcPr>
            <w:tcW w:w="2414" w:type="dxa"/>
          </w:tcPr>
          <w:p w:rsidR="001C52B0" w:rsidRPr="00FC008E" w:rsidRDefault="001C52B0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</w:p>
        </w:tc>
      </w:tr>
      <w:tr w:rsidR="001C52B0" w:rsidRPr="00C1198A" w:rsidTr="00F321CA">
        <w:trPr>
          <w:trHeight w:val="3901"/>
        </w:trPr>
        <w:tc>
          <w:tcPr>
            <w:tcW w:w="1526" w:type="dxa"/>
          </w:tcPr>
          <w:p w:rsidR="001C52B0" w:rsidRPr="00FC008E" w:rsidRDefault="001C52B0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721" w:type="dxa"/>
          </w:tcPr>
          <w:p w:rsidR="001C52B0" w:rsidRPr="00FC008E" w:rsidRDefault="001C52B0" w:rsidP="00F321CA">
            <w:pPr>
              <w:tabs>
                <w:tab w:val="left" w:pos="1329"/>
              </w:tabs>
              <w:ind w:right="-16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Матеріально- технічне та фінансове забезпечення</w:t>
            </w:r>
          </w:p>
        </w:tc>
        <w:tc>
          <w:tcPr>
            <w:tcW w:w="4162" w:type="dxa"/>
          </w:tcPr>
          <w:p w:rsidR="001C52B0" w:rsidRPr="00FC008E" w:rsidRDefault="001C52B0" w:rsidP="00F321CA">
            <w:pPr>
              <w:tabs>
                <w:tab w:val="left" w:pos="1329"/>
              </w:tabs>
              <w:ind w:right="-16"/>
              <w:jc w:val="center"/>
              <w:rPr>
                <w:sz w:val="18"/>
                <w:szCs w:val="18"/>
                <w:lang w:val="uk-UA"/>
              </w:rPr>
            </w:pP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>- проводити відшкодування пільг на оплату житлово-комунальних послуг</w:t>
            </w:r>
            <w:r w:rsidRPr="00FC008E">
              <w:rPr>
                <w:sz w:val="18"/>
                <w:szCs w:val="18"/>
                <w:lang w:val="uk-UA"/>
              </w:rPr>
              <w:t xml:space="preserve"> в межах норм споживання</w:t>
            </w: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та послуг зв’язку реабілітованим </w:t>
            </w:r>
            <w:r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        </w:t>
            </w: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</w:t>
            </w:r>
            <w:r>
              <w:rPr>
                <w:b/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(  </w:t>
            </w:r>
            <w:r w:rsidRPr="00FC008E">
              <w:rPr>
                <w:b/>
                <w:bCs/>
                <w:color w:val="000000"/>
                <w:spacing w:val="-2"/>
                <w:sz w:val="18"/>
                <w:szCs w:val="18"/>
                <w:lang w:val="uk-UA"/>
              </w:rPr>
              <w:t>50 %</w:t>
            </w: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</w:t>
            </w:r>
            <w:r w:rsidRPr="00FC008E">
              <w:rPr>
                <w:b/>
                <w:bCs/>
                <w:color w:val="000000"/>
                <w:spacing w:val="-2"/>
                <w:sz w:val="18"/>
                <w:szCs w:val="18"/>
                <w:lang w:val="uk-UA"/>
              </w:rPr>
              <w:t>знижки),</w:t>
            </w:r>
            <w:r w:rsidRPr="00FC008E">
              <w:rPr>
                <w:sz w:val="18"/>
                <w:szCs w:val="18"/>
                <w:lang w:val="uk-UA"/>
              </w:rPr>
              <w:t xml:space="preserve"> </w:t>
            </w: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особам з числа учасників, добровольців бойових дій АТО</w:t>
            </w:r>
            <w:r w:rsidRPr="00FC008E">
              <w:rPr>
                <w:b/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(  50%знижки</w:t>
            </w: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та особам на яких поширюється статус ОУН-УПА    </w:t>
            </w:r>
            <w:r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   </w:t>
            </w:r>
            <w:r w:rsidRPr="00FC008E">
              <w:rPr>
                <w:b/>
                <w:bCs/>
                <w:color w:val="000000"/>
                <w:spacing w:val="-2"/>
                <w:sz w:val="18"/>
                <w:szCs w:val="18"/>
                <w:lang w:val="uk-UA"/>
              </w:rPr>
              <w:t>( 50</w:t>
            </w:r>
            <w:r w:rsidRPr="00FC008E">
              <w:rPr>
                <w:b/>
                <w:bCs/>
                <w:color w:val="000000"/>
                <w:spacing w:val="-2"/>
                <w:sz w:val="18"/>
                <w:szCs w:val="18"/>
              </w:rPr>
              <w:t xml:space="preserve"> </w:t>
            </w:r>
            <w:r w:rsidRPr="00FC008E">
              <w:rPr>
                <w:b/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%знижки) </w:t>
            </w:r>
            <w:r w:rsidRPr="00FC008E">
              <w:rPr>
                <w:sz w:val="18"/>
                <w:szCs w:val="18"/>
                <w:lang w:val="uk-UA"/>
              </w:rPr>
              <w:t xml:space="preserve">в межах норм споживання;  </w:t>
            </w:r>
          </w:p>
          <w:p w:rsidR="001C52B0" w:rsidRPr="00FC008E" w:rsidRDefault="001C52B0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>-</w:t>
            </w:r>
            <w:r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</w:t>
            </w: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>проводити відшкодування пільг на оплату   послуг  зв’язку  пільговим категоріям осіб</w:t>
            </w:r>
            <w:r w:rsidRPr="00FC008E">
              <w:rPr>
                <w:sz w:val="18"/>
                <w:szCs w:val="18"/>
                <w:lang w:val="uk-UA"/>
              </w:rPr>
              <w:t xml:space="preserve"> населених пунктів, що належать до Нагірянської сільської ради</w:t>
            </w: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на яких поширюється дія Законів України </w:t>
            </w:r>
            <w:r w:rsidRPr="00FC008E">
              <w:rPr>
                <w:sz w:val="18"/>
                <w:szCs w:val="18"/>
                <w:lang w:val="uk-UA"/>
              </w:rPr>
              <w:t xml:space="preserve">«Про статус ветеранів війни, гарантії їх соціального захисту», «Про статус і соціальний захист громадян, які постраждали внаслідок Чорнобильської катастрофи», </w:t>
            </w:r>
            <w:r>
              <w:rPr>
                <w:sz w:val="18"/>
                <w:szCs w:val="18"/>
                <w:lang w:val="uk-UA"/>
              </w:rPr>
              <w:t xml:space="preserve">                    </w:t>
            </w:r>
            <w:r w:rsidRPr="00FC008E">
              <w:rPr>
                <w:sz w:val="18"/>
                <w:szCs w:val="18"/>
                <w:lang w:val="uk-UA"/>
              </w:rPr>
              <w:t xml:space="preserve">«Про соціальний і правовий захист </w:t>
            </w:r>
            <w:bookmarkStart w:id="0" w:name="_GoBack"/>
            <w:bookmarkEnd w:id="0"/>
            <w:r w:rsidRPr="00FC008E">
              <w:rPr>
                <w:sz w:val="18"/>
                <w:szCs w:val="18"/>
                <w:lang w:val="uk-UA"/>
              </w:rPr>
              <w:t>військовослужбовців та членів їх сімей», «Про охорону дитинства».</w:t>
            </w:r>
          </w:p>
        </w:tc>
        <w:tc>
          <w:tcPr>
            <w:tcW w:w="1249" w:type="dxa"/>
          </w:tcPr>
          <w:p w:rsidR="001C52B0" w:rsidRPr="00FC008E" w:rsidRDefault="001C52B0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>2021-2023 роки</w:t>
            </w:r>
          </w:p>
          <w:p w:rsidR="001C52B0" w:rsidRPr="00FC008E" w:rsidRDefault="001C52B0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>2021-2023</w:t>
            </w:r>
          </w:p>
          <w:p w:rsidR="001C52B0" w:rsidRPr="00FC008E" w:rsidRDefault="001C52B0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>роки</w:t>
            </w:r>
          </w:p>
        </w:tc>
        <w:tc>
          <w:tcPr>
            <w:tcW w:w="2223" w:type="dxa"/>
          </w:tcPr>
          <w:p w:rsidR="001C52B0" w:rsidRPr="00FC008E" w:rsidRDefault="001C52B0" w:rsidP="00F321CA">
            <w:pPr>
              <w:tabs>
                <w:tab w:val="left" w:pos="-108"/>
                <w:tab w:val="left" w:pos="3960"/>
              </w:tabs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>Відділ соціального захисту населення Нагірянської сільської ради</w:t>
            </w:r>
          </w:p>
          <w:p w:rsidR="001C52B0" w:rsidRPr="00FC008E" w:rsidRDefault="001C52B0" w:rsidP="00F321CA">
            <w:pPr>
              <w:tabs>
                <w:tab w:val="left" w:pos="-108"/>
                <w:tab w:val="left" w:pos="3960"/>
              </w:tabs>
              <w:jc w:val="both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tabs>
                <w:tab w:val="left" w:pos="-108"/>
                <w:tab w:val="left" w:pos="3960"/>
              </w:tabs>
              <w:jc w:val="both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tabs>
                <w:tab w:val="left" w:pos="-108"/>
                <w:tab w:val="left" w:pos="3960"/>
              </w:tabs>
              <w:jc w:val="both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tabs>
                <w:tab w:val="left" w:pos="-108"/>
                <w:tab w:val="left" w:pos="3960"/>
              </w:tabs>
              <w:jc w:val="both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tabs>
                <w:tab w:val="left" w:pos="-108"/>
                <w:tab w:val="left" w:pos="3960"/>
              </w:tabs>
              <w:jc w:val="both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tabs>
                <w:tab w:val="left" w:pos="-108"/>
                <w:tab w:val="left" w:pos="3960"/>
              </w:tabs>
              <w:jc w:val="both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tabs>
                <w:tab w:val="left" w:pos="-108"/>
                <w:tab w:val="left" w:pos="3960"/>
              </w:tabs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tabs>
                <w:tab w:val="left" w:pos="-108"/>
                <w:tab w:val="left" w:pos="3960"/>
              </w:tabs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tabs>
                <w:tab w:val="left" w:pos="-108"/>
                <w:tab w:val="left" w:pos="3960"/>
              </w:tabs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Відділ соціального захисту населення Нагірянської сільської ради</w:t>
            </w:r>
          </w:p>
        </w:tc>
        <w:tc>
          <w:tcPr>
            <w:tcW w:w="993" w:type="dxa"/>
          </w:tcPr>
          <w:p w:rsidR="001C52B0" w:rsidRPr="00FC008E" w:rsidRDefault="001C52B0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сільський бюджет</w:t>
            </w:r>
          </w:p>
          <w:p w:rsidR="001C52B0" w:rsidRPr="00FC008E" w:rsidRDefault="001C52B0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сільський бюджет</w:t>
            </w:r>
          </w:p>
        </w:tc>
        <w:tc>
          <w:tcPr>
            <w:tcW w:w="850" w:type="dxa"/>
          </w:tcPr>
          <w:p w:rsidR="001C52B0" w:rsidRPr="00FC008E" w:rsidRDefault="001C52B0" w:rsidP="00F321CA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color w:val="000000"/>
                <w:sz w:val="18"/>
                <w:szCs w:val="18"/>
                <w:lang w:val="uk-UA"/>
              </w:rPr>
              <w:t>10,0</w:t>
            </w:r>
          </w:p>
          <w:p w:rsidR="001C52B0" w:rsidRPr="00FC008E" w:rsidRDefault="001C52B0" w:rsidP="00F321CA">
            <w:pPr>
              <w:rPr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z w:val="18"/>
                <w:szCs w:val="18"/>
                <w:lang w:val="uk-UA"/>
              </w:rPr>
            </w:pPr>
            <w:r w:rsidRPr="00FC008E">
              <w:rPr>
                <w:sz w:val="18"/>
                <w:szCs w:val="18"/>
                <w:lang w:val="uk-UA"/>
              </w:rPr>
              <w:t>4,0</w:t>
            </w:r>
          </w:p>
        </w:tc>
        <w:tc>
          <w:tcPr>
            <w:tcW w:w="694" w:type="dxa"/>
          </w:tcPr>
          <w:p w:rsidR="001C52B0" w:rsidRPr="00FC008E" w:rsidRDefault="001C52B0" w:rsidP="00F321CA">
            <w:pPr>
              <w:ind w:right="37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color w:val="000000"/>
                <w:sz w:val="18"/>
                <w:szCs w:val="18"/>
                <w:lang w:val="uk-UA"/>
              </w:rPr>
              <w:t>10,0</w:t>
            </w:r>
          </w:p>
          <w:p w:rsidR="001C52B0" w:rsidRPr="00FC008E" w:rsidRDefault="001C52B0" w:rsidP="00F321CA">
            <w:pPr>
              <w:rPr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z w:val="18"/>
                <w:szCs w:val="18"/>
                <w:lang w:val="uk-UA"/>
              </w:rPr>
            </w:pPr>
            <w:r w:rsidRPr="00FC008E">
              <w:rPr>
                <w:sz w:val="18"/>
                <w:szCs w:val="18"/>
                <w:lang w:val="uk-UA"/>
              </w:rPr>
              <w:t>4,0</w:t>
            </w:r>
          </w:p>
        </w:tc>
        <w:tc>
          <w:tcPr>
            <w:tcW w:w="874" w:type="dxa"/>
          </w:tcPr>
          <w:p w:rsidR="001C52B0" w:rsidRPr="00FC008E" w:rsidRDefault="001C52B0" w:rsidP="00F321CA">
            <w:pPr>
              <w:tabs>
                <w:tab w:val="left" w:pos="658"/>
              </w:tabs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color w:val="000000"/>
                <w:sz w:val="18"/>
                <w:szCs w:val="18"/>
                <w:lang w:val="uk-UA"/>
              </w:rPr>
              <w:t>10,0</w:t>
            </w:r>
          </w:p>
          <w:p w:rsidR="001C52B0" w:rsidRPr="00FC008E" w:rsidRDefault="001C52B0" w:rsidP="00F321CA">
            <w:pPr>
              <w:rPr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z w:val="18"/>
                <w:szCs w:val="18"/>
                <w:lang w:val="uk-UA"/>
              </w:rPr>
            </w:pPr>
            <w:r w:rsidRPr="00FC008E">
              <w:rPr>
                <w:sz w:val="18"/>
                <w:szCs w:val="18"/>
                <w:lang w:val="uk-UA"/>
              </w:rPr>
              <w:t>4,0</w:t>
            </w:r>
          </w:p>
        </w:tc>
        <w:tc>
          <w:tcPr>
            <w:tcW w:w="2414" w:type="dxa"/>
          </w:tcPr>
          <w:p w:rsidR="001C52B0" w:rsidRPr="00FC008E" w:rsidRDefault="001C52B0" w:rsidP="00F321CA">
            <w:pPr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  <w:r w:rsidRPr="00FC008E">
              <w:rPr>
                <w:bCs/>
                <w:iCs/>
                <w:sz w:val="18"/>
                <w:szCs w:val="18"/>
                <w:lang w:val="uk-UA"/>
              </w:rPr>
              <w:t xml:space="preserve">Зменшення видатків на оплату житлово-комунальних послуг і природного газу, послуг зв’язку </w:t>
            </w:r>
            <w:r w:rsidRPr="00FC008E">
              <w:rPr>
                <w:sz w:val="18"/>
                <w:szCs w:val="18"/>
                <w:lang w:val="uk-UA"/>
              </w:rPr>
              <w:t xml:space="preserve">колишнім політичним в’язням, репресованим,   воякам УПА та  </w:t>
            </w: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особам з числа учасників-добровольців </w:t>
            </w:r>
          </w:p>
          <w:p w:rsidR="001C52B0" w:rsidRPr="00FC008E" w:rsidRDefault="001C52B0" w:rsidP="00F321CA">
            <w:pPr>
              <w:rPr>
                <w:sz w:val="18"/>
                <w:szCs w:val="18"/>
                <w:lang w:val="uk-UA"/>
              </w:rPr>
            </w:pP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>бойових дій АТО</w:t>
            </w:r>
            <w:r w:rsidRPr="00FC008E">
              <w:rPr>
                <w:sz w:val="18"/>
                <w:szCs w:val="18"/>
                <w:lang w:val="uk-UA"/>
              </w:rPr>
              <w:t xml:space="preserve"> </w:t>
            </w:r>
          </w:p>
          <w:p w:rsidR="001C52B0" w:rsidRPr="00FC008E" w:rsidRDefault="001C52B0" w:rsidP="00F321CA">
            <w:pPr>
              <w:rPr>
                <w:bCs/>
                <w:iCs/>
                <w:sz w:val="18"/>
                <w:szCs w:val="18"/>
                <w:lang w:val="uk-UA"/>
              </w:rPr>
            </w:pPr>
            <w:r w:rsidRPr="00FC008E">
              <w:rPr>
                <w:bCs/>
                <w:iCs/>
                <w:sz w:val="18"/>
                <w:szCs w:val="18"/>
                <w:lang w:val="uk-UA"/>
              </w:rPr>
              <w:t>Зменшення видатків на оплату послуг зв’язку окремих пільгових категорій (</w:t>
            </w: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крім репре</w:t>
            </w:r>
            <w:r w:rsidRPr="00FC008E">
              <w:rPr>
                <w:sz w:val="18"/>
                <w:szCs w:val="18"/>
                <w:lang w:val="uk-UA"/>
              </w:rPr>
              <w:t>сованих ,</w:t>
            </w:r>
            <w:r w:rsidRPr="00FC008E">
              <w:rPr>
                <w:bCs/>
                <w:color w:val="000000"/>
                <w:sz w:val="18"/>
                <w:szCs w:val="18"/>
                <w:lang w:val="uk-UA"/>
              </w:rPr>
              <w:t xml:space="preserve"> </w:t>
            </w:r>
            <w:r w:rsidRPr="00FC008E">
              <w:rPr>
                <w:sz w:val="18"/>
                <w:szCs w:val="18"/>
                <w:lang w:val="uk-UA"/>
              </w:rPr>
              <w:t>осіб з числа учасників-добровольців  бойових дій АТО)</w:t>
            </w:r>
            <w:r w:rsidRPr="00FC008E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відповідно до  законодавчих актів.</w:t>
            </w:r>
            <w:r w:rsidRPr="00FC008E">
              <w:rPr>
                <w:color w:val="000000"/>
                <w:sz w:val="18"/>
                <w:szCs w:val="18"/>
                <w:lang w:val="uk-UA"/>
              </w:rPr>
              <w:t xml:space="preserve"> </w:t>
            </w:r>
          </w:p>
          <w:p w:rsidR="001C52B0" w:rsidRPr="00FC008E" w:rsidRDefault="001C52B0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</w:tr>
      <w:tr w:rsidR="001C52B0" w:rsidRPr="00FC008E" w:rsidTr="00F321CA">
        <w:trPr>
          <w:trHeight w:val="1378"/>
        </w:trPr>
        <w:tc>
          <w:tcPr>
            <w:tcW w:w="1526" w:type="dxa"/>
          </w:tcPr>
          <w:p w:rsidR="001C52B0" w:rsidRPr="00FC008E" w:rsidRDefault="001C52B0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/>
                <w:color w:val="000000"/>
                <w:sz w:val="18"/>
                <w:szCs w:val="18"/>
                <w:lang w:val="uk-UA"/>
              </w:rPr>
              <w:t>Замінити</w:t>
            </w:r>
            <w:r>
              <w:rPr>
                <w:b/>
                <w:color w:val="000000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721" w:type="dxa"/>
          </w:tcPr>
          <w:p w:rsidR="001C52B0" w:rsidRPr="00FC008E" w:rsidRDefault="001C52B0" w:rsidP="00F321CA">
            <w:pPr>
              <w:jc w:val="center"/>
              <w:rPr>
                <w:snapToGrid w:val="0"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Матеріально- технічне та фінансове забезпечення</w:t>
            </w:r>
          </w:p>
        </w:tc>
        <w:tc>
          <w:tcPr>
            <w:tcW w:w="4162" w:type="dxa"/>
          </w:tcPr>
          <w:p w:rsidR="001C52B0" w:rsidRPr="00FC008E" w:rsidRDefault="001C52B0" w:rsidP="00F321CA">
            <w:pPr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>Проводити виплату грошової компенсації фізичним особам, які надають соціальні послуги громадянам похилого віку, інвалідам, дітям-інвалідам, хворим, які не здатні до самообслуговування і потребують сторонньої допомоги в</w:t>
            </w:r>
            <w:r w:rsidRPr="00FC008E">
              <w:rPr>
                <w:sz w:val="18"/>
                <w:szCs w:val="18"/>
                <w:lang w:val="uk-UA"/>
              </w:rPr>
              <w:t xml:space="preserve"> населених пунктах, що належать до Нагірянської сільської ради;</w:t>
            </w:r>
          </w:p>
        </w:tc>
        <w:tc>
          <w:tcPr>
            <w:tcW w:w="1249" w:type="dxa"/>
          </w:tcPr>
          <w:p w:rsidR="001C52B0" w:rsidRPr="00FC008E" w:rsidRDefault="001C52B0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>2021-2023 роки</w:t>
            </w:r>
          </w:p>
          <w:p w:rsidR="001C52B0" w:rsidRPr="00FC008E" w:rsidRDefault="001C52B0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ind w:right="358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223" w:type="dxa"/>
          </w:tcPr>
          <w:p w:rsidR="001C52B0" w:rsidRPr="00FC008E" w:rsidRDefault="001C52B0" w:rsidP="00F321CA">
            <w:pPr>
              <w:tabs>
                <w:tab w:val="left" w:pos="-108"/>
                <w:tab w:val="left" w:pos="3960"/>
              </w:tabs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>Відділ соціального захисту населення Нагірянської сільської ради</w:t>
            </w:r>
          </w:p>
          <w:p w:rsidR="001C52B0" w:rsidRPr="00FC008E" w:rsidRDefault="001C52B0" w:rsidP="00F321CA">
            <w:pPr>
              <w:tabs>
                <w:tab w:val="left" w:pos="-108"/>
                <w:tab w:val="left" w:pos="3960"/>
              </w:tabs>
              <w:jc w:val="both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tabs>
                <w:tab w:val="left" w:pos="-108"/>
                <w:tab w:val="left" w:pos="3960"/>
              </w:tabs>
              <w:jc w:val="both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tabs>
                <w:tab w:val="left" w:pos="-108"/>
                <w:tab w:val="left" w:pos="3960"/>
              </w:tabs>
              <w:jc w:val="both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ind w:right="358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</w:tcPr>
          <w:p w:rsidR="001C52B0" w:rsidRPr="00FC008E" w:rsidRDefault="001C52B0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сільський бюджет</w:t>
            </w:r>
          </w:p>
          <w:p w:rsidR="001C52B0" w:rsidRPr="00FC008E" w:rsidRDefault="001C52B0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1C52B0" w:rsidRPr="00FC008E" w:rsidRDefault="001C52B0" w:rsidP="00F321CA">
            <w:pPr>
              <w:ind w:left="-141" w:firstLine="141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107,39</w:t>
            </w:r>
          </w:p>
        </w:tc>
        <w:tc>
          <w:tcPr>
            <w:tcW w:w="694" w:type="dxa"/>
          </w:tcPr>
          <w:p w:rsidR="001C52B0" w:rsidRPr="00FC008E" w:rsidRDefault="001C52B0" w:rsidP="00F321CA">
            <w:pPr>
              <w:ind w:right="-105"/>
              <w:rPr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874" w:type="dxa"/>
          </w:tcPr>
          <w:p w:rsidR="001C52B0" w:rsidRPr="00FC008E" w:rsidRDefault="001C52B0" w:rsidP="00F321CA">
            <w:pPr>
              <w:tabs>
                <w:tab w:val="left" w:pos="597"/>
              </w:tabs>
              <w:ind w:right="202"/>
              <w:rPr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2414" w:type="dxa"/>
          </w:tcPr>
          <w:p w:rsidR="001C52B0" w:rsidRPr="00FC008E" w:rsidRDefault="001C52B0" w:rsidP="00F321CA">
            <w:pPr>
              <w:rPr>
                <w:sz w:val="18"/>
                <w:szCs w:val="18"/>
                <w:lang w:val="uk-UA"/>
              </w:rPr>
            </w:pPr>
            <w:r w:rsidRPr="00FC008E">
              <w:rPr>
                <w:bCs/>
                <w:iCs/>
                <w:sz w:val="18"/>
                <w:szCs w:val="18"/>
                <w:lang w:val="uk-UA"/>
              </w:rPr>
              <w:t xml:space="preserve">Покращення умов проживання </w:t>
            </w:r>
            <w:r w:rsidRPr="00FC008E">
              <w:rPr>
                <w:sz w:val="18"/>
                <w:szCs w:val="18"/>
                <w:lang w:val="uk-UA"/>
              </w:rPr>
              <w:t xml:space="preserve">   особам, які не здатні до самообслуговування і потребують сторонньої допомоги </w:t>
            </w:r>
          </w:p>
          <w:p w:rsidR="001C52B0" w:rsidRPr="00FC008E" w:rsidRDefault="001C52B0" w:rsidP="00F321CA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</w:tr>
      <w:tr w:rsidR="001C52B0" w:rsidRPr="00FC008E" w:rsidTr="00F321CA">
        <w:trPr>
          <w:trHeight w:val="58"/>
        </w:trPr>
        <w:tc>
          <w:tcPr>
            <w:tcW w:w="1526" w:type="dxa"/>
          </w:tcPr>
          <w:p w:rsidR="001C52B0" w:rsidRDefault="001C52B0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/>
                <w:color w:val="000000"/>
                <w:sz w:val="18"/>
                <w:szCs w:val="18"/>
                <w:lang w:val="uk-UA"/>
              </w:rPr>
              <w:t>На</w:t>
            </w:r>
            <w:r>
              <w:rPr>
                <w:b/>
                <w:color w:val="000000"/>
                <w:sz w:val="18"/>
                <w:szCs w:val="18"/>
                <w:lang w:val="uk-UA"/>
              </w:rPr>
              <w:t xml:space="preserve"> </w:t>
            </w:r>
          </w:p>
          <w:p w:rsidR="001C52B0" w:rsidRPr="00FC008E" w:rsidRDefault="001C52B0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721" w:type="dxa"/>
          </w:tcPr>
          <w:p w:rsidR="001C52B0" w:rsidRPr="00FC008E" w:rsidRDefault="001C52B0" w:rsidP="00F321CA">
            <w:pPr>
              <w:jc w:val="center"/>
              <w:rPr>
                <w:snapToGrid w:val="0"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Матеріально- технічне та фінансове забезпечення</w:t>
            </w:r>
          </w:p>
        </w:tc>
        <w:tc>
          <w:tcPr>
            <w:tcW w:w="4162" w:type="dxa"/>
          </w:tcPr>
          <w:p w:rsidR="001C52B0" w:rsidRPr="00FC008E" w:rsidRDefault="001C52B0" w:rsidP="00F321CA">
            <w:pPr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>Проводити виплату грошової компенсації фізичним особам, які надають соціальні послуги громадянам похилого віку, інвалідам, дітям-інвалідам, хворим, які не здатні до самообслуговування і потребують сторонньої допомоги в</w:t>
            </w:r>
            <w:r w:rsidRPr="00FC008E">
              <w:rPr>
                <w:sz w:val="18"/>
                <w:szCs w:val="18"/>
                <w:lang w:val="uk-UA"/>
              </w:rPr>
              <w:t xml:space="preserve"> населених пунктах, що належать до Нагірянської сільської ради;</w:t>
            </w:r>
          </w:p>
        </w:tc>
        <w:tc>
          <w:tcPr>
            <w:tcW w:w="1249" w:type="dxa"/>
          </w:tcPr>
          <w:p w:rsidR="001C52B0" w:rsidRPr="00FC008E" w:rsidRDefault="001C52B0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>2021-2023 роки</w:t>
            </w:r>
          </w:p>
          <w:p w:rsidR="001C52B0" w:rsidRPr="00FC008E" w:rsidRDefault="001C52B0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</w:tc>
        <w:tc>
          <w:tcPr>
            <w:tcW w:w="2223" w:type="dxa"/>
          </w:tcPr>
          <w:p w:rsidR="001C52B0" w:rsidRPr="00FC008E" w:rsidRDefault="001C52B0" w:rsidP="00F321CA">
            <w:pPr>
              <w:tabs>
                <w:tab w:val="left" w:pos="-108"/>
                <w:tab w:val="left" w:pos="3960"/>
              </w:tabs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>Відділ соціального захисту населення Нагірянської сільської ради</w:t>
            </w:r>
          </w:p>
          <w:p w:rsidR="001C52B0" w:rsidRPr="00FC008E" w:rsidRDefault="001C52B0" w:rsidP="00F321CA">
            <w:pPr>
              <w:tabs>
                <w:tab w:val="left" w:pos="-108"/>
                <w:tab w:val="left" w:pos="3960"/>
              </w:tabs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</w:tcPr>
          <w:p w:rsidR="001C52B0" w:rsidRPr="00FC008E" w:rsidRDefault="001C52B0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сільський бюджет</w:t>
            </w:r>
          </w:p>
          <w:p w:rsidR="001C52B0" w:rsidRPr="00FC008E" w:rsidRDefault="001C52B0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1C52B0" w:rsidRPr="00FC008E" w:rsidRDefault="001C52B0" w:rsidP="00F321CA">
            <w:pPr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1C52B0" w:rsidRPr="00FC008E" w:rsidRDefault="001C52B0" w:rsidP="00F321CA">
            <w:pPr>
              <w:ind w:left="-141" w:firstLine="141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144</w:t>
            </w:r>
            <w:r w:rsidRPr="00FC008E">
              <w:rPr>
                <w:color w:val="000000"/>
                <w:sz w:val="18"/>
                <w:szCs w:val="18"/>
                <w:lang w:val="uk-UA"/>
              </w:rPr>
              <w:t>,39</w:t>
            </w:r>
          </w:p>
        </w:tc>
        <w:tc>
          <w:tcPr>
            <w:tcW w:w="694" w:type="dxa"/>
          </w:tcPr>
          <w:p w:rsidR="001C52B0" w:rsidRPr="00FC008E" w:rsidRDefault="001C52B0" w:rsidP="00F321CA">
            <w:pPr>
              <w:ind w:right="-105"/>
              <w:rPr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874" w:type="dxa"/>
          </w:tcPr>
          <w:p w:rsidR="001C52B0" w:rsidRPr="00FC008E" w:rsidRDefault="001C52B0" w:rsidP="00F321CA">
            <w:pPr>
              <w:tabs>
                <w:tab w:val="left" w:pos="597"/>
              </w:tabs>
              <w:ind w:right="202"/>
              <w:rPr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2414" w:type="dxa"/>
          </w:tcPr>
          <w:p w:rsidR="001C52B0" w:rsidRPr="00FC008E" w:rsidRDefault="001C52B0" w:rsidP="00F321CA">
            <w:pPr>
              <w:rPr>
                <w:sz w:val="18"/>
                <w:szCs w:val="18"/>
                <w:lang w:val="uk-UA"/>
              </w:rPr>
            </w:pPr>
            <w:r w:rsidRPr="00FC008E">
              <w:rPr>
                <w:bCs/>
                <w:iCs/>
                <w:sz w:val="18"/>
                <w:szCs w:val="18"/>
                <w:lang w:val="uk-UA"/>
              </w:rPr>
              <w:t xml:space="preserve">Покращення умов проживання </w:t>
            </w:r>
            <w:r w:rsidRPr="00FC008E">
              <w:rPr>
                <w:sz w:val="18"/>
                <w:szCs w:val="18"/>
                <w:lang w:val="uk-UA"/>
              </w:rPr>
              <w:t xml:space="preserve">   особам, які не здатні до самообслуговування і потребують сторонньої допомоги </w:t>
            </w:r>
          </w:p>
          <w:p w:rsidR="001C52B0" w:rsidRPr="00FC008E" w:rsidRDefault="001C52B0" w:rsidP="00F321CA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</w:tr>
    </w:tbl>
    <w:p w:rsidR="001C52B0" w:rsidRPr="00C1198A" w:rsidRDefault="001C52B0" w:rsidP="00C1198A">
      <w:pPr>
        <w:shd w:val="clear" w:color="auto" w:fill="FFFFFF"/>
        <w:ind w:left="567" w:hanging="567"/>
        <w:jc w:val="both"/>
        <w:rPr>
          <w:b/>
          <w:bCs/>
          <w:color w:val="000000"/>
          <w:sz w:val="18"/>
          <w:szCs w:val="18"/>
          <w:lang w:val="uk-UA"/>
        </w:rPr>
      </w:pPr>
      <w:r w:rsidRPr="00FC008E">
        <w:rPr>
          <w:b/>
          <w:sz w:val="18"/>
          <w:szCs w:val="18"/>
          <w:lang w:val="uk-UA"/>
        </w:rPr>
        <w:t xml:space="preserve">        Секретар</w:t>
      </w:r>
      <w:r w:rsidRPr="00FC008E">
        <w:rPr>
          <w:b/>
          <w:sz w:val="18"/>
          <w:szCs w:val="18"/>
        </w:rPr>
        <w:t xml:space="preserve"> </w:t>
      </w:r>
      <w:r w:rsidRPr="00FC008E">
        <w:rPr>
          <w:b/>
          <w:sz w:val="18"/>
          <w:szCs w:val="18"/>
          <w:lang w:val="uk-UA"/>
        </w:rPr>
        <w:t xml:space="preserve">сільської </w:t>
      </w:r>
      <w:r w:rsidRPr="00FC008E">
        <w:rPr>
          <w:b/>
          <w:sz w:val="18"/>
          <w:szCs w:val="18"/>
        </w:rPr>
        <w:t xml:space="preserve"> ради                          </w:t>
      </w:r>
      <w:r w:rsidRPr="00FC008E">
        <w:rPr>
          <w:b/>
          <w:sz w:val="18"/>
          <w:szCs w:val="18"/>
          <w:lang w:val="uk-UA"/>
        </w:rPr>
        <w:t xml:space="preserve">                                                               </w:t>
      </w:r>
      <w:r w:rsidRPr="00FC008E">
        <w:rPr>
          <w:b/>
          <w:sz w:val="18"/>
          <w:szCs w:val="18"/>
        </w:rPr>
        <w:t xml:space="preserve">        </w:t>
      </w:r>
      <w:r w:rsidRPr="00FC008E">
        <w:rPr>
          <w:b/>
          <w:sz w:val="18"/>
          <w:szCs w:val="18"/>
          <w:lang w:val="uk-UA"/>
        </w:rPr>
        <w:t xml:space="preserve">          Галина Б</w:t>
      </w:r>
      <w:r>
        <w:rPr>
          <w:b/>
          <w:sz w:val="18"/>
          <w:szCs w:val="18"/>
          <w:lang w:val="uk-UA"/>
        </w:rPr>
        <w:t>УРЯК</w:t>
      </w:r>
    </w:p>
    <w:sectPr w:rsidR="001C52B0" w:rsidRPr="00C1198A" w:rsidSect="00FC008E">
      <w:pgSz w:w="16838" w:h="11906" w:orient="landscape"/>
      <w:pgMar w:top="720" w:right="720" w:bottom="720" w:left="720" w:header="709" w:footer="709" w:gutter="0"/>
      <w:paperSrc w:first="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77B2"/>
    <w:rsid w:val="00147DCC"/>
    <w:rsid w:val="001C52B0"/>
    <w:rsid w:val="002449AF"/>
    <w:rsid w:val="005D316A"/>
    <w:rsid w:val="009C2C36"/>
    <w:rsid w:val="009E2601"/>
    <w:rsid w:val="00AC09CC"/>
    <w:rsid w:val="00B677B2"/>
    <w:rsid w:val="00C1198A"/>
    <w:rsid w:val="00E63A80"/>
    <w:rsid w:val="00F321CA"/>
    <w:rsid w:val="00FC0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16A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487</Words>
  <Characters>2777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ASUS</cp:lastModifiedBy>
  <cp:revision>6</cp:revision>
  <cp:lastPrinted>2021-11-11T06:57:00Z</cp:lastPrinted>
  <dcterms:created xsi:type="dcterms:W3CDTF">2021-07-13T07:52:00Z</dcterms:created>
  <dcterms:modified xsi:type="dcterms:W3CDTF">2021-11-14T17:54:00Z</dcterms:modified>
</cp:coreProperties>
</file>