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701B99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ОДИНАДЦЯТА позачергова</w:t>
      </w:r>
      <w:r w:rsidRPr="0000134B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E51816" w:rsidRPr="0000134B" w:rsidRDefault="00E51816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E51816" w:rsidRPr="0000134B" w:rsidRDefault="00E51816" w:rsidP="00590FE7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51816" w:rsidRPr="0000134B" w:rsidRDefault="00E51816" w:rsidP="00590FE7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</w:p>
    <w:p w:rsidR="00E51816" w:rsidRPr="00A23320" w:rsidRDefault="00E51816" w:rsidP="0000134B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07 вересня 2021 року</w:t>
      </w:r>
      <w:r w:rsidRPr="0000134B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№</w:t>
      </w:r>
      <w:r>
        <w:rPr>
          <w:rFonts w:ascii="Times New Roman" w:hAnsi="Times New Roman"/>
          <w:sz w:val="24"/>
          <w:szCs w:val="24"/>
          <w:lang w:val="uk-UA"/>
        </w:rPr>
        <w:t xml:space="preserve"> 509</w:t>
      </w:r>
    </w:p>
    <w:p w:rsidR="00E51816" w:rsidRPr="0000134B" w:rsidRDefault="00E51816" w:rsidP="00590FE7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E51816" w:rsidRPr="0000134B" w:rsidRDefault="00E51816" w:rsidP="00590FE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</w:p>
    <w:p w:rsidR="00E51816" w:rsidRPr="0000134B" w:rsidRDefault="00E51816" w:rsidP="00590FE7">
      <w:pPr>
        <w:pStyle w:val="BodyText2"/>
        <w:jc w:val="left"/>
        <w:rPr>
          <w:bCs/>
          <w:sz w:val="24"/>
          <w:szCs w:val="24"/>
          <w:bdr w:val="none" w:sz="0" w:space="0" w:color="auto" w:frame="1"/>
        </w:rPr>
      </w:pPr>
      <w:r w:rsidRPr="0000134B">
        <w:rPr>
          <w:bCs/>
          <w:sz w:val="24"/>
          <w:szCs w:val="24"/>
          <w:bdr w:val="none" w:sz="0" w:space="0" w:color="auto" w:frame="1"/>
        </w:rPr>
        <w:t xml:space="preserve">Про </w:t>
      </w:r>
      <w:r w:rsidRPr="0000134B">
        <w:rPr>
          <w:iCs/>
          <w:sz w:val="24"/>
          <w:szCs w:val="24"/>
        </w:rPr>
        <w:t xml:space="preserve">реорганізацію Нагірянського закладу </w:t>
      </w:r>
    </w:p>
    <w:p w:rsidR="00E51816" w:rsidRPr="0000134B" w:rsidRDefault="00E51816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дошкільної освіти загального розвитку</w:t>
      </w:r>
    </w:p>
    <w:p w:rsidR="00E51816" w:rsidRPr="0000134B" w:rsidRDefault="00E51816" w:rsidP="00590FE7">
      <w:pPr>
        <w:pStyle w:val="BodyText2"/>
        <w:jc w:val="left"/>
        <w:rPr>
          <w:sz w:val="24"/>
          <w:szCs w:val="24"/>
        </w:rPr>
      </w:pPr>
      <w:r w:rsidRPr="0000134B">
        <w:rPr>
          <w:iCs/>
          <w:sz w:val="24"/>
          <w:szCs w:val="24"/>
        </w:rPr>
        <w:t xml:space="preserve">«Казка» </w:t>
      </w:r>
      <w:r w:rsidRPr="0000134B">
        <w:rPr>
          <w:sz w:val="24"/>
          <w:szCs w:val="24"/>
        </w:rPr>
        <w:t>Нагірянської сільської ради</w:t>
      </w:r>
    </w:p>
    <w:p w:rsidR="00E51816" w:rsidRPr="0000134B" w:rsidRDefault="00E51816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sz w:val="24"/>
          <w:szCs w:val="24"/>
        </w:rPr>
        <w:t xml:space="preserve">шляхом приєднання до </w:t>
      </w:r>
      <w:r w:rsidRPr="0000134B">
        <w:rPr>
          <w:iCs/>
          <w:sz w:val="24"/>
          <w:szCs w:val="24"/>
        </w:rPr>
        <w:t>Нагірянського</w:t>
      </w:r>
    </w:p>
    <w:p w:rsidR="00E51816" w:rsidRPr="0000134B" w:rsidRDefault="00E51816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закладу дошкільної освіти загального</w:t>
      </w:r>
    </w:p>
    <w:p w:rsidR="00E51816" w:rsidRPr="0000134B" w:rsidRDefault="00E51816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розвитку «Барвінок»</w:t>
      </w:r>
      <w:r w:rsidRPr="0000134B">
        <w:rPr>
          <w:sz w:val="24"/>
          <w:szCs w:val="24"/>
        </w:rPr>
        <w:t xml:space="preserve"> </w:t>
      </w:r>
      <w:r w:rsidRPr="0000134B">
        <w:rPr>
          <w:iCs/>
          <w:sz w:val="24"/>
          <w:szCs w:val="24"/>
        </w:rPr>
        <w:t>Нагірянської сільської</w:t>
      </w:r>
    </w:p>
    <w:p w:rsidR="00E51816" w:rsidRPr="0000134B" w:rsidRDefault="00E51816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ради</w:t>
      </w:r>
    </w:p>
    <w:p w:rsidR="00E51816" w:rsidRPr="0000134B" w:rsidRDefault="00E51816" w:rsidP="00590FE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E51816" w:rsidRDefault="00E51816" w:rsidP="00590FE7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>Відповідно до статей 80,81,87,104,105,106,107,108 Цивільного кодексу України, статей 52,53,54 Господарського Кодексу України, Закону України «Про державну реєстрацію юридичних осіб, фізичних осіб – підприємців та громадських формувань», Законів України «Про освіту», «Про загальну середню освіту», «Про дошкільну освіту», враховуючи  рекомендації постійної комісії сільської ради з гуманітарних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від 07 вересня 2021 року</w:t>
      </w:r>
      <w:r w:rsidRPr="0000134B">
        <w:rPr>
          <w:rFonts w:ascii="Times New Roman" w:hAnsi="Times New Roman"/>
          <w:sz w:val="24"/>
          <w:szCs w:val="24"/>
          <w:lang w:val="uk-UA"/>
        </w:rPr>
        <w:t>,  Нагірянська сільська рада</w:t>
      </w:r>
    </w:p>
    <w:p w:rsidR="00E51816" w:rsidRPr="0000134B" w:rsidRDefault="00E51816" w:rsidP="00590FE7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51816" w:rsidRPr="0000134B" w:rsidRDefault="00E51816" w:rsidP="00590FE7">
      <w:pPr>
        <w:rPr>
          <w:rFonts w:ascii="Times New Roman" w:hAnsi="Times New Roman"/>
          <w:b/>
          <w:sz w:val="24"/>
          <w:szCs w:val="24"/>
          <w:lang w:val="uk-UA"/>
        </w:rPr>
      </w:pPr>
      <w:r w:rsidRPr="0000134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51816" w:rsidRDefault="00E51816" w:rsidP="00A23320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51816" w:rsidRPr="0000134B" w:rsidRDefault="00E51816" w:rsidP="00A23320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D7DA1">
        <w:rPr>
          <w:rFonts w:ascii="Times New Roman" w:hAnsi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Реорганізувати Нагірянський заклад дошкільної освіти загального розвитку «Казка» Нагірянської сільської ради (код ЄДРПОУ 24619493)  шляхом приєднання до Нагірянського закладу дошкільної освіти загального розвитку «Барвінок»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Нагірянської сільської ради (код ЄДРПОУ 35126805).</w:t>
      </w:r>
    </w:p>
    <w:p w:rsidR="00E51816" w:rsidRPr="0000134B" w:rsidRDefault="00E51816" w:rsidP="00A23320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2.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Встановити, що правонаступником майна, прав, обов’язків та трудових відносин реорганізованого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Нагірянського закладу дошкільної освіти загального розвитку «Казка» Нагірянської сільської ради є Нагірянський заклад дошкільної освіти загального розвитку «Барвінок»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Нагірянської сільської ради.</w:t>
      </w:r>
    </w:p>
    <w:p w:rsidR="00E51816" w:rsidRPr="0000134B" w:rsidRDefault="00E51816" w:rsidP="00A23320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3.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Для проведення заходів з реорганізації Нагірянського закладу дошкільної освіти загального розвитку «Казка» Нагірянської сільської ради шляхом приєднання до Нагірянського закладу дошкільної освіти загального розвитку «Барвінок»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Нагірянської сільської ради створити комісію в складі:</w:t>
      </w: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ab/>
        <w:t>З</w:t>
      </w:r>
      <w:r w:rsidRPr="004D6677">
        <w:rPr>
          <w:rFonts w:ascii="Times New Roman" w:hAnsi="Times New Roman"/>
          <w:color w:val="000000"/>
          <w:sz w:val="24"/>
          <w:szCs w:val="24"/>
          <w:lang w:val="uk-UA"/>
        </w:rPr>
        <w:t>’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явін Галина Андріївна (3160918106) – голова комісії, директор Нагірянськ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ого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заклад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 xml:space="preserve"> дошкільної освіти загального розвитку «Казка» Нагірянської сільської ради;</w:t>
      </w: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ab/>
        <w:t>Кав</w:t>
      </w:r>
      <w:r w:rsidRPr="004D6677">
        <w:rPr>
          <w:rFonts w:ascii="Times New Roman" w:hAnsi="Times New Roman"/>
          <w:color w:val="000000"/>
          <w:sz w:val="24"/>
          <w:szCs w:val="24"/>
          <w:lang w:val="uk-UA"/>
        </w:rPr>
        <w:t>’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юк Любов Василівна (1910024167) – член комісії, директор Нагірянського закладу дошкільної освіти загального розвитку «Барвінок» Нагірянської сільської ради;</w:t>
      </w: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ab/>
        <w:t>Бартків Ірина Володимирівна (3077220768) – член комісії, головний бухгалтер гуманітарного відділу Нагірянської сільської ради;</w:t>
      </w:r>
    </w:p>
    <w:p w:rsidR="00E51816" w:rsidRPr="0000134B" w:rsidRDefault="00E51816" w:rsidP="00A23320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4.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Голові комісії з реорганізації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Нагірянського закладу дошкільної освіти загального розвитку «Казка» Нагірянської сільської ради З</w:t>
      </w:r>
      <w:r w:rsidRPr="004D6677">
        <w:rPr>
          <w:rFonts w:ascii="Times New Roman" w:hAnsi="Times New Roman"/>
          <w:color w:val="000000"/>
          <w:sz w:val="24"/>
          <w:szCs w:val="24"/>
          <w:lang w:val="uk-UA"/>
        </w:rPr>
        <w:t>’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явін Галині Андріївні:</w:t>
      </w: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4.1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Повідомити державного реєстратора  про рішення щодо реорганізації юридичної особи шляхом приєднання, подати документи, необхідні для внесення до Єдиного державного реєстру юридичних осіб, фізичних осіб- підприємців та громадських формувань.</w:t>
      </w: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 xml:space="preserve"> 4.2. Забезпечити інвентаризацію та оцінку майна, яке знаходилося на балансі Нагірянського закладу дошкільної освіти загального розвитку «Казка» Нагірянської сільської ради т</w:t>
      </w:r>
      <w:bookmarkStart w:id="0" w:name="_GoBack"/>
      <w:bookmarkEnd w:id="0"/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а здійснити  передачу на баланс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Нагірянського закладу дошкільної освіти загального розвитку «Барвінок» Нагірянської сільської ради.</w:t>
      </w: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4.3.  Здійснити інші необхідні заходи, пов’язані з реорганізацією юридичної особи, у порядку встановленому чинним законодавством України.</w:t>
      </w:r>
    </w:p>
    <w:p w:rsidR="00E51816" w:rsidRDefault="00E51816" w:rsidP="008D7DA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5. </w:t>
      </w:r>
      <w:r w:rsidRPr="0000134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голову</w:t>
      </w:r>
      <w:r w:rsidRPr="0000134B">
        <w:rPr>
          <w:rFonts w:ascii="Times New Roman" w:hAnsi="Times New Roman"/>
          <w:sz w:val="24"/>
          <w:szCs w:val="24"/>
          <w:lang w:val="uk-UA"/>
        </w:rPr>
        <w:t xml:space="preserve"> та постійну комісію Нагірянської сільської ради з </w:t>
      </w:r>
      <w:r>
        <w:rPr>
          <w:rFonts w:ascii="Times New Roman" w:hAnsi="Times New Roman"/>
          <w:sz w:val="24"/>
          <w:szCs w:val="24"/>
          <w:lang w:val="uk-UA"/>
        </w:rPr>
        <w:t>гуманітарних питань</w:t>
      </w:r>
      <w:r w:rsidRPr="0000134B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Олександр ЗАРІВНИЙ</w:t>
      </w:r>
      <w:r w:rsidRPr="0000134B">
        <w:rPr>
          <w:rFonts w:ascii="Times New Roman" w:hAnsi="Times New Roman"/>
          <w:sz w:val="24"/>
          <w:szCs w:val="24"/>
          <w:lang w:val="uk-UA"/>
        </w:rPr>
        <w:t>).</w:t>
      </w:r>
    </w:p>
    <w:p w:rsidR="00E51816" w:rsidRDefault="00E51816" w:rsidP="00590FE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1816" w:rsidRPr="0000134B" w:rsidRDefault="00E51816" w:rsidP="00590FE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1816" w:rsidRPr="0018469B" w:rsidRDefault="00E51816" w:rsidP="00590FE7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18469B">
        <w:rPr>
          <w:b w:val="0"/>
          <w:sz w:val="24"/>
          <w:szCs w:val="24"/>
        </w:rPr>
        <w:t xml:space="preserve">     </w:t>
      </w:r>
    </w:p>
    <w:p w:rsidR="00E51816" w:rsidRDefault="00E51816" w:rsidP="00590FE7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00134B">
        <w:rPr>
          <w:sz w:val="24"/>
          <w:szCs w:val="24"/>
        </w:rPr>
        <w:t>Нагірянський сільський голова                                       Ігор КІНДРАТ</w:t>
      </w:r>
    </w:p>
    <w:p w:rsidR="00E51816" w:rsidRPr="0000134B" w:rsidRDefault="00E51816" w:rsidP="00590FE7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E51816" w:rsidRPr="0000134B" w:rsidRDefault="00E51816" w:rsidP="00590FE7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31777D" w:rsidRDefault="00E51816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1816" w:rsidRPr="00590FE7" w:rsidRDefault="00E51816">
      <w:pPr>
        <w:rPr>
          <w:rFonts w:ascii="Calibri" w:hAnsi="Calibri"/>
          <w:lang w:val="uk-UA"/>
        </w:rPr>
      </w:pPr>
    </w:p>
    <w:sectPr w:rsidR="00E51816" w:rsidRPr="00590FE7" w:rsidSect="008821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606"/>
    <w:rsid w:val="0000134B"/>
    <w:rsid w:val="00167195"/>
    <w:rsid w:val="0018469B"/>
    <w:rsid w:val="001B54D9"/>
    <w:rsid w:val="002F17B1"/>
    <w:rsid w:val="0031324A"/>
    <w:rsid w:val="0031777D"/>
    <w:rsid w:val="004D6677"/>
    <w:rsid w:val="00590FE7"/>
    <w:rsid w:val="006B075A"/>
    <w:rsid w:val="006F6FA2"/>
    <w:rsid w:val="00701B99"/>
    <w:rsid w:val="00757CFD"/>
    <w:rsid w:val="007B3D11"/>
    <w:rsid w:val="007C3E0D"/>
    <w:rsid w:val="00836442"/>
    <w:rsid w:val="00843251"/>
    <w:rsid w:val="00866BF0"/>
    <w:rsid w:val="00882189"/>
    <w:rsid w:val="008D7DA1"/>
    <w:rsid w:val="009C367B"/>
    <w:rsid w:val="00A23320"/>
    <w:rsid w:val="00A27560"/>
    <w:rsid w:val="00A45118"/>
    <w:rsid w:val="00A61DE1"/>
    <w:rsid w:val="00AC32D9"/>
    <w:rsid w:val="00AC6A7F"/>
    <w:rsid w:val="00B0020C"/>
    <w:rsid w:val="00B71801"/>
    <w:rsid w:val="00BC12A3"/>
    <w:rsid w:val="00D45AE6"/>
    <w:rsid w:val="00DD3606"/>
    <w:rsid w:val="00DF1123"/>
    <w:rsid w:val="00E21E27"/>
    <w:rsid w:val="00E51816"/>
    <w:rsid w:val="00EE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E7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90FE7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90FE7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90F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90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E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2</Pages>
  <Words>505</Words>
  <Characters>2879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ASUS</cp:lastModifiedBy>
  <cp:revision>8</cp:revision>
  <cp:lastPrinted>2021-09-08T08:45:00Z</cp:lastPrinted>
  <dcterms:created xsi:type="dcterms:W3CDTF">2021-09-06T15:04:00Z</dcterms:created>
  <dcterms:modified xsi:type="dcterms:W3CDTF">2021-09-08T08:45:00Z</dcterms:modified>
</cp:coreProperties>
</file>