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69" w:rsidRDefault="00951C69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51C69" w:rsidRPr="0017640B" w:rsidRDefault="00951C69" w:rsidP="0017640B">
      <w:pPr>
        <w:jc w:val="right"/>
        <w:rPr>
          <w:rFonts w:ascii="Times New Roman" w:hAnsi="Times New Roman"/>
          <w:noProof/>
          <w:sz w:val="24"/>
          <w:szCs w:val="24"/>
        </w:rPr>
      </w:pPr>
      <w:r w:rsidRPr="0017640B">
        <w:rPr>
          <w:rFonts w:ascii="Times New Roman" w:hAnsi="Times New Roman"/>
          <w:noProof/>
          <w:sz w:val="24"/>
          <w:szCs w:val="24"/>
        </w:rPr>
        <w:t>ПРОЄКТ</w:t>
      </w:r>
    </w:p>
    <w:p w:rsidR="00951C69" w:rsidRPr="0017640B" w:rsidRDefault="00951C69" w:rsidP="0017640B">
      <w:pPr>
        <w:jc w:val="center"/>
        <w:rPr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6" o:title="" grayscale="t" bilevel="t"/>
          </v:shape>
        </w:pict>
      </w:r>
    </w:p>
    <w:p w:rsidR="00951C69" w:rsidRPr="0009648B" w:rsidRDefault="00951C69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951C69" w:rsidRPr="0009648B" w:rsidRDefault="00951C69" w:rsidP="0017640B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ЧОРТКІВСЬКОГО РАЙОНУ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sz w:val="24"/>
          <w:szCs w:val="24"/>
          <w:lang w:val="uk-UA" w:eastAsia="ru-RU"/>
        </w:rPr>
        <w:t>ТЕРНОПІЛЬСЬКОЇ ОБЛАСТІ</w:t>
      </w:r>
    </w:p>
    <w:p w:rsidR="00951C69" w:rsidRPr="0009648B" w:rsidRDefault="00951C69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951C69" w:rsidRPr="0009648B" w:rsidRDefault="00951C69" w:rsidP="0099616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ДЕСЯТА СЕСІЯ</w:t>
      </w:r>
    </w:p>
    <w:p w:rsidR="00951C69" w:rsidRPr="0009648B" w:rsidRDefault="00951C69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951C69" w:rsidRPr="0009648B" w:rsidRDefault="00951C69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51C69" w:rsidRPr="0009648B" w:rsidRDefault="00951C69" w:rsidP="00820D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від __ серпня 2021 року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</w:t>
      </w: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  № </w:t>
      </w:r>
    </w:p>
    <w:p w:rsidR="00951C69" w:rsidRPr="0009648B" w:rsidRDefault="00951C69" w:rsidP="00820D56">
      <w:pPr>
        <w:spacing w:after="0" w:line="240" w:lineRule="auto"/>
        <w:rPr>
          <w:rFonts w:ascii="Tahoma" w:hAnsi="Tahoma" w:cs="Tahoma"/>
          <w:color w:val="000000"/>
          <w:sz w:val="24"/>
          <w:szCs w:val="24"/>
          <w:lang w:eastAsia="ru-RU"/>
        </w:rPr>
      </w:pPr>
    </w:p>
    <w:p w:rsidR="00951C69" w:rsidRPr="0009648B" w:rsidRDefault="00951C69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9648B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951C69" w:rsidRPr="0009648B" w:rsidRDefault="00951C69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951C69" w:rsidRPr="0009648B" w:rsidRDefault="00951C69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 xml:space="preserve">за І 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півріччя 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202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951C69" w:rsidRPr="0009648B" w:rsidRDefault="00951C69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09648B">
        <w:rPr>
          <w:color w:val="000000"/>
        </w:rPr>
        <w:t>    </w:t>
      </w:r>
      <w:r w:rsidRPr="0009648B">
        <w:rPr>
          <w:color w:val="000000"/>
          <w:lang w:val="uk-UA"/>
        </w:rPr>
        <w:tab/>
      </w:r>
      <w:r w:rsidRPr="0009648B">
        <w:rPr>
          <w:lang w:val="uk-UA"/>
        </w:rPr>
        <w:t xml:space="preserve">Розглянувши </w:t>
      </w:r>
      <w:r w:rsidRPr="0009648B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09648B">
        <w:rPr>
          <w:lang w:val="uk-UA"/>
        </w:rPr>
        <w:t xml:space="preserve">    </w:t>
      </w:r>
      <w:r w:rsidRPr="0009648B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І півріччя 2021 року, керуючись </w:t>
      </w:r>
      <w:r w:rsidRPr="0009648B">
        <w:rPr>
          <w:color w:val="000000"/>
          <w:lang w:val="uk-UA"/>
        </w:rPr>
        <w:t xml:space="preserve">пунктом 23 частини першої статті 26 </w:t>
      </w:r>
      <w:r w:rsidRPr="0009648B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09648B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09648B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09648B">
        <w:rPr>
          <w:color w:val="000000"/>
          <w:lang w:val="uk-UA"/>
        </w:rPr>
        <w:t xml:space="preserve">від 16 </w:t>
      </w:r>
      <w:bookmarkStart w:id="0" w:name="_GoBack"/>
      <w:bookmarkEnd w:id="0"/>
      <w:r w:rsidRPr="0009648B">
        <w:rPr>
          <w:color w:val="000000"/>
          <w:lang w:val="uk-UA"/>
        </w:rPr>
        <w:t xml:space="preserve">серпня 2021 року, Нагірянська сільська  рада </w:t>
      </w:r>
    </w:p>
    <w:p w:rsidR="00951C69" w:rsidRPr="0017640B" w:rsidRDefault="00951C69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17640B">
        <w:rPr>
          <w:b/>
          <w:color w:val="000000"/>
          <w:lang w:val="uk-UA"/>
        </w:rPr>
        <w:t>ВИРІШИЛА: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1764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півріччя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202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29 910,2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28 289,5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151,1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951C69" w:rsidRPr="0009648B" w:rsidRDefault="00951C69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60,4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951C69" w:rsidRPr="0009648B" w:rsidRDefault="00951C69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17640B">
        <w:rPr>
          <w:rFonts w:ascii="Times New Roman" w:hAnsi="Times New Roman"/>
          <w:b/>
          <w:color w:val="000000"/>
          <w:sz w:val="24"/>
          <w:szCs w:val="24"/>
          <w:lang w:eastAsia="ru-RU"/>
        </w:rPr>
        <w:t> </w:t>
      </w:r>
      <w:r w:rsidRPr="001764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951C69" w:rsidRPr="0009648B" w:rsidRDefault="00951C69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09648B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951C69" w:rsidRPr="0009648B" w:rsidRDefault="00951C69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51C69" w:rsidRPr="0009648B" w:rsidRDefault="00951C69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51C69" w:rsidRPr="0009648B" w:rsidRDefault="00951C69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                               </w:t>
      </w:r>
    </w:p>
    <w:p w:rsidR="00951C69" w:rsidRPr="0009648B" w:rsidRDefault="00951C69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Любомир ХРУСТАВКА                                 </w:t>
      </w:r>
    </w:p>
    <w:p w:rsidR="00951C69" w:rsidRPr="0017640B" w:rsidRDefault="00951C69" w:rsidP="0017640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Оксана КОВАЛЬЧУК</w:t>
      </w:r>
    </w:p>
    <w:p w:rsidR="00951C69" w:rsidRDefault="00951C69" w:rsidP="00443D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Ольга КРИНИЦЬКА</w:t>
      </w:r>
    </w:p>
    <w:p w:rsidR="00951C69" w:rsidRDefault="00951C69" w:rsidP="00443D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51C69" w:rsidRDefault="00951C69" w:rsidP="00443D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sectPr w:rsidR="00951C69" w:rsidSect="00D1706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69" w:rsidRDefault="00951C69" w:rsidP="00C44B15">
      <w:pPr>
        <w:spacing w:after="0" w:line="240" w:lineRule="auto"/>
      </w:pPr>
      <w:r>
        <w:separator/>
      </w:r>
    </w:p>
  </w:endnote>
  <w:endnote w:type="continuationSeparator" w:id="0">
    <w:p w:rsidR="00951C69" w:rsidRDefault="00951C69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69" w:rsidRDefault="00951C69" w:rsidP="00C44B15">
      <w:pPr>
        <w:spacing w:after="0" w:line="240" w:lineRule="auto"/>
      </w:pPr>
      <w:r>
        <w:separator/>
      </w:r>
    </w:p>
  </w:footnote>
  <w:footnote w:type="continuationSeparator" w:id="0">
    <w:p w:rsidR="00951C69" w:rsidRDefault="00951C69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69" w:rsidRPr="00C44B15" w:rsidRDefault="00951C69" w:rsidP="00C44B15">
    <w:pPr>
      <w:pStyle w:val="Header"/>
      <w:jc w:val="right"/>
      <w:rPr>
        <w:b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42219"/>
    <w:rsid w:val="00051243"/>
    <w:rsid w:val="0009648B"/>
    <w:rsid w:val="00096D78"/>
    <w:rsid w:val="000C00A1"/>
    <w:rsid w:val="000F4B0D"/>
    <w:rsid w:val="00126992"/>
    <w:rsid w:val="00132102"/>
    <w:rsid w:val="001615FD"/>
    <w:rsid w:val="00167739"/>
    <w:rsid w:val="0017640B"/>
    <w:rsid w:val="00247434"/>
    <w:rsid w:val="00301E83"/>
    <w:rsid w:val="004103D5"/>
    <w:rsid w:val="00443D53"/>
    <w:rsid w:val="004965F4"/>
    <w:rsid w:val="004B7049"/>
    <w:rsid w:val="00543549"/>
    <w:rsid w:val="00545535"/>
    <w:rsid w:val="00657D11"/>
    <w:rsid w:val="00707964"/>
    <w:rsid w:val="0079312F"/>
    <w:rsid w:val="00793610"/>
    <w:rsid w:val="00820D56"/>
    <w:rsid w:val="00870F93"/>
    <w:rsid w:val="00876C0E"/>
    <w:rsid w:val="008D00BF"/>
    <w:rsid w:val="008E007B"/>
    <w:rsid w:val="00951C69"/>
    <w:rsid w:val="009948E2"/>
    <w:rsid w:val="00996162"/>
    <w:rsid w:val="00A27DD6"/>
    <w:rsid w:val="00A438A3"/>
    <w:rsid w:val="00B06CFB"/>
    <w:rsid w:val="00B96A98"/>
    <w:rsid w:val="00C0688E"/>
    <w:rsid w:val="00C44B15"/>
    <w:rsid w:val="00CE1D0A"/>
    <w:rsid w:val="00CE2296"/>
    <w:rsid w:val="00CF55D2"/>
    <w:rsid w:val="00D1706D"/>
    <w:rsid w:val="00D24B8F"/>
    <w:rsid w:val="00D340DB"/>
    <w:rsid w:val="00DE59B5"/>
    <w:rsid w:val="00E03CEE"/>
    <w:rsid w:val="00E9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6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8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202</Words>
  <Characters>1157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15</cp:revision>
  <cp:lastPrinted>2021-08-16T09:18:00Z</cp:lastPrinted>
  <dcterms:created xsi:type="dcterms:W3CDTF">2021-05-19T07:53:00Z</dcterms:created>
  <dcterms:modified xsi:type="dcterms:W3CDTF">2021-08-18T13:37:00Z</dcterms:modified>
</cp:coreProperties>
</file>