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DE3" w:rsidRPr="007C3EBD" w:rsidRDefault="00811DE3" w:rsidP="007C3EBD">
      <w:pPr>
        <w:jc w:val="right"/>
        <w:rPr>
          <w:lang w:val="uk-UA"/>
        </w:rPr>
      </w:pPr>
      <w:r>
        <w:rPr>
          <w:lang w:val="uk-UA"/>
        </w:rPr>
        <w:t>ПРОЄКТ</w:t>
      </w:r>
      <w:r w:rsidRPr="007C3EBD">
        <w:rPr>
          <w:lang w:val="uk-UA"/>
        </w:rPr>
        <w:t xml:space="preserve">                                       </w:t>
      </w:r>
    </w:p>
    <w:p w:rsidR="00811DE3" w:rsidRDefault="00811DE3" w:rsidP="00EF1A59">
      <w:pPr>
        <w:rPr>
          <w:sz w:val="32"/>
          <w:szCs w:val="20"/>
          <w:lang w:val="uk-UA"/>
        </w:rPr>
      </w:pPr>
    </w:p>
    <w:p w:rsidR="00811DE3" w:rsidRPr="00A84C4B" w:rsidRDefault="00811DE3" w:rsidP="00E350D8">
      <w:pPr>
        <w:jc w:val="center"/>
        <w:rPr>
          <w:sz w:val="32"/>
          <w:szCs w:val="20"/>
          <w:lang w:val="uk-UA"/>
        </w:rPr>
      </w:pPr>
      <w:r>
        <w:rPr>
          <w:sz w:val="32"/>
          <w:szCs w:val="20"/>
          <w:lang w:val="uk-UA"/>
        </w:rPr>
        <w:t xml:space="preserve">   </w:t>
      </w:r>
      <w:r w:rsidRPr="005B6BDE">
        <w:rPr>
          <w:b/>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style="width:65.25pt;height:54pt;visibility:visible">
            <v:imagedata r:id="rId7" o:title=""/>
          </v:shape>
        </w:pict>
      </w:r>
      <w:r>
        <w:rPr>
          <w:sz w:val="32"/>
          <w:szCs w:val="20"/>
          <w:lang w:val="uk-UA"/>
        </w:rPr>
        <w:t xml:space="preserve">                             </w:t>
      </w:r>
    </w:p>
    <w:p w:rsidR="00811DE3" w:rsidRPr="007C3EBD" w:rsidRDefault="00811DE3" w:rsidP="00E350D8">
      <w:pPr>
        <w:keepNext/>
        <w:jc w:val="center"/>
        <w:outlineLvl w:val="0"/>
        <w:rPr>
          <w:lang w:val="uk-UA"/>
        </w:rPr>
      </w:pPr>
      <w:r w:rsidRPr="007C3EBD">
        <w:rPr>
          <w:lang w:val="uk-UA"/>
        </w:rPr>
        <w:t>НАГІРЯНСЬКА СІЛЬСЬКА РАДА</w:t>
      </w:r>
    </w:p>
    <w:p w:rsidR="00811DE3" w:rsidRDefault="00811DE3" w:rsidP="00E350D8">
      <w:pPr>
        <w:keepNext/>
        <w:jc w:val="center"/>
        <w:outlineLvl w:val="1"/>
        <w:rPr>
          <w:lang w:val="uk-UA"/>
        </w:rPr>
      </w:pPr>
      <w:r>
        <w:rPr>
          <w:lang w:val="uk-UA"/>
        </w:rPr>
        <w:t>ЧОРТКІВСЬКОГО РАЙОНУ ТЕРНОПІЛЬСЬКОЇ ОБЛАСТІ</w:t>
      </w:r>
    </w:p>
    <w:p w:rsidR="00811DE3" w:rsidRPr="007C3EBD" w:rsidRDefault="00811DE3" w:rsidP="00E350D8">
      <w:pPr>
        <w:keepNext/>
        <w:jc w:val="center"/>
        <w:outlineLvl w:val="1"/>
        <w:rPr>
          <w:lang w:val="uk-UA"/>
        </w:rPr>
      </w:pPr>
      <w:r>
        <w:rPr>
          <w:lang w:val="uk-UA"/>
        </w:rPr>
        <w:t>ВОСЬМЕ СКЛИКАННЯ</w:t>
      </w:r>
    </w:p>
    <w:p w:rsidR="00811DE3" w:rsidRDefault="00811DE3" w:rsidP="00DB7F9E">
      <w:pPr>
        <w:jc w:val="center"/>
        <w:rPr>
          <w:lang w:val="uk-UA"/>
        </w:rPr>
      </w:pPr>
      <w:r w:rsidRPr="007C3EBD">
        <w:rPr>
          <w:lang w:val="uk-UA"/>
        </w:rPr>
        <w:t xml:space="preserve"> </w:t>
      </w:r>
      <w:r>
        <w:rPr>
          <w:lang w:val="uk-UA"/>
        </w:rPr>
        <w:t>СІМНАДЦЯТА СЕСІЯ</w:t>
      </w:r>
    </w:p>
    <w:p w:rsidR="00811DE3" w:rsidRDefault="00811DE3" w:rsidP="00DB7F9E">
      <w:pPr>
        <w:jc w:val="center"/>
        <w:rPr>
          <w:lang w:val="uk-UA"/>
        </w:rPr>
      </w:pPr>
      <w:r>
        <w:rPr>
          <w:lang w:val="uk-UA"/>
        </w:rPr>
        <w:t>Друге пленарне засідання</w:t>
      </w:r>
    </w:p>
    <w:p w:rsidR="00811DE3" w:rsidRPr="00FE1DF5" w:rsidRDefault="00811DE3" w:rsidP="00FE1DF5">
      <w:pPr>
        <w:keepNext/>
        <w:jc w:val="center"/>
        <w:outlineLvl w:val="4"/>
        <w:rPr>
          <w:lang w:val="uk-UA"/>
        </w:rPr>
      </w:pPr>
      <w:r w:rsidRPr="007C3EBD">
        <w:rPr>
          <w:lang w:val="uk-UA"/>
        </w:rPr>
        <w:t>Р І Ш Е Н Н Я</w:t>
      </w:r>
    </w:p>
    <w:p w:rsidR="00811DE3" w:rsidRDefault="00811DE3" w:rsidP="00E350D8">
      <w:pPr>
        <w:spacing w:line="360" w:lineRule="auto"/>
        <w:rPr>
          <w:lang w:val="uk-UA"/>
        </w:rPr>
      </w:pPr>
      <w:r>
        <w:rPr>
          <w:lang w:val="uk-UA"/>
        </w:rPr>
        <w:t>від __лютого</w:t>
      </w:r>
      <w:r w:rsidRPr="007C3EBD">
        <w:rPr>
          <w:lang w:val="uk-UA"/>
        </w:rPr>
        <w:t xml:space="preserve">  202</w:t>
      </w:r>
      <w:r>
        <w:rPr>
          <w:lang w:val="uk-UA"/>
        </w:rPr>
        <w:t>2</w:t>
      </w:r>
      <w:r w:rsidRPr="007C3EBD">
        <w:rPr>
          <w:lang w:val="uk-UA"/>
        </w:rPr>
        <w:t xml:space="preserve"> року                                </w:t>
      </w:r>
      <w:r>
        <w:rPr>
          <w:lang w:val="uk-UA"/>
        </w:rPr>
        <w:t xml:space="preserve">     </w:t>
      </w:r>
      <w:r w:rsidRPr="007C3EBD">
        <w:rPr>
          <w:lang w:val="uk-UA"/>
        </w:rPr>
        <w:t>№</w:t>
      </w:r>
      <w:r>
        <w:rPr>
          <w:lang w:val="uk-UA"/>
        </w:rPr>
        <w:t xml:space="preserve"> __</w:t>
      </w:r>
    </w:p>
    <w:p w:rsidR="00811DE3" w:rsidRPr="007C3EBD" w:rsidRDefault="00811DE3" w:rsidP="00E350D8">
      <w:pPr>
        <w:spacing w:line="360" w:lineRule="auto"/>
        <w:rPr>
          <w:lang w:val="uk-UA"/>
        </w:rPr>
      </w:pPr>
      <w:r>
        <w:rPr>
          <w:lang w:val="uk-UA"/>
        </w:rPr>
        <w:t>с-ще Нагірянка</w:t>
      </w:r>
    </w:p>
    <w:p w:rsidR="00811DE3" w:rsidRDefault="00811DE3" w:rsidP="00041214">
      <w:pPr>
        <w:pStyle w:val="NormalWeb"/>
        <w:shd w:val="clear" w:color="auto" w:fill="FFFFFF"/>
        <w:spacing w:before="0" w:beforeAutospacing="0" w:after="0" w:afterAutospacing="0"/>
        <w:jc w:val="both"/>
        <w:rPr>
          <w:b/>
          <w:bCs/>
          <w:color w:val="333333"/>
          <w:bdr w:val="none" w:sz="0" w:space="0" w:color="auto" w:frame="1"/>
          <w:shd w:val="clear" w:color="auto" w:fill="FFFFFF"/>
        </w:rPr>
      </w:pPr>
      <w:r>
        <w:rPr>
          <w:b/>
          <w:bCs/>
          <w:color w:val="333333"/>
          <w:bdr w:val="none" w:sz="0" w:space="0" w:color="auto" w:frame="1"/>
          <w:shd w:val="clear" w:color="auto" w:fill="FFFFFF"/>
        </w:rPr>
        <w:t xml:space="preserve"> </w:t>
      </w:r>
    </w:p>
    <w:p w:rsidR="00811DE3" w:rsidRDefault="00811DE3" w:rsidP="00041214">
      <w:pPr>
        <w:pStyle w:val="NormalWeb"/>
        <w:shd w:val="clear" w:color="auto" w:fill="FFFFFF"/>
        <w:spacing w:before="0" w:beforeAutospacing="0" w:after="0" w:afterAutospacing="0"/>
        <w:jc w:val="both"/>
        <w:rPr>
          <w:b/>
          <w:bCs/>
          <w:color w:val="333333"/>
          <w:bdr w:val="none" w:sz="0" w:space="0" w:color="auto" w:frame="1"/>
          <w:shd w:val="clear" w:color="auto" w:fill="FFFFFF"/>
        </w:rPr>
      </w:pPr>
      <w:r>
        <w:rPr>
          <w:b/>
          <w:bCs/>
          <w:color w:val="333333"/>
          <w:bdr w:val="none" w:sz="0" w:space="0" w:color="auto" w:frame="1"/>
          <w:shd w:val="clear" w:color="auto" w:fill="FFFFFF"/>
        </w:rPr>
        <w:t>Про внесення змін до  рішення Нагірянської</w:t>
      </w:r>
    </w:p>
    <w:p w:rsidR="00811DE3" w:rsidRDefault="00811DE3" w:rsidP="00041214">
      <w:pPr>
        <w:pStyle w:val="NormalWeb"/>
        <w:shd w:val="clear" w:color="auto" w:fill="FFFFFF"/>
        <w:spacing w:before="0" w:beforeAutospacing="0" w:after="0" w:afterAutospacing="0"/>
        <w:jc w:val="both"/>
        <w:rPr>
          <w:b/>
          <w:bCs/>
          <w:color w:val="333333"/>
          <w:bdr w:val="none" w:sz="0" w:space="0" w:color="auto" w:frame="1"/>
          <w:shd w:val="clear" w:color="auto" w:fill="FFFFFF"/>
        </w:rPr>
      </w:pPr>
      <w:r>
        <w:rPr>
          <w:b/>
          <w:bCs/>
          <w:color w:val="333333"/>
          <w:bdr w:val="none" w:sz="0" w:space="0" w:color="auto" w:frame="1"/>
          <w:shd w:val="clear" w:color="auto" w:fill="FFFFFF"/>
        </w:rPr>
        <w:t xml:space="preserve">сільської ради від 01.02.2022 року № 635 </w:t>
      </w:r>
    </w:p>
    <w:p w:rsidR="00811DE3" w:rsidRDefault="00811DE3" w:rsidP="00041214">
      <w:pPr>
        <w:pStyle w:val="NormalWeb"/>
        <w:shd w:val="clear" w:color="auto" w:fill="FFFFFF"/>
        <w:spacing w:before="0" w:beforeAutospacing="0" w:after="0" w:afterAutospacing="0"/>
        <w:jc w:val="both"/>
        <w:rPr>
          <w:b/>
          <w:bCs/>
          <w:color w:val="333333"/>
          <w:bdr w:val="none" w:sz="0" w:space="0" w:color="auto" w:frame="1"/>
          <w:shd w:val="clear" w:color="auto" w:fill="FFFFFF"/>
        </w:rPr>
      </w:pPr>
      <w:r>
        <w:rPr>
          <w:b/>
          <w:bCs/>
          <w:color w:val="333333"/>
          <w:bdr w:val="none" w:sz="0" w:space="0" w:color="auto" w:frame="1"/>
          <w:shd w:val="clear" w:color="auto" w:fill="FFFFFF"/>
        </w:rPr>
        <w:t>«</w:t>
      </w:r>
      <w:r w:rsidRPr="007C3EBD">
        <w:rPr>
          <w:b/>
          <w:bCs/>
          <w:color w:val="333333"/>
          <w:bdr w:val="none" w:sz="0" w:space="0" w:color="auto" w:frame="1"/>
          <w:shd w:val="clear" w:color="auto" w:fill="FFFFFF"/>
        </w:rPr>
        <w:t>Про організацію харчування учнів</w:t>
      </w:r>
      <w:r>
        <w:rPr>
          <w:rFonts w:ascii="Arial" w:hAnsi="Arial" w:cs="Arial"/>
          <w:color w:val="333333"/>
        </w:rPr>
        <w:t xml:space="preserve"> </w:t>
      </w:r>
      <w:r w:rsidRPr="007C3EBD">
        <w:rPr>
          <w:b/>
          <w:bCs/>
          <w:color w:val="333333"/>
          <w:bdr w:val="none" w:sz="0" w:space="0" w:color="auto" w:frame="1"/>
          <w:shd w:val="clear" w:color="auto" w:fill="FFFFFF"/>
        </w:rPr>
        <w:t xml:space="preserve">закладів </w:t>
      </w:r>
    </w:p>
    <w:p w:rsidR="00811DE3" w:rsidRDefault="00811DE3" w:rsidP="00041214">
      <w:pPr>
        <w:pStyle w:val="NormalWeb"/>
        <w:shd w:val="clear" w:color="auto" w:fill="FFFFFF"/>
        <w:spacing w:before="0" w:beforeAutospacing="0" w:after="0" w:afterAutospacing="0"/>
        <w:jc w:val="both"/>
        <w:rPr>
          <w:b/>
          <w:bCs/>
          <w:color w:val="333333"/>
          <w:bdr w:val="none" w:sz="0" w:space="0" w:color="auto" w:frame="1"/>
          <w:shd w:val="clear" w:color="auto" w:fill="FFFFFF"/>
        </w:rPr>
      </w:pPr>
      <w:r w:rsidRPr="007C3EBD">
        <w:rPr>
          <w:b/>
          <w:bCs/>
          <w:color w:val="333333"/>
          <w:bdr w:val="none" w:sz="0" w:space="0" w:color="auto" w:frame="1"/>
          <w:shd w:val="clear" w:color="auto" w:fill="FFFFFF"/>
        </w:rPr>
        <w:t>загальної середньої освіти</w:t>
      </w:r>
      <w:r>
        <w:rPr>
          <w:b/>
          <w:bCs/>
          <w:color w:val="333333"/>
          <w:bdr w:val="none" w:sz="0" w:space="0" w:color="auto" w:frame="1"/>
          <w:shd w:val="clear" w:color="auto" w:fill="FFFFFF"/>
        </w:rPr>
        <w:t>,</w:t>
      </w:r>
      <w:r>
        <w:rPr>
          <w:rFonts w:ascii="Arial" w:hAnsi="Arial" w:cs="Arial"/>
          <w:color w:val="333333"/>
        </w:rPr>
        <w:t xml:space="preserve"> </w:t>
      </w:r>
      <w:r>
        <w:rPr>
          <w:b/>
          <w:bCs/>
          <w:color w:val="333333"/>
          <w:bdr w:val="none" w:sz="0" w:space="0" w:color="auto" w:frame="1"/>
          <w:shd w:val="clear" w:color="auto" w:fill="FFFFFF"/>
        </w:rPr>
        <w:t xml:space="preserve">гімназій, початкової </w:t>
      </w:r>
    </w:p>
    <w:p w:rsidR="00811DE3" w:rsidRPr="00931D0D" w:rsidRDefault="00811DE3" w:rsidP="00041214">
      <w:pPr>
        <w:pStyle w:val="NormalWeb"/>
        <w:shd w:val="clear" w:color="auto" w:fill="FFFFFF"/>
        <w:spacing w:before="0" w:beforeAutospacing="0" w:after="0" w:afterAutospacing="0"/>
        <w:jc w:val="both"/>
        <w:rPr>
          <w:rFonts w:ascii="Arial" w:hAnsi="Arial" w:cs="Arial"/>
          <w:color w:val="333333"/>
        </w:rPr>
      </w:pPr>
      <w:r>
        <w:rPr>
          <w:b/>
          <w:bCs/>
          <w:color w:val="333333"/>
          <w:bdr w:val="none" w:sz="0" w:space="0" w:color="auto" w:frame="1"/>
          <w:shd w:val="clear" w:color="auto" w:fill="FFFFFF"/>
        </w:rPr>
        <w:t>школи</w:t>
      </w:r>
      <w:r>
        <w:rPr>
          <w:rFonts w:ascii="Arial" w:hAnsi="Arial" w:cs="Arial"/>
          <w:color w:val="333333"/>
        </w:rPr>
        <w:t xml:space="preserve"> </w:t>
      </w:r>
      <w:r w:rsidRPr="007C3EBD">
        <w:rPr>
          <w:b/>
          <w:bCs/>
          <w:color w:val="333333"/>
          <w:bdr w:val="none" w:sz="0" w:space="0" w:color="auto" w:frame="1"/>
          <w:shd w:val="clear" w:color="auto" w:fill="FFFFFF"/>
        </w:rPr>
        <w:t>Нагірянської</w:t>
      </w:r>
      <w:r>
        <w:rPr>
          <w:b/>
          <w:bCs/>
          <w:color w:val="333333"/>
          <w:bdr w:val="none" w:sz="0" w:space="0" w:color="auto" w:frame="1"/>
          <w:shd w:val="clear" w:color="auto" w:fill="FFFFFF"/>
        </w:rPr>
        <w:t xml:space="preserve"> сільської ради»</w:t>
      </w:r>
    </w:p>
    <w:p w:rsidR="00811DE3" w:rsidRPr="007C3EBD" w:rsidRDefault="00811DE3" w:rsidP="00041214">
      <w:pPr>
        <w:pStyle w:val="NormalWeb"/>
        <w:shd w:val="clear" w:color="auto" w:fill="FFFFFF"/>
        <w:spacing w:before="0" w:beforeAutospacing="0" w:after="0" w:afterAutospacing="0"/>
        <w:jc w:val="both"/>
        <w:rPr>
          <w:rFonts w:ascii="Arial" w:hAnsi="Arial" w:cs="Arial"/>
          <w:color w:val="333333"/>
        </w:rPr>
      </w:pPr>
      <w:r w:rsidRPr="007C3EBD">
        <w:rPr>
          <w:rFonts w:ascii="Calibri" w:hAnsi="Calibri" w:cs="Calibri"/>
          <w:b/>
          <w:bCs/>
          <w:color w:val="333333"/>
          <w:bdr w:val="none" w:sz="0" w:space="0" w:color="auto" w:frame="1"/>
          <w:shd w:val="clear" w:color="auto" w:fill="FFFFFF"/>
        </w:rPr>
        <w:t> </w:t>
      </w:r>
    </w:p>
    <w:p w:rsidR="00811DE3" w:rsidRDefault="00811DE3" w:rsidP="00CA4F93">
      <w:pPr>
        <w:pStyle w:val="NormalWeb"/>
        <w:shd w:val="clear" w:color="auto" w:fill="FFFFFF"/>
        <w:spacing w:before="0" w:beforeAutospacing="0" w:after="0" w:afterAutospacing="0"/>
        <w:ind w:firstLine="708"/>
        <w:jc w:val="both"/>
        <w:rPr>
          <w:color w:val="333333"/>
          <w:bdr w:val="none" w:sz="0" w:space="0" w:color="auto" w:frame="1"/>
          <w:shd w:val="clear" w:color="auto" w:fill="FFFFFF"/>
        </w:rPr>
      </w:pPr>
      <w:r w:rsidRPr="007C3EBD">
        <w:rPr>
          <w:color w:val="333333"/>
          <w:bdr w:val="none" w:sz="0" w:space="0" w:color="auto" w:frame="1"/>
          <w:shd w:val="clear" w:color="auto" w:fill="FFFFFF"/>
        </w:rPr>
        <w:t xml:space="preserve">Керуючись статтею 26 Закону України «Про місцеве самоврядування в Україні», </w:t>
      </w:r>
      <w:r>
        <w:rPr>
          <w:color w:val="333333"/>
          <w:bdr w:val="none" w:sz="0" w:space="0" w:color="auto" w:frame="1"/>
          <w:shd w:val="clear" w:color="auto" w:fill="FFFFFF"/>
        </w:rPr>
        <w:t>З</w:t>
      </w:r>
      <w:r w:rsidRPr="007C3EBD">
        <w:rPr>
          <w:color w:val="333333"/>
          <w:bdr w:val="none" w:sz="0" w:space="0" w:color="auto" w:frame="1"/>
          <w:shd w:val="clear" w:color="auto" w:fill="FFFFFF"/>
        </w:rPr>
        <w:t>аконами України «Про освіту», «Про</w:t>
      </w:r>
      <w:r>
        <w:rPr>
          <w:color w:val="333333"/>
          <w:bdr w:val="none" w:sz="0" w:space="0" w:color="auto" w:frame="1"/>
          <w:shd w:val="clear" w:color="auto" w:fill="FFFFFF"/>
        </w:rPr>
        <w:t xml:space="preserve"> повну загальну середню освіту»,</w:t>
      </w:r>
      <w:r w:rsidRPr="007C3EBD">
        <w:rPr>
          <w:color w:val="333333"/>
          <w:bdr w:val="none" w:sz="0" w:space="0" w:color="auto" w:frame="1"/>
          <w:shd w:val="clear" w:color="auto" w:fill="FFFFFF"/>
        </w:rPr>
        <w:t xml:space="preserve">  </w:t>
      </w:r>
      <w:r>
        <w:rPr>
          <w:color w:val="333333"/>
          <w:bdr w:val="none" w:sz="0" w:space="0" w:color="auto" w:frame="1"/>
          <w:shd w:val="clear" w:color="auto" w:fill="FFFFFF"/>
        </w:rPr>
        <w:t>«</w:t>
      </w:r>
      <w:r w:rsidRPr="007C3EBD">
        <w:rPr>
          <w:color w:val="333333"/>
          <w:bdr w:val="none" w:sz="0" w:space="0" w:color="auto" w:frame="1"/>
          <w:shd w:val="clear" w:color="auto" w:fill="FFFFFF"/>
        </w:rPr>
        <w:t>Про організацію харчування окремих категорій учнів у загальноосвітніх навчальних за</w:t>
      </w:r>
      <w:r>
        <w:rPr>
          <w:color w:val="333333"/>
          <w:bdr w:val="none" w:sz="0" w:space="0" w:color="auto" w:frame="1"/>
          <w:shd w:val="clear" w:color="auto" w:fill="FFFFFF"/>
        </w:rPr>
        <w:t>кладах»,</w:t>
      </w:r>
      <w:r w:rsidRPr="007C3EBD">
        <w:rPr>
          <w:color w:val="333333"/>
          <w:bdr w:val="none" w:sz="0" w:space="0" w:color="auto" w:frame="1"/>
          <w:shd w:val="clear" w:color="auto" w:fill="FFFFFF"/>
        </w:rPr>
        <w:t xml:space="preserve"> з метою забезпечення повноцінного харчування учнів закл</w:t>
      </w:r>
      <w:r>
        <w:rPr>
          <w:color w:val="333333"/>
          <w:bdr w:val="none" w:sz="0" w:space="0" w:color="auto" w:frame="1"/>
          <w:shd w:val="clear" w:color="auto" w:fill="FFFFFF"/>
        </w:rPr>
        <w:t>адів загальної середньої освіти</w:t>
      </w:r>
      <w:r w:rsidRPr="007C3EBD">
        <w:rPr>
          <w:color w:val="333333"/>
          <w:bdr w:val="none" w:sz="0" w:space="0" w:color="auto" w:frame="1"/>
          <w:shd w:val="clear" w:color="auto" w:fill="FFFFFF"/>
        </w:rPr>
        <w:t>, Нагірянська  сільська рада</w:t>
      </w:r>
    </w:p>
    <w:p w:rsidR="00811DE3" w:rsidRPr="00CA4F93" w:rsidRDefault="00811DE3" w:rsidP="00CA4F93">
      <w:pPr>
        <w:pStyle w:val="NormalWeb"/>
        <w:shd w:val="clear" w:color="auto" w:fill="FFFFFF"/>
        <w:spacing w:before="0" w:beforeAutospacing="0" w:after="0" w:afterAutospacing="0"/>
        <w:ind w:firstLine="708"/>
        <w:jc w:val="both"/>
        <w:rPr>
          <w:color w:val="333333"/>
          <w:bdr w:val="none" w:sz="0" w:space="0" w:color="auto" w:frame="1"/>
          <w:shd w:val="clear" w:color="auto" w:fill="FFFFFF"/>
        </w:rPr>
      </w:pPr>
    </w:p>
    <w:p w:rsidR="00811DE3" w:rsidRDefault="00811DE3" w:rsidP="00041214">
      <w:pPr>
        <w:pStyle w:val="NormalWeb"/>
        <w:shd w:val="clear" w:color="auto" w:fill="FFFFFF"/>
        <w:spacing w:before="0" w:beforeAutospacing="0" w:after="0" w:afterAutospacing="0"/>
        <w:jc w:val="both"/>
        <w:rPr>
          <w:b/>
          <w:bCs/>
          <w:color w:val="333333"/>
          <w:bdr w:val="none" w:sz="0" w:space="0" w:color="auto" w:frame="1"/>
          <w:shd w:val="clear" w:color="auto" w:fill="FFFFFF"/>
        </w:rPr>
      </w:pPr>
      <w:r w:rsidRPr="007C3EBD">
        <w:rPr>
          <w:b/>
          <w:bCs/>
          <w:color w:val="333333"/>
          <w:bdr w:val="none" w:sz="0" w:space="0" w:color="auto" w:frame="1"/>
          <w:shd w:val="clear" w:color="auto" w:fill="FFFFFF"/>
        </w:rPr>
        <w:t>ВИРІШИЛА:</w:t>
      </w:r>
    </w:p>
    <w:p w:rsidR="00811DE3" w:rsidRPr="00CA4F93" w:rsidRDefault="00811DE3" w:rsidP="00041214">
      <w:pPr>
        <w:pStyle w:val="NormalWeb"/>
        <w:shd w:val="clear" w:color="auto" w:fill="FFFFFF"/>
        <w:spacing w:before="0" w:beforeAutospacing="0" w:after="0" w:afterAutospacing="0"/>
        <w:jc w:val="both"/>
        <w:rPr>
          <w:b/>
          <w:bCs/>
          <w:color w:val="333333"/>
          <w:bdr w:val="none" w:sz="0" w:space="0" w:color="auto" w:frame="1"/>
          <w:shd w:val="clear" w:color="auto" w:fill="FFFFFF"/>
        </w:rPr>
      </w:pPr>
    </w:p>
    <w:p w:rsidR="00811DE3" w:rsidRPr="00931D0D" w:rsidRDefault="00811DE3" w:rsidP="00931D0D">
      <w:pPr>
        <w:pStyle w:val="NormalWeb"/>
        <w:shd w:val="clear" w:color="auto" w:fill="FFFFFF"/>
        <w:spacing w:before="0" w:beforeAutospacing="0" w:after="0" w:afterAutospacing="0"/>
        <w:jc w:val="both"/>
        <w:rPr>
          <w:bCs/>
          <w:color w:val="333333"/>
          <w:bdr w:val="none" w:sz="0" w:space="0" w:color="auto" w:frame="1"/>
          <w:shd w:val="clear" w:color="auto" w:fill="FFFFFF"/>
        </w:rPr>
      </w:pPr>
      <w:r w:rsidRPr="007C3EBD">
        <w:rPr>
          <w:b/>
          <w:color w:val="333333"/>
          <w:bdr w:val="none" w:sz="0" w:space="0" w:color="auto" w:frame="1"/>
          <w:shd w:val="clear" w:color="auto" w:fill="FFFFFF"/>
        </w:rPr>
        <w:t>1.</w:t>
      </w:r>
      <w:r w:rsidRPr="007C3EBD">
        <w:rPr>
          <w:color w:val="333333"/>
          <w:bdr w:val="none" w:sz="0" w:space="0" w:color="auto" w:frame="1"/>
          <w:shd w:val="clear" w:color="auto" w:fill="FFFFFF"/>
        </w:rPr>
        <w:t xml:space="preserve"> </w:t>
      </w:r>
      <w:r>
        <w:rPr>
          <w:color w:val="333333"/>
          <w:bdr w:val="none" w:sz="0" w:space="0" w:color="auto" w:frame="1"/>
          <w:shd w:val="clear" w:color="auto" w:fill="FFFFFF"/>
        </w:rPr>
        <w:t>Внести зміни до ріш</w:t>
      </w:r>
      <w:r w:rsidRPr="00931D0D">
        <w:rPr>
          <w:bCs/>
          <w:color w:val="333333"/>
          <w:bdr w:val="none" w:sz="0" w:space="0" w:color="auto" w:frame="1"/>
          <w:shd w:val="clear" w:color="auto" w:fill="FFFFFF"/>
        </w:rPr>
        <w:t xml:space="preserve">ення Нагірянської сільської ради від 01.02.2022 року № 635 </w:t>
      </w:r>
    </w:p>
    <w:p w:rsidR="00811DE3" w:rsidRDefault="00811DE3" w:rsidP="005A3E48">
      <w:pPr>
        <w:pStyle w:val="NormalWeb"/>
        <w:shd w:val="clear" w:color="auto" w:fill="FFFFFF"/>
        <w:spacing w:before="0" w:beforeAutospacing="0" w:after="0" w:afterAutospacing="0"/>
        <w:jc w:val="both"/>
        <w:rPr>
          <w:bCs/>
          <w:color w:val="333333"/>
          <w:bdr w:val="none" w:sz="0" w:space="0" w:color="auto" w:frame="1"/>
          <w:shd w:val="clear" w:color="auto" w:fill="FFFFFF"/>
        </w:rPr>
      </w:pPr>
      <w:r w:rsidRPr="00931D0D">
        <w:rPr>
          <w:bCs/>
          <w:color w:val="333333"/>
          <w:bdr w:val="none" w:sz="0" w:space="0" w:color="auto" w:frame="1"/>
          <w:shd w:val="clear" w:color="auto" w:fill="FFFFFF"/>
        </w:rPr>
        <w:t>«Про організацію харчування учнів</w:t>
      </w:r>
      <w:r w:rsidRPr="00931D0D">
        <w:rPr>
          <w:rFonts w:ascii="Arial" w:hAnsi="Arial" w:cs="Arial"/>
          <w:color w:val="333333"/>
        </w:rPr>
        <w:t xml:space="preserve"> </w:t>
      </w:r>
      <w:r w:rsidRPr="00931D0D">
        <w:rPr>
          <w:bCs/>
          <w:color w:val="333333"/>
          <w:bdr w:val="none" w:sz="0" w:space="0" w:color="auto" w:frame="1"/>
          <w:shd w:val="clear" w:color="auto" w:fill="FFFFFF"/>
        </w:rPr>
        <w:t>закладів загальної середньої освіти,</w:t>
      </w:r>
      <w:r w:rsidRPr="00931D0D">
        <w:rPr>
          <w:rFonts w:ascii="Arial" w:hAnsi="Arial" w:cs="Arial"/>
          <w:color w:val="333333"/>
        </w:rPr>
        <w:t xml:space="preserve"> </w:t>
      </w:r>
      <w:r w:rsidRPr="00931D0D">
        <w:rPr>
          <w:bCs/>
          <w:color w:val="333333"/>
          <w:bdr w:val="none" w:sz="0" w:space="0" w:color="auto" w:frame="1"/>
          <w:shd w:val="clear" w:color="auto" w:fill="FFFFFF"/>
        </w:rPr>
        <w:t>гімназій, початкової школи</w:t>
      </w:r>
      <w:r w:rsidRPr="00931D0D">
        <w:rPr>
          <w:rFonts w:ascii="Arial" w:hAnsi="Arial" w:cs="Arial"/>
          <w:color w:val="333333"/>
        </w:rPr>
        <w:t xml:space="preserve"> </w:t>
      </w:r>
      <w:r w:rsidRPr="00931D0D">
        <w:rPr>
          <w:bCs/>
          <w:color w:val="333333"/>
          <w:bdr w:val="none" w:sz="0" w:space="0" w:color="auto" w:frame="1"/>
          <w:shd w:val="clear" w:color="auto" w:fill="FFFFFF"/>
        </w:rPr>
        <w:t>Нагірянської сільської ради»</w:t>
      </w:r>
      <w:r>
        <w:rPr>
          <w:bCs/>
          <w:color w:val="333333"/>
          <w:bdr w:val="none" w:sz="0" w:space="0" w:color="auto" w:frame="1"/>
          <w:shd w:val="clear" w:color="auto" w:fill="FFFFFF"/>
        </w:rPr>
        <w:t xml:space="preserve">, а саме:   </w:t>
      </w:r>
    </w:p>
    <w:p w:rsidR="00811DE3" w:rsidRDefault="00811DE3" w:rsidP="005A3E48">
      <w:pPr>
        <w:pStyle w:val="NormalWeb"/>
        <w:shd w:val="clear" w:color="auto" w:fill="FFFFFF"/>
        <w:spacing w:before="0" w:beforeAutospacing="0" w:after="0" w:afterAutospacing="0"/>
        <w:jc w:val="both"/>
        <w:rPr>
          <w:bCs/>
          <w:color w:val="333333"/>
          <w:bdr w:val="none" w:sz="0" w:space="0" w:color="auto" w:frame="1"/>
          <w:shd w:val="clear" w:color="auto" w:fill="FFFFFF"/>
        </w:rPr>
      </w:pPr>
    </w:p>
    <w:p w:rsidR="00811DE3" w:rsidRPr="00675ABF" w:rsidRDefault="00811DE3" w:rsidP="00041214">
      <w:pPr>
        <w:pStyle w:val="NormalWeb"/>
        <w:shd w:val="clear" w:color="auto" w:fill="FFFFFF"/>
        <w:spacing w:before="0" w:beforeAutospacing="0" w:after="0" w:afterAutospacing="0"/>
        <w:jc w:val="both"/>
        <w:rPr>
          <w:bCs/>
          <w:color w:val="333333"/>
          <w:bdr w:val="none" w:sz="0" w:space="0" w:color="auto" w:frame="1"/>
          <w:shd w:val="clear" w:color="auto" w:fill="FFFFFF"/>
        </w:rPr>
      </w:pPr>
      <w:r>
        <w:rPr>
          <w:bCs/>
          <w:color w:val="333333"/>
          <w:bdr w:val="none" w:sz="0" w:space="0" w:color="auto" w:frame="1"/>
          <w:shd w:val="clear" w:color="auto" w:fill="FFFFFF"/>
        </w:rPr>
        <w:t xml:space="preserve">пункт 2 </w:t>
      </w:r>
      <w:r>
        <w:rPr>
          <w:color w:val="333333"/>
          <w:bdr w:val="none" w:sz="0" w:space="0" w:color="auto" w:frame="1"/>
          <w:shd w:val="clear" w:color="auto" w:fill="FFFFFF"/>
        </w:rPr>
        <w:t xml:space="preserve">«Організувати харчування за рахунок коштів місцевого бюджету у розмірі 75 % для дітей з сімей, в яких проживають і виховуються троє і більше дітей (згідно поданих документів)» </w:t>
      </w:r>
      <w:r w:rsidRPr="005A3E48">
        <w:rPr>
          <w:b/>
          <w:color w:val="333333"/>
          <w:bdr w:val="none" w:sz="0" w:space="0" w:color="auto" w:frame="1"/>
          <w:shd w:val="clear" w:color="auto" w:fill="FFFFFF"/>
        </w:rPr>
        <w:t>замінити на</w:t>
      </w:r>
      <w:r>
        <w:rPr>
          <w:bCs/>
          <w:color w:val="333333"/>
          <w:bdr w:val="none" w:sz="0" w:space="0" w:color="auto" w:frame="1"/>
          <w:shd w:val="clear" w:color="auto" w:fill="FFFFFF"/>
        </w:rPr>
        <w:t xml:space="preserve">: </w:t>
      </w:r>
      <w:r w:rsidRPr="005A3E48">
        <w:rPr>
          <w:color w:val="333333"/>
          <w:bdr w:val="none" w:sz="0" w:space="0" w:color="auto" w:frame="1"/>
          <w:shd w:val="clear" w:color="auto" w:fill="FFFFFF"/>
        </w:rPr>
        <w:t>«Організувати харчування за рахунок коштів місцевого бюджету у розмірі 75 % для дітей 1-4 класів, з сімей, в яких проживають і виховуються троє і більше дітей (згідно поданих документів)»</w:t>
      </w:r>
    </w:p>
    <w:p w:rsidR="00811DE3" w:rsidRPr="00CA4F93" w:rsidRDefault="00811DE3" w:rsidP="00041214">
      <w:pPr>
        <w:pStyle w:val="NormalWeb"/>
        <w:shd w:val="clear" w:color="auto" w:fill="FFFFFF"/>
        <w:spacing w:before="0" w:beforeAutospacing="0" w:after="0" w:afterAutospacing="0"/>
        <w:jc w:val="both"/>
        <w:rPr>
          <w:color w:val="333333"/>
          <w:bdr w:val="none" w:sz="0" w:space="0" w:color="auto" w:frame="1"/>
          <w:shd w:val="clear" w:color="auto" w:fill="FFFFFF"/>
        </w:rPr>
      </w:pPr>
    </w:p>
    <w:p w:rsidR="00811DE3" w:rsidRDefault="00811DE3" w:rsidP="00CD7921">
      <w:pPr>
        <w:pStyle w:val="NormalWeb"/>
        <w:shd w:val="clear" w:color="auto" w:fill="FFFFFF"/>
        <w:spacing w:before="0" w:beforeAutospacing="0" w:after="0" w:afterAutospacing="0"/>
        <w:jc w:val="both"/>
        <w:rPr>
          <w:b/>
          <w:bCs/>
        </w:rPr>
      </w:pPr>
      <w:r>
        <w:rPr>
          <w:b/>
          <w:color w:val="333333"/>
          <w:bdr w:val="none" w:sz="0" w:space="0" w:color="auto" w:frame="1"/>
          <w:shd w:val="clear" w:color="auto" w:fill="FFFFFF"/>
        </w:rPr>
        <w:t>2</w:t>
      </w:r>
      <w:r w:rsidRPr="007C3EBD">
        <w:rPr>
          <w:b/>
          <w:color w:val="333333"/>
          <w:bdr w:val="none" w:sz="0" w:space="0" w:color="auto" w:frame="1"/>
          <w:shd w:val="clear" w:color="auto" w:fill="FFFFFF"/>
        </w:rPr>
        <w:t>.</w:t>
      </w:r>
      <w:r w:rsidRPr="007C3EBD">
        <w:rPr>
          <w:color w:val="333333"/>
          <w:bdr w:val="none" w:sz="0" w:space="0" w:color="auto" w:frame="1"/>
          <w:shd w:val="clear" w:color="auto" w:fill="FFFFFF"/>
        </w:rPr>
        <w:t xml:space="preserve"> Контроль за виконанням даного рішення покласти</w:t>
      </w:r>
      <w:r>
        <w:rPr>
          <w:color w:val="333333"/>
          <w:bdr w:val="none" w:sz="0" w:space="0" w:color="auto" w:frame="1"/>
          <w:shd w:val="clear" w:color="auto" w:fill="FFFFFF"/>
        </w:rPr>
        <w:t xml:space="preserve"> </w:t>
      </w:r>
      <w:r w:rsidRPr="007C3EBD">
        <w:rPr>
          <w:color w:val="333333"/>
          <w:bdr w:val="none" w:sz="0" w:space="0" w:color="auto" w:frame="1"/>
          <w:shd w:val="clear" w:color="auto" w:fill="FFFFFF"/>
        </w:rPr>
        <w:t xml:space="preserve"> на</w:t>
      </w:r>
      <w:r>
        <w:rPr>
          <w:color w:val="333333"/>
          <w:bdr w:val="none" w:sz="0" w:space="0" w:color="auto" w:frame="1"/>
          <w:shd w:val="clear" w:color="auto" w:fill="FFFFFF"/>
        </w:rPr>
        <w:t xml:space="preserve"> в.о начальника Гуманітарного відділу Нагірянської сільської ради Людмилу КУНЬ та</w:t>
      </w:r>
      <w:r w:rsidRPr="007C3EBD">
        <w:rPr>
          <w:color w:val="333333"/>
          <w:bdr w:val="none" w:sz="0" w:space="0" w:color="auto" w:frame="1"/>
          <w:shd w:val="clear" w:color="auto" w:fill="FFFFFF"/>
        </w:rPr>
        <w:t xml:space="preserve"> постійну комісію з питань бюджету </w:t>
      </w:r>
      <w:bookmarkStart w:id="0" w:name="_GoBack"/>
      <w:bookmarkEnd w:id="0"/>
      <w:r>
        <w:rPr>
          <w:color w:val="333333"/>
          <w:bdr w:val="none" w:sz="0" w:space="0" w:color="auto" w:frame="1"/>
          <w:shd w:val="clear" w:color="auto" w:fill="FFFFFF"/>
        </w:rPr>
        <w:t xml:space="preserve">та соціально-економічного розвитку </w:t>
      </w:r>
      <w:r w:rsidRPr="007C3EBD">
        <w:rPr>
          <w:color w:val="333333"/>
          <w:bdr w:val="none" w:sz="0" w:space="0" w:color="auto" w:frame="1"/>
          <w:shd w:val="clear" w:color="auto" w:fill="FFFFFF"/>
        </w:rPr>
        <w:t>Нагірянської сільської ради</w:t>
      </w:r>
      <w:r>
        <w:rPr>
          <w:color w:val="333333"/>
          <w:bdr w:val="none" w:sz="0" w:space="0" w:color="auto" w:frame="1"/>
          <w:shd w:val="clear" w:color="auto" w:fill="FFFFFF"/>
        </w:rPr>
        <w:t xml:space="preserve"> (Любомир ХРУСТАВКА)</w:t>
      </w:r>
      <w:r w:rsidRPr="007C3EBD">
        <w:rPr>
          <w:color w:val="333333"/>
          <w:bdr w:val="none" w:sz="0" w:space="0" w:color="auto" w:frame="1"/>
          <w:shd w:val="clear" w:color="auto" w:fill="FFFFFF"/>
        </w:rPr>
        <w:t>.</w:t>
      </w:r>
      <w:r w:rsidRPr="007C3EBD">
        <w:rPr>
          <w:b/>
          <w:bCs/>
        </w:rPr>
        <w:t xml:space="preserve">        </w:t>
      </w:r>
    </w:p>
    <w:p w:rsidR="00811DE3" w:rsidRPr="007C3EBD" w:rsidRDefault="00811DE3" w:rsidP="00CD7921">
      <w:pPr>
        <w:pStyle w:val="NormalWeb"/>
        <w:shd w:val="clear" w:color="auto" w:fill="FFFFFF"/>
        <w:spacing w:before="0" w:beforeAutospacing="0" w:after="0" w:afterAutospacing="0"/>
        <w:jc w:val="both"/>
        <w:rPr>
          <w:b/>
          <w:bCs/>
        </w:rPr>
      </w:pPr>
      <w:r w:rsidRPr="007C3EBD">
        <w:rPr>
          <w:b/>
          <w:bCs/>
        </w:rPr>
        <w:t xml:space="preserve">                        </w:t>
      </w:r>
    </w:p>
    <w:p w:rsidR="00811DE3" w:rsidRPr="007C3EBD" w:rsidRDefault="00811DE3" w:rsidP="00CD7921">
      <w:pPr>
        <w:pStyle w:val="NormalWeb"/>
        <w:shd w:val="clear" w:color="auto" w:fill="FFFFFF"/>
        <w:spacing w:before="0" w:beforeAutospacing="0" w:after="0" w:afterAutospacing="0"/>
        <w:jc w:val="both"/>
        <w:rPr>
          <w:bCs/>
        </w:rPr>
      </w:pPr>
      <w:r w:rsidRPr="007C3EBD">
        <w:rPr>
          <w:bCs/>
        </w:rPr>
        <w:t>Нагірянський сільський голова                               Ігор КІНДРАТ</w:t>
      </w:r>
    </w:p>
    <w:p w:rsidR="00811DE3" w:rsidRPr="007C3EBD" w:rsidRDefault="00811DE3" w:rsidP="00D64B3A">
      <w:pPr>
        <w:tabs>
          <w:tab w:val="left" w:pos="3765"/>
        </w:tabs>
        <w:rPr>
          <w:b/>
          <w:bCs/>
          <w:lang w:val="uk-UA"/>
        </w:rPr>
      </w:pPr>
    </w:p>
    <w:p w:rsidR="00811DE3" w:rsidRDefault="00811DE3" w:rsidP="00EC3AA3">
      <w:pPr>
        <w:rPr>
          <w:lang w:val="uk-UA"/>
        </w:rPr>
      </w:pPr>
      <w:r>
        <w:rPr>
          <w:lang w:val="uk-UA"/>
        </w:rPr>
        <w:t>Йосип ЗІБРІВСЬКИЙ</w:t>
      </w:r>
    </w:p>
    <w:p w:rsidR="00811DE3" w:rsidRDefault="00811DE3" w:rsidP="00EC3AA3">
      <w:pPr>
        <w:rPr>
          <w:lang w:val="uk-UA"/>
        </w:rPr>
      </w:pPr>
    </w:p>
    <w:p w:rsidR="00811DE3" w:rsidRDefault="00811DE3" w:rsidP="00EC3AA3">
      <w:pPr>
        <w:rPr>
          <w:lang w:val="uk-UA"/>
        </w:rPr>
      </w:pPr>
      <w:r>
        <w:rPr>
          <w:lang w:val="uk-UA"/>
        </w:rPr>
        <w:t xml:space="preserve">Любомир ХРУСТАВКА  </w:t>
      </w:r>
    </w:p>
    <w:p w:rsidR="00811DE3" w:rsidRDefault="00811DE3" w:rsidP="00EC3AA3">
      <w:pPr>
        <w:rPr>
          <w:lang w:val="uk-UA"/>
        </w:rPr>
      </w:pPr>
    </w:p>
    <w:p w:rsidR="00811DE3" w:rsidRDefault="00811DE3" w:rsidP="00EC3AA3">
      <w:pPr>
        <w:rPr>
          <w:lang w:val="uk-UA"/>
        </w:rPr>
      </w:pPr>
      <w:r>
        <w:rPr>
          <w:lang w:val="uk-UA"/>
        </w:rPr>
        <w:t>Тетяна САВІНКІНА</w:t>
      </w:r>
    </w:p>
    <w:p w:rsidR="00811DE3" w:rsidRDefault="00811DE3" w:rsidP="00EC3AA3">
      <w:pPr>
        <w:rPr>
          <w:lang w:val="uk-UA"/>
        </w:rPr>
      </w:pPr>
    </w:p>
    <w:p w:rsidR="00811DE3" w:rsidRDefault="00811DE3" w:rsidP="00EC3AA3">
      <w:pPr>
        <w:rPr>
          <w:lang w:val="uk-UA"/>
        </w:rPr>
      </w:pPr>
      <w:r>
        <w:rPr>
          <w:lang w:val="uk-UA"/>
        </w:rPr>
        <w:t xml:space="preserve">Ольга КРИНИЦЬКА   </w:t>
      </w:r>
    </w:p>
    <w:p w:rsidR="00811DE3" w:rsidRDefault="00811DE3" w:rsidP="00EC3AA3">
      <w:pPr>
        <w:rPr>
          <w:lang w:val="uk-UA"/>
        </w:rPr>
      </w:pPr>
    </w:p>
    <w:p w:rsidR="00811DE3" w:rsidRDefault="00811DE3" w:rsidP="00EC3AA3">
      <w:pPr>
        <w:rPr>
          <w:lang w:val="uk-UA"/>
        </w:rPr>
      </w:pPr>
      <w:r>
        <w:rPr>
          <w:lang w:val="uk-UA"/>
        </w:rPr>
        <w:t xml:space="preserve">Людмила КУНЬ        </w:t>
      </w:r>
    </w:p>
    <w:p w:rsidR="00811DE3" w:rsidRDefault="00811DE3" w:rsidP="00EC3AA3">
      <w:pPr>
        <w:rPr>
          <w:lang w:val="uk-UA"/>
        </w:rPr>
      </w:pPr>
    </w:p>
    <w:sectPr w:rsidR="00811DE3" w:rsidSect="00F20613">
      <w:pgSz w:w="11906" w:h="16838"/>
      <w:pgMar w:top="851" w:right="707" w:bottom="56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DE3" w:rsidRDefault="00811DE3" w:rsidP="00B36569">
      <w:r>
        <w:separator/>
      </w:r>
    </w:p>
  </w:endnote>
  <w:endnote w:type="continuationSeparator" w:id="0">
    <w:p w:rsidR="00811DE3" w:rsidRDefault="00811DE3" w:rsidP="00B365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DE3" w:rsidRDefault="00811DE3" w:rsidP="00B36569">
      <w:r>
        <w:separator/>
      </w:r>
    </w:p>
  </w:footnote>
  <w:footnote w:type="continuationSeparator" w:id="0">
    <w:p w:rsidR="00811DE3" w:rsidRDefault="00811DE3" w:rsidP="00B365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E64A5"/>
    <w:multiLevelType w:val="hybridMultilevel"/>
    <w:tmpl w:val="BFC8DC84"/>
    <w:lvl w:ilvl="0" w:tplc="DC88F09E">
      <w:start w:val="12"/>
      <w:numFmt w:val="bullet"/>
      <w:lvlText w:val="-"/>
      <w:lvlJc w:val="left"/>
      <w:pPr>
        <w:ind w:left="1724" w:hanging="360"/>
      </w:pPr>
      <w:rPr>
        <w:rFonts w:ascii="Times New Roman" w:eastAsia="Times New Roman" w:hAnsi="Times New Roman" w:hint="default"/>
      </w:rPr>
    </w:lvl>
    <w:lvl w:ilvl="1" w:tplc="04220003">
      <w:start w:val="1"/>
      <w:numFmt w:val="bullet"/>
      <w:lvlText w:val="o"/>
      <w:lvlJc w:val="left"/>
      <w:pPr>
        <w:ind w:left="2444" w:hanging="360"/>
      </w:pPr>
      <w:rPr>
        <w:rFonts w:ascii="Courier New" w:hAnsi="Courier New" w:hint="default"/>
      </w:rPr>
    </w:lvl>
    <w:lvl w:ilvl="2" w:tplc="04220005">
      <w:start w:val="1"/>
      <w:numFmt w:val="bullet"/>
      <w:lvlText w:val=""/>
      <w:lvlJc w:val="left"/>
      <w:pPr>
        <w:ind w:left="3164" w:hanging="360"/>
      </w:pPr>
      <w:rPr>
        <w:rFonts w:ascii="Wingdings" w:hAnsi="Wingdings" w:hint="default"/>
      </w:rPr>
    </w:lvl>
    <w:lvl w:ilvl="3" w:tplc="04220001">
      <w:start w:val="1"/>
      <w:numFmt w:val="bullet"/>
      <w:lvlText w:val=""/>
      <w:lvlJc w:val="left"/>
      <w:pPr>
        <w:ind w:left="3884" w:hanging="360"/>
      </w:pPr>
      <w:rPr>
        <w:rFonts w:ascii="Symbol" w:hAnsi="Symbol" w:hint="default"/>
      </w:rPr>
    </w:lvl>
    <w:lvl w:ilvl="4" w:tplc="04220003">
      <w:start w:val="1"/>
      <w:numFmt w:val="bullet"/>
      <w:lvlText w:val="o"/>
      <w:lvlJc w:val="left"/>
      <w:pPr>
        <w:ind w:left="4604" w:hanging="360"/>
      </w:pPr>
      <w:rPr>
        <w:rFonts w:ascii="Courier New" w:hAnsi="Courier New" w:hint="default"/>
      </w:rPr>
    </w:lvl>
    <w:lvl w:ilvl="5" w:tplc="04220005">
      <w:start w:val="1"/>
      <w:numFmt w:val="bullet"/>
      <w:lvlText w:val=""/>
      <w:lvlJc w:val="left"/>
      <w:pPr>
        <w:ind w:left="5324" w:hanging="360"/>
      </w:pPr>
      <w:rPr>
        <w:rFonts w:ascii="Wingdings" w:hAnsi="Wingdings" w:hint="default"/>
      </w:rPr>
    </w:lvl>
    <w:lvl w:ilvl="6" w:tplc="04220001">
      <w:start w:val="1"/>
      <w:numFmt w:val="bullet"/>
      <w:lvlText w:val=""/>
      <w:lvlJc w:val="left"/>
      <w:pPr>
        <w:ind w:left="6044" w:hanging="360"/>
      </w:pPr>
      <w:rPr>
        <w:rFonts w:ascii="Symbol" w:hAnsi="Symbol" w:hint="default"/>
      </w:rPr>
    </w:lvl>
    <w:lvl w:ilvl="7" w:tplc="04220003">
      <w:start w:val="1"/>
      <w:numFmt w:val="bullet"/>
      <w:lvlText w:val="o"/>
      <w:lvlJc w:val="left"/>
      <w:pPr>
        <w:ind w:left="6764" w:hanging="360"/>
      </w:pPr>
      <w:rPr>
        <w:rFonts w:ascii="Courier New" w:hAnsi="Courier New" w:hint="default"/>
      </w:rPr>
    </w:lvl>
    <w:lvl w:ilvl="8" w:tplc="04220005">
      <w:start w:val="1"/>
      <w:numFmt w:val="bullet"/>
      <w:lvlText w:val=""/>
      <w:lvlJc w:val="left"/>
      <w:pPr>
        <w:ind w:left="7484" w:hanging="360"/>
      </w:pPr>
      <w:rPr>
        <w:rFonts w:ascii="Wingdings" w:hAnsi="Wingdings" w:hint="default"/>
      </w:rPr>
    </w:lvl>
  </w:abstractNum>
  <w:abstractNum w:abstractNumId="1">
    <w:nsid w:val="084D2C49"/>
    <w:multiLevelType w:val="hybridMultilevel"/>
    <w:tmpl w:val="5B564932"/>
    <w:lvl w:ilvl="0" w:tplc="4AC4B40C">
      <w:start w:val="1"/>
      <w:numFmt w:val="decimal"/>
      <w:lvlText w:val="%1."/>
      <w:lvlJc w:val="left"/>
      <w:pPr>
        <w:ind w:left="1095" w:hanging="360"/>
      </w:pPr>
      <w:rPr>
        <w:rFonts w:cs="Times New Roman" w:hint="default"/>
        <w:color w:val="000000"/>
      </w:rPr>
    </w:lvl>
    <w:lvl w:ilvl="1" w:tplc="04190019" w:tentative="1">
      <w:start w:val="1"/>
      <w:numFmt w:val="lowerLetter"/>
      <w:lvlText w:val="%2."/>
      <w:lvlJc w:val="left"/>
      <w:pPr>
        <w:ind w:left="1815" w:hanging="360"/>
      </w:pPr>
      <w:rPr>
        <w:rFonts w:cs="Times New Roman"/>
      </w:rPr>
    </w:lvl>
    <w:lvl w:ilvl="2" w:tplc="0419001B" w:tentative="1">
      <w:start w:val="1"/>
      <w:numFmt w:val="lowerRoman"/>
      <w:lvlText w:val="%3."/>
      <w:lvlJc w:val="right"/>
      <w:pPr>
        <w:ind w:left="2535" w:hanging="180"/>
      </w:pPr>
      <w:rPr>
        <w:rFonts w:cs="Times New Roman"/>
      </w:rPr>
    </w:lvl>
    <w:lvl w:ilvl="3" w:tplc="0419000F" w:tentative="1">
      <w:start w:val="1"/>
      <w:numFmt w:val="decimal"/>
      <w:lvlText w:val="%4."/>
      <w:lvlJc w:val="left"/>
      <w:pPr>
        <w:ind w:left="3255" w:hanging="360"/>
      </w:pPr>
      <w:rPr>
        <w:rFonts w:cs="Times New Roman"/>
      </w:rPr>
    </w:lvl>
    <w:lvl w:ilvl="4" w:tplc="04190019" w:tentative="1">
      <w:start w:val="1"/>
      <w:numFmt w:val="lowerLetter"/>
      <w:lvlText w:val="%5."/>
      <w:lvlJc w:val="left"/>
      <w:pPr>
        <w:ind w:left="3975" w:hanging="360"/>
      </w:pPr>
      <w:rPr>
        <w:rFonts w:cs="Times New Roman"/>
      </w:rPr>
    </w:lvl>
    <w:lvl w:ilvl="5" w:tplc="0419001B" w:tentative="1">
      <w:start w:val="1"/>
      <w:numFmt w:val="lowerRoman"/>
      <w:lvlText w:val="%6."/>
      <w:lvlJc w:val="right"/>
      <w:pPr>
        <w:ind w:left="4695" w:hanging="180"/>
      </w:pPr>
      <w:rPr>
        <w:rFonts w:cs="Times New Roman"/>
      </w:rPr>
    </w:lvl>
    <w:lvl w:ilvl="6" w:tplc="0419000F" w:tentative="1">
      <w:start w:val="1"/>
      <w:numFmt w:val="decimal"/>
      <w:lvlText w:val="%7."/>
      <w:lvlJc w:val="left"/>
      <w:pPr>
        <w:ind w:left="5415" w:hanging="360"/>
      </w:pPr>
      <w:rPr>
        <w:rFonts w:cs="Times New Roman"/>
      </w:rPr>
    </w:lvl>
    <w:lvl w:ilvl="7" w:tplc="04190019" w:tentative="1">
      <w:start w:val="1"/>
      <w:numFmt w:val="lowerLetter"/>
      <w:lvlText w:val="%8."/>
      <w:lvlJc w:val="left"/>
      <w:pPr>
        <w:ind w:left="6135" w:hanging="360"/>
      </w:pPr>
      <w:rPr>
        <w:rFonts w:cs="Times New Roman"/>
      </w:rPr>
    </w:lvl>
    <w:lvl w:ilvl="8" w:tplc="0419001B" w:tentative="1">
      <w:start w:val="1"/>
      <w:numFmt w:val="lowerRoman"/>
      <w:lvlText w:val="%9."/>
      <w:lvlJc w:val="right"/>
      <w:pPr>
        <w:ind w:left="6855" w:hanging="180"/>
      </w:pPr>
      <w:rPr>
        <w:rFonts w:cs="Times New Roman"/>
      </w:rPr>
    </w:lvl>
  </w:abstractNum>
  <w:abstractNum w:abstractNumId="2">
    <w:nsid w:val="0FB65D34"/>
    <w:multiLevelType w:val="hybridMultilevel"/>
    <w:tmpl w:val="D1647CEE"/>
    <w:lvl w:ilvl="0" w:tplc="4AC4B40C">
      <w:start w:val="1"/>
      <w:numFmt w:val="decimal"/>
      <w:lvlText w:val="%1."/>
      <w:lvlJc w:val="left"/>
      <w:pPr>
        <w:ind w:left="735" w:hanging="360"/>
      </w:pPr>
      <w:rPr>
        <w:rFonts w:cs="Times New Roman" w:hint="default"/>
        <w:color w:val="000000"/>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3">
    <w:nsid w:val="11E82211"/>
    <w:multiLevelType w:val="hybridMultilevel"/>
    <w:tmpl w:val="599E7DDE"/>
    <w:lvl w:ilvl="0" w:tplc="32D435AC">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2D7356"/>
    <w:multiLevelType w:val="hybridMultilevel"/>
    <w:tmpl w:val="4B321636"/>
    <w:lvl w:ilvl="0" w:tplc="28D00D7A">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4D4C2B"/>
    <w:multiLevelType w:val="hybridMultilevel"/>
    <w:tmpl w:val="901ABCD8"/>
    <w:lvl w:ilvl="0" w:tplc="7854AF02">
      <w:start w:val="1"/>
      <w:numFmt w:val="decimal"/>
      <w:lvlText w:val="%1."/>
      <w:lvlJc w:val="left"/>
      <w:pPr>
        <w:ind w:left="1452" w:hanging="660"/>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6">
    <w:nsid w:val="287F4380"/>
    <w:multiLevelType w:val="multilevel"/>
    <w:tmpl w:val="69D69AFE"/>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7">
    <w:nsid w:val="29F14D5F"/>
    <w:multiLevelType w:val="hybridMultilevel"/>
    <w:tmpl w:val="93246166"/>
    <w:lvl w:ilvl="0" w:tplc="DC88F09E">
      <w:start w:val="12"/>
      <w:numFmt w:val="bullet"/>
      <w:lvlText w:val="-"/>
      <w:lvlJc w:val="left"/>
      <w:pPr>
        <w:ind w:left="1428" w:hanging="360"/>
      </w:pPr>
      <w:rPr>
        <w:rFonts w:ascii="Times New Roman" w:eastAsia="Times New Roman" w:hAnsi="Times New Roman"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8">
    <w:nsid w:val="2FE81A45"/>
    <w:multiLevelType w:val="hybridMultilevel"/>
    <w:tmpl w:val="F60261E2"/>
    <w:lvl w:ilvl="0" w:tplc="74F0C108">
      <w:start w:val="1"/>
      <w:numFmt w:val="decimal"/>
      <w:lvlText w:val="%1."/>
      <w:lvlJc w:val="left"/>
      <w:pPr>
        <w:ind w:left="1320" w:hanging="528"/>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9">
    <w:nsid w:val="31956EFE"/>
    <w:multiLevelType w:val="hybridMultilevel"/>
    <w:tmpl w:val="89EED672"/>
    <w:lvl w:ilvl="0" w:tplc="825C735A">
      <w:numFmt w:val="bullet"/>
      <w:lvlText w:val="-"/>
      <w:lvlJc w:val="left"/>
      <w:pPr>
        <w:ind w:left="720" w:hanging="360"/>
      </w:pPr>
      <w:rPr>
        <w:rFonts w:ascii="Arial" w:hAnsi="Arial" w:hint="default"/>
      </w:rPr>
    </w:lvl>
    <w:lvl w:ilvl="1" w:tplc="825C735A">
      <w:numFmt w:val="bullet"/>
      <w:lvlText w:val="-"/>
      <w:lvlJc w:val="left"/>
      <w:pPr>
        <w:ind w:left="1440" w:hanging="360"/>
      </w:pPr>
      <w:rPr>
        <w:rFonts w:ascii="Arial" w:hAnsi="Arial"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0">
    <w:nsid w:val="392B6140"/>
    <w:multiLevelType w:val="hybridMultilevel"/>
    <w:tmpl w:val="3B78E066"/>
    <w:lvl w:ilvl="0" w:tplc="F58A3A0C">
      <w:start w:val="4"/>
      <w:numFmt w:val="decimal"/>
      <w:lvlText w:val="%1."/>
      <w:lvlJc w:val="left"/>
      <w:pPr>
        <w:tabs>
          <w:tab w:val="num" w:pos="1158"/>
        </w:tabs>
        <w:ind w:left="1158" w:hanging="360"/>
      </w:pPr>
      <w:rPr>
        <w:rFonts w:cs="Times New Roman" w:hint="default"/>
      </w:rPr>
    </w:lvl>
    <w:lvl w:ilvl="1" w:tplc="04190019" w:tentative="1">
      <w:start w:val="1"/>
      <w:numFmt w:val="lowerLetter"/>
      <w:lvlText w:val="%2."/>
      <w:lvlJc w:val="left"/>
      <w:pPr>
        <w:tabs>
          <w:tab w:val="num" w:pos="1878"/>
        </w:tabs>
        <w:ind w:left="1878" w:hanging="360"/>
      </w:pPr>
      <w:rPr>
        <w:rFonts w:cs="Times New Roman"/>
      </w:rPr>
    </w:lvl>
    <w:lvl w:ilvl="2" w:tplc="0419001B" w:tentative="1">
      <w:start w:val="1"/>
      <w:numFmt w:val="lowerRoman"/>
      <w:lvlText w:val="%3."/>
      <w:lvlJc w:val="right"/>
      <w:pPr>
        <w:tabs>
          <w:tab w:val="num" w:pos="2598"/>
        </w:tabs>
        <w:ind w:left="2598" w:hanging="180"/>
      </w:pPr>
      <w:rPr>
        <w:rFonts w:cs="Times New Roman"/>
      </w:rPr>
    </w:lvl>
    <w:lvl w:ilvl="3" w:tplc="0419000F" w:tentative="1">
      <w:start w:val="1"/>
      <w:numFmt w:val="decimal"/>
      <w:lvlText w:val="%4."/>
      <w:lvlJc w:val="left"/>
      <w:pPr>
        <w:tabs>
          <w:tab w:val="num" w:pos="3318"/>
        </w:tabs>
        <w:ind w:left="3318" w:hanging="360"/>
      </w:pPr>
      <w:rPr>
        <w:rFonts w:cs="Times New Roman"/>
      </w:rPr>
    </w:lvl>
    <w:lvl w:ilvl="4" w:tplc="04190019" w:tentative="1">
      <w:start w:val="1"/>
      <w:numFmt w:val="lowerLetter"/>
      <w:lvlText w:val="%5."/>
      <w:lvlJc w:val="left"/>
      <w:pPr>
        <w:tabs>
          <w:tab w:val="num" w:pos="4038"/>
        </w:tabs>
        <w:ind w:left="4038" w:hanging="360"/>
      </w:pPr>
      <w:rPr>
        <w:rFonts w:cs="Times New Roman"/>
      </w:rPr>
    </w:lvl>
    <w:lvl w:ilvl="5" w:tplc="0419001B" w:tentative="1">
      <w:start w:val="1"/>
      <w:numFmt w:val="lowerRoman"/>
      <w:lvlText w:val="%6."/>
      <w:lvlJc w:val="right"/>
      <w:pPr>
        <w:tabs>
          <w:tab w:val="num" w:pos="4758"/>
        </w:tabs>
        <w:ind w:left="4758" w:hanging="180"/>
      </w:pPr>
      <w:rPr>
        <w:rFonts w:cs="Times New Roman"/>
      </w:rPr>
    </w:lvl>
    <w:lvl w:ilvl="6" w:tplc="0419000F" w:tentative="1">
      <w:start w:val="1"/>
      <w:numFmt w:val="decimal"/>
      <w:lvlText w:val="%7."/>
      <w:lvlJc w:val="left"/>
      <w:pPr>
        <w:tabs>
          <w:tab w:val="num" w:pos="5478"/>
        </w:tabs>
        <w:ind w:left="5478" w:hanging="360"/>
      </w:pPr>
      <w:rPr>
        <w:rFonts w:cs="Times New Roman"/>
      </w:rPr>
    </w:lvl>
    <w:lvl w:ilvl="7" w:tplc="04190019" w:tentative="1">
      <w:start w:val="1"/>
      <w:numFmt w:val="lowerLetter"/>
      <w:lvlText w:val="%8."/>
      <w:lvlJc w:val="left"/>
      <w:pPr>
        <w:tabs>
          <w:tab w:val="num" w:pos="6198"/>
        </w:tabs>
        <w:ind w:left="6198" w:hanging="360"/>
      </w:pPr>
      <w:rPr>
        <w:rFonts w:cs="Times New Roman"/>
      </w:rPr>
    </w:lvl>
    <w:lvl w:ilvl="8" w:tplc="0419001B" w:tentative="1">
      <w:start w:val="1"/>
      <w:numFmt w:val="lowerRoman"/>
      <w:lvlText w:val="%9."/>
      <w:lvlJc w:val="right"/>
      <w:pPr>
        <w:tabs>
          <w:tab w:val="num" w:pos="6918"/>
        </w:tabs>
        <w:ind w:left="6918" w:hanging="180"/>
      </w:pPr>
      <w:rPr>
        <w:rFonts w:cs="Times New Roman"/>
      </w:rPr>
    </w:lvl>
  </w:abstractNum>
  <w:abstractNum w:abstractNumId="11">
    <w:nsid w:val="4B2E6D1D"/>
    <w:multiLevelType w:val="hybridMultilevel"/>
    <w:tmpl w:val="A0BCC83E"/>
    <w:lvl w:ilvl="0" w:tplc="47B8BAC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65007AF9"/>
    <w:multiLevelType w:val="hybridMultilevel"/>
    <w:tmpl w:val="C48CD41A"/>
    <w:lvl w:ilvl="0" w:tplc="391EC596">
      <w:start w:val="1"/>
      <w:numFmt w:val="decimal"/>
      <w:lvlText w:val="%1."/>
      <w:lvlJc w:val="left"/>
      <w:pPr>
        <w:ind w:left="2202" w:hanging="1404"/>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3">
    <w:nsid w:val="73317175"/>
    <w:multiLevelType w:val="multilevel"/>
    <w:tmpl w:val="0B40FEEA"/>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1855" w:hanging="720"/>
      </w:pPr>
      <w:rPr>
        <w:rFonts w:cs="Times New Roman"/>
      </w:rPr>
    </w:lvl>
    <w:lvl w:ilvl="2">
      <w:start w:val="1"/>
      <w:numFmt w:val="decimal"/>
      <w:isLgl/>
      <w:lvlText w:val="%1.%2.%3."/>
      <w:lvlJc w:val="left"/>
      <w:pPr>
        <w:ind w:left="2148" w:hanging="720"/>
      </w:pPr>
      <w:rPr>
        <w:rFonts w:cs="Times New Roman"/>
      </w:rPr>
    </w:lvl>
    <w:lvl w:ilvl="3">
      <w:start w:val="1"/>
      <w:numFmt w:val="decimal"/>
      <w:isLgl/>
      <w:lvlText w:val="%1.%2.%3.%4."/>
      <w:lvlJc w:val="left"/>
      <w:pPr>
        <w:ind w:left="2868" w:hanging="1080"/>
      </w:pPr>
      <w:rPr>
        <w:rFonts w:cs="Times New Roman"/>
      </w:rPr>
    </w:lvl>
    <w:lvl w:ilvl="4">
      <w:start w:val="1"/>
      <w:numFmt w:val="decimal"/>
      <w:isLgl/>
      <w:lvlText w:val="%1.%2.%3.%4.%5."/>
      <w:lvlJc w:val="left"/>
      <w:pPr>
        <w:ind w:left="3228" w:hanging="1080"/>
      </w:pPr>
      <w:rPr>
        <w:rFonts w:cs="Times New Roman"/>
      </w:rPr>
    </w:lvl>
    <w:lvl w:ilvl="5">
      <w:start w:val="1"/>
      <w:numFmt w:val="decimal"/>
      <w:isLgl/>
      <w:lvlText w:val="%1.%2.%3.%4.%5.%6."/>
      <w:lvlJc w:val="left"/>
      <w:pPr>
        <w:ind w:left="3948" w:hanging="1440"/>
      </w:pPr>
      <w:rPr>
        <w:rFonts w:cs="Times New Roman"/>
      </w:rPr>
    </w:lvl>
    <w:lvl w:ilvl="6">
      <w:start w:val="1"/>
      <w:numFmt w:val="decimal"/>
      <w:isLgl/>
      <w:lvlText w:val="%1.%2.%3.%4.%5.%6.%7."/>
      <w:lvlJc w:val="left"/>
      <w:pPr>
        <w:ind w:left="4668" w:hanging="1800"/>
      </w:pPr>
      <w:rPr>
        <w:rFonts w:cs="Times New Roman"/>
      </w:rPr>
    </w:lvl>
    <w:lvl w:ilvl="7">
      <w:start w:val="1"/>
      <w:numFmt w:val="decimal"/>
      <w:isLgl/>
      <w:lvlText w:val="%1.%2.%3.%4.%5.%6.%7.%8."/>
      <w:lvlJc w:val="left"/>
      <w:pPr>
        <w:ind w:left="5028" w:hanging="1800"/>
      </w:pPr>
      <w:rPr>
        <w:rFonts w:cs="Times New Roman"/>
      </w:rPr>
    </w:lvl>
    <w:lvl w:ilvl="8">
      <w:start w:val="1"/>
      <w:numFmt w:val="decimal"/>
      <w:isLgl/>
      <w:lvlText w:val="%1.%2.%3.%4.%5.%6.%7.%8.%9."/>
      <w:lvlJc w:val="left"/>
      <w:pPr>
        <w:ind w:left="5748" w:hanging="2160"/>
      </w:pPr>
      <w:rPr>
        <w:rFonts w:cs="Times New Roman"/>
      </w:rPr>
    </w:lvl>
  </w:abstractNum>
  <w:abstractNum w:abstractNumId="14">
    <w:nsid w:val="77374DCC"/>
    <w:multiLevelType w:val="hybridMultilevel"/>
    <w:tmpl w:val="7F58F53A"/>
    <w:lvl w:ilvl="0" w:tplc="BB60F062">
      <w:start w:val="26"/>
      <w:numFmt w:val="bullet"/>
      <w:lvlText w:val="-"/>
      <w:lvlJc w:val="left"/>
      <w:pPr>
        <w:tabs>
          <w:tab w:val="num" w:pos="810"/>
        </w:tabs>
        <w:ind w:left="810" w:hanging="45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7A8926C2"/>
    <w:multiLevelType w:val="hybridMultilevel"/>
    <w:tmpl w:val="4CACE0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2"/>
  </w:num>
  <w:num w:numId="2">
    <w:abstractNumId w:val="8"/>
  </w:num>
  <w:num w:numId="3">
    <w:abstractNumId w:val="5"/>
  </w:num>
  <w:num w:numId="4">
    <w:abstractNumId w:val="10"/>
  </w:num>
  <w:num w:numId="5">
    <w:abstractNumId w:val="2"/>
  </w:num>
  <w:num w:numId="6">
    <w:abstractNumId w:val="1"/>
  </w:num>
  <w:num w:numId="7">
    <w:abstractNumId w:val="15"/>
  </w:num>
  <w:num w:numId="8">
    <w:abstractNumId w:val="14"/>
  </w:num>
  <w:num w:numId="9">
    <w:abstractNumId w:val="11"/>
  </w:num>
  <w:num w:numId="10">
    <w:abstractNumId w:val="3"/>
  </w:num>
  <w:num w:numId="11">
    <w:abstractNumId w:val="4"/>
  </w:num>
  <w:num w:numId="12">
    <w:abstractNumId w:val="13"/>
  </w:num>
  <w:num w:numId="13">
    <w:abstractNumId w:val="9"/>
  </w:num>
  <w:num w:numId="14">
    <w:abstractNumId w:val="7"/>
  </w:num>
  <w:num w:numId="15">
    <w:abstractNumId w:val="0"/>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57"/>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4033"/>
    <w:rsid w:val="000017F9"/>
    <w:rsid w:val="00002C4A"/>
    <w:rsid w:val="00003FBE"/>
    <w:rsid w:val="00005874"/>
    <w:rsid w:val="00012CE5"/>
    <w:rsid w:val="00013067"/>
    <w:rsid w:val="0001405A"/>
    <w:rsid w:val="000140DD"/>
    <w:rsid w:val="000163B1"/>
    <w:rsid w:val="00017F43"/>
    <w:rsid w:val="000204F4"/>
    <w:rsid w:val="000213F3"/>
    <w:rsid w:val="0002436C"/>
    <w:rsid w:val="00024CB4"/>
    <w:rsid w:val="00026719"/>
    <w:rsid w:val="00026FFB"/>
    <w:rsid w:val="00031593"/>
    <w:rsid w:val="0003377A"/>
    <w:rsid w:val="00034738"/>
    <w:rsid w:val="00037154"/>
    <w:rsid w:val="00041214"/>
    <w:rsid w:val="00042C53"/>
    <w:rsid w:val="00044D4D"/>
    <w:rsid w:val="00045C82"/>
    <w:rsid w:val="00047009"/>
    <w:rsid w:val="000529B2"/>
    <w:rsid w:val="00052C49"/>
    <w:rsid w:val="00054C3A"/>
    <w:rsid w:val="00055B29"/>
    <w:rsid w:val="00055DF1"/>
    <w:rsid w:val="0005669C"/>
    <w:rsid w:val="000621A8"/>
    <w:rsid w:val="00064954"/>
    <w:rsid w:val="00065FD2"/>
    <w:rsid w:val="0007256A"/>
    <w:rsid w:val="00074118"/>
    <w:rsid w:val="0008281D"/>
    <w:rsid w:val="00082B3E"/>
    <w:rsid w:val="00083289"/>
    <w:rsid w:val="0008334D"/>
    <w:rsid w:val="00085005"/>
    <w:rsid w:val="000850D3"/>
    <w:rsid w:val="00086DD5"/>
    <w:rsid w:val="00087186"/>
    <w:rsid w:val="000902F2"/>
    <w:rsid w:val="00091AC0"/>
    <w:rsid w:val="0009203E"/>
    <w:rsid w:val="00094500"/>
    <w:rsid w:val="000A0565"/>
    <w:rsid w:val="000A1F1A"/>
    <w:rsid w:val="000A2FC8"/>
    <w:rsid w:val="000A6FA0"/>
    <w:rsid w:val="000B09E4"/>
    <w:rsid w:val="000B1A2F"/>
    <w:rsid w:val="000B1E4B"/>
    <w:rsid w:val="000B3D4A"/>
    <w:rsid w:val="000B3F84"/>
    <w:rsid w:val="000B7B23"/>
    <w:rsid w:val="000C00F8"/>
    <w:rsid w:val="000C2D72"/>
    <w:rsid w:val="000C311A"/>
    <w:rsid w:val="000C323A"/>
    <w:rsid w:val="000C3E6C"/>
    <w:rsid w:val="000C486A"/>
    <w:rsid w:val="000C5128"/>
    <w:rsid w:val="000C78FC"/>
    <w:rsid w:val="000D3BCD"/>
    <w:rsid w:val="000E2BD5"/>
    <w:rsid w:val="000E3B4F"/>
    <w:rsid w:val="000F00F5"/>
    <w:rsid w:val="000F121D"/>
    <w:rsid w:val="000F1BD5"/>
    <w:rsid w:val="000F1D5C"/>
    <w:rsid w:val="000F295C"/>
    <w:rsid w:val="000F592B"/>
    <w:rsid w:val="000F642B"/>
    <w:rsid w:val="00100A8C"/>
    <w:rsid w:val="00101DAA"/>
    <w:rsid w:val="00103261"/>
    <w:rsid w:val="001039FA"/>
    <w:rsid w:val="00104DA6"/>
    <w:rsid w:val="00106666"/>
    <w:rsid w:val="00106FB3"/>
    <w:rsid w:val="00107291"/>
    <w:rsid w:val="0010773D"/>
    <w:rsid w:val="001077A5"/>
    <w:rsid w:val="0011253B"/>
    <w:rsid w:val="00113814"/>
    <w:rsid w:val="00115328"/>
    <w:rsid w:val="00117EF2"/>
    <w:rsid w:val="00121216"/>
    <w:rsid w:val="001214B7"/>
    <w:rsid w:val="001247EF"/>
    <w:rsid w:val="00125054"/>
    <w:rsid w:val="0013489F"/>
    <w:rsid w:val="0013516C"/>
    <w:rsid w:val="00136BCD"/>
    <w:rsid w:val="0014227A"/>
    <w:rsid w:val="0014428C"/>
    <w:rsid w:val="00144F36"/>
    <w:rsid w:val="001466D7"/>
    <w:rsid w:val="001468CB"/>
    <w:rsid w:val="00146B19"/>
    <w:rsid w:val="00151218"/>
    <w:rsid w:val="00154248"/>
    <w:rsid w:val="001567EA"/>
    <w:rsid w:val="00156DD7"/>
    <w:rsid w:val="00157712"/>
    <w:rsid w:val="001606A0"/>
    <w:rsid w:val="00160F06"/>
    <w:rsid w:val="00160FF0"/>
    <w:rsid w:val="00165DA3"/>
    <w:rsid w:val="001676AB"/>
    <w:rsid w:val="00170480"/>
    <w:rsid w:val="001719C5"/>
    <w:rsid w:val="001721CF"/>
    <w:rsid w:val="00172B62"/>
    <w:rsid w:val="00172FE9"/>
    <w:rsid w:val="00177227"/>
    <w:rsid w:val="001808EF"/>
    <w:rsid w:val="00180D1F"/>
    <w:rsid w:val="00182847"/>
    <w:rsid w:val="00182CE7"/>
    <w:rsid w:val="00183841"/>
    <w:rsid w:val="001845D9"/>
    <w:rsid w:val="0018516A"/>
    <w:rsid w:val="00185907"/>
    <w:rsid w:val="00186FB3"/>
    <w:rsid w:val="00187214"/>
    <w:rsid w:val="001874AA"/>
    <w:rsid w:val="00190562"/>
    <w:rsid w:val="00192A35"/>
    <w:rsid w:val="001A08E7"/>
    <w:rsid w:val="001A0C06"/>
    <w:rsid w:val="001A16E1"/>
    <w:rsid w:val="001A2E2A"/>
    <w:rsid w:val="001A44CF"/>
    <w:rsid w:val="001A728F"/>
    <w:rsid w:val="001B00A7"/>
    <w:rsid w:val="001B6BFB"/>
    <w:rsid w:val="001B752E"/>
    <w:rsid w:val="001B75CB"/>
    <w:rsid w:val="001C28F5"/>
    <w:rsid w:val="001C3FC4"/>
    <w:rsid w:val="001C5F26"/>
    <w:rsid w:val="001D3C8D"/>
    <w:rsid w:val="001D487D"/>
    <w:rsid w:val="001D59A9"/>
    <w:rsid w:val="001D5FB3"/>
    <w:rsid w:val="001E030A"/>
    <w:rsid w:val="001E1A4C"/>
    <w:rsid w:val="001E219D"/>
    <w:rsid w:val="001E3574"/>
    <w:rsid w:val="001F0844"/>
    <w:rsid w:val="001F11BA"/>
    <w:rsid w:val="001F40C9"/>
    <w:rsid w:val="001F7E9F"/>
    <w:rsid w:val="0020021C"/>
    <w:rsid w:val="00200E7C"/>
    <w:rsid w:val="00201FC3"/>
    <w:rsid w:val="0020275D"/>
    <w:rsid w:val="0020412A"/>
    <w:rsid w:val="00206153"/>
    <w:rsid w:val="0020751F"/>
    <w:rsid w:val="0020786C"/>
    <w:rsid w:val="00211ABE"/>
    <w:rsid w:val="00216936"/>
    <w:rsid w:val="0022119C"/>
    <w:rsid w:val="00222473"/>
    <w:rsid w:val="002239D1"/>
    <w:rsid w:val="0022493A"/>
    <w:rsid w:val="002266A6"/>
    <w:rsid w:val="00227D0C"/>
    <w:rsid w:val="002314F6"/>
    <w:rsid w:val="00233B9F"/>
    <w:rsid w:val="00233C82"/>
    <w:rsid w:val="00234196"/>
    <w:rsid w:val="00235BAA"/>
    <w:rsid w:val="00236E7B"/>
    <w:rsid w:val="00237A6B"/>
    <w:rsid w:val="00237F47"/>
    <w:rsid w:val="00240C6E"/>
    <w:rsid w:val="00243758"/>
    <w:rsid w:val="0024413C"/>
    <w:rsid w:val="00245C36"/>
    <w:rsid w:val="002461B2"/>
    <w:rsid w:val="00257BBD"/>
    <w:rsid w:val="00261F08"/>
    <w:rsid w:val="00263765"/>
    <w:rsid w:val="00263A2D"/>
    <w:rsid w:val="002668D2"/>
    <w:rsid w:val="002679E8"/>
    <w:rsid w:val="0027773D"/>
    <w:rsid w:val="002802BF"/>
    <w:rsid w:val="002827E4"/>
    <w:rsid w:val="002832AE"/>
    <w:rsid w:val="0028357A"/>
    <w:rsid w:val="00284E01"/>
    <w:rsid w:val="00287DA8"/>
    <w:rsid w:val="00296A2C"/>
    <w:rsid w:val="00297EBA"/>
    <w:rsid w:val="002A00FE"/>
    <w:rsid w:val="002A55E5"/>
    <w:rsid w:val="002A66AE"/>
    <w:rsid w:val="002B2720"/>
    <w:rsid w:val="002B4033"/>
    <w:rsid w:val="002B56BF"/>
    <w:rsid w:val="002B5D77"/>
    <w:rsid w:val="002B74C8"/>
    <w:rsid w:val="002C28F7"/>
    <w:rsid w:val="002C4914"/>
    <w:rsid w:val="002C4EBE"/>
    <w:rsid w:val="002C50D5"/>
    <w:rsid w:val="002C5EEC"/>
    <w:rsid w:val="002C615B"/>
    <w:rsid w:val="002C6BB5"/>
    <w:rsid w:val="002C7EBF"/>
    <w:rsid w:val="002D39D8"/>
    <w:rsid w:val="002D3F84"/>
    <w:rsid w:val="002D536A"/>
    <w:rsid w:val="002D5FEC"/>
    <w:rsid w:val="002D6E9C"/>
    <w:rsid w:val="002E4C45"/>
    <w:rsid w:val="002E5259"/>
    <w:rsid w:val="002E7295"/>
    <w:rsid w:val="002F0993"/>
    <w:rsid w:val="002F0B6E"/>
    <w:rsid w:val="002F4284"/>
    <w:rsid w:val="002F573F"/>
    <w:rsid w:val="002F649C"/>
    <w:rsid w:val="00300310"/>
    <w:rsid w:val="003022AE"/>
    <w:rsid w:val="00302A22"/>
    <w:rsid w:val="0030403A"/>
    <w:rsid w:val="00304B01"/>
    <w:rsid w:val="00304FF3"/>
    <w:rsid w:val="00305595"/>
    <w:rsid w:val="003061D1"/>
    <w:rsid w:val="0030671F"/>
    <w:rsid w:val="00307DFB"/>
    <w:rsid w:val="00317983"/>
    <w:rsid w:val="00321404"/>
    <w:rsid w:val="003214F6"/>
    <w:rsid w:val="00325398"/>
    <w:rsid w:val="0033038F"/>
    <w:rsid w:val="00333A6C"/>
    <w:rsid w:val="00334AC1"/>
    <w:rsid w:val="00337341"/>
    <w:rsid w:val="00337A3F"/>
    <w:rsid w:val="003402A1"/>
    <w:rsid w:val="0034061E"/>
    <w:rsid w:val="003409C9"/>
    <w:rsid w:val="00346BF6"/>
    <w:rsid w:val="003532AF"/>
    <w:rsid w:val="003565D4"/>
    <w:rsid w:val="00357518"/>
    <w:rsid w:val="003650A4"/>
    <w:rsid w:val="00365DF5"/>
    <w:rsid w:val="0037037D"/>
    <w:rsid w:val="00371928"/>
    <w:rsid w:val="00373C0D"/>
    <w:rsid w:val="00375863"/>
    <w:rsid w:val="00375CFC"/>
    <w:rsid w:val="00377D16"/>
    <w:rsid w:val="00380D17"/>
    <w:rsid w:val="003814E5"/>
    <w:rsid w:val="003822AF"/>
    <w:rsid w:val="00383928"/>
    <w:rsid w:val="003847A6"/>
    <w:rsid w:val="00384FB7"/>
    <w:rsid w:val="0038539D"/>
    <w:rsid w:val="003861BF"/>
    <w:rsid w:val="00386B01"/>
    <w:rsid w:val="00387F88"/>
    <w:rsid w:val="003901A2"/>
    <w:rsid w:val="00391D3D"/>
    <w:rsid w:val="00394F89"/>
    <w:rsid w:val="00395153"/>
    <w:rsid w:val="003A11C4"/>
    <w:rsid w:val="003A395B"/>
    <w:rsid w:val="003A3AFC"/>
    <w:rsid w:val="003A5D1E"/>
    <w:rsid w:val="003B0CE4"/>
    <w:rsid w:val="003B1B70"/>
    <w:rsid w:val="003B48A8"/>
    <w:rsid w:val="003B49FE"/>
    <w:rsid w:val="003B6A02"/>
    <w:rsid w:val="003B7906"/>
    <w:rsid w:val="003C1B01"/>
    <w:rsid w:val="003C2673"/>
    <w:rsid w:val="003C63C2"/>
    <w:rsid w:val="003C6499"/>
    <w:rsid w:val="003D0E34"/>
    <w:rsid w:val="003D1C80"/>
    <w:rsid w:val="003D2364"/>
    <w:rsid w:val="003E1D79"/>
    <w:rsid w:val="003E52FF"/>
    <w:rsid w:val="003E6593"/>
    <w:rsid w:val="003E698E"/>
    <w:rsid w:val="003E74D6"/>
    <w:rsid w:val="003F0F3C"/>
    <w:rsid w:val="003F23EE"/>
    <w:rsid w:val="003F27F9"/>
    <w:rsid w:val="003F3F3D"/>
    <w:rsid w:val="003F40E9"/>
    <w:rsid w:val="003F6B8A"/>
    <w:rsid w:val="00402004"/>
    <w:rsid w:val="00402A83"/>
    <w:rsid w:val="00410CDB"/>
    <w:rsid w:val="00412238"/>
    <w:rsid w:val="00413A3B"/>
    <w:rsid w:val="0041681E"/>
    <w:rsid w:val="0042100A"/>
    <w:rsid w:val="00421345"/>
    <w:rsid w:val="00421593"/>
    <w:rsid w:val="004257B0"/>
    <w:rsid w:val="004272D4"/>
    <w:rsid w:val="00437886"/>
    <w:rsid w:val="00437F3C"/>
    <w:rsid w:val="00445C21"/>
    <w:rsid w:val="004507EE"/>
    <w:rsid w:val="00452FC4"/>
    <w:rsid w:val="004616C0"/>
    <w:rsid w:val="004641CC"/>
    <w:rsid w:val="004663BB"/>
    <w:rsid w:val="004665A2"/>
    <w:rsid w:val="00467F57"/>
    <w:rsid w:val="0047012A"/>
    <w:rsid w:val="00470F25"/>
    <w:rsid w:val="004715B2"/>
    <w:rsid w:val="004727FE"/>
    <w:rsid w:val="004738C6"/>
    <w:rsid w:val="00473F4C"/>
    <w:rsid w:val="0047450A"/>
    <w:rsid w:val="00475F28"/>
    <w:rsid w:val="004760A5"/>
    <w:rsid w:val="00476CEE"/>
    <w:rsid w:val="00480CD9"/>
    <w:rsid w:val="00481C19"/>
    <w:rsid w:val="004827BA"/>
    <w:rsid w:val="004868E6"/>
    <w:rsid w:val="00487472"/>
    <w:rsid w:val="004913EA"/>
    <w:rsid w:val="00492D6E"/>
    <w:rsid w:val="004A05B8"/>
    <w:rsid w:val="004A1053"/>
    <w:rsid w:val="004A1C02"/>
    <w:rsid w:val="004A4562"/>
    <w:rsid w:val="004A5A03"/>
    <w:rsid w:val="004A6561"/>
    <w:rsid w:val="004A705F"/>
    <w:rsid w:val="004B1445"/>
    <w:rsid w:val="004B4D0F"/>
    <w:rsid w:val="004C159A"/>
    <w:rsid w:val="004C3E20"/>
    <w:rsid w:val="004C3F06"/>
    <w:rsid w:val="004C46B5"/>
    <w:rsid w:val="004C5A14"/>
    <w:rsid w:val="004D01EC"/>
    <w:rsid w:val="004D0E20"/>
    <w:rsid w:val="004D1125"/>
    <w:rsid w:val="004D15CB"/>
    <w:rsid w:val="004D4125"/>
    <w:rsid w:val="004D4906"/>
    <w:rsid w:val="004D550B"/>
    <w:rsid w:val="004D6092"/>
    <w:rsid w:val="004D701C"/>
    <w:rsid w:val="004E1C69"/>
    <w:rsid w:val="004E2EBE"/>
    <w:rsid w:val="004E3339"/>
    <w:rsid w:val="004E4EB1"/>
    <w:rsid w:val="004E64AE"/>
    <w:rsid w:val="004E7F05"/>
    <w:rsid w:val="004F2797"/>
    <w:rsid w:val="004F296D"/>
    <w:rsid w:val="004F3AEC"/>
    <w:rsid w:val="004F4CB7"/>
    <w:rsid w:val="004F6111"/>
    <w:rsid w:val="00501C6D"/>
    <w:rsid w:val="00504C34"/>
    <w:rsid w:val="0050589F"/>
    <w:rsid w:val="005063B0"/>
    <w:rsid w:val="00510B82"/>
    <w:rsid w:val="0051104D"/>
    <w:rsid w:val="00512E42"/>
    <w:rsid w:val="00512E47"/>
    <w:rsid w:val="00514789"/>
    <w:rsid w:val="00515630"/>
    <w:rsid w:val="00523CFF"/>
    <w:rsid w:val="00524ADD"/>
    <w:rsid w:val="00525AA2"/>
    <w:rsid w:val="0053547D"/>
    <w:rsid w:val="005356AB"/>
    <w:rsid w:val="00535772"/>
    <w:rsid w:val="00536294"/>
    <w:rsid w:val="00536781"/>
    <w:rsid w:val="005410BA"/>
    <w:rsid w:val="005441FD"/>
    <w:rsid w:val="0054565C"/>
    <w:rsid w:val="00550B7F"/>
    <w:rsid w:val="00550E8B"/>
    <w:rsid w:val="00556F1D"/>
    <w:rsid w:val="005606CB"/>
    <w:rsid w:val="0056183D"/>
    <w:rsid w:val="00562D37"/>
    <w:rsid w:val="00563CFB"/>
    <w:rsid w:val="005654DF"/>
    <w:rsid w:val="005669F2"/>
    <w:rsid w:val="00573A85"/>
    <w:rsid w:val="005761A0"/>
    <w:rsid w:val="00577C35"/>
    <w:rsid w:val="00582BE3"/>
    <w:rsid w:val="00582C17"/>
    <w:rsid w:val="005839CF"/>
    <w:rsid w:val="00583E04"/>
    <w:rsid w:val="00584182"/>
    <w:rsid w:val="005855DB"/>
    <w:rsid w:val="005873A2"/>
    <w:rsid w:val="00593081"/>
    <w:rsid w:val="005A0204"/>
    <w:rsid w:val="005A0E7E"/>
    <w:rsid w:val="005A295F"/>
    <w:rsid w:val="005A2D36"/>
    <w:rsid w:val="005A3E48"/>
    <w:rsid w:val="005A4492"/>
    <w:rsid w:val="005A6D9C"/>
    <w:rsid w:val="005A7159"/>
    <w:rsid w:val="005A7E1C"/>
    <w:rsid w:val="005B4993"/>
    <w:rsid w:val="005B4A68"/>
    <w:rsid w:val="005B4E51"/>
    <w:rsid w:val="005B6BDE"/>
    <w:rsid w:val="005C0C60"/>
    <w:rsid w:val="005C4E2F"/>
    <w:rsid w:val="005C5FD7"/>
    <w:rsid w:val="005C7411"/>
    <w:rsid w:val="005D117E"/>
    <w:rsid w:val="005D1691"/>
    <w:rsid w:val="005D34B6"/>
    <w:rsid w:val="005D60B9"/>
    <w:rsid w:val="005E226F"/>
    <w:rsid w:val="005E37C4"/>
    <w:rsid w:val="005E49E1"/>
    <w:rsid w:val="005E52BE"/>
    <w:rsid w:val="005E561D"/>
    <w:rsid w:val="005F08C5"/>
    <w:rsid w:val="005F120A"/>
    <w:rsid w:val="005F4DC1"/>
    <w:rsid w:val="005F59A7"/>
    <w:rsid w:val="005F6E14"/>
    <w:rsid w:val="00602E75"/>
    <w:rsid w:val="006047B6"/>
    <w:rsid w:val="00604B48"/>
    <w:rsid w:val="006053BA"/>
    <w:rsid w:val="00605E44"/>
    <w:rsid w:val="00607A51"/>
    <w:rsid w:val="00610910"/>
    <w:rsid w:val="006113F7"/>
    <w:rsid w:val="00611AEA"/>
    <w:rsid w:val="006145F6"/>
    <w:rsid w:val="00617767"/>
    <w:rsid w:val="0062148B"/>
    <w:rsid w:val="00626F0C"/>
    <w:rsid w:val="00626F0F"/>
    <w:rsid w:val="0063297B"/>
    <w:rsid w:val="00633622"/>
    <w:rsid w:val="0063490C"/>
    <w:rsid w:val="00634AAB"/>
    <w:rsid w:val="006364ED"/>
    <w:rsid w:val="00637C95"/>
    <w:rsid w:val="006413DF"/>
    <w:rsid w:val="00641BBC"/>
    <w:rsid w:val="006437E1"/>
    <w:rsid w:val="00643AC4"/>
    <w:rsid w:val="00643F43"/>
    <w:rsid w:val="00644F0F"/>
    <w:rsid w:val="006463F2"/>
    <w:rsid w:val="00650510"/>
    <w:rsid w:val="00650820"/>
    <w:rsid w:val="006535BC"/>
    <w:rsid w:val="00653664"/>
    <w:rsid w:val="006539A3"/>
    <w:rsid w:val="00657F2D"/>
    <w:rsid w:val="0066064D"/>
    <w:rsid w:val="00660F2B"/>
    <w:rsid w:val="00661686"/>
    <w:rsid w:val="00663016"/>
    <w:rsid w:val="0066316B"/>
    <w:rsid w:val="00663F9E"/>
    <w:rsid w:val="00665DF2"/>
    <w:rsid w:val="006712AF"/>
    <w:rsid w:val="00671409"/>
    <w:rsid w:val="00672E62"/>
    <w:rsid w:val="006740AC"/>
    <w:rsid w:val="00675ABF"/>
    <w:rsid w:val="00680B33"/>
    <w:rsid w:val="0068293C"/>
    <w:rsid w:val="00684C71"/>
    <w:rsid w:val="00685DB4"/>
    <w:rsid w:val="0068650D"/>
    <w:rsid w:val="00691DA8"/>
    <w:rsid w:val="00693F02"/>
    <w:rsid w:val="00694497"/>
    <w:rsid w:val="00694ED3"/>
    <w:rsid w:val="00696DBC"/>
    <w:rsid w:val="00696EB3"/>
    <w:rsid w:val="0069753C"/>
    <w:rsid w:val="006B07C5"/>
    <w:rsid w:val="006B0B70"/>
    <w:rsid w:val="006B0CF4"/>
    <w:rsid w:val="006B0F1B"/>
    <w:rsid w:val="006B2350"/>
    <w:rsid w:val="006B24CD"/>
    <w:rsid w:val="006B2E5E"/>
    <w:rsid w:val="006B43D4"/>
    <w:rsid w:val="006B49F4"/>
    <w:rsid w:val="006B614F"/>
    <w:rsid w:val="006B7C3A"/>
    <w:rsid w:val="006C0B6B"/>
    <w:rsid w:val="006C0E94"/>
    <w:rsid w:val="006C1B11"/>
    <w:rsid w:val="006C41B7"/>
    <w:rsid w:val="006C4364"/>
    <w:rsid w:val="006C699B"/>
    <w:rsid w:val="006C7525"/>
    <w:rsid w:val="006D0B82"/>
    <w:rsid w:val="006D2D37"/>
    <w:rsid w:val="006D5768"/>
    <w:rsid w:val="006D5F5F"/>
    <w:rsid w:val="006D6ECA"/>
    <w:rsid w:val="006D7C60"/>
    <w:rsid w:val="006E313A"/>
    <w:rsid w:val="006E454F"/>
    <w:rsid w:val="006E66A2"/>
    <w:rsid w:val="006E69C3"/>
    <w:rsid w:val="006F3B6F"/>
    <w:rsid w:val="006F5FFA"/>
    <w:rsid w:val="006F67AF"/>
    <w:rsid w:val="0070586C"/>
    <w:rsid w:val="00705B4E"/>
    <w:rsid w:val="007130F0"/>
    <w:rsid w:val="00713354"/>
    <w:rsid w:val="007162C1"/>
    <w:rsid w:val="0072677A"/>
    <w:rsid w:val="00731DDD"/>
    <w:rsid w:val="00732584"/>
    <w:rsid w:val="007328AC"/>
    <w:rsid w:val="00735A51"/>
    <w:rsid w:val="0073640D"/>
    <w:rsid w:val="00736475"/>
    <w:rsid w:val="0074007A"/>
    <w:rsid w:val="00740CD0"/>
    <w:rsid w:val="00741682"/>
    <w:rsid w:val="007444CC"/>
    <w:rsid w:val="007507BD"/>
    <w:rsid w:val="00750E9C"/>
    <w:rsid w:val="00753407"/>
    <w:rsid w:val="007537B0"/>
    <w:rsid w:val="00754744"/>
    <w:rsid w:val="00755924"/>
    <w:rsid w:val="00755F2B"/>
    <w:rsid w:val="00757AF1"/>
    <w:rsid w:val="00761DDC"/>
    <w:rsid w:val="007621D4"/>
    <w:rsid w:val="00762479"/>
    <w:rsid w:val="00762CED"/>
    <w:rsid w:val="007636E8"/>
    <w:rsid w:val="00764449"/>
    <w:rsid w:val="00764F66"/>
    <w:rsid w:val="007655A4"/>
    <w:rsid w:val="00765878"/>
    <w:rsid w:val="00766E32"/>
    <w:rsid w:val="00770B68"/>
    <w:rsid w:val="00773281"/>
    <w:rsid w:val="007736F8"/>
    <w:rsid w:val="00775084"/>
    <w:rsid w:val="00776803"/>
    <w:rsid w:val="00776F73"/>
    <w:rsid w:val="00777DCA"/>
    <w:rsid w:val="00780A23"/>
    <w:rsid w:val="00784020"/>
    <w:rsid w:val="00787352"/>
    <w:rsid w:val="0079089E"/>
    <w:rsid w:val="00790C28"/>
    <w:rsid w:val="007916FB"/>
    <w:rsid w:val="00794A86"/>
    <w:rsid w:val="00795BFC"/>
    <w:rsid w:val="00796A5D"/>
    <w:rsid w:val="00796D1B"/>
    <w:rsid w:val="007978DA"/>
    <w:rsid w:val="007A19DD"/>
    <w:rsid w:val="007A41ED"/>
    <w:rsid w:val="007A5BCB"/>
    <w:rsid w:val="007A7205"/>
    <w:rsid w:val="007B122D"/>
    <w:rsid w:val="007B2713"/>
    <w:rsid w:val="007B34B7"/>
    <w:rsid w:val="007B4467"/>
    <w:rsid w:val="007B75F0"/>
    <w:rsid w:val="007B7B76"/>
    <w:rsid w:val="007C1E4A"/>
    <w:rsid w:val="007C3EBD"/>
    <w:rsid w:val="007C56C6"/>
    <w:rsid w:val="007C6B62"/>
    <w:rsid w:val="007C7BEE"/>
    <w:rsid w:val="007D03A8"/>
    <w:rsid w:val="007D1735"/>
    <w:rsid w:val="007D2757"/>
    <w:rsid w:val="007D32F8"/>
    <w:rsid w:val="007D3589"/>
    <w:rsid w:val="007D6B7A"/>
    <w:rsid w:val="007D6BAB"/>
    <w:rsid w:val="007D74BF"/>
    <w:rsid w:val="007D7B58"/>
    <w:rsid w:val="007E1745"/>
    <w:rsid w:val="007E517B"/>
    <w:rsid w:val="007E551D"/>
    <w:rsid w:val="007E5679"/>
    <w:rsid w:val="007E57C2"/>
    <w:rsid w:val="007E6CEE"/>
    <w:rsid w:val="007E6F5E"/>
    <w:rsid w:val="007E7693"/>
    <w:rsid w:val="007F5B58"/>
    <w:rsid w:val="007F662D"/>
    <w:rsid w:val="0080361A"/>
    <w:rsid w:val="0080440E"/>
    <w:rsid w:val="00806A92"/>
    <w:rsid w:val="00811DE3"/>
    <w:rsid w:val="0081485C"/>
    <w:rsid w:val="00814EC8"/>
    <w:rsid w:val="00815E7D"/>
    <w:rsid w:val="00820090"/>
    <w:rsid w:val="00820968"/>
    <w:rsid w:val="008257F4"/>
    <w:rsid w:val="00825EA0"/>
    <w:rsid w:val="00825EDD"/>
    <w:rsid w:val="00827BEB"/>
    <w:rsid w:val="00831A8B"/>
    <w:rsid w:val="00833641"/>
    <w:rsid w:val="00833949"/>
    <w:rsid w:val="00835F61"/>
    <w:rsid w:val="008405AA"/>
    <w:rsid w:val="0084131D"/>
    <w:rsid w:val="00841C11"/>
    <w:rsid w:val="00841C96"/>
    <w:rsid w:val="00842B4E"/>
    <w:rsid w:val="00850E48"/>
    <w:rsid w:val="008557FD"/>
    <w:rsid w:val="00856538"/>
    <w:rsid w:val="00856904"/>
    <w:rsid w:val="00856E4A"/>
    <w:rsid w:val="00860000"/>
    <w:rsid w:val="0086059D"/>
    <w:rsid w:val="008635A7"/>
    <w:rsid w:val="008636F0"/>
    <w:rsid w:val="00863FB4"/>
    <w:rsid w:val="00864538"/>
    <w:rsid w:val="00865202"/>
    <w:rsid w:val="00871439"/>
    <w:rsid w:val="00871BB4"/>
    <w:rsid w:val="00871FA8"/>
    <w:rsid w:val="0087263D"/>
    <w:rsid w:val="0087617F"/>
    <w:rsid w:val="0087651A"/>
    <w:rsid w:val="00876671"/>
    <w:rsid w:val="00876B52"/>
    <w:rsid w:val="008804E1"/>
    <w:rsid w:val="0088255F"/>
    <w:rsid w:val="00883B10"/>
    <w:rsid w:val="00885A09"/>
    <w:rsid w:val="00887A2B"/>
    <w:rsid w:val="0089094F"/>
    <w:rsid w:val="0089162C"/>
    <w:rsid w:val="00892B0E"/>
    <w:rsid w:val="00892B21"/>
    <w:rsid w:val="00893D84"/>
    <w:rsid w:val="00895FA5"/>
    <w:rsid w:val="00896A9F"/>
    <w:rsid w:val="00897167"/>
    <w:rsid w:val="00897BA4"/>
    <w:rsid w:val="00897EE2"/>
    <w:rsid w:val="008A23B5"/>
    <w:rsid w:val="008A486B"/>
    <w:rsid w:val="008A4C1E"/>
    <w:rsid w:val="008A5F1E"/>
    <w:rsid w:val="008B3BFB"/>
    <w:rsid w:val="008B43E9"/>
    <w:rsid w:val="008B45FF"/>
    <w:rsid w:val="008B4A74"/>
    <w:rsid w:val="008B5E87"/>
    <w:rsid w:val="008B6188"/>
    <w:rsid w:val="008B7151"/>
    <w:rsid w:val="008C0293"/>
    <w:rsid w:val="008C41EE"/>
    <w:rsid w:val="008C5F28"/>
    <w:rsid w:val="008D1A13"/>
    <w:rsid w:val="008D570C"/>
    <w:rsid w:val="008D671C"/>
    <w:rsid w:val="008E0891"/>
    <w:rsid w:val="008E1117"/>
    <w:rsid w:val="008E2B7A"/>
    <w:rsid w:val="008E5C54"/>
    <w:rsid w:val="008E7AB2"/>
    <w:rsid w:val="008F3B5A"/>
    <w:rsid w:val="008F463E"/>
    <w:rsid w:val="008F6193"/>
    <w:rsid w:val="008F6485"/>
    <w:rsid w:val="008F7DA5"/>
    <w:rsid w:val="00900AB3"/>
    <w:rsid w:val="00901C99"/>
    <w:rsid w:val="00902CCE"/>
    <w:rsid w:val="00903386"/>
    <w:rsid w:val="00905F9C"/>
    <w:rsid w:val="00906E85"/>
    <w:rsid w:val="00913764"/>
    <w:rsid w:val="00914CDC"/>
    <w:rsid w:val="00920EDC"/>
    <w:rsid w:val="009263E0"/>
    <w:rsid w:val="00931D0D"/>
    <w:rsid w:val="00932222"/>
    <w:rsid w:val="00933DDA"/>
    <w:rsid w:val="00935034"/>
    <w:rsid w:val="00937CC2"/>
    <w:rsid w:val="00943A7F"/>
    <w:rsid w:val="00943AFF"/>
    <w:rsid w:val="00946E0C"/>
    <w:rsid w:val="00951CDF"/>
    <w:rsid w:val="00953A4A"/>
    <w:rsid w:val="00955086"/>
    <w:rsid w:val="009557AF"/>
    <w:rsid w:val="00955856"/>
    <w:rsid w:val="00955B0C"/>
    <w:rsid w:val="00957E7C"/>
    <w:rsid w:val="00961E8A"/>
    <w:rsid w:val="00961EF6"/>
    <w:rsid w:val="00964F10"/>
    <w:rsid w:val="00971B6D"/>
    <w:rsid w:val="00971DF4"/>
    <w:rsid w:val="00972A84"/>
    <w:rsid w:val="009745E7"/>
    <w:rsid w:val="009775A1"/>
    <w:rsid w:val="00977E8E"/>
    <w:rsid w:val="009813C0"/>
    <w:rsid w:val="0098235D"/>
    <w:rsid w:val="00982BFC"/>
    <w:rsid w:val="00993EDD"/>
    <w:rsid w:val="00994621"/>
    <w:rsid w:val="009954E3"/>
    <w:rsid w:val="009A01D0"/>
    <w:rsid w:val="009A0990"/>
    <w:rsid w:val="009A2BAF"/>
    <w:rsid w:val="009A4C0B"/>
    <w:rsid w:val="009A78B9"/>
    <w:rsid w:val="009B1681"/>
    <w:rsid w:val="009B5C6F"/>
    <w:rsid w:val="009B7C24"/>
    <w:rsid w:val="009C4993"/>
    <w:rsid w:val="009D459C"/>
    <w:rsid w:val="009D61BC"/>
    <w:rsid w:val="009D71E5"/>
    <w:rsid w:val="009E02AF"/>
    <w:rsid w:val="009E0569"/>
    <w:rsid w:val="009E1813"/>
    <w:rsid w:val="009E32E8"/>
    <w:rsid w:val="009E39F1"/>
    <w:rsid w:val="009E6E95"/>
    <w:rsid w:val="009F5569"/>
    <w:rsid w:val="009F5E5B"/>
    <w:rsid w:val="00A006B3"/>
    <w:rsid w:val="00A009E2"/>
    <w:rsid w:val="00A00BC0"/>
    <w:rsid w:val="00A01C7E"/>
    <w:rsid w:val="00A022F0"/>
    <w:rsid w:val="00A02FE5"/>
    <w:rsid w:val="00A035A6"/>
    <w:rsid w:val="00A14648"/>
    <w:rsid w:val="00A17044"/>
    <w:rsid w:val="00A21589"/>
    <w:rsid w:val="00A218E8"/>
    <w:rsid w:val="00A24A5C"/>
    <w:rsid w:val="00A271DF"/>
    <w:rsid w:val="00A27F01"/>
    <w:rsid w:val="00A30E8B"/>
    <w:rsid w:val="00A328A0"/>
    <w:rsid w:val="00A32935"/>
    <w:rsid w:val="00A338AC"/>
    <w:rsid w:val="00A3458B"/>
    <w:rsid w:val="00A3563D"/>
    <w:rsid w:val="00A406CD"/>
    <w:rsid w:val="00A43D93"/>
    <w:rsid w:val="00A47195"/>
    <w:rsid w:val="00A47A32"/>
    <w:rsid w:val="00A5202D"/>
    <w:rsid w:val="00A526CB"/>
    <w:rsid w:val="00A537EB"/>
    <w:rsid w:val="00A54DD9"/>
    <w:rsid w:val="00A554C4"/>
    <w:rsid w:val="00A60833"/>
    <w:rsid w:val="00A616D1"/>
    <w:rsid w:val="00A62C51"/>
    <w:rsid w:val="00A63EE4"/>
    <w:rsid w:val="00A65085"/>
    <w:rsid w:val="00A66132"/>
    <w:rsid w:val="00A664ED"/>
    <w:rsid w:val="00A668A5"/>
    <w:rsid w:val="00A67237"/>
    <w:rsid w:val="00A71C69"/>
    <w:rsid w:val="00A735B5"/>
    <w:rsid w:val="00A74EF6"/>
    <w:rsid w:val="00A74FB4"/>
    <w:rsid w:val="00A75371"/>
    <w:rsid w:val="00A80165"/>
    <w:rsid w:val="00A818BE"/>
    <w:rsid w:val="00A82B9A"/>
    <w:rsid w:val="00A84C4B"/>
    <w:rsid w:val="00A84E12"/>
    <w:rsid w:val="00A9150F"/>
    <w:rsid w:val="00A92C88"/>
    <w:rsid w:val="00A92E01"/>
    <w:rsid w:val="00A95D13"/>
    <w:rsid w:val="00A96424"/>
    <w:rsid w:val="00A9736A"/>
    <w:rsid w:val="00A9791E"/>
    <w:rsid w:val="00AA1A91"/>
    <w:rsid w:val="00AA268B"/>
    <w:rsid w:val="00AA32FC"/>
    <w:rsid w:val="00AA4A3B"/>
    <w:rsid w:val="00AA54CD"/>
    <w:rsid w:val="00AA651A"/>
    <w:rsid w:val="00AB0E06"/>
    <w:rsid w:val="00AB19D1"/>
    <w:rsid w:val="00AB298D"/>
    <w:rsid w:val="00AB449B"/>
    <w:rsid w:val="00AB5348"/>
    <w:rsid w:val="00AB5998"/>
    <w:rsid w:val="00AB6BDC"/>
    <w:rsid w:val="00AB79C3"/>
    <w:rsid w:val="00AC07B4"/>
    <w:rsid w:val="00AC22CF"/>
    <w:rsid w:val="00AC2663"/>
    <w:rsid w:val="00AC4211"/>
    <w:rsid w:val="00AD0BFD"/>
    <w:rsid w:val="00AD19E9"/>
    <w:rsid w:val="00AD240C"/>
    <w:rsid w:val="00AE0121"/>
    <w:rsid w:val="00AE1451"/>
    <w:rsid w:val="00AE1B0B"/>
    <w:rsid w:val="00AE1EFB"/>
    <w:rsid w:val="00AE3763"/>
    <w:rsid w:val="00AE4C06"/>
    <w:rsid w:val="00AE69FD"/>
    <w:rsid w:val="00AF0A86"/>
    <w:rsid w:val="00AF620E"/>
    <w:rsid w:val="00AF6352"/>
    <w:rsid w:val="00AF6740"/>
    <w:rsid w:val="00B02234"/>
    <w:rsid w:val="00B03FEB"/>
    <w:rsid w:val="00B04AEB"/>
    <w:rsid w:val="00B051A0"/>
    <w:rsid w:val="00B055AC"/>
    <w:rsid w:val="00B0670B"/>
    <w:rsid w:val="00B1019B"/>
    <w:rsid w:val="00B149F9"/>
    <w:rsid w:val="00B21E3A"/>
    <w:rsid w:val="00B22096"/>
    <w:rsid w:val="00B303DC"/>
    <w:rsid w:val="00B34EB7"/>
    <w:rsid w:val="00B36569"/>
    <w:rsid w:val="00B36FD8"/>
    <w:rsid w:val="00B379F2"/>
    <w:rsid w:val="00B37BA0"/>
    <w:rsid w:val="00B4132B"/>
    <w:rsid w:val="00B42129"/>
    <w:rsid w:val="00B4283B"/>
    <w:rsid w:val="00B4656D"/>
    <w:rsid w:val="00B4752E"/>
    <w:rsid w:val="00B50602"/>
    <w:rsid w:val="00B5072C"/>
    <w:rsid w:val="00B53CB9"/>
    <w:rsid w:val="00B559C7"/>
    <w:rsid w:val="00B55BEA"/>
    <w:rsid w:val="00B61B26"/>
    <w:rsid w:val="00B630BA"/>
    <w:rsid w:val="00B64685"/>
    <w:rsid w:val="00B712CA"/>
    <w:rsid w:val="00B714BD"/>
    <w:rsid w:val="00B7249C"/>
    <w:rsid w:val="00B72C52"/>
    <w:rsid w:val="00B74F3D"/>
    <w:rsid w:val="00B82198"/>
    <w:rsid w:val="00B83F47"/>
    <w:rsid w:val="00B84315"/>
    <w:rsid w:val="00B846D3"/>
    <w:rsid w:val="00B84EA5"/>
    <w:rsid w:val="00B91621"/>
    <w:rsid w:val="00B95863"/>
    <w:rsid w:val="00BA1A83"/>
    <w:rsid w:val="00BA2B0A"/>
    <w:rsid w:val="00BA4CE0"/>
    <w:rsid w:val="00BA528B"/>
    <w:rsid w:val="00BA7A9D"/>
    <w:rsid w:val="00BB29D3"/>
    <w:rsid w:val="00BB2C79"/>
    <w:rsid w:val="00BB2E02"/>
    <w:rsid w:val="00BB5DE9"/>
    <w:rsid w:val="00BB7932"/>
    <w:rsid w:val="00BC19F4"/>
    <w:rsid w:val="00BC1AF5"/>
    <w:rsid w:val="00BC785F"/>
    <w:rsid w:val="00BD0EAC"/>
    <w:rsid w:val="00BD1794"/>
    <w:rsid w:val="00BD2284"/>
    <w:rsid w:val="00BD3A2C"/>
    <w:rsid w:val="00BD6CEE"/>
    <w:rsid w:val="00BD7923"/>
    <w:rsid w:val="00BE00E2"/>
    <w:rsid w:val="00BE0947"/>
    <w:rsid w:val="00BE19DE"/>
    <w:rsid w:val="00BE38EE"/>
    <w:rsid w:val="00BE4799"/>
    <w:rsid w:val="00BE58CF"/>
    <w:rsid w:val="00BE7B05"/>
    <w:rsid w:val="00BF2367"/>
    <w:rsid w:val="00BF2A92"/>
    <w:rsid w:val="00BF48F0"/>
    <w:rsid w:val="00BF57C0"/>
    <w:rsid w:val="00C007AE"/>
    <w:rsid w:val="00C00B9A"/>
    <w:rsid w:val="00C03453"/>
    <w:rsid w:val="00C03E97"/>
    <w:rsid w:val="00C051C5"/>
    <w:rsid w:val="00C057B3"/>
    <w:rsid w:val="00C0638F"/>
    <w:rsid w:val="00C13A25"/>
    <w:rsid w:val="00C1674C"/>
    <w:rsid w:val="00C22327"/>
    <w:rsid w:val="00C231FB"/>
    <w:rsid w:val="00C24889"/>
    <w:rsid w:val="00C24FF2"/>
    <w:rsid w:val="00C2585F"/>
    <w:rsid w:val="00C2618A"/>
    <w:rsid w:val="00C34149"/>
    <w:rsid w:val="00C34C55"/>
    <w:rsid w:val="00C355F4"/>
    <w:rsid w:val="00C35AC7"/>
    <w:rsid w:val="00C36F29"/>
    <w:rsid w:val="00C40756"/>
    <w:rsid w:val="00C40D2D"/>
    <w:rsid w:val="00C41046"/>
    <w:rsid w:val="00C4323C"/>
    <w:rsid w:val="00C43B4B"/>
    <w:rsid w:val="00C45D75"/>
    <w:rsid w:val="00C51588"/>
    <w:rsid w:val="00C51746"/>
    <w:rsid w:val="00C51A42"/>
    <w:rsid w:val="00C52001"/>
    <w:rsid w:val="00C5385F"/>
    <w:rsid w:val="00C5392B"/>
    <w:rsid w:val="00C53B58"/>
    <w:rsid w:val="00C663EE"/>
    <w:rsid w:val="00C664A4"/>
    <w:rsid w:val="00C67982"/>
    <w:rsid w:val="00C721C8"/>
    <w:rsid w:val="00C75FF6"/>
    <w:rsid w:val="00C76579"/>
    <w:rsid w:val="00C770C0"/>
    <w:rsid w:val="00C80240"/>
    <w:rsid w:val="00C80E1E"/>
    <w:rsid w:val="00C81232"/>
    <w:rsid w:val="00C85EB1"/>
    <w:rsid w:val="00C86087"/>
    <w:rsid w:val="00C86698"/>
    <w:rsid w:val="00C8743A"/>
    <w:rsid w:val="00C90119"/>
    <w:rsid w:val="00C92C27"/>
    <w:rsid w:val="00C946FB"/>
    <w:rsid w:val="00C964D2"/>
    <w:rsid w:val="00CA24F5"/>
    <w:rsid w:val="00CA2604"/>
    <w:rsid w:val="00CA4069"/>
    <w:rsid w:val="00CA4F93"/>
    <w:rsid w:val="00CA6032"/>
    <w:rsid w:val="00CA6549"/>
    <w:rsid w:val="00CB07F9"/>
    <w:rsid w:val="00CB2B24"/>
    <w:rsid w:val="00CB6444"/>
    <w:rsid w:val="00CB6B2F"/>
    <w:rsid w:val="00CC07B0"/>
    <w:rsid w:val="00CC1C5F"/>
    <w:rsid w:val="00CC2953"/>
    <w:rsid w:val="00CC4A94"/>
    <w:rsid w:val="00CC7BC6"/>
    <w:rsid w:val="00CD0044"/>
    <w:rsid w:val="00CD7921"/>
    <w:rsid w:val="00CE0459"/>
    <w:rsid w:val="00CE0CC7"/>
    <w:rsid w:val="00CE0E9B"/>
    <w:rsid w:val="00CE1495"/>
    <w:rsid w:val="00CE176D"/>
    <w:rsid w:val="00CE2C2A"/>
    <w:rsid w:val="00CE6F91"/>
    <w:rsid w:val="00CE733F"/>
    <w:rsid w:val="00CE7E19"/>
    <w:rsid w:val="00CF2441"/>
    <w:rsid w:val="00CF24B7"/>
    <w:rsid w:val="00CF2674"/>
    <w:rsid w:val="00CF3441"/>
    <w:rsid w:val="00CF5C6E"/>
    <w:rsid w:val="00CF7351"/>
    <w:rsid w:val="00D003BC"/>
    <w:rsid w:val="00D079AD"/>
    <w:rsid w:val="00D13773"/>
    <w:rsid w:val="00D1520A"/>
    <w:rsid w:val="00D1567A"/>
    <w:rsid w:val="00D2520B"/>
    <w:rsid w:val="00D2666F"/>
    <w:rsid w:val="00D268DC"/>
    <w:rsid w:val="00D27D13"/>
    <w:rsid w:val="00D311D1"/>
    <w:rsid w:val="00D323A7"/>
    <w:rsid w:val="00D32D7C"/>
    <w:rsid w:val="00D330C3"/>
    <w:rsid w:val="00D3559A"/>
    <w:rsid w:val="00D35FA9"/>
    <w:rsid w:val="00D36616"/>
    <w:rsid w:val="00D368F9"/>
    <w:rsid w:val="00D37B92"/>
    <w:rsid w:val="00D40EC5"/>
    <w:rsid w:val="00D423E0"/>
    <w:rsid w:val="00D42753"/>
    <w:rsid w:val="00D4707A"/>
    <w:rsid w:val="00D502E4"/>
    <w:rsid w:val="00D51421"/>
    <w:rsid w:val="00D51992"/>
    <w:rsid w:val="00D53DB9"/>
    <w:rsid w:val="00D60BCC"/>
    <w:rsid w:val="00D61C71"/>
    <w:rsid w:val="00D620A2"/>
    <w:rsid w:val="00D639C6"/>
    <w:rsid w:val="00D64B3A"/>
    <w:rsid w:val="00D66315"/>
    <w:rsid w:val="00D705F7"/>
    <w:rsid w:val="00D73E3E"/>
    <w:rsid w:val="00D74193"/>
    <w:rsid w:val="00D77AF1"/>
    <w:rsid w:val="00D81406"/>
    <w:rsid w:val="00D8199D"/>
    <w:rsid w:val="00D86868"/>
    <w:rsid w:val="00D8715A"/>
    <w:rsid w:val="00D877F1"/>
    <w:rsid w:val="00D90247"/>
    <w:rsid w:val="00D90E3B"/>
    <w:rsid w:val="00D93B65"/>
    <w:rsid w:val="00D9485E"/>
    <w:rsid w:val="00DA11F5"/>
    <w:rsid w:val="00DA3140"/>
    <w:rsid w:val="00DA5FE8"/>
    <w:rsid w:val="00DA72C4"/>
    <w:rsid w:val="00DB1ADA"/>
    <w:rsid w:val="00DB23A1"/>
    <w:rsid w:val="00DB260B"/>
    <w:rsid w:val="00DB538B"/>
    <w:rsid w:val="00DB696E"/>
    <w:rsid w:val="00DB7F9E"/>
    <w:rsid w:val="00DC269C"/>
    <w:rsid w:val="00DC2FE9"/>
    <w:rsid w:val="00DC474F"/>
    <w:rsid w:val="00DD06D6"/>
    <w:rsid w:val="00DD1368"/>
    <w:rsid w:val="00DD324E"/>
    <w:rsid w:val="00DD352F"/>
    <w:rsid w:val="00DD634C"/>
    <w:rsid w:val="00DD7908"/>
    <w:rsid w:val="00DD7C3B"/>
    <w:rsid w:val="00DD7F97"/>
    <w:rsid w:val="00DE1A7E"/>
    <w:rsid w:val="00DE6CC0"/>
    <w:rsid w:val="00DE70F9"/>
    <w:rsid w:val="00DF0C1A"/>
    <w:rsid w:val="00DF1906"/>
    <w:rsid w:val="00DF44E2"/>
    <w:rsid w:val="00DF562C"/>
    <w:rsid w:val="00DF7B27"/>
    <w:rsid w:val="00E0384F"/>
    <w:rsid w:val="00E04989"/>
    <w:rsid w:val="00E1150A"/>
    <w:rsid w:val="00E11D13"/>
    <w:rsid w:val="00E17841"/>
    <w:rsid w:val="00E20CEF"/>
    <w:rsid w:val="00E221A7"/>
    <w:rsid w:val="00E265F9"/>
    <w:rsid w:val="00E31D88"/>
    <w:rsid w:val="00E32481"/>
    <w:rsid w:val="00E33E49"/>
    <w:rsid w:val="00E350D8"/>
    <w:rsid w:val="00E426AD"/>
    <w:rsid w:val="00E4329C"/>
    <w:rsid w:val="00E50C97"/>
    <w:rsid w:val="00E557E3"/>
    <w:rsid w:val="00E5668A"/>
    <w:rsid w:val="00E606D4"/>
    <w:rsid w:val="00E6252D"/>
    <w:rsid w:val="00E63CCB"/>
    <w:rsid w:val="00E666FF"/>
    <w:rsid w:val="00E66758"/>
    <w:rsid w:val="00E66C97"/>
    <w:rsid w:val="00E66ED4"/>
    <w:rsid w:val="00E66F0B"/>
    <w:rsid w:val="00E72550"/>
    <w:rsid w:val="00E74CBA"/>
    <w:rsid w:val="00E76695"/>
    <w:rsid w:val="00E7776E"/>
    <w:rsid w:val="00E805BF"/>
    <w:rsid w:val="00E86683"/>
    <w:rsid w:val="00E90B7B"/>
    <w:rsid w:val="00E91123"/>
    <w:rsid w:val="00E93516"/>
    <w:rsid w:val="00E9415A"/>
    <w:rsid w:val="00E94885"/>
    <w:rsid w:val="00E961C8"/>
    <w:rsid w:val="00E970C9"/>
    <w:rsid w:val="00EA1E5E"/>
    <w:rsid w:val="00EA464C"/>
    <w:rsid w:val="00EA4FD5"/>
    <w:rsid w:val="00EB230C"/>
    <w:rsid w:val="00EB322D"/>
    <w:rsid w:val="00EB3A79"/>
    <w:rsid w:val="00EB3EC7"/>
    <w:rsid w:val="00EB54A9"/>
    <w:rsid w:val="00EB5F58"/>
    <w:rsid w:val="00EB7BC3"/>
    <w:rsid w:val="00EC0114"/>
    <w:rsid w:val="00EC152C"/>
    <w:rsid w:val="00EC2413"/>
    <w:rsid w:val="00EC3578"/>
    <w:rsid w:val="00EC3AA3"/>
    <w:rsid w:val="00EC5056"/>
    <w:rsid w:val="00EC60AE"/>
    <w:rsid w:val="00ED142F"/>
    <w:rsid w:val="00ED3BDE"/>
    <w:rsid w:val="00ED494C"/>
    <w:rsid w:val="00EE0E57"/>
    <w:rsid w:val="00EE2654"/>
    <w:rsid w:val="00EE29AF"/>
    <w:rsid w:val="00EE498D"/>
    <w:rsid w:val="00EF0C30"/>
    <w:rsid w:val="00EF1A59"/>
    <w:rsid w:val="00EF2AE3"/>
    <w:rsid w:val="00EF3FE7"/>
    <w:rsid w:val="00EF6CD5"/>
    <w:rsid w:val="00F04020"/>
    <w:rsid w:val="00F04FC8"/>
    <w:rsid w:val="00F077E7"/>
    <w:rsid w:val="00F10B76"/>
    <w:rsid w:val="00F11684"/>
    <w:rsid w:val="00F147A5"/>
    <w:rsid w:val="00F16741"/>
    <w:rsid w:val="00F20613"/>
    <w:rsid w:val="00F20C8C"/>
    <w:rsid w:val="00F22DE1"/>
    <w:rsid w:val="00F23414"/>
    <w:rsid w:val="00F24121"/>
    <w:rsid w:val="00F31E27"/>
    <w:rsid w:val="00F35164"/>
    <w:rsid w:val="00F360FA"/>
    <w:rsid w:val="00F37B14"/>
    <w:rsid w:val="00F40E6F"/>
    <w:rsid w:val="00F4370C"/>
    <w:rsid w:val="00F45449"/>
    <w:rsid w:val="00F4648F"/>
    <w:rsid w:val="00F47556"/>
    <w:rsid w:val="00F56B69"/>
    <w:rsid w:val="00F60214"/>
    <w:rsid w:val="00F603EA"/>
    <w:rsid w:val="00F61548"/>
    <w:rsid w:val="00F61A8A"/>
    <w:rsid w:val="00F66118"/>
    <w:rsid w:val="00F709D0"/>
    <w:rsid w:val="00F71280"/>
    <w:rsid w:val="00F73A8B"/>
    <w:rsid w:val="00F743C2"/>
    <w:rsid w:val="00F74413"/>
    <w:rsid w:val="00F75739"/>
    <w:rsid w:val="00F7769D"/>
    <w:rsid w:val="00F809AD"/>
    <w:rsid w:val="00F80B42"/>
    <w:rsid w:val="00F835CB"/>
    <w:rsid w:val="00F90DA1"/>
    <w:rsid w:val="00F90EBD"/>
    <w:rsid w:val="00F9196F"/>
    <w:rsid w:val="00F9215C"/>
    <w:rsid w:val="00F93E21"/>
    <w:rsid w:val="00F9409D"/>
    <w:rsid w:val="00F96108"/>
    <w:rsid w:val="00F96F25"/>
    <w:rsid w:val="00FA084B"/>
    <w:rsid w:val="00FA42FA"/>
    <w:rsid w:val="00FA4C8D"/>
    <w:rsid w:val="00FA7335"/>
    <w:rsid w:val="00FA78A5"/>
    <w:rsid w:val="00FB256E"/>
    <w:rsid w:val="00FC3F9D"/>
    <w:rsid w:val="00FC4876"/>
    <w:rsid w:val="00FC7412"/>
    <w:rsid w:val="00FD291A"/>
    <w:rsid w:val="00FD6007"/>
    <w:rsid w:val="00FD7045"/>
    <w:rsid w:val="00FE049D"/>
    <w:rsid w:val="00FE09F5"/>
    <w:rsid w:val="00FE0C8E"/>
    <w:rsid w:val="00FE19A5"/>
    <w:rsid w:val="00FE1DF5"/>
    <w:rsid w:val="00FE2C7A"/>
    <w:rsid w:val="00FE34DB"/>
    <w:rsid w:val="00FE4E70"/>
    <w:rsid w:val="00FF00E9"/>
    <w:rsid w:val="00FF2910"/>
    <w:rsid w:val="00FF3D85"/>
    <w:rsid w:val="00FF6F12"/>
    <w:rsid w:val="00FF70F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31A8B"/>
    <w:rPr>
      <w:sz w:val="24"/>
      <w:szCs w:val="24"/>
      <w:lang w:val="ru-RU" w:eastAsia="ru-RU"/>
    </w:rPr>
  </w:style>
  <w:style w:type="paragraph" w:styleId="Heading1">
    <w:name w:val="heading 1"/>
    <w:basedOn w:val="Normal"/>
    <w:next w:val="Normal"/>
    <w:link w:val="Heading1Char"/>
    <w:uiPriority w:val="99"/>
    <w:qFormat/>
    <w:rsid w:val="00E350D8"/>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9"/>
    <w:qFormat/>
    <w:rsid w:val="00593081"/>
    <w:pPr>
      <w:keepNext/>
      <w:jc w:val="both"/>
      <w:outlineLvl w:val="1"/>
    </w:pPr>
    <w:rPr>
      <w:sz w:val="32"/>
      <w:szCs w:val="20"/>
      <w:lang w:val="uk-UA"/>
    </w:rPr>
  </w:style>
  <w:style w:type="paragraph" w:styleId="Heading5">
    <w:name w:val="heading 5"/>
    <w:basedOn w:val="Normal"/>
    <w:next w:val="Normal"/>
    <w:link w:val="Heading5Char"/>
    <w:uiPriority w:val="99"/>
    <w:qFormat/>
    <w:rsid w:val="00E350D8"/>
    <w:pPr>
      <w:spacing w:before="240" w:after="60"/>
      <w:outlineLvl w:val="4"/>
    </w:pPr>
    <w:rPr>
      <w:rFonts w:ascii="Calibri" w:hAnsi="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50D8"/>
    <w:rPr>
      <w:rFonts w:ascii="Calibri Light" w:hAnsi="Calibri Light" w:cs="Times New Roman"/>
      <w:b/>
      <w:kern w:val="32"/>
      <w:sz w:val="32"/>
      <w:lang w:val="ru-RU" w:eastAsia="ru-RU"/>
    </w:rPr>
  </w:style>
  <w:style w:type="character" w:customStyle="1" w:styleId="Heading2Char">
    <w:name w:val="Heading 2 Char"/>
    <w:basedOn w:val="DefaultParagraphFont"/>
    <w:link w:val="Heading2"/>
    <w:uiPriority w:val="99"/>
    <w:locked/>
    <w:rsid w:val="00593081"/>
    <w:rPr>
      <w:rFonts w:cs="Times New Roman"/>
      <w:sz w:val="32"/>
    </w:rPr>
  </w:style>
  <w:style w:type="character" w:customStyle="1" w:styleId="Heading5Char">
    <w:name w:val="Heading 5 Char"/>
    <w:basedOn w:val="DefaultParagraphFont"/>
    <w:link w:val="Heading5"/>
    <w:uiPriority w:val="99"/>
    <w:semiHidden/>
    <w:locked/>
    <w:rsid w:val="00E350D8"/>
    <w:rPr>
      <w:rFonts w:ascii="Calibri" w:hAnsi="Calibri" w:cs="Times New Roman"/>
      <w:b/>
      <w:i/>
      <w:sz w:val="26"/>
      <w:lang w:val="ru-RU" w:eastAsia="ru-RU"/>
    </w:rPr>
  </w:style>
  <w:style w:type="character" w:styleId="CommentReference">
    <w:name w:val="annotation reference"/>
    <w:basedOn w:val="DefaultParagraphFont"/>
    <w:uiPriority w:val="99"/>
    <w:semiHidden/>
    <w:rsid w:val="003650A4"/>
    <w:rPr>
      <w:rFonts w:cs="Times New Roman"/>
      <w:sz w:val="16"/>
    </w:rPr>
  </w:style>
  <w:style w:type="paragraph" w:styleId="CommentText">
    <w:name w:val="annotation text"/>
    <w:basedOn w:val="Normal"/>
    <w:link w:val="CommentTextChar"/>
    <w:uiPriority w:val="99"/>
    <w:semiHidden/>
    <w:rsid w:val="003650A4"/>
    <w:rPr>
      <w:sz w:val="20"/>
      <w:szCs w:val="20"/>
    </w:rPr>
  </w:style>
  <w:style w:type="character" w:customStyle="1" w:styleId="CommentTextChar">
    <w:name w:val="Comment Text Char"/>
    <w:basedOn w:val="DefaultParagraphFont"/>
    <w:link w:val="CommentText"/>
    <w:uiPriority w:val="99"/>
    <w:semiHidden/>
    <w:locked/>
    <w:rsid w:val="003402A1"/>
    <w:rPr>
      <w:rFonts w:cs="Times New Roman"/>
      <w:sz w:val="20"/>
      <w:szCs w:val="20"/>
      <w:lang w:val="ru-RU" w:eastAsia="ru-RU"/>
    </w:rPr>
  </w:style>
  <w:style w:type="paragraph" w:styleId="CommentSubject">
    <w:name w:val="annotation subject"/>
    <w:basedOn w:val="CommentText"/>
    <w:next w:val="CommentText"/>
    <w:link w:val="CommentSubjectChar"/>
    <w:uiPriority w:val="99"/>
    <w:semiHidden/>
    <w:rsid w:val="003650A4"/>
    <w:rPr>
      <w:b/>
      <w:bCs/>
    </w:rPr>
  </w:style>
  <w:style w:type="character" w:customStyle="1" w:styleId="CommentSubjectChar">
    <w:name w:val="Comment Subject Char"/>
    <w:basedOn w:val="CommentTextChar"/>
    <w:link w:val="CommentSubject"/>
    <w:uiPriority w:val="99"/>
    <w:semiHidden/>
    <w:locked/>
    <w:rsid w:val="003402A1"/>
    <w:rPr>
      <w:b/>
      <w:bCs/>
    </w:rPr>
  </w:style>
  <w:style w:type="paragraph" w:styleId="BalloonText">
    <w:name w:val="Balloon Text"/>
    <w:basedOn w:val="Normal"/>
    <w:link w:val="BalloonTextChar"/>
    <w:uiPriority w:val="99"/>
    <w:semiHidden/>
    <w:rsid w:val="003650A4"/>
    <w:rPr>
      <w:rFonts w:ascii="Tahoma" w:hAnsi="Tahoma"/>
      <w:sz w:val="16"/>
      <w:szCs w:val="16"/>
      <w:lang w:val="uk-UA"/>
    </w:rPr>
  </w:style>
  <w:style w:type="character" w:customStyle="1" w:styleId="BalloonTextChar">
    <w:name w:val="Balloon Text Char"/>
    <w:basedOn w:val="DefaultParagraphFont"/>
    <w:link w:val="BalloonText"/>
    <w:uiPriority w:val="99"/>
    <w:semiHidden/>
    <w:locked/>
    <w:rsid w:val="00FA084B"/>
    <w:rPr>
      <w:rFonts w:ascii="Tahoma" w:hAnsi="Tahoma" w:cs="Times New Roman"/>
      <w:sz w:val="16"/>
    </w:rPr>
  </w:style>
  <w:style w:type="paragraph" w:customStyle="1" w:styleId="a">
    <w:name w:val="Знак Знак Знак Знак Знак Знак Знак Знак"/>
    <w:basedOn w:val="Normal"/>
    <w:uiPriority w:val="99"/>
    <w:rsid w:val="008D570C"/>
    <w:pPr>
      <w:ind w:firstLine="720"/>
    </w:pPr>
    <w:rPr>
      <w:rFonts w:ascii="Verdana" w:hAnsi="Verdana" w:cs="Verdana"/>
      <w:sz w:val="20"/>
      <w:szCs w:val="20"/>
      <w:lang w:val="en-US" w:eastAsia="en-US"/>
    </w:rPr>
  </w:style>
  <w:style w:type="paragraph" w:styleId="HTMLPreformatted">
    <w:name w:val="HTML Preformatted"/>
    <w:basedOn w:val="Normal"/>
    <w:link w:val="HTMLPreformattedChar"/>
    <w:uiPriority w:val="99"/>
    <w:rsid w:val="00044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PreformattedChar">
    <w:name w:val="HTML Preformatted Char"/>
    <w:basedOn w:val="DefaultParagraphFont"/>
    <w:link w:val="HTMLPreformatted"/>
    <w:uiPriority w:val="99"/>
    <w:locked/>
    <w:rsid w:val="00044D4D"/>
    <w:rPr>
      <w:rFonts w:ascii="Courier New" w:hAnsi="Courier New" w:cs="Times New Roman"/>
    </w:rPr>
  </w:style>
  <w:style w:type="character" w:customStyle="1" w:styleId="rvts23">
    <w:name w:val="rvts23"/>
    <w:uiPriority w:val="99"/>
    <w:rsid w:val="004D701C"/>
  </w:style>
  <w:style w:type="character" w:customStyle="1" w:styleId="apple-converted-space">
    <w:name w:val="apple-converted-space"/>
    <w:uiPriority w:val="99"/>
    <w:rsid w:val="004D701C"/>
  </w:style>
  <w:style w:type="paragraph" w:customStyle="1" w:styleId="a0">
    <w:name w:val="Знак Знак"/>
    <w:basedOn w:val="Normal"/>
    <w:uiPriority w:val="99"/>
    <w:rsid w:val="00412238"/>
    <w:rPr>
      <w:rFonts w:ascii="Verdana" w:eastAsia="MS Mincho" w:hAnsi="Verdana" w:cs="Verdana"/>
      <w:sz w:val="20"/>
      <w:szCs w:val="20"/>
      <w:lang w:val="en-US" w:eastAsia="en-US"/>
    </w:rPr>
  </w:style>
  <w:style w:type="paragraph" w:customStyle="1" w:styleId="a1">
    <w:name w:val="Знак Знак Знак Знак Знак Знак Знак Знак Знак Знак Знак Знак Знак Знак Знак Знак"/>
    <w:basedOn w:val="Normal"/>
    <w:uiPriority w:val="99"/>
    <w:rsid w:val="00216936"/>
    <w:rPr>
      <w:rFonts w:ascii="Verdana" w:hAnsi="Verdana" w:cs="Verdana"/>
      <w:sz w:val="20"/>
      <w:szCs w:val="20"/>
      <w:lang w:val="en-US" w:eastAsia="en-US"/>
    </w:rPr>
  </w:style>
  <w:style w:type="paragraph" w:customStyle="1" w:styleId="a2">
    <w:name w:val="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B1B70"/>
    <w:rPr>
      <w:rFonts w:ascii="Verdana" w:hAnsi="Verdana" w:cs="Verdana"/>
      <w:sz w:val="20"/>
      <w:szCs w:val="20"/>
      <w:lang w:val="en-US" w:eastAsia="en-US"/>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1A08E7"/>
    <w:rPr>
      <w:rFonts w:ascii="Verdana" w:hAnsi="Verdana" w:cs="Verdana"/>
      <w:sz w:val="20"/>
      <w:szCs w:val="20"/>
      <w:lang w:val="en-US" w:eastAsia="en-US"/>
    </w:rPr>
  </w:style>
  <w:style w:type="paragraph" w:customStyle="1" w:styleId="a4">
    <w:name w:val="Знак Знак Знак Знак Знак Знак Знак Знак Знак"/>
    <w:basedOn w:val="Normal"/>
    <w:uiPriority w:val="99"/>
    <w:rsid w:val="00FC7412"/>
    <w:rPr>
      <w:rFonts w:ascii="Verdana" w:hAnsi="Verdana" w:cs="Verdana"/>
      <w:sz w:val="20"/>
      <w:szCs w:val="20"/>
      <w:lang w:val="en-US" w:eastAsia="en-US"/>
    </w:rPr>
  </w:style>
  <w:style w:type="character" w:styleId="Hyperlink">
    <w:name w:val="Hyperlink"/>
    <w:basedOn w:val="DefaultParagraphFont"/>
    <w:uiPriority w:val="99"/>
    <w:rsid w:val="00876B52"/>
    <w:rPr>
      <w:rFonts w:cs="Times New Roman"/>
      <w:color w:val="0000FF"/>
      <w:u w:val="single"/>
    </w:rPr>
  </w:style>
  <w:style w:type="paragraph" w:styleId="Header">
    <w:name w:val="header"/>
    <w:basedOn w:val="Normal"/>
    <w:link w:val="HeaderChar"/>
    <w:uiPriority w:val="99"/>
    <w:rsid w:val="00B36569"/>
    <w:pPr>
      <w:tabs>
        <w:tab w:val="center" w:pos="4677"/>
        <w:tab w:val="right" w:pos="9355"/>
      </w:tabs>
    </w:pPr>
    <w:rPr>
      <w:lang w:val="uk-UA"/>
    </w:rPr>
  </w:style>
  <w:style w:type="character" w:customStyle="1" w:styleId="HeaderChar">
    <w:name w:val="Header Char"/>
    <w:basedOn w:val="DefaultParagraphFont"/>
    <w:link w:val="Header"/>
    <w:uiPriority w:val="99"/>
    <w:locked/>
    <w:rsid w:val="00B36569"/>
    <w:rPr>
      <w:rFonts w:cs="Times New Roman"/>
      <w:sz w:val="24"/>
    </w:rPr>
  </w:style>
  <w:style w:type="paragraph" w:styleId="Footer">
    <w:name w:val="footer"/>
    <w:basedOn w:val="Normal"/>
    <w:link w:val="FooterChar"/>
    <w:uiPriority w:val="99"/>
    <w:rsid w:val="00B36569"/>
    <w:pPr>
      <w:tabs>
        <w:tab w:val="center" w:pos="4677"/>
        <w:tab w:val="right" w:pos="9355"/>
      </w:tabs>
    </w:pPr>
    <w:rPr>
      <w:lang w:val="uk-UA"/>
    </w:rPr>
  </w:style>
  <w:style w:type="character" w:customStyle="1" w:styleId="FooterChar">
    <w:name w:val="Footer Char"/>
    <w:basedOn w:val="DefaultParagraphFont"/>
    <w:link w:val="Footer"/>
    <w:uiPriority w:val="99"/>
    <w:locked/>
    <w:rsid w:val="00B36569"/>
    <w:rPr>
      <w:rFonts w:cs="Times New Roman"/>
      <w:sz w:val="24"/>
    </w:rPr>
  </w:style>
  <w:style w:type="paragraph" w:styleId="BodyText">
    <w:name w:val="Body Text"/>
    <w:basedOn w:val="Normal"/>
    <w:link w:val="BodyTextChar"/>
    <w:uiPriority w:val="99"/>
    <w:rsid w:val="004D01EC"/>
    <w:pPr>
      <w:jc w:val="both"/>
    </w:pPr>
    <w:rPr>
      <w:sz w:val="28"/>
      <w:szCs w:val="20"/>
      <w:lang w:val="uk-UA"/>
    </w:rPr>
  </w:style>
  <w:style w:type="character" w:customStyle="1" w:styleId="BodyTextChar">
    <w:name w:val="Body Text Char"/>
    <w:basedOn w:val="DefaultParagraphFont"/>
    <w:link w:val="BodyText"/>
    <w:uiPriority w:val="99"/>
    <w:locked/>
    <w:rsid w:val="004D01EC"/>
    <w:rPr>
      <w:rFonts w:cs="Times New Roman"/>
      <w:sz w:val="28"/>
      <w:lang w:val="uk-UA"/>
    </w:rPr>
  </w:style>
  <w:style w:type="paragraph" w:styleId="NoSpacing">
    <w:name w:val="No Spacing"/>
    <w:uiPriority w:val="99"/>
    <w:qFormat/>
    <w:rsid w:val="00750E9C"/>
    <w:rPr>
      <w:rFonts w:ascii="Calibri" w:hAnsi="Calibri"/>
      <w:lang w:val="ru-RU" w:eastAsia="en-US"/>
    </w:rPr>
  </w:style>
  <w:style w:type="character" w:customStyle="1" w:styleId="rvts82">
    <w:name w:val="rvts82"/>
    <w:uiPriority w:val="99"/>
    <w:rsid w:val="00FA084B"/>
  </w:style>
  <w:style w:type="paragraph" w:customStyle="1" w:styleId="2">
    <w:name w:val="Знак Знак2"/>
    <w:basedOn w:val="Normal"/>
    <w:uiPriority w:val="99"/>
    <w:rsid w:val="006535BC"/>
    <w:rPr>
      <w:rFonts w:ascii="Verdana" w:hAnsi="Verdana" w:cs="Verdana"/>
      <w:sz w:val="20"/>
      <w:szCs w:val="20"/>
      <w:lang w:val="en-US" w:eastAsia="en-US"/>
    </w:rPr>
  </w:style>
  <w:style w:type="paragraph" w:customStyle="1" w:styleId="ShapkaDocumentu">
    <w:name w:val="Shapka Documentu"/>
    <w:basedOn w:val="Normal"/>
    <w:uiPriority w:val="99"/>
    <w:rsid w:val="00D3559A"/>
    <w:pPr>
      <w:keepNext/>
      <w:keepLines/>
      <w:spacing w:after="240"/>
      <w:ind w:left="3969"/>
      <w:jc w:val="center"/>
    </w:pPr>
    <w:rPr>
      <w:rFonts w:ascii="Antiqua" w:hAnsi="Antiqua"/>
      <w:sz w:val="26"/>
      <w:szCs w:val="20"/>
      <w:lang w:val="uk-UA"/>
    </w:rPr>
  </w:style>
  <w:style w:type="paragraph" w:customStyle="1" w:styleId="EMPTYCELLSTYLE">
    <w:name w:val="EMPTY_CELL_STYLE"/>
    <w:uiPriority w:val="99"/>
    <w:rsid w:val="000D3BCD"/>
    <w:rPr>
      <w:sz w:val="2"/>
      <w:szCs w:val="20"/>
      <w:lang w:val="ru-RU" w:eastAsia="ru-RU"/>
    </w:rPr>
  </w:style>
  <w:style w:type="character" w:styleId="Strong">
    <w:name w:val="Strong"/>
    <w:basedOn w:val="DefaultParagraphFont"/>
    <w:uiPriority w:val="99"/>
    <w:qFormat/>
    <w:rsid w:val="00D64B3A"/>
    <w:rPr>
      <w:rFonts w:cs="Times New Roman"/>
      <w:b/>
    </w:rPr>
  </w:style>
  <w:style w:type="paragraph" w:styleId="ListParagraph">
    <w:name w:val="List Paragraph"/>
    <w:basedOn w:val="Normal"/>
    <w:uiPriority w:val="99"/>
    <w:qFormat/>
    <w:rsid w:val="00905F9C"/>
    <w:pPr>
      <w:ind w:left="720"/>
      <w:contextualSpacing/>
    </w:pPr>
  </w:style>
  <w:style w:type="paragraph" w:styleId="NormalWeb">
    <w:name w:val="Normal (Web)"/>
    <w:basedOn w:val="Normal"/>
    <w:uiPriority w:val="99"/>
    <w:rsid w:val="00041214"/>
    <w:pPr>
      <w:spacing w:before="100" w:beforeAutospacing="1" w:after="100" w:afterAutospacing="1"/>
    </w:pPr>
    <w:rPr>
      <w:lang w:val="uk-UA" w:eastAsia="uk-UA"/>
    </w:rPr>
  </w:style>
</w:styles>
</file>

<file path=word/webSettings.xml><?xml version="1.0" encoding="utf-8"?>
<w:webSettings xmlns:r="http://schemas.openxmlformats.org/officeDocument/2006/relationships" xmlns:w="http://schemas.openxmlformats.org/wordprocessingml/2006/main">
  <w:divs>
    <w:div w:id="1397557939">
      <w:marLeft w:val="0"/>
      <w:marRight w:val="0"/>
      <w:marTop w:val="0"/>
      <w:marBottom w:val="0"/>
      <w:divBdr>
        <w:top w:val="none" w:sz="0" w:space="0" w:color="auto"/>
        <w:left w:val="none" w:sz="0" w:space="0" w:color="auto"/>
        <w:bottom w:val="none" w:sz="0" w:space="0" w:color="auto"/>
        <w:right w:val="none" w:sz="0" w:space="0" w:color="auto"/>
      </w:divBdr>
    </w:div>
    <w:div w:id="1397557940">
      <w:marLeft w:val="0"/>
      <w:marRight w:val="0"/>
      <w:marTop w:val="0"/>
      <w:marBottom w:val="0"/>
      <w:divBdr>
        <w:top w:val="none" w:sz="0" w:space="0" w:color="auto"/>
        <w:left w:val="none" w:sz="0" w:space="0" w:color="auto"/>
        <w:bottom w:val="none" w:sz="0" w:space="0" w:color="auto"/>
        <w:right w:val="none" w:sz="0" w:space="0" w:color="auto"/>
      </w:divBdr>
    </w:div>
    <w:div w:id="1397557941">
      <w:marLeft w:val="0"/>
      <w:marRight w:val="0"/>
      <w:marTop w:val="0"/>
      <w:marBottom w:val="0"/>
      <w:divBdr>
        <w:top w:val="none" w:sz="0" w:space="0" w:color="auto"/>
        <w:left w:val="none" w:sz="0" w:space="0" w:color="auto"/>
        <w:bottom w:val="none" w:sz="0" w:space="0" w:color="auto"/>
        <w:right w:val="none" w:sz="0" w:space="0" w:color="auto"/>
      </w:divBdr>
    </w:div>
    <w:div w:id="1397557942">
      <w:marLeft w:val="0"/>
      <w:marRight w:val="0"/>
      <w:marTop w:val="0"/>
      <w:marBottom w:val="0"/>
      <w:divBdr>
        <w:top w:val="none" w:sz="0" w:space="0" w:color="auto"/>
        <w:left w:val="none" w:sz="0" w:space="0" w:color="auto"/>
        <w:bottom w:val="none" w:sz="0" w:space="0" w:color="auto"/>
        <w:right w:val="none" w:sz="0" w:space="0" w:color="auto"/>
      </w:divBdr>
    </w:div>
    <w:div w:id="1397557943">
      <w:marLeft w:val="0"/>
      <w:marRight w:val="0"/>
      <w:marTop w:val="0"/>
      <w:marBottom w:val="0"/>
      <w:divBdr>
        <w:top w:val="none" w:sz="0" w:space="0" w:color="auto"/>
        <w:left w:val="none" w:sz="0" w:space="0" w:color="auto"/>
        <w:bottom w:val="none" w:sz="0" w:space="0" w:color="auto"/>
        <w:right w:val="none" w:sz="0" w:space="0" w:color="auto"/>
      </w:divBdr>
    </w:div>
    <w:div w:id="1397557944">
      <w:marLeft w:val="0"/>
      <w:marRight w:val="0"/>
      <w:marTop w:val="0"/>
      <w:marBottom w:val="0"/>
      <w:divBdr>
        <w:top w:val="none" w:sz="0" w:space="0" w:color="auto"/>
        <w:left w:val="none" w:sz="0" w:space="0" w:color="auto"/>
        <w:bottom w:val="none" w:sz="0" w:space="0" w:color="auto"/>
        <w:right w:val="none" w:sz="0" w:space="0" w:color="auto"/>
      </w:divBdr>
    </w:div>
    <w:div w:id="1397557945">
      <w:marLeft w:val="0"/>
      <w:marRight w:val="0"/>
      <w:marTop w:val="0"/>
      <w:marBottom w:val="0"/>
      <w:divBdr>
        <w:top w:val="none" w:sz="0" w:space="0" w:color="auto"/>
        <w:left w:val="none" w:sz="0" w:space="0" w:color="auto"/>
        <w:bottom w:val="none" w:sz="0" w:space="0" w:color="auto"/>
        <w:right w:val="none" w:sz="0" w:space="0" w:color="auto"/>
      </w:divBdr>
    </w:div>
    <w:div w:id="1397557946">
      <w:marLeft w:val="0"/>
      <w:marRight w:val="0"/>
      <w:marTop w:val="0"/>
      <w:marBottom w:val="0"/>
      <w:divBdr>
        <w:top w:val="none" w:sz="0" w:space="0" w:color="auto"/>
        <w:left w:val="none" w:sz="0" w:space="0" w:color="auto"/>
        <w:bottom w:val="none" w:sz="0" w:space="0" w:color="auto"/>
        <w:right w:val="none" w:sz="0" w:space="0" w:color="auto"/>
      </w:divBdr>
    </w:div>
    <w:div w:id="1397557947">
      <w:marLeft w:val="0"/>
      <w:marRight w:val="0"/>
      <w:marTop w:val="0"/>
      <w:marBottom w:val="0"/>
      <w:divBdr>
        <w:top w:val="none" w:sz="0" w:space="0" w:color="auto"/>
        <w:left w:val="none" w:sz="0" w:space="0" w:color="auto"/>
        <w:bottom w:val="none" w:sz="0" w:space="0" w:color="auto"/>
        <w:right w:val="none" w:sz="0" w:space="0" w:color="auto"/>
      </w:divBdr>
    </w:div>
    <w:div w:id="1397557948">
      <w:marLeft w:val="0"/>
      <w:marRight w:val="0"/>
      <w:marTop w:val="0"/>
      <w:marBottom w:val="0"/>
      <w:divBdr>
        <w:top w:val="none" w:sz="0" w:space="0" w:color="auto"/>
        <w:left w:val="none" w:sz="0" w:space="0" w:color="auto"/>
        <w:bottom w:val="none" w:sz="0" w:space="0" w:color="auto"/>
        <w:right w:val="none" w:sz="0" w:space="0" w:color="auto"/>
      </w:divBdr>
    </w:div>
    <w:div w:id="1397557949">
      <w:marLeft w:val="0"/>
      <w:marRight w:val="0"/>
      <w:marTop w:val="0"/>
      <w:marBottom w:val="0"/>
      <w:divBdr>
        <w:top w:val="none" w:sz="0" w:space="0" w:color="auto"/>
        <w:left w:val="none" w:sz="0" w:space="0" w:color="auto"/>
        <w:bottom w:val="none" w:sz="0" w:space="0" w:color="auto"/>
        <w:right w:val="none" w:sz="0" w:space="0" w:color="auto"/>
      </w:divBdr>
    </w:div>
    <w:div w:id="1397557950">
      <w:marLeft w:val="0"/>
      <w:marRight w:val="0"/>
      <w:marTop w:val="0"/>
      <w:marBottom w:val="0"/>
      <w:divBdr>
        <w:top w:val="none" w:sz="0" w:space="0" w:color="auto"/>
        <w:left w:val="none" w:sz="0" w:space="0" w:color="auto"/>
        <w:bottom w:val="none" w:sz="0" w:space="0" w:color="auto"/>
        <w:right w:val="none" w:sz="0" w:space="0" w:color="auto"/>
      </w:divBdr>
    </w:div>
    <w:div w:id="1397557951">
      <w:marLeft w:val="0"/>
      <w:marRight w:val="0"/>
      <w:marTop w:val="0"/>
      <w:marBottom w:val="0"/>
      <w:divBdr>
        <w:top w:val="none" w:sz="0" w:space="0" w:color="auto"/>
        <w:left w:val="none" w:sz="0" w:space="0" w:color="auto"/>
        <w:bottom w:val="none" w:sz="0" w:space="0" w:color="auto"/>
        <w:right w:val="none" w:sz="0" w:space="0" w:color="auto"/>
      </w:divBdr>
    </w:div>
    <w:div w:id="1397557952">
      <w:marLeft w:val="0"/>
      <w:marRight w:val="0"/>
      <w:marTop w:val="0"/>
      <w:marBottom w:val="0"/>
      <w:divBdr>
        <w:top w:val="none" w:sz="0" w:space="0" w:color="auto"/>
        <w:left w:val="none" w:sz="0" w:space="0" w:color="auto"/>
        <w:bottom w:val="none" w:sz="0" w:space="0" w:color="auto"/>
        <w:right w:val="none" w:sz="0" w:space="0" w:color="auto"/>
      </w:divBdr>
    </w:div>
    <w:div w:id="13975579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517</TotalTime>
  <Pages>2</Pages>
  <Words>291</Words>
  <Characters>1665</Characters>
  <Application>Microsoft Office Outlook</Application>
  <DocSecurity>0</DocSecurity>
  <Lines>0</Lines>
  <Paragraphs>0</Paragraphs>
  <ScaleCrop>false</ScaleCrop>
  <Company>DCN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З П О Р Я Д Ж Е Н Н Я  4 серпня  2007 р</dc:title>
  <dc:subject/>
  <dc:creator>DCNU</dc:creator>
  <cp:keywords/>
  <dc:description/>
  <cp:lastModifiedBy>ASUS</cp:lastModifiedBy>
  <cp:revision>34</cp:revision>
  <cp:lastPrinted>2022-02-15T14:16:00Z</cp:lastPrinted>
  <dcterms:created xsi:type="dcterms:W3CDTF">2020-09-16T05:51:00Z</dcterms:created>
  <dcterms:modified xsi:type="dcterms:W3CDTF">2022-02-15T14:24:00Z</dcterms:modified>
</cp:coreProperties>
</file>