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AF5" w:rsidRPr="00A17210" w:rsidRDefault="007C5AF5" w:rsidP="00A172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721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7210">
        <w:rPr>
          <w:rFonts w:ascii="Times New Roman" w:hAnsi="Times New Roman"/>
          <w:sz w:val="28"/>
          <w:szCs w:val="28"/>
        </w:rPr>
        <w:t xml:space="preserve"> Затверджено</w:t>
      </w:r>
    </w:p>
    <w:p w:rsidR="007C5AF5" w:rsidRPr="00A17210" w:rsidRDefault="007C5AF5" w:rsidP="00EB0D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7210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A17210">
        <w:rPr>
          <w:rFonts w:ascii="Times New Roman" w:hAnsi="Times New Roman"/>
          <w:sz w:val="28"/>
          <w:szCs w:val="28"/>
        </w:rPr>
        <w:t>рішенням Нагірянської</w:t>
      </w:r>
    </w:p>
    <w:p w:rsidR="007C5AF5" w:rsidRPr="00EB0D6D" w:rsidRDefault="007C5AF5" w:rsidP="005A7B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A17210">
        <w:rPr>
          <w:rFonts w:ascii="Times New Roman" w:hAnsi="Times New Roman"/>
          <w:sz w:val="28"/>
          <w:szCs w:val="28"/>
        </w:rPr>
        <w:t>сільської ради</w:t>
      </w:r>
      <w:r w:rsidRPr="00EB0D6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A1721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A17210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</w:rPr>
        <w:t xml:space="preserve"> 26 квітня </w:t>
      </w:r>
      <w:r w:rsidRPr="00A17210">
        <w:rPr>
          <w:rFonts w:ascii="Times New Roman" w:hAnsi="Times New Roman"/>
          <w:sz w:val="28"/>
          <w:szCs w:val="28"/>
        </w:rPr>
        <w:t xml:space="preserve">2021 року № </w:t>
      </w:r>
      <w:r>
        <w:rPr>
          <w:rFonts w:ascii="Times New Roman" w:hAnsi="Times New Roman"/>
          <w:sz w:val="28"/>
          <w:szCs w:val="28"/>
        </w:rPr>
        <w:t>399</w:t>
      </w:r>
    </w:p>
    <w:p w:rsidR="007C5AF5" w:rsidRPr="00A17210" w:rsidRDefault="007C5AF5" w:rsidP="00A17210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7C5AF5" w:rsidRPr="00A17210" w:rsidRDefault="007C5AF5" w:rsidP="008F1E2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C5AF5" w:rsidRPr="00A17210" w:rsidRDefault="007C5AF5" w:rsidP="00A1721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C5AF5" w:rsidRPr="00A17210" w:rsidRDefault="007C5AF5" w:rsidP="00A1721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C5AF5" w:rsidRPr="00A17210" w:rsidRDefault="007C5AF5" w:rsidP="00A1721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C5AF5" w:rsidRPr="006A2A9B" w:rsidRDefault="007C5AF5" w:rsidP="008F1E28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6A2A9B">
        <w:rPr>
          <w:rFonts w:ascii="Times New Roman" w:hAnsi="Times New Roman"/>
          <w:b/>
          <w:sz w:val="32"/>
          <w:szCs w:val="32"/>
        </w:rPr>
        <w:t>План</w:t>
      </w:r>
    </w:p>
    <w:p w:rsidR="007C5AF5" w:rsidRPr="006A2A9B" w:rsidRDefault="007C5AF5" w:rsidP="008F1E28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6A2A9B">
        <w:rPr>
          <w:rFonts w:ascii="Times New Roman" w:hAnsi="Times New Roman"/>
          <w:b/>
          <w:sz w:val="32"/>
          <w:szCs w:val="32"/>
        </w:rPr>
        <w:t>соціально-економічного розвитку</w:t>
      </w:r>
    </w:p>
    <w:p w:rsidR="007C5AF5" w:rsidRPr="006A2A9B" w:rsidRDefault="007C5AF5" w:rsidP="008F1E28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6A2A9B">
        <w:rPr>
          <w:rFonts w:ascii="Times New Roman" w:hAnsi="Times New Roman"/>
          <w:b/>
          <w:sz w:val="32"/>
          <w:szCs w:val="32"/>
        </w:rPr>
        <w:t xml:space="preserve"> Нагірянської територіальної громади на 2021 рік</w:t>
      </w:r>
    </w:p>
    <w:p w:rsidR="007C5AF5" w:rsidRPr="00A17210" w:rsidRDefault="007C5AF5">
      <w:pPr>
        <w:rPr>
          <w:rFonts w:ascii="Times New Roman" w:hAnsi="Times New Roman"/>
          <w:sz w:val="24"/>
          <w:szCs w:val="24"/>
        </w:rPr>
      </w:pPr>
      <w:r w:rsidRPr="00A17210">
        <w:rPr>
          <w:rFonts w:ascii="Times New Roman" w:hAnsi="Times New Roman"/>
          <w:sz w:val="24"/>
          <w:szCs w:val="24"/>
        </w:rPr>
        <w:br w:type="page"/>
      </w:r>
    </w:p>
    <w:p w:rsidR="007C5AF5" w:rsidRPr="002C168F" w:rsidRDefault="007C5AF5">
      <w:pPr>
        <w:rPr>
          <w:rFonts w:ascii="Times New Roman" w:hAnsi="Times New Roman"/>
          <w:sz w:val="52"/>
        </w:rPr>
      </w:pPr>
      <w:r>
        <w:rPr>
          <w:rFonts w:ascii="Times New Roman" w:hAnsi="Times New Roman"/>
          <w:sz w:val="28"/>
        </w:rPr>
        <w:t xml:space="preserve"> </w:t>
      </w:r>
    </w:p>
    <w:p w:rsidR="007C5AF5" w:rsidRPr="00E57EA5" w:rsidRDefault="007C5AF5" w:rsidP="008F1E28">
      <w:pPr>
        <w:spacing w:line="360" w:lineRule="auto"/>
        <w:jc w:val="center"/>
        <w:rPr>
          <w:rFonts w:ascii="Times New Roman" w:hAnsi="Times New Roman"/>
          <w:b/>
          <w:sz w:val="28"/>
        </w:rPr>
      </w:pPr>
      <w:r w:rsidRPr="00E57EA5">
        <w:rPr>
          <w:rFonts w:ascii="Times New Roman" w:hAnsi="Times New Roman"/>
          <w:b/>
          <w:sz w:val="28"/>
        </w:rPr>
        <w:t xml:space="preserve">Структура плану соціально-економічного розвитку </w:t>
      </w:r>
    </w:p>
    <w:p w:rsidR="007C5AF5" w:rsidRPr="00E57EA5" w:rsidRDefault="007C5AF5" w:rsidP="008F1E28"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Нагірянської </w:t>
      </w:r>
      <w:r w:rsidRPr="00E57EA5">
        <w:rPr>
          <w:rFonts w:ascii="Times New Roman" w:hAnsi="Times New Roman"/>
          <w:b/>
          <w:sz w:val="28"/>
        </w:rPr>
        <w:t>територіальної громади</w:t>
      </w:r>
      <w:r>
        <w:rPr>
          <w:rFonts w:ascii="Times New Roman" w:hAnsi="Times New Roman"/>
          <w:b/>
          <w:sz w:val="28"/>
        </w:rPr>
        <w:t xml:space="preserve"> на 2021 рік</w:t>
      </w:r>
    </w:p>
    <w:p w:rsidR="007C5AF5" w:rsidRPr="00E57EA5" w:rsidRDefault="007C5AF5" w:rsidP="008F1E28">
      <w:pPr>
        <w:spacing w:line="360" w:lineRule="auto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1. Вступ</w:t>
      </w:r>
    </w:p>
    <w:p w:rsidR="007C5AF5" w:rsidRPr="00E57EA5" w:rsidRDefault="007C5AF5" w:rsidP="008F1E28">
      <w:pPr>
        <w:spacing w:line="360" w:lineRule="auto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2. Аналітична частина.</w:t>
      </w:r>
    </w:p>
    <w:p w:rsidR="007C5AF5" w:rsidRPr="00E57EA5" w:rsidRDefault="007C5AF5" w:rsidP="008F1E28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 Географічне розташування </w:t>
      </w:r>
      <w:r w:rsidRPr="00E57EA5">
        <w:rPr>
          <w:rFonts w:ascii="Times New Roman" w:hAnsi="Times New Roman"/>
          <w:sz w:val="28"/>
        </w:rPr>
        <w:t>ТГ, опис суміжних територій.</w:t>
      </w:r>
    </w:p>
    <w:p w:rsidR="007C5AF5" w:rsidRPr="00E57EA5" w:rsidRDefault="007C5AF5" w:rsidP="008F1E28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2.2. Демо</w:t>
      </w:r>
      <w:r>
        <w:rPr>
          <w:rFonts w:ascii="Times New Roman" w:hAnsi="Times New Roman"/>
          <w:sz w:val="28"/>
        </w:rPr>
        <w:t xml:space="preserve">графічна ситуація, ринок праці </w:t>
      </w:r>
      <w:r w:rsidRPr="00E57EA5">
        <w:rPr>
          <w:rFonts w:ascii="Times New Roman" w:hAnsi="Times New Roman"/>
          <w:sz w:val="28"/>
        </w:rPr>
        <w:t>ТГ.</w:t>
      </w:r>
    </w:p>
    <w:p w:rsidR="007C5AF5" w:rsidRPr="00E57EA5" w:rsidRDefault="007C5AF5" w:rsidP="008F1E28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2.3</w:t>
      </w:r>
      <w:r>
        <w:rPr>
          <w:rFonts w:ascii="Times New Roman" w:hAnsi="Times New Roman"/>
          <w:sz w:val="28"/>
        </w:rPr>
        <w:t xml:space="preserve">. Стан розвитку інфраструктури </w:t>
      </w:r>
      <w:r w:rsidRPr="00E57EA5">
        <w:rPr>
          <w:rFonts w:ascii="Times New Roman" w:hAnsi="Times New Roman"/>
          <w:sz w:val="28"/>
        </w:rPr>
        <w:t>ТГ.</w:t>
      </w:r>
    </w:p>
    <w:p w:rsidR="007C5AF5" w:rsidRPr="00E57EA5" w:rsidRDefault="007C5AF5" w:rsidP="008F1E28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 xml:space="preserve">2.4. </w:t>
      </w:r>
      <w:r>
        <w:rPr>
          <w:rFonts w:ascii="Times New Roman" w:hAnsi="Times New Roman"/>
          <w:sz w:val="28"/>
        </w:rPr>
        <w:t>О</w:t>
      </w:r>
      <w:r w:rsidRPr="00E57EA5">
        <w:rPr>
          <w:rFonts w:ascii="Times New Roman" w:hAnsi="Times New Roman"/>
          <w:sz w:val="28"/>
        </w:rPr>
        <w:t>собливості соціально-економічного розвитку (SWOT-аналіз).</w:t>
      </w:r>
    </w:p>
    <w:p w:rsidR="007C5AF5" w:rsidRPr="00E57EA5" w:rsidRDefault="007C5AF5" w:rsidP="008F1E28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 xml:space="preserve">5. Фінансово-бюджетна ситуація </w:t>
      </w:r>
      <w:r w:rsidRPr="00E57EA5">
        <w:rPr>
          <w:rFonts w:ascii="Times New Roman" w:hAnsi="Times New Roman"/>
          <w:sz w:val="28"/>
        </w:rPr>
        <w:t>ТГ.</w:t>
      </w:r>
    </w:p>
    <w:p w:rsidR="007C5AF5" w:rsidRPr="00E57EA5" w:rsidRDefault="007C5AF5" w:rsidP="004E6B03">
      <w:pPr>
        <w:spacing w:line="360" w:lineRule="auto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3. Ціл</w:t>
      </w:r>
      <w:r>
        <w:rPr>
          <w:rFonts w:ascii="Times New Roman" w:hAnsi="Times New Roman"/>
          <w:sz w:val="28"/>
        </w:rPr>
        <w:t xml:space="preserve">і та пріоритети розвитку </w:t>
      </w:r>
      <w:r w:rsidRPr="00E57EA5">
        <w:rPr>
          <w:rFonts w:ascii="Times New Roman" w:hAnsi="Times New Roman"/>
          <w:sz w:val="28"/>
        </w:rPr>
        <w:t>ТГ на 20</w:t>
      </w:r>
      <w:r>
        <w:rPr>
          <w:rFonts w:ascii="Times New Roman" w:hAnsi="Times New Roman"/>
          <w:sz w:val="28"/>
        </w:rPr>
        <w:t>2</w:t>
      </w:r>
      <w:r w:rsidRPr="00CF397D">
        <w:rPr>
          <w:rFonts w:ascii="Times New Roman" w:hAnsi="Times New Roman"/>
          <w:sz w:val="28"/>
          <w:lang w:val="ru-RU"/>
        </w:rPr>
        <w:t>1</w:t>
      </w:r>
      <w:r w:rsidRPr="00E57EA5">
        <w:rPr>
          <w:rFonts w:ascii="Times New Roman" w:hAnsi="Times New Roman"/>
          <w:sz w:val="28"/>
        </w:rPr>
        <w:t xml:space="preserve"> рік.</w:t>
      </w:r>
    </w:p>
    <w:p w:rsidR="007C5AF5" w:rsidRPr="00E57EA5" w:rsidRDefault="007C5AF5" w:rsidP="004E6B03">
      <w:pPr>
        <w:spacing w:line="360" w:lineRule="auto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4. Основні завдання та механізми реалізації Плану.</w:t>
      </w:r>
    </w:p>
    <w:p w:rsidR="007C5AF5" w:rsidRPr="00E57EA5" w:rsidRDefault="007C5AF5" w:rsidP="00B83FCD">
      <w:pPr>
        <w:spacing w:after="0" w:line="360" w:lineRule="auto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5. Фінансове забезпечення Плану соціально-ек</w:t>
      </w:r>
      <w:r>
        <w:rPr>
          <w:rFonts w:ascii="Times New Roman" w:hAnsi="Times New Roman"/>
          <w:sz w:val="28"/>
        </w:rPr>
        <w:t xml:space="preserve">ономічного розвитку Нагірянської </w:t>
      </w:r>
      <w:r w:rsidRPr="00E57EA5">
        <w:rPr>
          <w:rFonts w:ascii="Times New Roman" w:hAnsi="Times New Roman"/>
          <w:sz w:val="28"/>
        </w:rPr>
        <w:t>ТГ на 20</w:t>
      </w:r>
      <w:r>
        <w:rPr>
          <w:rFonts w:ascii="Times New Roman" w:hAnsi="Times New Roman"/>
          <w:sz w:val="28"/>
        </w:rPr>
        <w:t>2</w:t>
      </w:r>
      <w:r w:rsidRPr="00CF397D">
        <w:rPr>
          <w:rFonts w:ascii="Times New Roman" w:hAnsi="Times New Roman"/>
          <w:sz w:val="28"/>
          <w:lang w:val="ru-RU"/>
        </w:rPr>
        <w:t>1</w:t>
      </w:r>
      <w:r w:rsidRPr="00E57EA5">
        <w:rPr>
          <w:rFonts w:ascii="Times New Roman" w:hAnsi="Times New Roman"/>
          <w:sz w:val="28"/>
        </w:rPr>
        <w:t xml:space="preserve"> рік</w:t>
      </w:r>
      <w:r>
        <w:rPr>
          <w:rFonts w:ascii="Times New Roman" w:hAnsi="Times New Roman"/>
          <w:sz w:val="28"/>
        </w:rPr>
        <w:t>.</w:t>
      </w:r>
    </w:p>
    <w:p w:rsidR="007C5AF5" w:rsidRPr="00E57EA5" w:rsidRDefault="007C5AF5" w:rsidP="004E6B03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7C5AF5" w:rsidRPr="00E57EA5" w:rsidRDefault="007C5AF5" w:rsidP="004E6B03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7C5AF5" w:rsidRPr="00E57EA5" w:rsidRDefault="007C5AF5" w:rsidP="004E6B03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7C5AF5" w:rsidRPr="00E57EA5" w:rsidRDefault="007C5AF5">
      <w:pPr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br w:type="page"/>
      </w:r>
    </w:p>
    <w:p w:rsidR="007C5AF5" w:rsidRPr="00E57EA5" w:rsidRDefault="007C5AF5" w:rsidP="001C59DE">
      <w:pPr>
        <w:pStyle w:val="ListParagraph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E57EA5">
        <w:rPr>
          <w:rFonts w:ascii="Times New Roman" w:hAnsi="Times New Roman"/>
          <w:b/>
          <w:sz w:val="28"/>
        </w:rPr>
        <w:t>Вступ</w:t>
      </w:r>
    </w:p>
    <w:p w:rsidR="007C5AF5" w:rsidRDefault="007C5AF5" w:rsidP="0071109F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Нагірянська </w:t>
      </w:r>
      <w:r w:rsidRPr="00E57EA5">
        <w:rPr>
          <w:rFonts w:ascii="Times New Roman" w:hAnsi="Times New Roman"/>
          <w:sz w:val="28"/>
        </w:rPr>
        <w:t>територіальна громада була утворен</w:t>
      </w:r>
      <w:r>
        <w:rPr>
          <w:rFonts w:ascii="Times New Roman" w:hAnsi="Times New Roman"/>
          <w:sz w:val="28"/>
        </w:rPr>
        <w:t xml:space="preserve">а </w:t>
      </w:r>
      <w:r w:rsidRPr="00CF397D">
        <w:rPr>
          <w:rFonts w:ascii="Times New Roman" w:hAnsi="Times New Roman"/>
          <w:sz w:val="28"/>
          <w:lang w:val="ru-RU"/>
        </w:rPr>
        <w:t>1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грудня 2020</w:t>
      </w:r>
      <w:r w:rsidRPr="00E57EA5">
        <w:rPr>
          <w:rFonts w:ascii="Times New Roman" w:hAnsi="Times New Roman"/>
          <w:sz w:val="28"/>
        </w:rPr>
        <w:t xml:space="preserve"> року відповідно до</w:t>
      </w:r>
      <w:r>
        <w:rPr>
          <w:rFonts w:ascii="Times New Roman" w:hAnsi="Times New Roman"/>
          <w:sz w:val="28"/>
        </w:rPr>
        <w:t xml:space="preserve"> Розділу </w:t>
      </w:r>
      <w:r>
        <w:rPr>
          <w:rFonts w:ascii="Times New Roman" w:hAnsi="Times New Roman"/>
          <w:sz w:val="28"/>
          <w:lang w:val="en-US"/>
        </w:rPr>
        <w:t>V</w:t>
      </w:r>
      <w:r w:rsidRPr="002C168F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«Прикінцевих та перехідних положень»</w:t>
      </w:r>
      <w:r w:rsidRPr="00E57EA5">
        <w:rPr>
          <w:rFonts w:ascii="Times New Roman" w:hAnsi="Times New Roman"/>
          <w:sz w:val="28"/>
        </w:rPr>
        <w:t xml:space="preserve"> Закону України «Про</w:t>
      </w:r>
      <w:r>
        <w:rPr>
          <w:rFonts w:ascii="Times New Roman" w:hAnsi="Times New Roman"/>
          <w:sz w:val="28"/>
        </w:rPr>
        <w:t xml:space="preserve"> місцеве самоврядування</w:t>
      </w:r>
      <w:r w:rsidRPr="00E57EA5">
        <w:rPr>
          <w:rFonts w:ascii="Times New Roman" w:hAnsi="Times New Roman"/>
          <w:sz w:val="28"/>
        </w:rPr>
        <w:t>». До складу громади увійшли наступні</w:t>
      </w:r>
      <w:r>
        <w:rPr>
          <w:rFonts w:ascii="Times New Roman" w:hAnsi="Times New Roman"/>
          <w:sz w:val="28"/>
        </w:rPr>
        <w:t xml:space="preserve"> населені пункти: селище Нагірянка</w:t>
      </w:r>
      <w:r w:rsidRPr="00E57EA5">
        <w:rPr>
          <w:rFonts w:ascii="Times New Roman" w:hAnsi="Times New Roman"/>
          <w:sz w:val="28"/>
        </w:rPr>
        <w:t>, села</w:t>
      </w:r>
      <w:r>
        <w:rPr>
          <w:rFonts w:ascii="Times New Roman" w:hAnsi="Times New Roman"/>
          <w:sz w:val="28"/>
        </w:rPr>
        <w:t xml:space="preserve">: Ягільниця, Улашківці, Заболотівка, Сосулівка, Капустинці, Милівці, Шульганівка, Мухавка, Стара Ягільниця. </w:t>
      </w:r>
    </w:p>
    <w:p w:rsidR="007C5AF5" w:rsidRPr="006B147A" w:rsidRDefault="007C5AF5" w:rsidP="001C59DE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  <w:lang w:val="uk-UA"/>
        </w:rPr>
      </w:pPr>
      <w:r w:rsidRPr="0083232D">
        <w:rPr>
          <w:color w:val="auto"/>
          <w:sz w:val="28"/>
          <w:szCs w:val="28"/>
          <w:lang w:val="uk-UA"/>
        </w:rPr>
        <w:t>Методологічною основою розробл</w:t>
      </w:r>
      <w:r>
        <w:rPr>
          <w:color w:val="auto"/>
          <w:sz w:val="28"/>
          <w:szCs w:val="28"/>
          <w:lang w:val="uk-UA"/>
        </w:rPr>
        <w:t>ення Плану соціально-економічного розвитку Нагірянської об</w:t>
      </w:r>
      <w:r w:rsidRPr="001C59DE">
        <w:rPr>
          <w:color w:val="auto"/>
          <w:sz w:val="28"/>
          <w:szCs w:val="28"/>
          <w:lang w:val="uk-UA"/>
        </w:rPr>
        <w:t>’</w:t>
      </w:r>
      <w:r>
        <w:rPr>
          <w:color w:val="auto"/>
          <w:sz w:val="28"/>
          <w:szCs w:val="28"/>
          <w:lang w:val="uk-UA"/>
        </w:rPr>
        <w:t>єднаної територіальної громади на 2021 рік (далі – План) є: Закон України «</w:t>
      </w:r>
      <w:r w:rsidRPr="0083232D">
        <w:rPr>
          <w:color w:val="auto"/>
          <w:sz w:val="28"/>
          <w:szCs w:val="28"/>
          <w:lang w:val="uk-UA"/>
        </w:rPr>
        <w:t>Про державне прогнозування та розроблення програм економічного</w:t>
      </w:r>
      <w:r>
        <w:rPr>
          <w:color w:val="auto"/>
          <w:sz w:val="28"/>
          <w:szCs w:val="28"/>
          <w:lang w:val="uk-UA"/>
        </w:rPr>
        <w:t xml:space="preserve"> і соціального розвитку України»</w:t>
      </w:r>
      <w:r w:rsidRPr="0083232D">
        <w:rPr>
          <w:color w:val="auto"/>
          <w:sz w:val="28"/>
          <w:szCs w:val="28"/>
          <w:lang w:val="uk-UA"/>
        </w:rPr>
        <w:t xml:space="preserve"> та постанови Кабінету Мін</w:t>
      </w:r>
      <w:r>
        <w:rPr>
          <w:color w:val="auto"/>
          <w:sz w:val="28"/>
          <w:szCs w:val="28"/>
          <w:lang w:val="uk-UA"/>
        </w:rPr>
        <w:t xml:space="preserve">істрів України від 26 квітня </w:t>
      </w:r>
      <w:r w:rsidRPr="0083232D">
        <w:rPr>
          <w:color w:val="auto"/>
          <w:sz w:val="28"/>
          <w:szCs w:val="28"/>
          <w:lang w:val="uk-UA"/>
        </w:rPr>
        <w:t>20</w:t>
      </w:r>
      <w:r>
        <w:rPr>
          <w:color w:val="auto"/>
          <w:sz w:val="28"/>
          <w:szCs w:val="28"/>
          <w:lang w:val="uk-UA"/>
        </w:rPr>
        <w:t>03 р. № 621 «</w:t>
      </w:r>
      <w:r w:rsidRPr="0083232D">
        <w:rPr>
          <w:color w:val="auto"/>
          <w:sz w:val="28"/>
          <w:szCs w:val="28"/>
          <w:lang w:val="uk-UA"/>
        </w:rPr>
        <w:t>Про розроблення прогнозних і програмних документів економічного і соціального розвитку та складання проекту державн</w:t>
      </w:r>
      <w:r>
        <w:rPr>
          <w:color w:val="auto"/>
          <w:sz w:val="28"/>
          <w:szCs w:val="28"/>
          <w:lang w:val="uk-UA"/>
        </w:rPr>
        <w:t>ого бюджету», від 11 липня 2018 р. № 546 «</w:t>
      </w:r>
      <w:r w:rsidRPr="0083232D">
        <w:rPr>
          <w:color w:val="auto"/>
          <w:sz w:val="28"/>
          <w:szCs w:val="28"/>
          <w:lang w:val="uk-UA"/>
        </w:rPr>
        <w:t>Про схвалення Прогнозу економічного і соці</w:t>
      </w:r>
      <w:r>
        <w:rPr>
          <w:color w:val="auto"/>
          <w:sz w:val="28"/>
          <w:szCs w:val="28"/>
          <w:lang w:val="uk-UA"/>
        </w:rPr>
        <w:t>ального розвитку України на 2019</w:t>
      </w:r>
      <w:r w:rsidRPr="0083232D">
        <w:rPr>
          <w:color w:val="auto"/>
          <w:sz w:val="28"/>
          <w:szCs w:val="28"/>
          <w:lang w:val="uk-UA"/>
        </w:rPr>
        <w:t xml:space="preserve"> рік та основних макропоказників економічного і соці</w:t>
      </w:r>
      <w:r>
        <w:rPr>
          <w:color w:val="auto"/>
          <w:sz w:val="28"/>
          <w:szCs w:val="28"/>
          <w:lang w:val="uk-UA"/>
        </w:rPr>
        <w:t>ального розвитку України на 2019-2021 роки» та від 15 грудня 2020 року №</w:t>
      </w:r>
      <w:r>
        <w:rPr>
          <w:b/>
          <w:bCs/>
          <w:color w:val="333333"/>
          <w:shd w:val="clear" w:color="auto" w:fill="FFFFFF"/>
          <w:lang w:val="uk-UA"/>
        </w:rPr>
        <w:t xml:space="preserve"> </w:t>
      </w:r>
      <w:r w:rsidRPr="004900C3">
        <w:rPr>
          <w:bCs/>
          <w:color w:val="auto"/>
          <w:sz w:val="28"/>
          <w:szCs w:val="28"/>
          <w:shd w:val="clear" w:color="auto" w:fill="FFFFFF"/>
          <w:lang w:val="uk-UA"/>
        </w:rPr>
        <w:t>1082-</w:t>
      </w:r>
      <w:r w:rsidRPr="004900C3">
        <w:rPr>
          <w:bCs/>
          <w:color w:val="auto"/>
          <w:sz w:val="28"/>
          <w:szCs w:val="28"/>
          <w:shd w:val="clear" w:color="auto" w:fill="FFFFFF"/>
        </w:rPr>
        <w:t>IX</w:t>
      </w:r>
      <w:r>
        <w:rPr>
          <w:color w:val="auto"/>
          <w:sz w:val="28"/>
          <w:szCs w:val="28"/>
          <w:lang w:val="uk-UA"/>
        </w:rPr>
        <w:t xml:space="preserve"> Закон України «Про Державний бюджет України на 2021 рік»,</w:t>
      </w:r>
      <w:r w:rsidRPr="006B147A">
        <w:rPr>
          <w:sz w:val="28"/>
          <w:szCs w:val="28"/>
          <w:lang w:val="uk-UA"/>
        </w:rPr>
        <w:t xml:space="preserve"> Державна стратегія регіонального розвитку на період 2021 - 2027 років, затверджена постановою Кабінету Міністрів України від 5 серпня 2020 року № 695, наказ Міністерства регіонального розвитку, будівництва та житлово-комунального господарства України від 30.03.</w:t>
      </w:r>
      <w:r>
        <w:rPr>
          <w:sz w:val="28"/>
          <w:szCs w:val="28"/>
          <w:lang w:val="uk-UA"/>
        </w:rPr>
        <w:t>2016 року №75 «</w:t>
      </w:r>
      <w:r w:rsidRPr="006B147A">
        <w:rPr>
          <w:sz w:val="28"/>
          <w:szCs w:val="28"/>
          <w:lang w:val="uk-UA"/>
        </w:rPr>
        <w:t>Про затвердження Методичних рекомендацій щодо формування і реалізації прогнозних та програмних документів соціально-економічного розвитку об</w:t>
      </w:r>
      <w:r>
        <w:rPr>
          <w:sz w:val="28"/>
          <w:szCs w:val="28"/>
          <w:lang w:val="uk-UA"/>
        </w:rPr>
        <w:t>’єднаної територіальної громади»</w:t>
      </w:r>
      <w:r w:rsidRPr="006B147A">
        <w:rPr>
          <w:sz w:val="28"/>
          <w:szCs w:val="28"/>
          <w:lang w:val="uk-UA"/>
        </w:rPr>
        <w:t>.</w:t>
      </w:r>
    </w:p>
    <w:p w:rsidR="007C5AF5" w:rsidRPr="001C59DE" w:rsidRDefault="007C5AF5" w:rsidP="001C59DE">
      <w:pPr>
        <w:pStyle w:val="NoSpacing"/>
        <w:spacing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основі проекту Плану</w:t>
      </w:r>
      <w:r w:rsidRPr="001D6C44">
        <w:rPr>
          <w:rFonts w:ascii="Times New Roman" w:hAnsi="Times New Roman"/>
          <w:sz w:val="28"/>
          <w:szCs w:val="28"/>
        </w:rPr>
        <w:t xml:space="preserve"> враховані ключові положення, визначені Стратегією розвитку Тернопіл</w:t>
      </w:r>
      <w:r>
        <w:rPr>
          <w:rFonts w:ascii="Times New Roman" w:hAnsi="Times New Roman"/>
          <w:sz w:val="28"/>
          <w:szCs w:val="28"/>
        </w:rPr>
        <w:t>ьської області на період до 2027</w:t>
      </w:r>
      <w:r w:rsidRPr="001D6C44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6C44">
        <w:rPr>
          <w:rFonts w:ascii="Times New Roman" w:hAnsi="Times New Roman"/>
          <w:sz w:val="28"/>
          <w:szCs w:val="28"/>
        </w:rPr>
        <w:t>(затверджена рішенням Тер</w:t>
      </w:r>
      <w:r>
        <w:rPr>
          <w:rFonts w:ascii="Times New Roman" w:hAnsi="Times New Roman"/>
          <w:sz w:val="28"/>
          <w:szCs w:val="28"/>
        </w:rPr>
        <w:t>нопільської обласної ради від 03 грудня 2020 року № 16)</w:t>
      </w:r>
      <w:r w:rsidRPr="001D6C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планом заходів з її реалізації у 2021-2023 роках.</w:t>
      </w:r>
    </w:p>
    <w:p w:rsidR="007C5AF5" w:rsidRDefault="007C5AF5" w:rsidP="001C5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</w:rPr>
        <w:t xml:space="preserve"> Основною метою П</w:t>
      </w:r>
      <w:r>
        <w:rPr>
          <w:rFonts w:ascii="Times New Roman" w:hAnsi="Times New Roman"/>
          <w:sz w:val="28"/>
        </w:rPr>
        <w:t>лану</w:t>
      </w:r>
      <w:r w:rsidRPr="00E57EA5">
        <w:rPr>
          <w:rFonts w:ascii="Times New Roman" w:hAnsi="Times New Roman"/>
          <w:sz w:val="28"/>
        </w:rPr>
        <w:t xml:space="preserve"> є створення умов для повноцінного функціонування об’єднаної громади, зокрема, через зростання добробуту і підвищення якості життя населення,</w:t>
      </w:r>
      <w:r>
        <w:rPr>
          <w:rFonts w:ascii="Times New Roman" w:hAnsi="Times New Roman"/>
          <w:sz w:val="28"/>
        </w:rPr>
        <w:t xml:space="preserve"> покращення соціальних стандартів та соціальних послуг,</w:t>
      </w:r>
      <w:r w:rsidRPr="00E57EA5">
        <w:rPr>
          <w:rFonts w:ascii="Times New Roman" w:hAnsi="Times New Roman"/>
          <w:sz w:val="28"/>
        </w:rPr>
        <w:t xml:space="preserve"> забезпечення позитивних структурних зрушень в економіці, підвищення її конкурентоспроможності як основи для збалансованого зростання стандартів та показників економічного розвитку. План визначає цілі, завдання та основні заходи економічного і соціального розв</w:t>
      </w:r>
      <w:r>
        <w:rPr>
          <w:rFonts w:ascii="Times New Roman" w:hAnsi="Times New Roman"/>
          <w:sz w:val="28"/>
        </w:rPr>
        <w:t>итку Нагірянської</w:t>
      </w:r>
      <w:r w:rsidRPr="00E57EA5">
        <w:rPr>
          <w:rFonts w:ascii="Times New Roman" w:hAnsi="Times New Roman"/>
          <w:sz w:val="28"/>
        </w:rPr>
        <w:t xml:space="preserve"> об’єднаної територіальної громади на 20</w:t>
      </w:r>
      <w:r>
        <w:rPr>
          <w:rFonts w:ascii="Times New Roman" w:hAnsi="Times New Roman"/>
          <w:sz w:val="28"/>
        </w:rPr>
        <w:t>21</w:t>
      </w:r>
      <w:r w:rsidRPr="00E57EA5">
        <w:rPr>
          <w:rFonts w:ascii="Times New Roman" w:hAnsi="Times New Roman"/>
          <w:sz w:val="28"/>
        </w:rPr>
        <w:t xml:space="preserve"> р</w:t>
      </w:r>
      <w:r>
        <w:rPr>
          <w:rFonts w:ascii="Times New Roman" w:hAnsi="Times New Roman"/>
          <w:sz w:val="28"/>
        </w:rPr>
        <w:t>ік</w:t>
      </w:r>
      <w:r w:rsidRPr="00E57EA5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E57EA5">
        <w:rPr>
          <w:rFonts w:ascii="Times New Roman" w:hAnsi="Times New Roman"/>
          <w:sz w:val="28"/>
          <w:szCs w:val="28"/>
        </w:rPr>
        <w:t>У процесі виконання План може уточнюватися. Зміни та доповнення будуть затверджуватися сесією об’єднаної територіальної громади за поданням голови або відповідних постійних депутатських комісій.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EA5">
        <w:rPr>
          <w:rFonts w:ascii="Times New Roman" w:hAnsi="Times New Roman"/>
          <w:sz w:val="28"/>
          <w:szCs w:val="28"/>
        </w:rPr>
        <w:t>Основні зусилля об’єднаної громади у 20</w:t>
      </w:r>
      <w:r>
        <w:rPr>
          <w:rFonts w:ascii="Times New Roman" w:hAnsi="Times New Roman"/>
          <w:sz w:val="28"/>
          <w:szCs w:val="28"/>
        </w:rPr>
        <w:t>21</w:t>
      </w:r>
      <w:r w:rsidRPr="00E57EA5">
        <w:rPr>
          <w:rFonts w:ascii="Times New Roman" w:hAnsi="Times New Roman"/>
          <w:sz w:val="28"/>
          <w:szCs w:val="28"/>
        </w:rPr>
        <w:t xml:space="preserve"> році </w:t>
      </w:r>
      <w:r>
        <w:rPr>
          <w:rFonts w:ascii="Times New Roman" w:hAnsi="Times New Roman"/>
          <w:sz w:val="28"/>
          <w:szCs w:val="28"/>
        </w:rPr>
        <w:t>будуть спрямовані на досягнення</w:t>
      </w:r>
      <w:r w:rsidRPr="00E57EA5">
        <w:rPr>
          <w:rFonts w:ascii="Times New Roman" w:hAnsi="Times New Roman"/>
          <w:sz w:val="28"/>
          <w:szCs w:val="28"/>
        </w:rPr>
        <w:t xml:space="preserve"> позитивних тенд</w:t>
      </w:r>
      <w:r>
        <w:rPr>
          <w:rFonts w:ascii="Times New Roman" w:hAnsi="Times New Roman"/>
          <w:sz w:val="28"/>
          <w:szCs w:val="28"/>
        </w:rPr>
        <w:t>енцій розвитку економіки ТГ, закріплення</w:t>
      </w:r>
      <w:r w:rsidRPr="00E57EA5">
        <w:rPr>
          <w:rFonts w:ascii="Times New Roman" w:hAnsi="Times New Roman"/>
          <w:sz w:val="28"/>
          <w:szCs w:val="28"/>
        </w:rPr>
        <w:t xml:space="preserve"> якісних зрушень в економічній та соціальній сферах, розвиток підприємництва, забезпечення продуктивності праці та підвищення рівня життя.</w:t>
      </w: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Pr="00E57EA5" w:rsidRDefault="007C5AF5" w:rsidP="001C59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C5AF5" w:rsidRPr="00E57EA5" w:rsidRDefault="007C5AF5" w:rsidP="00564885">
      <w:pPr>
        <w:pStyle w:val="ListParagraph"/>
        <w:numPr>
          <w:ilvl w:val="0"/>
          <w:numId w:val="1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57EA5">
        <w:rPr>
          <w:rFonts w:ascii="Times New Roman" w:hAnsi="Times New Roman"/>
          <w:b/>
          <w:sz w:val="28"/>
        </w:rPr>
        <w:t>Аналітична частина</w:t>
      </w:r>
    </w:p>
    <w:p w:rsidR="007C5AF5" w:rsidRPr="00E57EA5" w:rsidRDefault="007C5AF5" w:rsidP="00B83FCD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У</w:t>
      </w:r>
      <w:r w:rsidRPr="00E57EA5">
        <w:rPr>
          <w:rFonts w:ascii="Times New Roman" w:hAnsi="Times New Roman"/>
          <w:sz w:val="28"/>
          <w:szCs w:val="28"/>
        </w:rPr>
        <w:t xml:space="preserve"> цьому розділі аналізується стан та тенденції соціально-економічн</w:t>
      </w:r>
      <w:r>
        <w:rPr>
          <w:rFonts w:ascii="Times New Roman" w:hAnsi="Times New Roman"/>
          <w:sz w:val="28"/>
          <w:szCs w:val="28"/>
        </w:rPr>
        <w:t xml:space="preserve">ого розвитку населених пунктів </w:t>
      </w:r>
      <w:r w:rsidRPr="00E57EA5">
        <w:rPr>
          <w:rFonts w:ascii="Times New Roman" w:hAnsi="Times New Roman"/>
          <w:sz w:val="28"/>
          <w:szCs w:val="28"/>
        </w:rPr>
        <w:t>ТГ, ви</w:t>
      </w:r>
      <w:r>
        <w:rPr>
          <w:rFonts w:ascii="Times New Roman" w:hAnsi="Times New Roman"/>
          <w:sz w:val="28"/>
          <w:szCs w:val="28"/>
        </w:rPr>
        <w:t xml:space="preserve">вчаються переваги децентралізації у </w:t>
      </w:r>
      <w:r w:rsidRPr="00E57EA5">
        <w:rPr>
          <w:rFonts w:ascii="Times New Roman" w:hAnsi="Times New Roman"/>
          <w:sz w:val="28"/>
          <w:szCs w:val="28"/>
        </w:rPr>
        <w:t xml:space="preserve">ТГ та </w:t>
      </w:r>
      <w:r w:rsidRPr="00D656E9">
        <w:rPr>
          <w:rFonts w:ascii="Times New Roman" w:hAnsi="Times New Roman"/>
          <w:sz w:val="28"/>
          <w:szCs w:val="28"/>
        </w:rPr>
        <w:t>конкретні проблеми кожного населеного пункту</w:t>
      </w:r>
      <w:r w:rsidRPr="00E57EA5">
        <w:rPr>
          <w:rFonts w:ascii="Times New Roman" w:hAnsi="Times New Roman"/>
          <w:sz w:val="28"/>
          <w:szCs w:val="28"/>
        </w:rPr>
        <w:t xml:space="preserve">. </w:t>
      </w:r>
    </w:p>
    <w:p w:rsidR="007C5AF5" w:rsidRPr="00E57EA5" w:rsidRDefault="007C5AF5" w:rsidP="00B83FCD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  <w:szCs w:val="28"/>
        </w:rPr>
        <w:t>Входять наступні підпункти –</w:t>
      </w:r>
      <w:r>
        <w:rPr>
          <w:rFonts w:ascii="Times New Roman" w:hAnsi="Times New Roman"/>
          <w:sz w:val="28"/>
        </w:rPr>
        <w:t xml:space="preserve"> географічне розташування </w:t>
      </w:r>
      <w:r w:rsidRPr="00E57EA5">
        <w:rPr>
          <w:rFonts w:ascii="Times New Roman" w:hAnsi="Times New Roman"/>
          <w:sz w:val="28"/>
        </w:rPr>
        <w:t>ТГ, опис суміжних територій, демо</w:t>
      </w:r>
      <w:r>
        <w:rPr>
          <w:rFonts w:ascii="Times New Roman" w:hAnsi="Times New Roman"/>
          <w:sz w:val="28"/>
        </w:rPr>
        <w:t xml:space="preserve">графічна ситуація, ринок праці </w:t>
      </w:r>
      <w:r w:rsidRPr="00E57EA5">
        <w:rPr>
          <w:rFonts w:ascii="Times New Roman" w:hAnsi="Times New Roman"/>
          <w:sz w:val="28"/>
        </w:rPr>
        <w:t>ТГ, ст</w:t>
      </w:r>
      <w:r>
        <w:rPr>
          <w:rFonts w:ascii="Times New Roman" w:hAnsi="Times New Roman"/>
          <w:sz w:val="28"/>
        </w:rPr>
        <w:t xml:space="preserve">ан розвитку інфраструктури </w:t>
      </w:r>
      <w:r w:rsidRPr="00E57EA5">
        <w:rPr>
          <w:rFonts w:ascii="Times New Roman" w:hAnsi="Times New Roman"/>
          <w:sz w:val="28"/>
        </w:rPr>
        <w:t>ТГ, динаміка та особливості соціально-економічного розвитку (результати SWOT-аналізу)</w:t>
      </w:r>
      <w:r>
        <w:rPr>
          <w:rFonts w:ascii="Times New Roman" w:hAnsi="Times New Roman"/>
          <w:sz w:val="28"/>
        </w:rPr>
        <w:t xml:space="preserve">, фінансово-бюджетна ситуація </w:t>
      </w:r>
      <w:r w:rsidRPr="00E57EA5">
        <w:rPr>
          <w:rFonts w:ascii="Times New Roman" w:hAnsi="Times New Roman"/>
          <w:sz w:val="28"/>
        </w:rPr>
        <w:t>ТГ та інші дані.</w:t>
      </w:r>
    </w:p>
    <w:p w:rsidR="007C5AF5" w:rsidRDefault="007C5AF5" w:rsidP="001E7F3C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>Важлива роль віддається SWOT-аналізу, завдяки якому вдалося виявити сильні та слабкі сторони громади, можливості та загрози, які маю</w:t>
      </w:r>
      <w:r>
        <w:rPr>
          <w:rFonts w:ascii="Times New Roman" w:hAnsi="Times New Roman"/>
          <w:sz w:val="28"/>
          <w:szCs w:val="28"/>
        </w:rPr>
        <w:t>ть вплив на розвиток Нагірянськоїї ТГ. У</w:t>
      </w:r>
      <w:r w:rsidRPr="00E57EA5">
        <w:rPr>
          <w:rFonts w:ascii="Times New Roman" w:hAnsi="Times New Roman"/>
          <w:sz w:val="28"/>
          <w:szCs w:val="28"/>
        </w:rPr>
        <w:t xml:space="preserve"> такий спосіб нам вдасться поба</w:t>
      </w:r>
      <w:r>
        <w:rPr>
          <w:rFonts w:ascii="Times New Roman" w:hAnsi="Times New Roman"/>
          <w:sz w:val="28"/>
          <w:szCs w:val="28"/>
        </w:rPr>
        <w:t xml:space="preserve">чити потенційно сильні сторони у розвитку нашої </w:t>
      </w:r>
      <w:r w:rsidRPr="00E57EA5">
        <w:rPr>
          <w:rFonts w:ascii="Times New Roman" w:hAnsi="Times New Roman"/>
          <w:sz w:val="28"/>
          <w:szCs w:val="28"/>
        </w:rPr>
        <w:t>ТГ та зрозуміти, які необхідно для цього зробити конкретні кроки та виконати певні завдання, визначити сильні та слабкі сторони громади, її можливості та заг</w:t>
      </w:r>
      <w:r>
        <w:rPr>
          <w:rFonts w:ascii="Times New Roman" w:hAnsi="Times New Roman"/>
          <w:sz w:val="28"/>
          <w:szCs w:val="28"/>
        </w:rPr>
        <w:t xml:space="preserve">рози, що впливають на розвиток </w:t>
      </w:r>
      <w:r w:rsidRPr="00E57EA5">
        <w:rPr>
          <w:rFonts w:ascii="Times New Roman" w:hAnsi="Times New Roman"/>
          <w:sz w:val="28"/>
          <w:szCs w:val="28"/>
        </w:rPr>
        <w:t xml:space="preserve">ТГ у цілому. </w:t>
      </w:r>
    </w:p>
    <w:p w:rsidR="007C5AF5" w:rsidRPr="001015D7" w:rsidRDefault="007C5AF5" w:rsidP="001015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C5AF5" w:rsidRPr="00FE6E3A" w:rsidRDefault="007C5AF5" w:rsidP="00FE6E3A">
      <w:pPr>
        <w:pStyle w:val="ListParagraph"/>
        <w:numPr>
          <w:ilvl w:val="1"/>
          <w:numId w:val="1"/>
        </w:numPr>
        <w:spacing w:after="0" w:line="360" w:lineRule="auto"/>
        <w:ind w:lef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Географічне розташування </w:t>
      </w:r>
      <w:r w:rsidRPr="00E57EA5">
        <w:rPr>
          <w:rFonts w:ascii="Times New Roman" w:hAnsi="Times New Roman"/>
          <w:b/>
          <w:sz w:val="28"/>
        </w:rPr>
        <w:t>ТГ, опис суміжних територій.</w:t>
      </w:r>
    </w:p>
    <w:p w:rsidR="007C5AF5" w:rsidRDefault="007C5AF5" w:rsidP="001E7F3C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noProof/>
          <w:lang w:eastAsia="uk-UA"/>
        </w:rPr>
        <w:pict>
          <v:oval id="_x0000_s1026" style="position:absolute;left:0;text-align:left;margin-left:183.9pt;margin-top:67pt;width:204.75pt;height:189.65pt;z-index:251654656;mso-wrap-style:none;v-text-anchor:middle" fillcolor="#9c0" strokecolor="navy" strokeweight=".26mm">
            <v:fill opacity="9175f" color2="#63f"/>
            <v:stroke color2="#ffff7f" joinstyle="miter" endcap="square"/>
          </v:oval>
        </w:pict>
      </w:r>
      <w:r>
        <w:rPr>
          <w:noProof/>
          <w:lang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02.75pt;margin-top:166.85pt;width:31.8pt;height:69.6pt;z-index:251661824" o:connectortype="straight" strokecolor="#f79646" strokeweight="2.5pt">
            <v:shadow color="#868686"/>
          </v:shape>
        </w:pict>
      </w:r>
      <w:r>
        <w:rPr>
          <w:noProof/>
          <w:lang w:eastAsia="uk-UA"/>
        </w:rPr>
        <w:pict>
          <v:line id="_x0000_s1028" style="position:absolute;left:0;text-align:left;flip:x;z-index:251660800" from="259.15pt,170.05pt" to="291pt,261.3pt" strokecolor="#f90" strokeweight=".71mm">
            <v:stroke color2="#06f" joinstyle="miter" endcap="square"/>
          </v:line>
        </w:pict>
      </w:r>
      <w:r>
        <w:rPr>
          <w:noProof/>
          <w:lang w:eastAsia="uk-UA"/>
        </w:rPr>
        <w:pict>
          <v:line id="_x0000_s1029" style="position:absolute;left:0;text-align:left;flip:x;z-index:251659776" from="143.3pt,166.85pt" to="285.8pt,198.7pt" strokecolor="#f90" strokeweight=".71mm">
            <v:stroke color2="#06f" joinstyle="miter" endcap="square"/>
          </v:line>
        </w:pict>
      </w:r>
      <w:r>
        <w:rPr>
          <w:noProof/>
          <w:lang w:eastAsia="uk-UA"/>
        </w:rPr>
        <w:pict>
          <v:line id="_x0000_s1030" style="position:absolute;left:0;text-align:left;flip:x y;z-index:251657728" from="37.55pt,92.2pt" to="285.8pt,161.05pt" strokecolor="#f90" strokeweight=".71mm">
            <v:stroke color2="#06f" joinstyle="miter" endcap="square"/>
          </v:line>
        </w:pict>
      </w:r>
      <w:r>
        <w:rPr>
          <w:noProof/>
          <w:lang w:eastAsia="uk-UA"/>
        </w:rPr>
        <w:pict>
          <v:line id="_x0000_s1031" style="position:absolute;left:0;text-align:left;flip:x y;z-index:251658752" from="161.9pt,153.05pt" to="285.8pt,166.85pt" strokecolor="#f90" strokeweight=".71mm">
            <v:stroke color2="#06f" joinstyle="miter" endcap="square"/>
          </v:line>
        </w:pict>
      </w:r>
      <w:r>
        <w:rPr>
          <w:noProof/>
          <w:lang w:eastAsia="uk-UA"/>
        </w:rPr>
        <w:pict>
          <v:line id="_x0000_s1032" style="position:absolute;left:0;text-align:left;flip:x y;z-index:251656704" from="151.8pt,38.05pt" to="285.8pt,157.3pt" strokecolor="#f90" strokeweight=".71mm">
            <v:stroke color2="#06f" joinstyle="miter" endcap="square"/>
          </v:line>
        </w:pict>
      </w:r>
      <w:r>
        <w:rPr>
          <w:noProof/>
          <w:lang w:eastAsia="uk-UA"/>
        </w:rPr>
        <w:pict>
          <v:line id="_x0000_s1033" style="position:absolute;left:0;text-align:left;flip:x;z-index:251655680" from="297.45pt,19.8pt" to="347.3pt,153.05pt" strokecolor="#f90" strokeweight=".71mm">
            <v:stroke color2="#06f" joinstyle="miter" endcap="square"/>
          </v:line>
        </w:pict>
      </w:r>
      <w:r>
        <w:rPr>
          <w:noProof/>
          <w:lang w:eastAsia="uk-UA"/>
        </w:rPr>
        <w:pict>
          <v:oval id="_x0000_s1034" style="position:absolute;left:0;text-align:left;margin-left:285.8pt;margin-top:153.05pt;width:16.95pt;height:17pt;z-index:251653632;mso-wrap-style:none;v-text-anchor:middle" fillcolor="#e80000" strokeweight=".26mm">
            <v:fill color2="#17ffff"/>
            <v:stroke joinstyle="miter" endcap="square"/>
          </v:oval>
        </w:pict>
      </w: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2.5pt;height:289.5pt;visibility:visible" o:bordertopcolor="navy" o:borderleftcolor="navy" o:borderbottomcolor="navy" o:borderrightcolor="navy" filled="t">
            <v:imagedata r:id="rId5" o:title=""/>
            <w10:bordertop type="single" width="8"/>
            <w10:borderleft type="single" width="8"/>
            <w10:borderbottom type="single" width="8"/>
            <w10:borderright type="single" width="8"/>
          </v:shape>
        </w:pict>
      </w:r>
    </w:p>
    <w:p w:rsidR="007C5AF5" w:rsidRPr="006A716A" w:rsidRDefault="007C5AF5" w:rsidP="006A716A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A716A">
        <w:rPr>
          <w:rFonts w:ascii="Times New Roman" w:hAnsi="Times New Roman"/>
          <w:i/>
          <w:sz w:val="24"/>
          <w:szCs w:val="24"/>
        </w:rPr>
        <w:t>Рис. 2.1.1. Вигідне географічне положення району та громади</w:t>
      </w:r>
    </w:p>
    <w:p w:rsidR="007C5AF5" w:rsidRDefault="007C5AF5" w:rsidP="001E7F3C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AA41A8">
        <w:rPr>
          <w:rFonts w:ascii="Times New Roman" w:hAnsi="Times New Roman"/>
          <w:b/>
          <w:noProof/>
          <w:sz w:val="28"/>
          <w:lang w:eastAsia="uk-UA"/>
        </w:rPr>
        <w:pict>
          <v:shape id="Рисунок 2" o:spid="_x0000_i1026" type="#_x0000_t75" style="width:468.75pt;height:262.5pt;visibility:visible">
            <v:imagedata r:id="rId6" o:title=""/>
          </v:shape>
        </w:pict>
      </w:r>
    </w:p>
    <w:p w:rsidR="007C5AF5" w:rsidRDefault="007C5AF5" w:rsidP="00AE5B45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6A716A">
        <w:rPr>
          <w:rFonts w:ascii="Times New Roman" w:hAnsi="Times New Roman"/>
          <w:i/>
          <w:sz w:val="24"/>
          <w:szCs w:val="24"/>
        </w:rPr>
        <w:t>Рис. 2.1.2.  Межі Нагірянської об’єднаної територіальної громади</w:t>
      </w:r>
    </w:p>
    <w:p w:rsidR="007C5AF5" w:rsidRPr="00AE5B45" w:rsidRDefault="007C5AF5" w:rsidP="00AE5B45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</w:p>
    <w:p w:rsidR="007C5AF5" w:rsidRPr="008649E7" w:rsidRDefault="007C5AF5" w:rsidP="008649E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rPr>
          <w:sz w:val="28"/>
          <w:szCs w:val="28"/>
        </w:rPr>
        <w:t xml:space="preserve">Нагірянська ТГ </w:t>
      </w:r>
      <w:r w:rsidRPr="008649E7">
        <w:rPr>
          <w:sz w:val="28"/>
          <w:szCs w:val="28"/>
        </w:rPr>
        <w:t xml:space="preserve">лежить на Західно-Подільському плато в межах Тернопільської рівнини на висоті </w:t>
      </w:r>
      <w:smartTag w:uri="urn:schemas-microsoft-com:office:smarttags" w:element="metricconverter">
        <w:smartTagPr>
          <w:attr w:name="ProductID" w:val="262 м"/>
        </w:smartTagPr>
        <w:r w:rsidRPr="008649E7">
          <w:rPr>
            <w:sz w:val="28"/>
            <w:szCs w:val="28"/>
          </w:rPr>
          <w:t>262 м</w:t>
        </w:r>
      </w:smartTag>
      <w:r w:rsidRPr="008649E7">
        <w:rPr>
          <w:sz w:val="28"/>
          <w:szCs w:val="28"/>
        </w:rPr>
        <w:t xml:space="preserve">. над рівнем моря. Для рельєфу району характерні хвилясті балочні рівнини, пересічені ярами. Клімат називають </w:t>
      </w:r>
      <w:r>
        <w:rPr>
          <w:sz w:val="28"/>
          <w:szCs w:val="28"/>
        </w:rPr>
        <w:t>«</w:t>
      </w:r>
      <w:r w:rsidRPr="008649E7">
        <w:rPr>
          <w:sz w:val="28"/>
          <w:szCs w:val="28"/>
        </w:rPr>
        <w:t>теплим Поділлям</w:t>
      </w:r>
      <w:r>
        <w:rPr>
          <w:sz w:val="28"/>
          <w:szCs w:val="28"/>
        </w:rPr>
        <w:t>»</w:t>
      </w:r>
      <w:r w:rsidRPr="008649E7">
        <w:rPr>
          <w:sz w:val="28"/>
          <w:szCs w:val="28"/>
        </w:rPr>
        <w:t xml:space="preserve">. </w:t>
      </w:r>
      <w:r>
        <w:rPr>
          <w:sz w:val="28"/>
          <w:szCs w:val="28"/>
        </w:rPr>
        <w:t>Зі східної та північно-східної сторін територію громади оточує ліс, з південної</w:t>
      </w:r>
      <w:r w:rsidRPr="00E57EA5">
        <w:rPr>
          <w:sz w:val="28"/>
          <w:szCs w:val="28"/>
        </w:rPr>
        <w:t xml:space="preserve"> та південно-західної сторони – луки. Згідно адміністративно те</w:t>
      </w:r>
      <w:r>
        <w:rPr>
          <w:sz w:val="28"/>
          <w:szCs w:val="28"/>
        </w:rPr>
        <w:t>риторіального поділу Нагірянська ТГ входить до Чортківського</w:t>
      </w:r>
      <w:r w:rsidRPr="00E57EA5">
        <w:rPr>
          <w:sz w:val="28"/>
          <w:szCs w:val="28"/>
        </w:rPr>
        <w:t xml:space="preserve"> </w:t>
      </w:r>
      <w:r>
        <w:rPr>
          <w:sz w:val="28"/>
          <w:szCs w:val="28"/>
        </w:rPr>
        <w:t>району, Тернопільської області. Розташована у південній частині</w:t>
      </w:r>
      <w:r w:rsidRPr="008649E7">
        <w:rPr>
          <w:sz w:val="28"/>
          <w:szCs w:val="28"/>
        </w:rPr>
        <w:t xml:space="preserve"> області. </w:t>
      </w:r>
    </w:p>
    <w:p w:rsidR="007C5AF5" w:rsidRPr="008649E7" w:rsidRDefault="007C5AF5" w:rsidP="00ED594D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rPr>
          <w:sz w:val="28"/>
          <w:szCs w:val="28"/>
        </w:rPr>
        <w:t xml:space="preserve">Центр громади – селище Нагірянка розташоване за </w:t>
      </w:r>
      <w:smartTag w:uri="urn:schemas-microsoft-com:office:smarttags" w:element="metricconverter">
        <w:smartTagPr>
          <w:attr w:name="ProductID" w:val="12 км"/>
        </w:smartTagPr>
        <w:r>
          <w:rPr>
            <w:sz w:val="28"/>
            <w:szCs w:val="28"/>
          </w:rPr>
          <w:t>12 км</w:t>
        </w:r>
      </w:smartTag>
      <w:r>
        <w:rPr>
          <w:sz w:val="28"/>
          <w:szCs w:val="28"/>
        </w:rPr>
        <w:t xml:space="preserve"> від районного центру міста Чортків. Відстань від центру ТГ </w:t>
      </w:r>
      <w:r w:rsidRPr="008649E7">
        <w:rPr>
          <w:sz w:val="28"/>
          <w:szCs w:val="28"/>
        </w:rPr>
        <w:t>до</w:t>
      </w:r>
      <w:r>
        <w:rPr>
          <w:sz w:val="28"/>
          <w:szCs w:val="28"/>
        </w:rPr>
        <w:t xml:space="preserve"> обласного центру – міста </w:t>
      </w:r>
      <w:r w:rsidRPr="008649E7">
        <w:rPr>
          <w:sz w:val="28"/>
          <w:szCs w:val="28"/>
        </w:rPr>
        <w:t>Тернополя</w:t>
      </w:r>
      <w:r>
        <w:rPr>
          <w:sz w:val="28"/>
          <w:szCs w:val="28"/>
        </w:rPr>
        <w:t xml:space="preserve"> –</w:t>
      </w:r>
      <w:r w:rsidRPr="008649E7">
        <w:rPr>
          <w:sz w:val="28"/>
          <w:szCs w:val="28"/>
        </w:rPr>
        <w:t xml:space="preserve"> шосейною дорогою </w:t>
      </w:r>
      <w:r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90 км"/>
        </w:smartTagPr>
        <w:r>
          <w:rPr>
            <w:sz w:val="28"/>
            <w:szCs w:val="28"/>
          </w:rPr>
          <w:t>90</w:t>
        </w:r>
        <w:r w:rsidRPr="008649E7">
          <w:rPr>
            <w:sz w:val="28"/>
            <w:szCs w:val="28"/>
          </w:rPr>
          <w:t xml:space="preserve"> км</w:t>
        </w:r>
      </w:smartTag>
      <w:r w:rsidRPr="008649E7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Pr="008649E7">
        <w:rPr>
          <w:sz w:val="28"/>
          <w:szCs w:val="28"/>
        </w:rPr>
        <w:t xml:space="preserve">залізницею </w:t>
      </w:r>
      <w:r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00 км"/>
        </w:smartTagPr>
        <w:r>
          <w:rPr>
            <w:sz w:val="28"/>
            <w:szCs w:val="28"/>
          </w:rPr>
          <w:t>100</w:t>
        </w:r>
        <w:r w:rsidRPr="008649E7">
          <w:rPr>
            <w:sz w:val="28"/>
            <w:szCs w:val="28"/>
          </w:rPr>
          <w:t xml:space="preserve"> км</w:t>
        </w:r>
      </w:smartTag>
      <w:r w:rsidRPr="008649E7">
        <w:rPr>
          <w:sz w:val="28"/>
          <w:szCs w:val="28"/>
        </w:rPr>
        <w:t>.</w:t>
      </w:r>
    </w:p>
    <w:p w:rsidR="007C5AF5" w:rsidRPr="008649E7" w:rsidRDefault="007C5AF5" w:rsidP="008649E7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Нагірянська сільська ТГ межує із Чортківською міською ОТГ</w:t>
      </w:r>
      <w:r w:rsidRPr="00E57EA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Білобожницькою сільською ТГ, Товстенською селищною ТГ, Борщівською міською ОТГ та Заводською селищною ОТГ. Також Нагірянська </w:t>
      </w:r>
      <w:r w:rsidRPr="00E57EA5">
        <w:rPr>
          <w:rFonts w:ascii="Times New Roman" w:hAnsi="Times New Roman"/>
          <w:sz w:val="28"/>
          <w:szCs w:val="28"/>
        </w:rPr>
        <w:t xml:space="preserve">ТГ </w:t>
      </w:r>
      <w:r>
        <w:rPr>
          <w:rFonts w:ascii="Times New Roman" w:hAnsi="Times New Roman"/>
          <w:sz w:val="28"/>
          <w:szCs w:val="28"/>
        </w:rPr>
        <w:t xml:space="preserve">має вигідне географічне положення, через громаду проходить дорога міжнародного значення М19 Доманове-Ковель-Чернівці-Тереблече, </w:t>
      </w:r>
      <w:r w:rsidRPr="00E57EA5">
        <w:rPr>
          <w:rFonts w:ascii="Times New Roman" w:hAnsi="Times New Roman"/>
          <w:sz w:val="28"/>
          <w:szCs w:val="28"/>
        </w:rPr>
        <w:t xml:space="preserve">що надає </w:t>
      </w:r>
      <w:r>
        <w:rPr>
          <w:rFonts w:ascii="Times New Roman" w:hAnsi="Times New Roman"/>
          <w:sz w:val="28"/>
          <w:szCs w:val="28"/>
        </w:rPr>
        <w:t>більші конкурентні переваги в плані</w:t>
      </w:r>
      <w:r w:rsidRPr="00E57EA5">
        <w:rPr>
          <w:rFonts w:ascii="Times New Roman" w:hAnsi="Times New Roman"/>
          <w:sz w:val="28"/>
          <w:szCs w:val="28"/>
        </w:rPr>
        <w:t xml:space="preserve"> транспортного сполучення</w:t>
      </w:r>
      <w:r>
        <w:rPr>
          <w:rFonts w:ascii="Times New Roman" w:hAnsi="Times New Roman"/>
          <w:sz w:val="28"/>
          <w:szCs w:val="28"/>
        </w:rPr>
        <w:t>.</w:t>
      </w:r>
    </w:p>
    <w:p w:rsidR="007C5AF5" w:rsidRPr="008649E7" w:rsidRDefault="007C5AF5" w:rsidP="008649E7">
      <w:pPr>
        <w:pStyle w:val="ListParagraph"/>
        <w:spacing w:after="0"/>
        <w:ind w:left="0" w:firstLine="709"/>
        <w:jc w:val="both"/>
        <w:rPr>
          <w:rFonts w:ascii="Times New Roman" w:hAnsi="Times New Roman"/>
        </w:rPr>
      </w:pPr>
      <w:r w:rsidRPr="008649E7">
        <w:rPr>
          <w:rFonts w:ascii="Times New Roman" w:hAnsi="Times New Roman"/>
          <w:b/>
          <w:sz w:val="28"/>
          <w:szCs w:val="28"/>
        </w:rPr>
        <w:t>Середня температура</w:t>
      </w:r>
      <w:r w:rsidRPr="008649E7">
        <w:rPr>
          <w:rFonts w:ascii="Times New Roman" w:hAnsi="Times New Roman"/>
          <w:sz w:val="28"/>
          <w:szCs w:val="28"/>
        </w:rPr>
        <w:t xml:space="preserve"> січня -8-</w:t>
      </w:r>
      <w:smartTag w:uri="urn:schemas-microsoft-com:office:smarttags" w:element="metricconverter">
        <w:smartTagPr>
          <w:attr w:name="ProductID" w:val="10°C"/>
        </w:smartTagPr>
        <w:r w:rsidRPr="008649E7">
          <w:rPr>
            <w:rFonts w:ascii="Times New Roman" w:hAnsi="Times New Roman"/>
            <w:sz w:val="28"/>
            <w:szCs w:val="28"/>
          </w:rPr>
          <w:t>10°</w:t>
        </w:r>
        <w:r w:rsidRPr="008649E7">
          <w:rPr>
            <w:rFonts w:ascii="Times New Roman" w:hAnsi="Times New Roman"/>
            <w:sz w:val="28"/>
            <w:szCs w:val="28"/>
            <w:lang w:val="en-US"/>
          </w:rPr>
          <w:t>C</w:t>
        </w:r>
      </w:smartTag>
      <w:r w:rsidRPr="008649E7">
        <w:rPr>
          <w:rFonts w:ascii="Times New Roman" w:hAnsi="Times New Roman"/>
          <w:sz w:val="28"/>
          <w:szCs w:val="28"/>
        </w:rPr>
        <w:t>, а липня - +20-</w:t>
      </w:r>
      <w:smartTag w:uri="urn:schemas-microsoft-com:office:smarttags" w:element="metricconverter">
        <w:smartTagPr>
          <w:attr w:name="ProductID" w:val="25°C"/>
        </w:smartTagPr>
        <w:r w:rsidRPr="008649E7">
          <w:rPr>
            <w:rFonts w:ascii="Times New Roman" w:hAnsi="Times New Roman"/>
            <w:sz w:val="28"/>
            <w:szCs w:val="28"/>
          </w:rPr>
          <w:t>25°</w:t>
        </w:r>
        <w:r w:rsidRPr="008649E7">
          <w:rPr>
            <w:rFonts w:ascii="Times New Roman" w:hAnsi="Times New Roman"/>
            <w:sz w:val="28"/>
            <w:szCs w:val="28"/>
            <w:lang w:val="en-US"/>
          </w:rPr>
          <w:t>C</w:t>
        </w:r>
      </w:smartTag>
      <w:r w:rsidRPr="008649E7">
        <w:rPr>
          <w:rFonts w:ascii="Times New Roman" w:hAnsi="Times New Roman"/>
          <w:sz w:val="28"/>
          <w:szCs w:val="28"/>
        </w:rPr>
        <w:t>.</w:t>
      </w:r>
    </w:p>
    <w:p w:rsidR="007C5AF5" w:rsidRPr="008649E7" w:rsidRDefault="007C5AF5" w:rsidP="008649E7">
      <w:pPr>
        <w:pStyle w:val="ListParagraph"/>
        <w:spacing w:after="0"/>
        <w:ind w:left="0" w:firstLine="709"/>
        <w:jc w:val="both"/>
        <w:rPr>
          <w:rFonts w:ascii="Times New Roman" w:hAnsi="Times New Roman"/>
        </w:rPr>
      </w:pPr>
      <w:r w:rsidRPr="008649E7">
        <w:rPr>
          <w:rFonts w:ascii="Times New Roman" w:hAnsi="Times New Roman"/>
          <w:b/>
          <w:sz w:val="28"/>
          <w:szCs w:val="28"/>
        </w:rPr>
        <w:t>Середня кількість опадів</w:t>
      </w:r>
      <w:r w:rsidRPr="008649E7">
        <w:rPr>
          <w:rFonts w:ascii="Times New Roman" w:hAnsi="Times New Roman"/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561 мм"/>
        </w:smartTagPr>
        <w:r w:rsidRPr="008649E7">
          <w:rPr>
            <w:rFonts w:ascii="Times New Roman" w:hAnsi="Times New Roman"/>
            <w:sz w:val="28"/>
            <w:szCs w:val="28"/>
          </w:rPr>
          <w:t>561 мм</w:t>
        </w:r>
      </w:smartTag>
      <w:r w:rsidRPr="008649E7">
        <w:rPr>
          <w:rFonts w:ascii="Times New Roman" w:hAnsi="Times New Roman"/>
          <w:sz w:val="28"/>
          <w:szCs w:val="28"/>
        </w:rPr>
        <w:t>. на рік, що забезпечує помірне зволоження землі.</w:t>
      </w:r>
    </w:p>
    <w:p w:rsidR="007C5AF5" w:rsidRPr="00E57EA5" w:rsidRDefault="007C5AF5" w:rsidP="00B83FCD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 всієї Нагірянської сільської </w:t>
      </w:r>
      <w:r w:rsidRPr="00E57EA5">
        <w:rPr>
          <w:rFonts w:ascii="Times New Roman" w:hAnsi="Times New Roman"/>
          <w:sz w:val="28"/>
          <w:szCs w:val="28"/>
        </w:rPr>
        <w:t xml:space="preserve">ТГ становить </w:t>
      </w:r>
      <w:smartTag w:uri="urn:schemas-microsoft-com:office:smarttags" w:element="metricconverter">
        <w:smartTagPr>
          <w:attr w:name="ProductID" w:val="21 644,6 га"/>
        </w:smartTagPr>
        <w:r>
          <w:rPr>
            <w:rFonts w:ascii="Times New Roman" w:hAnsi="Times New Roman"/>
            <w:sz w:val="28"/>
            <w:szCs w:val="28"/>
          </w:rPr>
          <w:t>21 644,6 га</w:t>
        </w:r>
      </w:smartTag>
      <w:r w:rsidRPr="00E57EA5">
        <w:rPr>
          <w:rFonts w:ascii="Times New Roman" w:hAnsi="Times New Roman"/>
          <w:sz w:val="28"/>
          <w:szCs w:val="28"/>
        </w:rPr>
        <w:t>, а саме:</w:t>
      </w:r>
    </w:p>
    <w:p w:rsidR="007C5AF5" w:rsidRPr="00E57EA5" w:rsidRDefault="007C5AF5" w:rsidP="00B83FCD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селища Нагірянка</w:t>
      </w:r>
      <w:r w:rsidRPr="00E57E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становить </w:t>
      </w:r>
      <w:smartTag w:uri="urn:schemas-microsoft-com:office:smarttags" w:element="metricconverter">
        <w:smartTagPr>
          <w:attr w:name="ProductID" w:val="3 705,6 га"/>
        </w:smartTagPr>
        <w:r>
          <w:rPr>
            <w:rFonts w:ascii="Times New Roman" w:hAnsi="Times New Roman"/>
            <w:sz w:val="28"/>
            <w:szCs w:val="28"/>
          </w:rPr>
          <w:t>3 705,6 га</w:t>
        </w:r>
      </w:smartTag>
      <w:r>
        <w:rPr>
          <w:rFonts w:ascii="Times New Roman" w:hAnsi="Times New Roman"/>
          <w:sz w:val="28"/>
          <w:szCs w:val="28"/>
        </w:rPr>
        <w:t>;</w:t>
      </w:r>
      <w:r w:rsidRPr="00E57EA5">
        <w:rPr>
          <w:rFonts w:ascii="Times New Roman" w:hAnsi="Times New Roman"/>
          <w:sz w:val="28"/>
          <w:szCs w:val="28"/>
        </w:rPr>
        <w:t xml:space="preserve">  </w:t>
      </w:r>
    </w:p>
    <w:p w:rsidR="007C5AF5" w:rsidRPr="00E57EA5" w:rsidRDefault="007C5AF5" w:rsidP="00B83FCD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>сел</w:t>
      </w:r>
      <w:r>
        <w:rPr>
          <w:rFonts w:ascii="Times New Roman" w:hAnsi="Times New Roman"/>
          <w:sz w:val="28"/>
          <w:szCs w:val="28"/>
        </w:rPr>
        <w:t xml:space="preserve">а Ягільниця – </w:t>
      </w:r>
      <w:smartTag w:uri="urn:schemas-microsoft-com:office:smarttags" w:element="metricconverter">
        <w:smartTagPr>
          <w:attr w:name="ProductID" w:val="2 373,8 га"/>
        </w:smartTagPr>
        <w:r>
          <w:rPr>
            <w:rFonts w:ascii="Times New Roman" w:hAnsi="Times New Roman"/>
            <w:sz w:val="28"/>
            <w:szCs w:val="28"/>
          </w:rPr>
          <w:t>2 373,8 га</w:t>
        </w:r>
      </w:smartTag>
      <w:r>
        <w:rPr>
          <w:rFonts w:ascii="Times New Roman" w:hAnsi="Times New Roman"/>
          <w:sz w:val="28"/>
          <w:szCs w:val="28"/>
        </w:rPr>
        <w:t>;</w:t>
      </w:r>
    </w:p>
    <w:p w:rsidR="007C5AF5" w:rsidRPr="00E57EA5" w:rsidRDefault="007C5AF5" w:rsidP="00B83FCD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>сел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E57E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Шульганівка і Долина – </w:t>
      </w:r>
      <w:smartTag w:uri="urn:schemas-microsoft-com:office:smarttags" w:element="metricconverter">
        <w:smartTagPr>
          <w:attr w:name="ProductID" w:val="2 461,00 га"/>
        </w:smartTagPr>
        <w:r>
          <w:rPr>
            <w:rFonts w:ascii="Times New Roman" w:hAnsi="Times New Roman"/>
            <w:sz w:val="28"/>
            <w:szCs w:val="28"/>
          </w:rPr>
          <w:t>2 461,00 га</w:t>
        </w:r>
      </w:smartTag>
      <w:r>
        <w:rPr>
          <w:rFonts w:ascii="Times New Roman" w:hAnsi="Times New Roman"/>
          <w:sz w:val="28"/>
          <w:szCs w:val="28"/>
        </w:rPr>
        <w:t>;</w:t>
      </w:r>
    </w:p>
    <w:p w:rsidR="007C5AF5" w:rsidRDefault="007C5AF5" w:rsidP="00B83FCD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 xml:space="preserve">села </w:t>
      </w:r>
      <w:r>
        <w:rPr>
          <w:rFonts w:ascii="Times New Roman" w:hAnsi="Times New Roman"/>
          <w:sz w:val="28"/>
          <w:szCs w:val="28"/>
        </w:rPr>
        <w:t xml:space="preserve">Улашківці – </w:t>
      </w:r>
      <w:smartTag w:uri="urn:schemas-microsoft-com:office:smarttags" w:element="metricconverter">
        <w:smartTagPr>
          <w:attr w:name="ProductID" w:val="2 430,5 га"/>
        </w:smartTagPr>
        <w:r>
          <w:rPr>
            <w:rFonts w:ascii="Times New Roman" w:hAnsi="Times New Roman"/>
            <w:sz w:val="28"/>
            <w:szCs w:val="28"/>
          </w:rPr>
          <w:t>2 430,5 га</w:t>
        </w:r>
      </w:smartTag>
      <w:r>
        <w:rPr>
          <w:rFonts w:ascii="Times New Roman" w:hAnsi="Times New Roman"/>
          <w:sz w:val="28"/>
          <w:szCs w:val="28"/>
        </w:rPr>
        <w:t>;</w:t>
      </w:r>
    </w:p>
    <w:p w:rsidR="007C5AF5" w:rsidRDefault="007C5AF5" w:rsidP="00B83FCD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села Стара Ягільниця і Черкавщина – </w:t>
      </w:r>
      <w:smartTag w:uri="urn:schemas-microsoft-com:office:smarttags" w:element="metricconverter">
        <w:smartTagPr>
          <w:attr w:name="ProductID" w:val="2 612,5 га"/>
        </w:smartTagPr>
        <w:r>
          <w:rPr>
            <w:rFonts w:ascii="Times New Roman" w:hAnsi="Times New Roman"/>
            <w:sz w:val="28"/>
            <w:szCs w:val="28"/>
          </w:rPr>
          <w:t>2 612,5 га</w:t>
        </w:r>
      </w:smartTag>
      <w:r>
        <w:rPr>
          <w:rFonts w:ascii="Times New Roman" w:hAnsi="Times New Roman"/>
          <w:sz w:val="28"/>
          <w:szCs w:val="28"/>
        </w:rPr>
        <w:t>;</w:t>
      </w:r>
    </w:p>
    <w:p w:rsidR="007C5AF5" w:rsidRDefault="007C5AF5" w:rsidP="00B83FCD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села Сосулівка – </w:t>
      </w:r>
      <w:smartTag w:uri="urn:schemas-microsoft-com:office:smarttags" w:element="metricconverter">
        <w:smartTagPr>
          <w:attr w:name="ProductID" w:val="2 166,2 га"/>
        </w:smartTagPr>
        <w:r>
          <w:rPr>
            <w:rFonts w:ascii="Times New Roman" w:hAnsi="Times New Roman"/>
            <w:sz w:val="28"/>
            <w:szCs w:val="28"/>
          </w:rPr>
          <w:t>2 166,2 га</w:t>
        </w:r>
      </w:smartTag>
      <w:r>
        <w:rPr>
          <w:rFonts w:ascii="Times New Roman" w:hAnsi="Times New Roman"/>
          <w:sz w:val="28"/>
          <w:szCs w:val="28"/>
        </w:rPr>
        <w:t>;</w:t>
      </w:r>
    </w:p>
    <w:p w:rsidR="007C5AF5" w:rsidRPr="00E57EA5" w:rsidRDefault="007C5AF5" w:rsidP="00B83FCD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села Мухавка – </w:t>
      </w:r>
      <w:smartTag w:uri="urn:schemas-microsoft-com:office:smarttags" w:element="metricconverter">
        <w:smartTagPr>
          <w:attr w:name="ProductID" w:val="1 973,9 га"/>
        </w:smartTagPr>
        <w:r>
          <w:rPr>
            <w:rFonts w:ascii="Times New Roman" w:hAnsi="Times New Roman"/>
            <w:sz w:val="28"/>
            <w:szCs w:val="28"/>
          </w:rPr>
          <w:t>1 973,9 га</w:t>
        </w:r>
      </w:smartTag>
      <w:r>
        <w:rPr>
          <w:rFonts w:ascii="Times New Roman" w:hAnsi="Times New Roman"/>
          <w:sz w:val="28"/>
          <w:szCs w:val="28"/>
        </w:rPr>
        <w:t>;</w:t>
      </w:r>
    </w:p>
    <w:p w:rsidR="007C5AF5" w:rsidRDefault="007C5AF5" w:rsidP="00F42F17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села Милівці – </w:t>
      </w:r>
      <w:smartTag w:uri="urn:schemas-microsoft-com:office:smarttags" w:element="metricconverter">
        <w:smartTagPr>
          <w:attr w:name="ProductID" w:val="1 825,7 га"/>
        </w:smartTagPr>
        <w:r>
          <w:rPr>
            <w:rFonts w:ascii="Times New Roman" w:hAnsi="Times New Roman"/>
            <w:sz w:val="28"/>
            <w:szCs w:val="28"/>
          </w:rPr>
          <w:t>1 825,7 га</w:t>
        </w:r>
      </w:smartTag>
      <w:r>
        <w:rPr>
          <w:rFonts w:ascii="Times New Roman" w:hAnsi="Times New Roman"/>
          <w:sz w:val="28"/>
          <w:szCs w:val="28"/>
        </w:rPr>
        <w:t>;</w:t>
      </w:r>
    </w:p>
    <w:p w:rsidR="007C5AF5" w:rsidRDefault="007C5AF5" w:rsidP="00F42F17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села Заболотівка – </w:t>
      </w:r>
      <w:smartTag w:uri="urn:schemas-microsoft-com:office:smarttags" w:element="metricconverter">
        <w:smartTagPr>
          <w:attr w:name="ProductID" w:val="1 126,4 га"/>
        </w:smartTagPr>
        <w:r>
          <w:rPr>
            <w:rFonts w:ascii="Times New Roman" w:hAnsi="Times New Roman"/>
            <w:sz w:val="28"/>
            <w:szCs w:val="28"/>
          </w:rPr>
          <w:t>1 126,4 га</w:t>
        </w:r>
      </w:smartTag>
      <w:r>
        <w:rPr>
          <w:rFonts w:ascii="Times New Roman" w:hAnsi="Times New Roman"/>
          <w:sz w:val="28"/>
          <w:szCs w:val="28"/>
        </w:rPr>
        <w:t>;</w:t>
      </w:r>
    </w:p>
    <w:p w:rsidR="007C5AF5" w:rsidRPr="00F42F17" w:rsidRDefault="007C5AF5" w:rsidP="00F42F17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села Капустинці – </w:t>
      </w:r>
      <w:smartTag w:uri="urn:schemas-microsoft-com:office:smarttags" w:element="metricconverter">
        <w:smartTagPr>
          <w:attr w:name="ProductID" w:val="968,9 га"/>
        </w:smartTagPr>
        <w:r>
          <w:rPr>
            <w:rFonts w:ascii="Times New Roman" w:hAnsi="Times New Roman"/>
            <w:sz w:val="28"/>
            <w:szCs w:val="28"/>
          </w:rPr>
          <w:t>968,9 га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7C5AF5" w:rsidRDefault="007C5AF5" w:rsidP="00B83FCD">
      <w:pPr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  <w:r w:rsidRPr="00E57EA5">
        <w:rPr>
          <w:rFonts w:ascii="Times New Roman" w:hAnsi="Times New Roman"/>
          <w:sz w:val="28"/>
          <w:szCs w:val="24"/>
        </w:rPr>
        <w:t xml:space="preserve">Відстань та розташування між </w:t>
      </w:r>
      <w:r>
        <w:rPr>
          <w:rFonts w:ascii="Times New Roman" w:hAnsi="Times New Roman"/>
          <w:sz w:val="28"/>
          <w:szCs w:val="24"/>
        </w:rPr>
        <w:t>населеними пунктами Нагірянської</w:t>
      </w:r>
      <w:r w:rsidRPr="00E57EA5">
        <w:rPr>
          <w:rFonts w:ascii="Times New Roman" w:hAnsi="Times New Roman"/>
          <w:sz w:val="28"/>
          <w:szCs w:val="24"/>
        </w:rPr>
        <w:t xml:space="preserve"> ОТГ подані нижче в таблиці 2.1.1.</w:t>
      </w:r>
    </w:p>
    <w:p w:rsidR="007C5AF5" w:rsidRPr="00E57EA5" w:rsidRDefault="007C5AF5" w:rsidP="00B83FCD">
      <w:pPr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</w:p>
    <w:p w:rsidR="007C5AF5" w:rsidRPr="00E57EA5" w:rsidRDefault="007C5AF5" w:rsidP="00B83FCD">
      <w:pPr>
        <w:pStyle w:val="ListParagraph"/>
        <w:spacing w:after="0"/>
        <w:jc w:val="right"/>
        <w:rPr>
          <w:rFonts w:ascii="Times New Roman" w:hAnsi="Times New Roman"/>
          <w:i/>
          <w:sz w:val="24"/>
          <w:szCs w:val="24"/>
        </w:rPr>
      </w:pPr>
      <w:r w:rsidRPr="00E57EA5">
        <w:rPr>
          <w:rFonts w:ascii="Times New Roman" w:hAnsi="Times New Roman"/>
          <w:i/>
          <w:sz w:val="24"/>
          <w:szCs w:val="24"/>
        </w:rPr>
        <w:t>Таблиця.2.1.1</w:t>
      </w:r>
    </w:p>
    <w:p w:rsidR="007C5AF5" w:rsidRPr="00E57EA5" w:rsidRDefault="007C5AF5" w:rsidP="00B83FCD">
      <w:pPr>
        <w:pStyle w:val="ListParagraph"/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W w:w="861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"/>
        <w:gridCol w:w="3891"/>
        <w:gridCol w:w="3827"/>
      </w:tblGrid>
      <w:tr w:rsidR="007C5AF5" w:rsidRPr="00BC623D" w:rsidTr="00BC623D">
        <w:tc>
          <w:tcPr>
            <w:tcW w:w="900" w:type="dxa"/>
            <w:shd w:val="clear" w:color="auto" w:fill="8DB3E2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91" w:type="dxa"/>
            <w:shd w:val="clear" w:color="auto" w:fill="8DB3E2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Назва населеного пункту</w:t>
            </w:r>
          </w:p>
        </w:tc>
        <w:tc>
          <w:tcPr>
            <w:tcW w:w="3827" w:type="dxa"/>
            <w:shd w:val="clear" w:color="auto" w:fill="8DB3E2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Відстань до центру ОТГ (кілометри доріг)</w:t>
            </w:r>
          </w:p>
        </w:tc>
      </w:tr>
      <w:tr w:rsidR="007C5AF5" w:rsidRPr="00BC623D" w:rsidTr="00BC623D">
        <w:tc>
          <w:tcPr>
            <w:tcW w:w="900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91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Ягільниця</w:t>
            </w:r>
          </w:p>
        </w:tc>
        <w:tc>
          <w:tcPr>
            <w:tcW w:w="382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5AF5" w:rsidRPr="00BC623D" w:rsidTr="00BC623D">
        <w:trPr>
          <w:trHeight w:val="348"/>
        </w:trPr>
        <w:tc>
          <w:tcPr>
            <w:tcW w:w="900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91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Стара Ягільниця</w:t>
            </w:r>
          </w:p>
        </w:tc>
        <w:tc>
          <w:tcPr>
            <w:tcW w:w="382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C5AF5" w:rsidRPr="00BC623D" w:rsidTr="00BC623D">
        <w:tc>
          <w:tcPr>
            <w:tcW w:w="900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91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Улашківці</w:t>
            </w:r>
          </w:p>
        </w:tc>
        <w:tc>
          <w:tcPr>
            <w:tcW w:w="382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C5AF5" w:rsidRPr="00BC623D" w:rsidTr="00BC623D">
        <w:tc>
          <w:tcPr>
            <w:tcW w:w="900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91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Шульганівка</w:t>
            </w:r>
          </w:p>
        </w:tc>
        <w:tc>
          <w:tcPr>
            <w:tcW w:w="382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5AF5" w:rsidRPr="00BC623D" w:rsidTr="00BC623D">
        <w:tc>
          <w:tcPr>
            <w:tcW w:w="900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91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Заболотівка</w:t>
            </w:r>
          </w:p>
        </w:tc>
        <w:tc>
          <w:tcPr>
            <w:tcW w:w="382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C5AF5" w:rsidRPr="00BC623D" w:rsidTr="00BC623D">
        <w:tc>
          <w:tcPr>
            <w:tcW w:w="900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91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Капустинці</w:t>
            </w:r>
          </w:p>
        </w:tc>
        <w:tc>
          <w:tcPr>
            <w:tcW w:w="382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C5AF5" w:rsidRPr="00BC623D" w:rsidTr="00BC623D">
        <w:tc>
          <w:tcPr>
            <w:tcW w:w="900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91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Милівці</w:t>
            </w:r>
          </w:p>
        </w:tc>
        <w:tc>
          <w:tcPr>
            <w:tcW w:w="382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C5AF5" w:rsidRPr="00BC623D" w:rsidTr="00BC623D">
        <w:tc>
          <w:tcPr>
            <w:tcW w:w="900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91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Сосулівка</w:t>
            </w:r>
          </w:p>
        </w:tc>
        <w:tc>
          <w:tcPr>
            <w:tcW w:w="382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C5AF5" w:rsidRPr="00BC623D" w:rsidTr="00BC623D">
        <w:tc>
          <w:tcPr>
            <w:tcW w:w="900" w:type="dxa"/>
            <w:shd w:val="clear" w:color="auto" w:fill="FCF688"/>
          </w:tcPr>
          <w:p w:rsidR="007C5AF5" w:rsidRPr="00BC623D" w:rsidRDefault="007C5AF5" w:rsidP="00BC623D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91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с.Мухавка</w:t>
            </w:r>
          </w:p>
        </w:tc>
        <w:tc>
          <w:tcPr>
            <w:tcW w:w="382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7C5AF5" w:rsidRDefault="007C5AF5" w:rsidP="004323F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C5AF5" w:rsidRPr="00366B2E" w:rsidRDefault="007C5AF5" w:rsidP="00366B2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A49">
        <w:rPr>
          <w:rFonts w:ascii="Times New Roman" w:hAnsi="Times New Roman"/>
          <w:sz w:val="28"/>
          <w:szCs w:val="28"/>
        </w:rPr>
        <w:t>Із усіх земель Нагірянської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2A49">
        <w:rPr>
          <w:rFonts w:ascii="Times New Roman" w:hAnsi="Times New Roman"/>
          <w:sz w:val="28"/>
          <w:szCs w:val="28"/>
        </w:rPr>
        <w:t xml:space="preserve">ТГ </w:t>
      </w:r>
      <w:smartTag w:uri="urn:schemas-microsoft-com:office:smarttags" w:element="metricconverter">
        <w:smartTagPr>
          <w:attr w:name="ProductID" w:val="13 427,04 га"/>
        </w:smartTagPr>
        <w:r w:rsidRPr="001F2A49">
          <w:rPr>
            <w:rFonts w:ascii="Times New Roman" w:hAnsi="Times New Roman"/>
            <w:sz w:val="28"/>
            <w:szCs w:val="28"/>
          </w:rPr>
          <w:t>13 427,04</w:t>
        </w:r>
        <w:r>
          <w:rPr>
            <w:rFonts w:ascii="Times New Roman" w:hAnsi="Times New Roman"/>
            <w:sz w:val="28"/>
            <w:szCs w:val="28"/>
          </w:rPr>
          <w:t xml:space="preserve"> га</w:t>
        </w:r>
      </w:smartTag>
      <w:r>
        <w:rPr>
          <w:rFonts w:ascii="Times New Roman" w:hAnsi="Times New Roman"/>
          <w:sz w:val="28"/>
          <w:szCs w:val="28"/>
        </w:rPr>
        <w:t>, або 62</w:t>
      </w:r>
      <w:r w:rsidRPr="001F2A49">
        <w:rPr>
          <w:rFonts w:ascii="Times New Roman" w:hAnsi="Times New Roman"/>
          <w:sz w:val="28"/>
          <w:szCs w:val="28"/>
        </w:rPr>
        <w:t>%, займають сільськогосподарські угіддя, що свідчить про високий рівень сільськогосподарської освоєн</w:t>
      </w:r>
      <w:r>
        <w:rPr>
          <w:rFonts w:ascii="Times New Roman" w:hAnsi="Times New Roman"/>
          <w:sz w:val="28"/>
          <w:szCs w:val="28"/>
        </w:rPr>
        <w:t xml:space="preserve">ості земель. З них: </w:t>
      </w:r>
      <w:smartTag w:uri="urn:schemas-microsoft-com:office:smarttags" w:element="metricconverter">
        <w:smartTagPr>
          <w:attr w:name="ProductID" w:val="7 685,63 га"/>
        </w:smartTagPr>
        <w:r>
          <w:rPr>
            <w:rFonts w:ascii="Times New Roman" w:hAnsi="Times New Roman"/>
            <w:sz w:val="28"/>
            <w:szCs w:val="28"/>
          </w:rPr>
          <w:t>7 685,63</w:t>
        </w:r>
        <w:r w:rsidRPr="001F2A49">
          <w:rPr>
            <w:rFonts w:ascii="Times New Roman" w:hAnsi="Times New Roman"/>
            <w:sz w:val="28"/>
            <w:szCs w:val="28"/>
          </w:rPr>
          <w:t xml:space="preserve"> га</w:t>
        </w:r>
      </w:smartTag>
      <w:r w:rsidRPr="001F2A49">
        <w:rPr>
          <w:rFonts w:ascii="Times New Roman" w:hAnsi="Times New Roman"/>
          <w:sz w:val="28"/>
          <w:szCs w:val="28"/>
        </w:rPr>
        <w:t xml:space="preserve"> використовують сільського</w:t>
      </w:r>
      <w:r>
        <w:rPr>
          <w:rFonts w:ascii="Times New Roman" w:hAnsi="Times New Roman"/>
          <w:sz w:val="28"/>
          <w:szCs w:val="28"/>
        </w:rPr>
        <w:t xml:space="preserve">сподарські підприємства; </w:t>
      </w:r>
      <w:smartTag w:uri="urn:schemas-microsoft-com:office:smarttags" w:element="metricconverter">
        <w:smartTagPr>
          <w:attr w:name="ProductID" w:val="5 666,41 га"/>
        </w:smartTagPr>
        <w:r>
          <w:rPr>
            <w:rFonts w:ascii="Times New Roman" w:hAnsi="Times New Roman"/>
            <w:sz w:val="28"/>
            <w:szCs w:val="28"/>
          </w:rPr>
          <w:t xml:space="preserve">5 666,41 </w:t>
        </w:r>
        <w:r w:rsidRPr="001F2A49">
          <w:rPr>
            <w:rFonts w:ascii="Times New Roman" w:hAnsi="Times New Roman"/>
            <w:sz w:val="28"/>
            <w:szCs w:val="28"/>
          </w:rPr>
          <w:t>га</w:t>
        </w:r>
      </w:smartTag>
      <w:r w:rsidRPr="001F2A49">
        <w:rPr>
          <w:rFonts w:ascii="Times New Roman" w:hAnsi="Times New Roman"/>
          <w:sz w:val="28"/>
          <w:szCs w:val="28"/>
        </w:rPr>
        <w:t xml:space="preserve"> – громадяни. Заклад</w:t>
      </w:r>
      <w:r>
        <w:rPr>
          <w:rFonts w:ascii="Times New Roman" w:hAnsi="Times New Roman"/>
          <w:sz w:val="28"/>
          <w:szCs w:val="28"/>
        </w:rPr>
        <w:t xml:space="preserve">и, установи, організації – </w:t>
      </w:r>
      <w:smartTag w:uri="urn:schemas-microsoft-com:office:smarttags" w:element="metricconverter">
        <w:smartTagPr>
          <w:attr w:name="ProductID" w:val="132,31 га"/>
        </w:smartTagPr>
        <w:r>
          <w:rPr>
            <w:rFonts w:ascii="Times New Roman" w:hAnsi="Times New Roman"/>
            <w:sz w:val="28"/>
            <w:szCs w:val="28"/>
          </w:rPr>
          <w:t>132,31</w:t>
        </w:r>
        <w:r w:rsidRPr="001F2A49">
          <w:rPr>
            <w:rFonts w:ascii="Times New Roman" w:hAnsi="Times New Roman"/>
            <w:sz w:val="28"/>
            <w:szCs w:val="28"/>
          </w:rPr>
          <w:t xml:space="preserve"> га</w:t>
        </w:r>
      </w:smartTag>
      <w:r w:rsidRPr="001F2A49">
        <w:rPr>
          <w:rFonts w:ascii="Times New Roman" w:hAnsi="Times New Roman"/>
          <w:sz w:val="28"/>
          <w:szCs w:val="28"/>
        </w:rPr>
        <w:t>. Промисл</w:t>
      </w:r>
      <w:r>
        <w:rPr>
          <w:rFonts w:ascii="Times New Roman" w:hAnsi="Times New Roman"/>
          <w:sz w:val="28"/>
          <w:szCs w:val="28"/>
        </w:rPr>
        <w:t xml:space="preserve">ові та інші підприємства – </w:t>
      </w:r>
      <w:smartTag w:uri="urn:schemas-microsoft-com:office:smarttags" w:element="metricconverter">
        <w:smartTagPr>
          <w:attr w:name="ProductID" w:val="48,71 га"/>
        </w:smartTagPr>
        <w:r>
          <w:rPr>
            <w:rFonts w:ascii="Times New Roman" w:hAnsi="Times New Roman"/>
            <w:sz w:val="28"/>
            <w:szCs w:val="28"/>
          </w:rPr>
          <w:t>48,71</w:t>
        </w:r>
        <w:r w:rsidRPr="001F2A49">
          <w:rPr>
            <w:rFonts w:ascii="Times New Roman" w:hAnsi="Times New Roman"/>
            <w:sz w:val="28"/>
            <w:szCs w:val="28"/>
          </w:rPr>
          <w:t xml:space="preserve"> га</w:t>
        </w:r>
      </w:smartTag>
      <w:r w:rsidRPr="001F2A49">
        <w:rPr>
          <w:rFonts w:ascii="Times New Roman" w:hAnsi="Times New Roman"/>
          <w:sz w:val="28"/>
          <w:szCs w:val="28"/>
        </w:rPr>
        <w:t>. Землі транспорту</w:t>
      </w:r>
      <w:r>
        <w:rPr>
          <w:rFonts w:ascii="Times New Roman" w:hAnsi="Times New Roman"/>
          <w:sz w:val="28"/>
          <w:szCs w:val="28"/>
        </w:rPr>
        <w:t xml:space="preserve">, зв’язку – </w:t>
      </w:r>
      <w:smartTag w:uri="urn:schemas-microsoft-com:office:smarttags" w:element="metricconverter">
        <w:smartTagPr>
          <w:attr w:name="ProductID" w:val="250,85 га"/>
        </w:smartTagPr>
        <w:r>
          <w:rPr>
            <w:rFonts w:ascii="Times New Roman" w:hAnsi="Times New Roman"/>
            <w:sz w:val="28"/>
            <w:szCs w:val="28"/>
          </w:rPr>
          <w:t>250,85 га</w:t>
        </w:r>
      </w:smartTag>
      <w:r>
        <w:rPr>
          <w:rFonts w:ascii="Times New Roman" w:hAnsi="Times New Roman"/>
          <w:sz w:val="28"/>
          <w:szCs w:val="28"/>
        </w:rPr>
        <w:t xml:space="preserve">. Під лісами зайнято </w:t>
      </w:r>
      <w:smartTag w:uri="urn:schemas-microsoft-com:office:smarttags" w:element="metricconverter">
        <w:smartTagPr>
          <w:attr w:name="ProductID" w:val="1553,2 га"/>
        </w:smartTagPr>
        <w:r>
          <w:rPr>
            <w:rFonts w:ascii="Times New Roman" w:hAnsi="Times New Roman"/>
            <w:sz w:val="28"/>
            <w:szCs w:val="28"/>
          </w:rPr>
          <w:t>1553,2</w:t>
        </w:r>
        <w:r w:rsidRPr="001F2A49">
          <w:rPr>
            <w:rFonts w:ascii="Times New Roman" w:hAnsi="Times New Roman"/>
            <w:sz w:val="28"/>
            <w:szCs w:val="28"/>
          </w:rPr>
          <w:t xml:space="preserve"> га</w:t>
        </w:r>
      </w:smartTag>
      <w:r w:rsidRPr="001F2A49">
        <w:rPr>
          <w:rFonts w:ascii="Times New Roman" w:hAnsi="Times New Roman"/>
          <w:sz w:val="28"/>
          <w:szCs w:val="28"/>
        </w:rPr>
        <w:t>. К</w:t>
      </w:r>
      <w:r>
        <w:rPr>
          <w:rFonts w:ascii="Times New Roman" w:hAnsi="Times New Roman"/>
          <w:sz w:val="28"/>
          <w:szCs w:val="28"/>
        </w:rPr>
        <w:t xml:space="preserve">омерційного використання – </w:t>
      </w:r>
      <w:smartTag w:uri="urn:schemas-microsoft-com:office:smarttags" w:element="metricconverter">
        <w:smartTagPr>
          <w:attr w:name="ProductID" w:val="8,23 га"/>
        </w:smartTagPr>
        <w:r>
          <w:rPr>
            <w:rFonts w:ascii="Times New Roman" w:hAnsi="Times New Roman"/>
            <w:sz w:val="28"/>
            <w:szCs w:val="28"/>
          </w:rPr>
          <w:t>8,23</w:t>
        </w:r>
        <w:r w:rsidRPr="001F2A49">
          <w:rPr>
            <w:rFonts w:ascii="Times New Roman" w:hAnsi="Times New Roman"/>
            <w:sz w:val="28"/>
            <w:szCs w:val="28"/>
          </w:rPr>
          <w:t xml:space="preserve"> га</w:t>
        </w:r>
      </w:smartTag>
      <w:r w:rsidRPr="001F2A49">
        <w:rPr>
          <w:rFonts w:ascii="Times New Roman" w:hAnsi="Times New Roman"/>
          <w:sz w:val="28"/>
          <w:szCs w:val="28"/>
        </w:rPr>
        <w:t>. Землі державної та комунальної власності, які не надані у вла</w:t>
      </w:r>
      <w:r>
        <w:rPr>
          <w:rFonts w:ascii="Times New Roman" w:hAnsi="Times New Roman"/>
          <w:sz w:val="28"/>
          <w:szCs w:val="28"/>
        </w:rPr>
        <w:t xml:space="preserve">сність та користування – </w:t>
      </w:r>
      <w:smartTag w:uri="urn:schemas-microsoft-com:office:smarttags" w:element="metricconverter">
        <w:smartTagPr>
          <w:attr w:name="ProductID" w:val="1987,82 га"/>
        </w:smartTagPr>
        <w:r>
          <w:rPr>
            <w:rFonts w:ascii="Times New Roman" w:hAnsi="Times New Roman"/>
            <w:sz w:val="28"/>
            <w:szCs w:val="28"/>
          </w:rPr>
          <w:t>1987,82</w:t>
        </w:r>
        <w:r w:rsidRPr="001F2A49">
          <w:rPr>
            <w:rFonts w:ascii="Times New Roman" w:hAnsi="Times New Roman"/>
            <w:sz w:val="28"/>
            <w:szCs w:val="28"/>
          </w:rPr>
          <w:t xml:space="preserve"> га</w:t>
        </w:r>
      </w:smartTag>
      <w:r w:rsidRPr="001F2A49">
        <w:rPr>
          <w:rFonts w:ascii="Times New Roman" w:hAnsi="Times New Roman"/>
          <w:sz w:val="28"/>
          <w:szCs w:val="28"/>
        </w:rPr>
        <w:t>.</w:t>
      </w:r>
    </w:p>
    <w:p w:rsidR="007C5AF5" w:rsidRPr="002927CE" w:rsidRDefault="007C5AF5" w:rsidP="002927CE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D594D">
        <w:rPr>
          <w:rFonts w:ascii="Times New Roman" w:hAnsi="Times New Roman"/>
          <w:b/>
          <w:i/>
          <w:sz w:val="28"/>
          <w:szCs w:val="28"/>
        </w:rPr>
        <w:t>Природні ресурси.</w:t>
      </w:r>
      <w:r w:rsidRPr="00ED59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Корисні копалини громади</w:t>
      </w:r>
      <w:r w:rsidRPr="00ED594D">
        <w:rPr>
          <w:rFonts w:ascii="Times New Roman" w:hAnsi="Times New Roman"/>
          <w:sz w:val="28"/>
          <w:szCs w:val="28"/>
        </w:rPr>
        <w:t xml:space="preserve"> представлені будівельними матеріалами та сировиною для їх виробництва. Це поклади осадового походження: вапняки, пісковики, піски будівельні, глина, гравійно-галечникові матеріали. Піски будівельні зосереджені у </w:t>
      </w:r>
      <w:r>
        <w:rPr>
          <w:rFonts w:ascii="Times New Roman" w:hAnsi="Times New Roman"/>
          <w:sz w:val="28"/>
          <w:szCs w:val="28"/>
        </w:rPr>
        <w:t>селі Милівці, Сосулівка; глиняний</w:t>
      </w:r>
      <w:r w:rsidRPr="00ED594D">
        <w:rPr>
          <w:rFonts w:ascii="Times New Roman" w:hAnsi="Times New Roman"/>
          <w:sz w:val="28"/>
          <w:szCs w:val="28"/>
        </w:rPr>
        <w:t xml:space="preserve"> ка</w:t>
      </w:r>
      <w:r>
        <w:rPr>
          <w:rFonts w:ascii="Times New Roman" w:hAnsi="Times New Roman"/>
          <w:sz w:val="28"/>
          <w:szCs w:val="28"/>
        </w:rPr>
        <w:t>р’єр знаходиться у селі Ягільниця.</w:t>
      </w:r>
      <w:r w:rsidRPr="002927CE">
        <w:rPr>
          <w:rFonts w:ascii="Times New Roman" w:hAnsi="Times New Roman"/>
          <w:sz w:val="28"/>
          <w:szCs w:val="28"/>
        </w:rPr>
        <w:t xml:space="preserve"> </w:t>
      </w:r>
      <w:r w:rsidRPr="00ED594D">
        <w:rPr>
          <w:rFonts w:ascii="Times New Roman" w:hAnsi="Times New Roman"/>
          <w:sz w:val="28"/>
          <w:szCs w:val="28"/>
        </w:rPr>
        <w:t>Родовища гравійн</w:t>
      </w:r>
      <w:r>
        <w:rPr>
          <w:rFonts w:ascii="Times New Roman" w:hAnsi="Times New Roman"/>
          <w:sz w:val="28"/>
          <w:szCs w:val="28"/>
        </w:rPr>
        <w:t xml:space="preserve">о-галечникових матеріалів, </w:t>
      </w:r>
      <w:r w:rsidRPr="00ED594D">
        <w:rPr>
          <w:rFonts w:ascii="Times New Roman" w:hAnsi="Times New Roman"/>
          <w:sz w:val="28"/>
          <w:szCs w:val="28"/>
        </w:rPr>
        <w:t>зосереджені ближч</w:t>
      </w:r>
      <w:r>
        <w:rPr>
          <w:rFonts w:ascii="Times New Roman" w:hAnsi="Times New Roman"/>
          <w:sz w:val="28"/>
          <w:szCs w:val="28"/>
        </w:rPr>
        <w:t xml:space="preserve">е до заплав річки Серет в селі </w:t>
      </w:r>
      <w:r w:rsidRPr="00ED594D">
        <w:rPr>
          <w:rFonts w:ascii="Times New Roman" w:hAnsi="Times New Roman"/>
          <w:sz w:val="28"/>
          <w:szCs w:val="28"/>
        </w:rPr>
        <w:t>Улашківці</w:t>
      </w:r>
      <w:r>
        <w:rPr>
          <w:rFonts w:ascii="Times New Roman" w:hAnsi="Times New Roman"/>
          <w:sz w:val="28"/>
          <w:szCs w:val="28"/>
        </w:rPr>
        <w:t>,</w:t>
      </w:r>
      <w:r w:rsidRPr="00ED594D">
        <w:rPr>
          <w:rFonts w:ascii="Times New Roman" w:hAnsi="Times New Roman"/>
          <w:sz w:val="28"/>
          <w:szCs w:val="28"/>
        </w:rPr>
        <w:t xml:space="preserve"> використовується для будівництва і ремонту доріг. </w:t>
      </w:r>
      <w:r>
        <w:rPr>
          <w:rFonts w:ascii="Times New Roman" w:hAnsi="Times New Roman"/>
          <w:sz w:val="28"/>
          <w:szCs w:val="28"/>
        </w:rPr>
        <w:t>Родовища суглинку та глини  можуть стати</w:t>
      </w:r>
      <w:r w:rsidRPr="00ED594D">
        <w:rPr>
          <w:rFonts w:ascii="Times New Roman" w:hAnsi="Times New Roman"/>
          <w:sz w:val="28"/>
          <w:szCs w:val="28"/>
        </w:rPr>
        <w:t xml:space="preserve"> сировиною для виробництва цегли, черепиці та інших керамічн</w:t>
      </w:r>
      <w:r>
        <w:rPr>
          <w:rFonts w:ascii="Times New Roman" w:hAnsi="Times New Roman"/>
          <w:sz w:val="28"/>
          <w:szCs w:val="28"/>
        </w:rPr>
        <w:t xml:space="preserve">их виробів. </w:t>
      </w:r>
    </w:p>
    <w:p w:rsidR="007C5AF5" w:rsidRPr="00366B2E" w:rsidRDefault="007C5AF5" w:rsidP="00366B2E">
      <w:pPr>
        <w:pStyle w:val="Heading2"/>
        <w:spacing w:before="0" w:after="0" w:line="360" w:lineRule="auto"/>
        <w:ind w:firstLine="708"/>
        <w:jc w:val="both"/>
        <w:rPr>
          <w:rFonts w:ascii="Times New Roman" w:hAnsi="Times New Roman"/>
          <w:lang w:val="uk-UA"/>
        </w:rPr>
      </w:pPr>
      <w:r w:rsidRPr="00366B2E">
        <w:rPr>
          <w:rFonts w:ascii="Times New Roman" w:hAnsi="Times New Roman"/>
          <w:lang w:val="uk-UA"/>
        </w:rPr>
        <w:t>Водні ресурси</w:t>
      </w:r>
      <w:r>
        <w:rPr>
          <w:rFonts w:ascii="Times New Roman" w:hAnsi="Times New Roman"/>
          <w:lang w:val="uk-UA"/>
        </w:rPr>
        <w:t xml:space="preserve">. </w:t>
      </w:r>
      <w:r w:rsidRPr="00366B2E">
        <w:rPr>
          <w:rFonts w:ascii="Times New Roman" w:hAnsi="Times New Roman"/>
          <w:b w:val="0"/>
          <w:i w:val="0"/>
          <w:lang w:val="uk-UA"/>
        </w:rPr>
        <w:t>Голо</w:t>
      </w:r>
      <w:r>
        <w:rPr>
          <w:rFonts w:ascii="Times New Roman" w:hAnsi="Times New Roman"/>
          <w:b w:val="0"/>
          <w:i w:val="0"/>
          <w:lang w:val="uk-UA"/>
        </w:rPr>
        <w:t>вною водною артерією є р. Серет</w:t>
      </w:r>
      <w:r w:rsidRPr="00366B2E">
        <w:rPr>
          <w:rFonts w:ascii="Times New Roman" w:hAnsi="Times New Roman"/>
          <w:b w:val="0"/>
          <w:i w:val="0"/>
          <w:lang w:val="uk-UA"/>
        </w:rPr>
        <w:t xml:space="preserve">, </w:t>
      </w:r>
      <w:r>
        <w:rPr>
          <w:rFonts w:ascii="Times New Roman" w:hAnsi="Times New Roman"/>
          <w:b w:val="0"/>
          <w:i w:val="0"/>
          <w:lang w:val="uk-UA"/>
        </w:rPr>
        <w:t>яка є лівою притокою річки Дністер. Вона протікає в напрямку із півночі на південь – через села: Сосулівка, Улашківці, Заболотівка, Милівці, Капустинці.</w:t>
      </w:r>
      <w:r w:rsidRPr="00366B2E">
        <w:rPr>
          <w:rFonts w:ascii="Times New Roman" w:hAnsi="Times New Roman"/>
          <w:b w:val="0"/>
          <w:i w:val="0"/>
          <w:lang w:val="uk-UA"/>
        </w:rPr>
        <w:t xml:space="preserve"> </w:t>
      </w:r>
      <w:r>
        <w:rPr>
          <w:rFonts w:ascii="Times New Roman" w:hAnsi="Times New Roman"/>
          <w:b w:val="0"/>
          <w:i w:val="0"/>
          <w:lang w:val="uk-UA"/>
        </w:rPr>
        <w:t xml:space="preserve">Правою притокою р. Серет є р. Черкаска, яка протікає через села Стара Ягільниця, Шульганівка, Ягільниця, Улашківці. </w:t>
      </w:r>
      <w:r w:rsidRPr="00366B2E">
        <w:rPr>
          <w:rFonts w:ascii="Times New Roman" w:hAnsi="Times New Roman"/>
          <w:b w:val="0"/>
          <w:i w:val="0"/>
          <w:lang w:val="uk-UA"/>
        </w:rPr>
        <w:t>На т</w:t>
      </w:r>
      <w:r>
        <w:rPr>
          <w:rFonts w:ascii="Times New Roman" w:hAnsi="Times New Roman"/>
          <w:b w:val="0"/>
          <w:i w:val="0"/>
          <w:lang w:val="uk-UA"/>
        </w:rPr>
        <w:t>ериторії громади знаходиться чотирнадцять ставків</w:t>
      </w:r>
      <w:r w:rsidRPr="00366B2E">
        <w:rPr>
          <w:rFonts w:ascii="Times New Roman" w:hAnsi="Times New Roman"/>
          <w:b w:val="0"/>
          <w:i w:val="0"/>
          <w:lang w:val="uk-UA"/>
        </w:rPr>
        <w:t>,</w:t>
      </w:r>
      <w:r>
        <w:rPr>
          <w:rFonts w:ascii="Times New Roman" w:hAnsi="Times New Roman"/>
          <w:b w:val="0"/>
          <w:i w:val="0"/>
          <w:lang w:val="uk-UA"/>
        </w:rPr>
        <w:t xml:space="preserve"> а</w:t>
      </w:r>
      <w:r w:rsidRPr="00366B2E">
        <w:rPr>
          <w:rFonts w:ascii="Times New Roman" w:hAnsi="Times New Roman"/>
          <w:b w:val="0"/>
          <w:i w:val="0"/>
          <w:lang w:val="uk-UA"/>
        </w:rPr>
        <w:t xml:space="preserve"> саме: </w:t>
      </w:r>
      <w:r>
        <w:rPr>
          <w:rFonts w:ascii="Times New Roman" w:hAnsi="Times New Roman"/>
          <w:b w:val="0"/>
          <w:i w:val="0"/>
          <w:lang w:val="uk-UA"/>
        </w:rPr>
        <w:t>одинадцять ставків у</w:t>
      </w:r>
      <w:r w:rsidRPr="00366B2E">
        <w:rPr>
          <w:rFonts w:ascii="Times New Roman" w:hAnsi="Times New Roman"/>
          <w:b w:val="0"/>
          <w:i w:val="0"/>
          <w:lang w:val="uk-UA"/>
        </w:rPr>
        <w:t xml:space="preserve"> с.</w:t>
      </w:r>
      <w:r>
        <w:rPr>
          <w:rFonts w:ascii="Times New Roman" w:hAnsi="Times New Roman"/>
          <w:b w:val="0"/>
          <w:i w:val="0"/>
          <w:lang w:val="uk-UA"/>
        </w:rPr>
        <w:t xml:space="preserve"> Мухавка (площа водного плесо – 64 га); 3 ставки у с. Шульганівка (площа водного плесо – 20 га). Також на території с. Сосулівка знаходиться озеро Лонка.</w:t>
      </w:r>
    </w:p>
    <w:p w:rsidR="007C5AF5" w:rsidRDefault="007C5AF5" w:rsidP="00FE6E3A">
      <w:pPr>
        <w:pStyle w:val="Heading2"/>
        <w:spacing w:before="0" w:after="0" w:line="360" w:lineRule="auto"/>
        <w:ind w:firstLine="708"/>
        <w:jc w:val="both"/>
        <w:rPr>
          <w:rFonts w:ascii="Times New Roman" w:hAnsi="Times New Roman"/>
          <w:b w:val="0"/>
          <w:i w:val="0"/>
          <w:lang w:val="uk-UA"/>
        </w:rPr>
      </w:pPr>
      <w:r w:rsidRPr="00366B2E">
        <w:rPr>
          <w:rFonts w:ascii="Times New Roman" w:hAnsi="Times New Roman"/>
          <w:lang w:val="uk-UA"/>
        </w:rPr>
        <w:t>Лісові ресурси</w:t>
      </w:r>
      <w:r>
        <w:rPr>
          <w:rFonts w:ascii="Times New Roman" w:hAnsi="Times New Roman"/>
          <w:lang w:val="uk-UA"/>
        </w:rPr>
        <w:t xml:space="preserve">. </w:t>
      </w:r>
      <w:r w:rsidRPr="00366B2E">
        <w:rPr>
          <w:rFonts w:ascii="Times New Roman" w:hAnsi="Times New Roman"/>
          <w:b w:val="0"/>
          <w:i w:val="0"/>
          <w:lang w:val="uk-UA"/>
        </w:rPr>
        <w:t>Площа лі</w:t>
      </w:r>
      <w:r>
        <w:rPr>
          <w:rFonts w:ascii="Times New Roman" w:hAnsi="Times New Roman"/>
          <w:b w:val="0"/>
          <w:i w:val="0"/>
          <w:lang w:val="uk-UA"/>
        </w:rPr>
        <w:t>сів і лісових насаджень – 1553,2</w:t>
      </w:r>
      <w:r w:rsidRPr="00366B2E">
        <w:rPr>
          <w:rFonts w:ascii="Times New Roman" w:hAnsi="Times New Roman"/>
          <w:b w:val="0"/>
          <w:i w:val="0"/>
          <w:lang w:val="uk-UA"/>
        </w:rPr>
        <w:t xml:space="preserve"> га.</w:t>
      </w:r>
      <w:r w:rsidRPr="004C16D1">
        <w:rPr>
          <w:rFonts w:ascii="Times New Roman" w:hAnsi="Times New Roman"/>
          <w:b w:val="0"/>
          <w:i w:val="0"/>
          <w:lang w:val="uk-UA"/>
        </w:rPr>
        <w:t xml:space="preserve"> </w:t>
      </w:r>
      <w:r w:rsidRPr="00366B2E">
        <w:rPr>
          <w:rFonts w:ascii="Times New Roman" w:hAnsi="Times New Roman"/>
          <w:b w:val="0"/>
          <w:i w:val="0"/>
          <w:lang w:val="uk-UA"/>
        </w:rPr>
        <w:t>Переважає дуб, граб, ясен, трапляється бук; з хвойних - сосна, ялина</w:t>
      </w:r>
      <w:r w:rsidRPr="004C16D1">
        <w:rPr>
          <w:rFonts w:ascii="Times New Roman" w:hAnsi="Times New Roman"/>
          <w:b w:val="0"/>
          <w:i w:val="0"/>
          <w:lang w:val="uk-UA"/>
        </w:rPr>
        <w:t>, модрина; росте так</w:t>
      </w:r>
      <w:r>
        <w:rPr>
          <w:rFonts w:ascii="Times New Roman" w:hAnsi="Times New Roman"/>
          <w:b w:val="0"/>
          <w:i w:val="0"/>
          <w:lang w:val="uk-UA"/>
        </w:rPr>
        <w:t>ож береза, осика, тополя, липа. На території ОТГ знаходиться лісовий заказник загальнодержавного значення «Дача Галілея» загальною площею 1671,0 га., з яких на території ОТГ:</w:t>
      </w:r>
      <w:r w:rsidRPr="004C16D1">
        <w:rPr>
          <w:rFonts w:ascii="Times New Roman" w:hAnsi="Times New Roman"/>
          <w:b w:val="0"/>
          <w:i w:val="0"/>
          <w:lang w:val="uk-UA"/>
        </w:rPr>
        <w:t xml:space="preserve"> </w:t>
      </w:r>
      <w:r>
        <w:rPr>
          <w:rFonts w:ascii="Times New Roman" w:hAnsi="Times New Roman"/>
          <w:b w:val="0"/>
          <w:i w:val="0"/>
          <w:lang w:val="uk-UA"/>
        </w:rPr>
        <w:t>с. Сосулівка – 248,0 га, с. Улашківці – 340,0 га</w:t>
      </w:r>
      <w:r w:rsidRPr="004C16D1">
        <w:rPr>
          <w:rFonts w:ascii="Times New Roman" w:hAnsi="Times New Roman"/>
          <w:b w:val="0"/>
          <w:i w:val="0"/>
          <w:lang w:val="uk-UA"/>
        </w:rPr>
        <w:t xml:space="preserve">, </w:t>
      </w:r>
      <w:r>
        <w:rPr>
          <w:rFonts w:ascii="Times New Roman" w:hAnsi="Times New Roman"/>
          <w:b w:val="0"/>
          <w:i w:val="0"/>
          <w:lang w:val="uk-UA"/>
        </w:rPr>
        <w:t>с. Заболотівка – 101,0 га, с. Милівці – 95,0 га.</w:t>
      </w:r>
      <w:r w:rsidRPr="004C16D1">
        <w:rPr>
          <w:rFonts w:ascii="Times New Roman" w:hAnsi="Times New Roman"/>
          <w:b w:val="0"/>
          <w:i w:val="0"/>
          <w:lang w:val="uk-UA"/>
        </w:rPr>
        <w:t xml:space="preserve"> Унікальний штучно створений високопродуктивний лісовий масив, як унаочнення досвіду лісорозведення в умовах Зах</w:t>
      </w:r>
      <w:r>
        <w:rPr>
          <w:rFonts w:ascii="Times New Roman" w:hAnsi="Times New Roman"/>
          <w:b w:val="0"/>
          <w:i w:val="0"/>
          <w:lang w:val="uk-UA"/>
        </w:rPr>
        <w:t>ідного лісостепу, як генофонду –</w:t>
      </w:r>
      <w:r w:rsidRPr="004C16D1">
        <w:rPr>
          <w:rFonts w:ascii="Times New Roman" w:hAnsi="Times New Roman"/>
          <w:b w:val="0"/>
          <w:i w:val="0"/>
          <w:lang w:val="uk-UA"/>
        </w:rPr>
        <w:t xml:space="preserve"> бази для заготівлі насіння з метою відтворення подібних насаджень. </w:t>
      </w:r>
    </w:p>
    <w:p w:rsidR="007C5AF5" w:rsidRDefault="007C5AF5" w:rsidP="00FE6E3A">
      <w:pPr>
        <w:rPr>
          <w:lang w:eastAsia="ru-RU"/>
        </w:rPr>
      </w:pPr>
    </w:p>
    <w:p w:rsidR="007C5AF5" w:rsidRDefault="007C5AF5" w:rsidP="00FE6E3A">
      <w:pPr>
        <w:rPr>
          <w:lang w:eastAsia="ru-RU"/>
        </w:rPr>
      </w:pPr>
    </w:p>
    <w:p w:rsidR="007C5AF5" w:rsidRPr="00FE6E3A" w:rsidRDefault="007C5AF5" w:rsidP="00FE6E3A">
      <w:pPr>
        <w:rPr>
          <w:lang w:eastAsia="ru-RU"/>
        </w:rPr>
      </w:pPr>
    </w:p>
    <w:p w:rsidR="007C5AF5" w:rsidRPr="00E57EA5" w:rsidRDefault="007C5AF5" w:rsidP="00855169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b/>
          <w:sz w:val="28"/>
        </w:rPr>
        <w:t>2.2. Демо</w:t>
      </w:r>
      <w:r>
        <w:rPr>
          <w:rFonts w:ascii="Times New Roman" w:hAnsi="Times New Roman"/>
          <w:b/>
          <w:sz w:val="28"/>
        </w:rPr>
        <w:t xml:space="preserve">графічна ситуація, ринок праці </w:t>
      </w:r>
      <w:r w:rsidRPr="00E57EA5">
        <w:rPr>
          <w:rFonts w:ascii="Times New Roman" w:hAnsi="Times New Roman"/>
          <w:b/>
          <w:sz w:val="28"/>
        </w:rPr>
        <w:t>ТГ.</w:t>
      </w:r>
    </w:p>
    <w:p w:rsidR="007C5AF5" w:rsidRPr="00E57EA5" w:rsidRDefault="007C5AF5" w:rsidP="004C16D1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Нагірянської </w:t>
      </w:r>
      <w:r w:rsidRPr="00E57EA5">
        <w:rPr>
          <w:rFonts w:ascii="Times New Roman" w:hAnsi="Times New Roman"/>
          <w:sz w:val="28"/>
          <w:szCs w:val="28"/>
        </w:rPr>
        <w:t xml:space="preserve">ТГ входить </w:t>
      </w:r>
      <w:r>
        <w:rPr>
          <w:rFonts w:ascii="Times New Roman" w:hAnsi="Times New Roman"/>
          <w:sz w:val="28"/>
          <w:szCs w:val="28"/>
        </w:rPr>
        <w:t>10</w:t>
      </w:r>
      <w:r w:rsidRPr="00E57EA5">
        <w:rPr>
          <w:rFonts w:ascii="Times New Roman" w:hAnsi="Times New Roman"/>
          <w:sz w:val="28"/>
          <w:szCs w:val="28"/>
        </w:rPr>
        <w:t xml:space="preserve"> населених пунктів із за</w:t>
      </w:r>
      <w:r>
        <w:rPr>
          <w:rFonts w:ascii="Times New Roman" w:hAnsi="Times New Roman"/>
          <w:sz w:val="28"/>
          <w:szCs w:val="28"/>
        </w:rPr>
        <w:t>гальною чисельністю населення 9 131 особа. Більш детальна інформація щодо</w:t>
      </w:r>
      <w:r w:rsidRPr="00E57EA5">
        <w:rPr>
          <w:rFonts w:ascii="Times New Roman" w:hAnsi="Times New Roman"/>
          <w:sz w:val="28"/>
          <w:szCs w:val="28"/>
        </w:rPr>
        <w:t xml:space="preserve"> демо</w:t>
      </w:r>
      <w:r>
        <w:rPr>
          <w:rFonts w:ascii="Times New Roman" w:hAnsi="Times New Roman"/>
          <w:sz w:val="28"/>
          <w:szCs w:val="28"/>
        </w:rPr>
        <w:t>графічної ситуації у Нагірянській ТГ подана</w:t>
      </w:r>
      <w:r w:rsidRPr="00E57EA5">
        <w:rPr>
          <w:rFonts w:ascii="Times New Roman" w:hAnsi="Times New Roman"/>
          <w:sz w:val="28"/>
          <w:szCs w:val="28"/>
        </w:rPr>
        <w:t xml:space="preserve"> нижче в таблиці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EA5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>1.</w:t>
      </w:r>
    </w:p>
    <w:p w:rsidR="007C5AF5" w:rsidRPr="00E57EA5" w:rsidRDefault="007C5AF5" w:rsidP="001018C4">
      <w:pPr>
        <w:spacing w:line="360" w:lineRule="auto"/>
        <w:ind w:firstLine="360"/>
        <w:jc w:val="right"/>
        <w:rPr>
          <w:rFonts w:ascii="Times New Roman" w:hAnsi="Times New Roman"/>
          <w:i/>
          <w:sz w:val="24"/>
          <w:szCs w:val="28"/>
        </w:rPr>
      </w:pPr>
      <w:r w:rsidRPr="00E57EA5">
        <w:rPr>
          <w:rFonts w:ascii="Times New Roman" w:hAnsi="Times New Roman"/>
          <w:i/>
          <w:sz w:val="24"/>
          <w:szCs w:val="28"/>
        </w:rPr>
        <w:t>Таблиця №2.2.1</w:t>
      </w:r>
    </w:p>
    <w:tbl>
      <w:tblPr>
        <w:tblpPr w:leftFromText="180" w:rightFromText="180" w:vertAnchor="text" w:horzAnchor="margin" w:tblpY="14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567"/>
        <w:gridCol w:w="2977"/>
        <w:gridCol w:w="3118"/>
      </w:tblGrid>
      <w:tr w:rsidR="007C5AF5" w:rsidRPr="00BC623D" w:rsidTr="00BC623D">
        <w:trPr>
          <w:trHeight w:val="422"/>
        </w:trPr>
        <w:tc>
          <w:tcPr>
            <w:tcW w:w="6062" w:type="dxa"/>
            <w:gridSpan w:val="3"/>
            <w:shd w:val="clear" w:color="auto" w:fill="8DB3E2"/>
          </w:tcPr>
          <w:p w:rsidR="007C5AF5" w:rsidRPr="00BC623D" w:rsidRDefault="007C5AF5" w:rsidP="00BC62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  <w:tc>
          <w:tcPr>
            <w:tcW w:w="3118" w:type="dxa"/>
            <w:shd w:val="clear" w:color="auto" w:fill="8DB3E2"/>
          </w:tcPr>
          <w:p w:rsidR="007C5AF5" w:rsidRPr="00BC623D" w:rsidRDefault="007C5AF5" w:rsidP="00BC62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 xml:space="preserve">Разом по всій ТГ </w:t>
            </w:r>
          </w:p>
        </w:tc>
      </w:tr>
      <w:tr w:rsidR="007C5AF5" w:rsidRPr="00BC623D" w:rsidTr="00BC623D">
        <w:trPr>
          <w:trHeight w:val="362"/>
        </w:trPr>
        <w:tc>
          <w:tcPr>
            <w:tcW w:w="2518" w:type="dxa"/>
            <w:vMerge w:val="restart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Населення</w:t>
            </w:r>
          </w:p>
        </w:tc>
        <w:tc>
          <w:tcPr>
            <w:tcW w:w="567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CF688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  <w:b/>
              </w:rPr>
              <w:t>Разом</w:t>
            </w:r>
          </w:p>
        </w:tc>
        <w:tc>
          <w:tcPr>
            <w:tcW w:w="3118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9 131</w:t>
            </w:r>
          </w:p>
        </w:tc>
      </w:tr>
      <w:tr w:rsidR="007C5AF5" w:rsidRPr="00BC623D" w:rsidTr="00BC623D">
        <w:tc>
          <w:tcPr>
            <w:tcW w:w="2518" w:type="dxa"/>
            <w:vMerge/>
            <w:shd w:val="clear" w:color="auto" w:fill="FCF688"/>
            <w:vAlign w:val="center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FCF688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  <w:b/>
              </w:rPr>
              <w:t>Чоловіків</w:t>
            </w:r>
          </w:p>
        </w:tc>
        <w:tc>
          <w:tcPr>
            <w:tcW w:w="3118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4226</w:t>
            </w:r>
          </w:p>
        </w:tc>
      </w:tr>
      <w:tr w:rsidR="007C5AF5" w:rsidRPr="00BC623D" w:rsidTr="00BC623D">
        <w:tc>
          <w:tcPr>
            <w:tcW w:w="2518" w:type="dxa"/>
            <w:vMerge/>
            <w:shd w:val="clear" w:color="auto" w:fill="FCF688"/>
            <w:vAlign w:val="center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FCF688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  <w:b/>
              </w:rPr>
              <w:t>Жінок</w:t>
            </w:r>
          </w:p>
        </w:tc>
        <w:tc>
          <w:tcPr>
            <w:tcW w:w="3118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4905</w:t>
            </w:r>
          </w:p>
        </w:tc>
      </w:tr>
      <w:tr w:rsidR="007C5AF5" w:rsidRPr="00BC623D" w:rsidTr="00BC623D">
        <w:tc>
          <w:tcPr>
            <w:tcW w:w="2518" w:type="dxa"/>
            <w:vMerge w:val="restart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Віковий розподіл</w:t>
            </w:r>
          </w:p>
        </w:tc>
        <w:tc>
          <w:tcPr>
            <w:tcW w:w="567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FCF688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  <w:b/>
              </w:rPr>
              <w:t>0 – 18</w:t>
            </w:r>
          </w:p>
        </w:tc>
        <w:tc>
          <w:tcPr>
            <w:tcW w:w="3118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1540</w:t>
            </w:r>
          </w:p>
        </w:tc>
      </w:tr>
      <w:tr w:rsidR="007C5AF5" w:rsidRPr="00BC623D" w:rsidTr="00BC623D">
        <w:tc>
          <w:tcPr>
            <w:tcW w:w="2518" w:type="dxa"/>
            <w:vMerge/>
            <w:shd w:val="clear" w:color="auto" w:fill="FCF688"/>
            <w:vAlign w:val="center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  <w:shd w:val="clear" w:color="auto" w:fill="FCF688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  <w:b/>
              </w:rPr>
              <w:t>19 – 35</w:t>
            </w:r>
          </w:p>
        </w:tc>
        <w:tc>
          <w:tcPr>
            <w:tcW w:w="3118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2404</w:t>
            </w:r>
          </w:p>
        </w:tc>
      </w:tr>
      <w:tr w:rsidR="007C5AF5" w:rsidRPr="00BC623D" w:rsidTr="00BC623D">
        <w:tc>
          <w:tcPr>
            <w:tcW w:w="2518" w:type="dxa"/>
            <w:vMerge/>
            <w:shd w:val="clear" w:color="auto" w:fill="FCF688"/>
            <w:vAlign w:val="center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  <w:shd w:val="clear" w:color="auto" w:fill="FCF688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  <w:b/>
              </w:rPr>
              <w:t>35 – 50</w:t>
            </w:r>
          </w:p>
        </w:tc>
        <w:tc>
          <w:tcPr>
            <w:tcW w:w="3118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2523</w:t>
            </w:r>
          </w:p>
        </w:tc>
      </w:tr>
      <w:tr w:rsidR="007C5AF5" w:rsidRPr="00BC623D" w:rsidTr="00BC623D">
        <w:tc>
          <w:tcPr>
            <w:tcW w:w="2518" w:type="dxa"/>
            <w:vMerge/>
            <w:shd w:val="clear" w:color="auto" w:fill="FCF688"/>
            <w:vAlign w:val="center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  <w:shd w:val="clear" w:color="auto" w:fill="FCF688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623D">
              <w:rPr>
                <w:rFonts w:ascii="Times New Roman" w:hAnsi="Times New Roman"/>
                <w:b/>
              </w:rPr>
              <w:t>51 і вище</w:t>
            </w:r>
          </w:p>
        </w:tc>
        <w:tc>
          <w:tcPr>
            <w:tcW w:w="3118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2664</w:t>
            </w:r>
          </w:p>
        </w:tc>
      </w:tr>
    </w:tbl>
    <w:p w:rsidR="007C5AF5" w:rsidRDefault="007C5AF5" w:rsidP="002E17C4">
      <w:pPr>
        <w:spacing w:after="0"/>
        <w:rPr>
          <w:rFonts w:ascii="Times New Roman" w:hAnsi="Times New Roman"/>
          <w:sz w:val="28"/>
          <w:szCs w:val="28"/>
        </w:rPr>
      </w:pPr>
    </w:p>
    <w:p w:rsidR="007C5AF5" w:rsidRDefault="007C5AF5" w:rsidP="00F91C01">
      <w:pPr>
        <w:tabs>
          <w:tab w:val="left" w:pos="6521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 xml:space="preserve">Інформація про </w:t>
      </w:r>
      <w:r>
        <w:rPr>
          <w:rFonts w:ascii="Times New Roman" w:hAnsi="Times New Roman"/>
          <w:sz w:val="28"/>
          <w:szCs w:val="28"/>
        </w:rPr>
        <w:t>кількість населення в розрізі кожного населеного</w:t>
      </w:r>
      <w:r w:rsidRPr="00E57E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пункту Нагірянської </w:t>
      </w:r>
      <w:r w:rsidRPr="00E57EA5">
        <w:rPr>
          <w:rFonts w:ascii="Times New Roman" w:hAnsi="Times New Roman"/>
          <w:sz w:val="28"/>
          <w:szCs w:val="28"/>
        </w:rPr>
        <w:t>ТГ</w:t>
      </w:r>
      <w:r>
        <w:rPr>
          <w:rFonts w:ascii="Times New Roman" w:hAnsi="Times New Roman"/>
          <w:sz w:val="28"/>
          <w:szCs w:val="28"/>
        </w:rPr>
        <w:t xml:space="preserve"> станом на 01.02.2021 року</w:t>
      </w:r>
      <w:r w:rsidRPr="00E57EA5">
        <w:rPr>
          <w:rFonts w:ascii="Times New Roman" w:hAnsi="Times New Roman"/>
          <w:sz w:val="28"/>
          <w:szCs w:val="28"/>
        </w:rPr>
        <w:t xml:space="preserve"> подана в таблиці 2.2.2</w:t>
      </w:r>
      <w:r>
        <w:rPr>
          <w:rFonts w:ascii="Times New Roman" w:hAnsi="Times New Roman"/>
          <w:sz w:val="28"/>
          <w:szCs w:val="28"/>
        </w:rPr>
        <w:t>.</w:t>
      </w:r>
    </w:p>
    <w:p w:rsidR="007C5AF5" w:rsidRDefault="007C5AF5" w:rsidP="00F91C01">
      <w:pPr>
        <w:tabs>
          <w:tab w:val="left" w:pos="6521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7C5AF5" w:rsidRPr="00E57EA5" w:rsidRDefault="007C5AF5" w:rsidP="00B83FCD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E57EA5">
        <w:rPr>
          <w:rFonts w:ascii="Times New Roman" w:hAnsi="Times New Roman"/>
          <w:i/>
          <w:sz w:val="24"/>
          <w:szCs w:val="28"/>
        </w:rPr>
        <w:t>Таблиця 2.2.2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8"/>
        <w:gridCol w:w="4557"/>
        <w:gridCol w:w="4394"/>
      </w:tblGrid>
      <w:tr w:rsidR="007C5AF5" w:rsidRPr="00BC623D" w:rsidTr="00BC623D">
        <w:tc>
          <w:tcPr>
            <w:tcW w:w="938" w:type="dxa"/>
            <w:shd w:val="clear" w:color="auto" w:fill="8DB3E2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57" w:type="dxa"/>
            <w:shd w:val="clear" w:color="auto" w:fill="8DB3E2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Назва населеного пункту</w:t>
            </w:r>
          </w:p>
        </w:tc>
        <w:tc>
          <w:tcPr>
            <w:tcW w:w="4394" w:type="dxa"/>
            <w:shd w:val="clear" w:color="auto" w:fill="8DB3E2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Кількість населення</w:t>
            </w:r>
          </w:p>
        </w:tc>
      </w:tr>
      <w:tr w:rsidR="007C5AF5" w:rsidRPr="00BC623D" w:rsidTr="00BC623D">
        <w:tc>
          <w:tcPr>
            <w:tcW w:w="938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 xml:space="preserve">Адміністративний центр ТГ – </w:t>
            </w:r>
          </w:p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селище Нагірянка</w:t>
            </w:r>
          </w:p>
        </w:tc>
        <w:tc>
          <w:tcPr>
            <w:tcW w:w="4394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2120</w:t>
            </w:r>
          </w:p>
        </w:tc>
      </w:tr>
      <w:tr w:rsidR="007C5AF5" w:rsidRPr="00BC623D" w:rsidTr="00BC623D">
        <w:trPr>
          <w:trHeight w:val="379"/>
        </w:trPr>
        <w:tc>
          <w:tcPr>
            <w:tcW w:w="938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Ягільниця</w:t>
            </w:r>
          </w:p>
        </w:tc>
        <w:tc>
          <w:tcPr>
            <w:tcW w:w="4394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1203</w:t>
            </w:r>
          </w:p>
        </w:tc>
      </w:tr>
      <w:tr w:rsidR="007C5AF5" w:rsidRPr="00BC623D" w:rsidTr="00BC623D">
        <w:tc>
          <w:tcPr>
            <w:tcW w:w="938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Стара Ягільниця</w:t>
            </w:r>
          </w:p>
        </w:tc>
        <w:tc>
          <w:tcPr>
            <w:tcW w:w="4394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572</w:t>
            </w:r>
          </w:p>
        </w:tc>
      </w:tr>
      <w:tr w:rsidR="007C5AF5" w:rsidRPr="00BC623D" w:rsidTr="00BC623D">
        <w:tc>
          <w:tcPr>
            <w:tcW w:w="938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Шульганівка</w:t>
            </w:r>
          </w:p>
        </w:tc>
        <w:tc>
          <w:tcPr>
            <w:tcW w:w="4394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865</w:t>
            </w:r>
          </w:p>
        </w:tc>
      </w:tr>
      <w:tr w:rsidR="007C5AF5" w:rsidRPr="00BC623D" w:rsidTr="00BC623D">
        <w:tc>
          <w:tcPr>
            <w:tcW w:w="938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Улашківці</w:t>
            </w:r>
          </w:p>
        </w:tc>
        <w:tc>
          <w:tcPr>
            <w:tcW w:w="4394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1145</w:t>
            </w:r>
          </w:p>
        </w:tc>
      </w:tr>
      <w:tr w:rsidR="007C5AF5" w:rsidRPr="00BC623D" w:rsidTr="00BC623D">
        <w:tc>
          <w:tcPr>
            <w:tcW w:w="938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Заболотівка</w:t>
            </w:r>
          </w:p>
        </w:tc>
        <w:tc>
          <w:tcPr>
            <w:tcW w:w="4394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521</w:t>
            </w:r>
          </w:p>
        </w:tc>
      </w:tr>
      <w:tr w:rsidR="007C5AF5" w:rsidRPr="00BC623D" w:rsidTr="00BC623D">
        <w:tc>
          <w:tcPr>
            <w:tcW w:w="938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Сосулівка</w:t>
            </w:r>
          </w:p>
        </w:tc>
        <w:tc>
          <w:tcPr>
            <w:tcW w:w="4394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1023</w:t>
            </w:r>
          </w:p>
        </w:tc>
      </w:tr>
      <w:tr w:rsidR="007C5AF5" w:rsidRPr="00BC623D" w:rsidTr="00BC623D">
        <w:tc>
          <w:tcPr>
            <w:tcW w:w="938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Милівці</w:t>
            </w:r>
          </w:p>
        </w:tc>
        <w:tc>
          <w:tcPr>
            <w:tcW w:w="4394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617</w:t>
            </w:r>
          </w:p>
        </w:tc>
      </w:tr>
      <w:tr w:rsidR="007C5AF5" w:rsidRPr="00BC623D" w:rsidTr="00BC623D">
        <w:tc>
          <w:tcPr>
            <w:tcW w:w="938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Мухавка</w:t>
            </w:r>
          </w:p>
        </w:tc>
        <w:tc>
          <w:tcPr>
            <w:tcW w:w="4394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615</w:t>
            </w:r>
          </w:p>
        </w:tc>
      </w:tr>
      <w:tr w:rsidR="007C5AF5" w:rsidRPr="00BC623D" w:rsidTr="00BC623D">
        <w:tc>
          <w:tcPr>
            <w:tcW w:w="938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57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с. Капустинці</w:t>
            </w:r>
          </w:p>
        </w:tc>
        <w:tc>
          <w:tcPr>
            <w:tcW w:w="4394" w:type="dxa"/>
            <w:shd w:val="clear" w:color="auto" w:fill="FCF688"/>
          </w:tcPr>
          <w:p w:rsidR="007C5AF5" w:rsidRPr="00BC623D" w:rsidRDefault="007C5AF5" w:rsidP="00BC623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450</w:t>
            </w:r>
          </w:p>
        </w:tc>
      </w:tr>
    </w:tbl>
    <w:p w:rsidR="007C5AF5" w:rsidRDefault="007C5AF5" w:rsidP="004C16D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C5AF5" w:rsidRDefault="007C5AF5" w:rsidP="00FE6E3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>Під час в</w:t>
      </w:r>
      <w:r>
        <w:rPr>
          <w:rFonts w:ascii="Times New Roman" w:hAnsi="Times New Roman"/>
          <w:sz w:val="28"/>
          <w:szCs w:val="28"/>
        </w:rPr>
        <w:t xml:space="preserve">ивчення ринку праці Нагірянської </w:t>
      </w:r>
      <w:r w:rsidRPr="00E57EA5">
        <w:rPr>
          <w:rFonts w:ascii="Times New Roman" w:hAnsi="Times New Roman"/>
          <w:sz w:val="28"/>
          <w:szCs w:val="28"/>
        </w:rPr>
        <w:t>ТГ бралися до уваги такі показники як рівень міграції населення, рівень бідності, кількість безробітних та визначалося співвідношення працюючих та непрацюючих. Відповідні дані подані в таблиці 2.2.3</w:t>
      </w:r>
      <w:r>
        <w:rPr>
          <w:rFonts w:ascii="Times New Roman" w:hAnsi="Times New Roman"/>
          <w:sz w:val="28"/>
          <w:szCs w:val="28"/>
        </w:rPr>
        <w:t>.</w:t>
      </w:r>
    </w:p>
    <w:p w:rsidR="007C5AF5" w:rsidRDefault="007C5AF5" w:rsidP="00FE6E3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5AF5" w:rsidRDefault="007C5AF5" w:rsidP="00FE6E3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5AF5" w:rsidRPr="00FE6E3A" w:rsidRDefault="007C5AF5" w:rsidP="00FE6E3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5AF5" w:rsidRPr="00E57EA5" w:rsidRDefault="007C5AF5" w:rsidP="00F427CB">
      <w:pPr>
        <w:spacing w:line="360" w:lineRule="auto"/>
        <w:ind w:firstLine="708"/>
        <w:jc w:val="right"/>
        <w:rPr>
          <w:rFonts w:ascii="Times New Roman" w:hAnsi="Times New Roman"/>
          <w:i/>
          <w:sz w:val="24"/>
          <w:szCs w:val="28"/>
        </w:rPr>
      </w:pPr>
      <w:r w:rsidRPr="00E57EA5">
        <w:rPr>
          <w:rFonts w:ascii="Times New Roman" w:hAnsi="Times New Roman"/>
          <w:i/>
          <w:sz w:val="24"/>
          <w:szCs w:val="28"/>
        </w:rPr>
        <w:t>Таблиця 2.2.3</w:t>
      </w:r>
    </w:p>
    <w:tbl>
      <w:tblPr>
        <w:tblpPr w:leftFromText="180" w:rightFromText="180" w:vertAnchor="text" w:horzAnchor="margin" w:tblpY="144"/>
        <w:tblW w:w="10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28"/>
        <w:gridCol w:w="3348"/>
        <w:gridCol w:w="3863"/>
      </w:tblGrid>
      <w:tr w:rsidR="007C5AF5" w:rsidRPr="00BC623D" w:rsidTr="00BC623D">
        <w:trPr>
          <w:trHeight w:val="325"/>
        </w:trPr>
        <w:tc>
          <w:tcPr>
            <w:tcW w:w="2828" w:type="dxa"/>
            <w:vMerge w:val="restart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Економічні фактори</w:t>
            </w:r>
          </w:p>
        </w:tc>
        <w:tc>
          <w:tcPr>
            <w:tcW w:w="3348" w:type="dxa"/>
            <w:shd w:val="clear" w:color="auto" w:fill="FCF688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  <w:b/>
              </w:rPr>
              <w:t>Рівень міграції (%)</w:t>
            </w:r>
          </w:p>
        </w:tc>
        <w:tc>
          <w:tcPr>
            <w:tcW w:w="3863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12,3%</w:t>
            </w:r>
          </w:p>
        </w:tc>
      </w:tr>
      <w:tr w:rsidR="007C5AF5" w:rsidRPr="00BC623D" w:rsidTr="00BC623D">
        <w:trPr>
          <w:trHeight w:val="148"/>
        </w:trPr>
        <w:tc>
          <w:tcPr>
            <w:tcW w:w="2828" w:type="dxa"/>
            <w:vMerge/>
            <w:shd w:val="clear" w:color="auto" w:fill="FCF688"/>
            <w:vAlign w:val="center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CF688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  <w:b/>
              </w:rPr>
              <w:t>Рівень бідності (%)</w:t>
            </w:r>
          </w:p>
        </w:tc>
        <w:tc>
          <w:tcPr>
            <w:tcW w:w="3863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22,6%</w:t>
            </w:r>
          </w:p>
        </w:tc>
      </w:tr>
      <w:tr w:rsidR="007C5AF5" w:rsidRPr="00BC623D" w:rsidTr="00BC623D">
        <w:trPr>
          <w:trHeight w:val="510"/>
        </w:trPr>
        <w:tc>
          <w:tcPr>
            <w:tcW w:w="2828" w:type="dxa"/>
            <w:vMerge/>
            <w:shd w:val="clear" w:color="auto" w:fill="FCF688"/>
            <w:vAlign w:val="center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CF688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623D">
              <w:rPr>
                <w:rFonts w:ascii="Times New Roman" w:hAnsi="Times New Roman"/>
                <w:b/>
              </w:rPr>
              <w:t>Кількість безробітних</w:t>
            </w:r>
          </w:p>
        </w:tc>
        <w:tc>
          <w:tcPr>
            <w:tcW w:w="3863" w:type="dxa"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1497 (зареєстровані в центрі зайнятості  – 126)</w:t>
            </w:r>
          </w:p>
        </w:tc>
      </w:tr>
      <w:tr w:rsidR="007C5AF5" w:rsidRPr="00BC623D" w:rsidTr="00BC623D">
        <w:trPr>
          <w:trHeight w:val="789"/>
        </w:trPr>
        <w:tc>
          <w:tcPr>
            <w:tcW w:w="2828" w:type="dxa"/>
            <w:vMerge/>
            <w:shd w:val="clear" w:color="auto" w:fill="FCF688"/>
          </w:tcPr>
          <w:p w:rsidR="007C5AF5" w:rsidRPr="00BC623D" w:rsidRDefault="007C5AF5" w:rsidP="00BC62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CF688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623D">
              <w:rPr>
                <w:rFonts w:ascii="Times New Roman" w:hAnsi="Times New Roman"/>
                <w:b/>
              </w:rPr>
              <w:t xml:space="preserve">Співвідношення працюючих і непрацюючих </w:t>
            </w:r>
          </w:p>
        </w:tc>
        <w:tc>
          <w:tcPr>
            <w:tcW w:w="3863" w:type="dxa"/>
            <w:shd w:val="clear" w:color="auto" w:fill="FCF688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4534</w:t>
            </w:r>
            <w:r w:rsidRPr="00BC623D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Pr="00BC623D">
              <w:rPr>
                <w:rFonts w:ascii="Times New Roman" w:hAnsi="Times New Roman"/>
                <w:sz w:val="24"/>
                <w:szCs w:val="24"/>
                <w:lang w:val="en-US"/>
              </w:rPr>
              <w:t>1497</w:t>
            </w:r>
            <w:r w:rsidRPr="00BC62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7C5AF5" w:rsidRDefault="007C5AF5" w:rsidP="00AE5B45">
      <w:pPr>
        <w:spacing w:after="0"/>
        <w:rPr>
          <w:rFonts w:ascii="Times New Roman" w:hAnsi="Times New Roman"/>
          <w:sz w:val="28"/>
          <w:szCs w:val="28"/>
        </w:rPr>
      </w:pPr>
    </w:p>
    <w:p w:rsidR="007C5AF5" w:rsidRPr="00E57EA5" w:rsidRDefault="007C5AF5" w:rsidP="00AE5B45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E57EA5">
        <w:rPr>
          <w:rFonts w:ascii="Times New Roman" w:hAnsi="Times New Roman"/>
          <w:sz w:val="28"/>
          <w:szCs w:val="28"/>
        </w:rPr>
        <w:t xml:space="preserve"> загал</w:t>
      </w:r>
      <w:r>
        <w:rPr>
          <w:rFonts w:ascii="Times New Roman" w:hAnsi="Times New Roman"/>
          <w:sz w:val="28"/>
          <w:szCs w:val="28"/>
        </w:rPr>
        <w:t xml:space="preserve">ьному ринок праці у Нагірянській </w:t>
      </w:r>
      <w:r w:rsidRPr="00E57EA5">
        <w:rPr>
          <w:rFonts w:ascii="Times New Roman" w:hAnsi="Times New Roman"/>
          <w:sz w:val="28"/>
          <w:szCs w:val="28"/>
        </w:rPr>
        <w:t xml:space="preserve">ТГ виглядає наступним чином: </w:t>
      </w:r>
    </w:p>
    <w:p w:rsidR="007C5AF5" w:rsidRPr="00E57EA5" w:rsidRDefault="007C5AF5" w:rsidP="00F427CB">
      <w:pPr>
        <w:spacing w:after="0"/>
        <w:rPr>
          <w:rFonts w:ascii="Times New Roman" w:hAnsi="Times New Roman"/>
          <w:sz w:val="28"/>
          <w:szCs w:val="28"/>
        </w:rPr>
      </w:pPr>
    </w:p>
    <w:p w:rsidR="007C5AF5" w:rsidRDefault="007C5AF5" w:rsidP="00177EB2">
      <w:pPr>
        <w:spacing w:after="0"/>
        <w:jc w:val="right"/>
        <w:rPr>
          <w:rFonts w:ascii="Times New Roman" w:hAnsi="Times New Roman"/>
          <w:i/>
          <w:sz w:val="24"/>
          <w:szCs w:val="28"/>
        </w:rPr>
      </w:pPr>
      <w:r w:rsidRPr="00E57EA5">
        <w:rPr>
          <w:rFonts w:ascii="Times New Roman" w:hAnsi="Times New Roman"/>
          <w:i/>
          <w:sz w:val="24"/>
          <w:szCs w:val="28"/>
        </w:rPr>
        <w:t>Діаграма 2.2.1</w:t>
      </w:r>
    </w:p>
    <w:p w:rsidR="007C5AF5" w:rsidRPr="00E57EA5" w:rsidRDefault="007C5AF5" w:rsidP="00177EB2">
      <w:pPr>
        <w:spacing w:after="0"/>
        <w:jc w:val="right"/>
        <w:rPr>
          <w:rFonts w:ascii="Times New Roman" w:hAnsi="Times New Roman"/>
          <w:i/>
          <w:szCs w:val="24"/>
        </w:rPr>
      </w:pPr>
    </w:p>
    <w:p w:rsidR="007C5AF5" w:rsidRPr="00E57EA5" w:rsidRDefault="007C5AF5" w:rsidP="00177EB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C623D">
        <w:rPr>
          <w:rFonts w:ascii="Times New Roman" w:hAnsi="Times New Roman"/>
          <w:noProof/>
          <w:sz w:val="28"/>
          <w:szCs w:val="28"/>
          <w:lang w:eastAsia="uk-UA"/>
        </w:rPr>
        <w:object w:dxaOrig="9207" w:dyaOrig="5002">
          <v:shape id="Диаграмма 4" o:spid="_x0000_i1027" type="#_x0000_t75" style="width:460.5pt;height:250.5pt;visibility:visible" o:ole="">
            <v:imagedata r:id="rId7" o:title="" cropbottom="-39f"/>
            <o:lock v:ext="edit" aspectratio="f"/>
          </v:shape>
          <o:OLEObject Type="Embed" ProgID="Excel.Chart.8" ShapeID="Диаграмма 4" DrawAspect="Content" ObjectID="_1681127310" r:id="rId8"/>
        </w:object>
      </w:r>
    </w:p>
    <w:p w:rsidR="007C5AF5" w:rsidRPr="00E57EA5" w:rsidRDefault="007C5AF5" w:rsidP="001015D7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E57EA5">
        <w:rPr>
          <w:rFonts w:ascii="Times New Roman" w:hAnsi="Times New Roman"/>
          <w:b/>
          <w:sz w:val="28"/>
          <w:szCs w:val="28"/>
        </w:rPr>
        <w:t>2.3</w:t>
      </w:r>
      <w:r>
        <w:rPr>
          <w:rFonts w:ascii="Times New Roman" w:hAnsi="Times New Roman"/>
          <w:b/>
          <w:sz w:val="28"/>
          <w:szCs w:val="28"/>
        </w:rPr>
        <w:t xml:space="preserve">. Стан розвитку інфраструктури </w:t>
      </w:r>
      <w:r w:rsidRPr="00E57EA5">
        <w:rPr>
          <w:rFonts w:ascii="Times New Roman" w:hAnsi="Times New Roman"/>
          <w:b/>
          <w:sz w:val="28"/>
          <w:szCs w:val="28"/>
        </w:rPr>
        <w:t>ТГ</w:t>
      </w:r>
    </w:p>
    <w:p w:rsidR="007C5AF5" w:rsidRDefault="007C5AF5" w:rsidP="00E57EA5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/>
          <w:b/>
          <w:sz w:val="28"/>
          <w:szCs w:val="28"/>
          <w:lang w:val="uk-UA"/>
        </w:rPr>
        <w:t>Дорожня інфраструктура.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57EA5">
        <w:rPr>
          <w:rFonts w:ascii="Times New Roman" w:hAnsi="Times New Roman"/>
          <w:sz w:val="28"/>
          <w:szCs w:val="28"/>
          <w:lang w:val="uk-UA"/>
        </w:rPr>
        <w:t>Зага</w:t>
      </w:r>
      <w:r>
        <w:rPr>
          <w:rFonts w:ascii="Times New Roman" w:hAnsi="Times New Roman"/>
          <w:sz w:val="28"/>
          <w:szCs w:val="28"/>
          <w:lang w:val="uk-UA"/>
        </w:rPr>
        <w:t>льна протяжність місцевих доріг районного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значення по насе</w:t>
      </w:r>
      <w:r>
        <w:rPr>
          <w:rFonts w:ascii="Times New Roman" w:hAnsi="Times New Roman"/>
          <w:sz w:val="28"/>
          <w:szCs w:val="28"/>
          <w:lang w:val="uk-UA"/>
        </w:rPr>
        <w:t>лених пунктах, які входять до Нагірянської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ОТГ становить </w:t>
      </w:r>
      <w:r>
        <w:rPr>
          <w:rFonts w:ascii="Times New Roman" w:hAnsi="Times New Roman"/>
          <w:sz w:val="28"/>
          <w:szCs w:val="28"/>
          <w:lang w:val="uk-UA"/>
        </w:rPr>
        <w:t xml:space="preserve">19,3 км (Заболотівка – 2,4 км; Милівці – 1,2 км; Капустинці – 1,1 км; Улашківці – 4 км; Сосулівка – 1,7 км; Нагірянка – 1,4 км; Шульганівка, Долин – 3,5 км; Стара Ягільниця – 2,3 км; Черкавщина – 1,2 км; Марилівка- 0,5 км). </w:t>
      </w:r>
      <w:r w:rsidRPr="00E57EA5">
        <w:rPr>
          <w:rFonts w:ascii="Times New Roman" w:hAnsi="Times New Roman"/>
          <w:sz w:val="28"/>
          <w:szCs w:val="28"/>
          <w:lang w:val="uk-UA"/>
        </w:rPr>
        <w:t>Крім цього, через</w:t>
      </w:r>
      <w:r>
        <w:rPr>
          <w:rFonts w:ascii="Times New Roman" w:hAnsi="Times New Roman"/>
          <w:sz w:val="28"/>
          <w:szCs w:val="28"/>
          <w:lang w:val="uk-UA"/>
        </w:rPr>
        <w:t xml:space="preserve"> ряд населених пунктів (Ягільниця, Нагірянка, Мухавка) проходить державна дорога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М19 Доманово-Ковель-Чернівці-Тереблече, протяжністю 10 км.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C5AF5" w:rsidRPr="001F0CFB" w:rsidRDefault="007C5AF5" w:rsidP="001F0CFB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A41A8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 id="Рисунок 1" o:spid="_x0000_i1028" type="#_x0000_t75" style="width:424.5pt;height:276pt;visibility:visible" o:bordertopcolor="teal" o:borderleftcolor="teal" o:borderbottomcolor="teal" o:borderrightcolor="teal" filled="t">
            <v:imagedata r:id="rId9" o:title=""/>
            <w10:bordertop type="thinThick" width="8"/>
            <w10:borderleft type="thinThick" width="8"/>
            <w10:borderbottom type="thickThin" width="8"/>
            <w10:borderright type="thickThin" width="8"/>
          </v:shape>
        </w:pict>
      </w:r>
    </w:p>
    <w:p w:rsidR="007C5AF5" w:rsidRPr="001015D7" w:rsidRDefault="007C5AF5" w:rsidP="001015D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</w:rPr>
      </w:pPr>
      <w:r>
        <w:rPr>
          <w:i/>
        </w:rPr>
        <w:t>Рис. 2.3.1</w:t>
      </w:r>
      <w:r w:rsidRPr="006A716A">
        <w:rPr>
          <w:i/>
        </w:rPr>
        <w:t>.Транспортна інфраструктура Нагір</w:t>
      </w:r>
      <w:r>
        <w:rPr>
          <w:i/>
        </w:rPr>
        <w:t>янської  територіальної громади</w:t>
      </w:r>
    </w:p>
    <w:p w:rsidR="007C5AF5" w:rsidRDefault="007C5AF5" w:rsidP="00B40099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/>
          <w:sz w:val="28"/>
          <w:szCs w:val="28"/>
          <w:lang w:val="uk-UA"/>
        </w:rPr>
        <w:t>Стан доріг місцевого значення можна охарактеризувати як задовільний, окремі</w:t>
      </w:r>
      <w:r>
        <w:rPr>
          <w:rFonts w:ascii="Times New Roman" w:hAnsi="Times New Roman"/>
          <w:sz w:val="28"/>
          <w:szCs w:val="28"/>
          <w:lang w:val="uk-UA"/>
        </w:rPr>
        <w:t xml:space="preserve"> ділянки потребують поточного середнього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ремонту.</w:t>
      </w:r>
      <w:r>
        <w:rPr>
          <w:rFonts w:ascii="Times New Roman" w:hAnsi="Times New Roman"/>
          <w:sz w:val="28"/>
          <w:szCs w:val="28"/>
          <w:lang w:val="uk-UA"/>
        </w:rPr>
        <w:t xml:space="preserve"> В управління капітального будівництва Тернопільської обласної державної адміністрації подано потребу в середньому поточному ремонті на 2021 рік доріг місцевого значення С201607 Стара Ягільниця - Нагірянка, С201604 Чортків - Більче-Золоте; на експлуатаційне утримання подано дороги місцевого значення С201606 Сосулівка-Улашківці, С201621 Черкавщина – Стара Ягільниця у 2021 році.</w:t>
      </w:r>
    </w:p>
    <w:p w:rsidR="007C5AF5" w:rsidRPr="005D6AB8" w:rsidRDefault="007C5AF5" w:rsidP="00B40099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селищі Нагірянка знаходиться проміжна залізнична станція Ягільниця Тернопільської дирекції залізничних перевезень Львівської залізниці на лінії Біла-Чортківська – Стефанешти між станціями Товсте (10 км) та Біла-Чортківська (13 км). Будівля станції зведена у «подільському» стилі: двоповерхова симетрична будівля з мансардним дахом, прикрашена пілястрами та рустикою. Подібні споруди дуже поширені в південній частині Тернопільської області. Вокзал зберіг свій зовнішній вигляд  до теперішнього часу, переживши дві війни. На станції «Ягільниця» щоденно зупиняються лише приміські потяги, сполученням Тернопіль-Заліщики.</w:t>
      </w:r>
    </w:p>
    <w:p w:rsidR="007C5AF5" w:rsidRPr="00E57EA5" w:rsidRDefault="007C5AF5" w:rsidP="00E57EA5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B38B4">
        <w:rPr>
          <w:rFonts w:ascii="Times New Roman" w:hAnsi="Times New Roman"/>
          <w:b/>
          <w:sz w:val="28"/>
          <w:szCs w:val="28"/>
          <w:lang w:val="uk-UA"/>
        </w:rPr>
        <w:t xml:space="preserve">Водопостачання. </w:t>
      </w:r>
      <w:r w:rsidRPr="00DB38B4">
        <w:rPr>
          <w:rFonts w:ascii="Times New Roman" w:hAnsi="Times New Roman"/>
          <w:sz w:val="28"/>
          <w:szCs w:val="28"/>
          <w:lang w:val="uk-UA"/>
        </w:rPr>
        <w:t>На території Нагірянської сільської ТГ знаходиться 15 водонапірних веж, які в основному, забезпечують водою аграрні господарства та промислові підприємства ТГ. Їхній технічний стан є незадовільним.</w:t>
      </w:r>
    </w:p>
    <w:p w:rsidR="007C5AF5" w:rsidRPr="00E57EA5" w:rsidRDefault="007C5AF5" w:rsidP="00E57EA5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/>
          <w:b/>
          <w:sz w:val="28"/>
          <w:szCs w:val="28"/>
          <w:lang w:val="uk-UA"/>
        </w:rPr>
        <w:t>Водовідведення.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На сьогоднішній день стан водовідведення </w:t>
      </w:r>
      <w:r>
        <w:rPr>
          <w:rFonts w:ascii="Times New Roman" w:hAnsi="Times New Roman"/>
          <w:sz w:val="28"/>
          <w:szCs w:val="28"/>
          <w:lang w:val="uk-UA"/>
        </w:rPr>
        <w:t xml:space="preserve">в населених пунктах Нагірянської </w:t>
      </w:r>
      <w:r w:rsidRPr="00E57EA5">
        <w:rPr>
          <w:rFonts w:ascii="Times New Roman" w:hAnsi="Times New Roman"/>
          <w:sz w:val="28"/>
          <w:szCs w:val="28"/>
          <w:lang w:val="uk-UA"/>
        </w:rPr>
        <w:t>ТГ перебуває в незадовільному стані. Більшість стічних канав та меліоративних систем не виконують своїх функцій. Така ситуація склалася внаслідок відсутності регулярного догляду за мережею водопостачання через брак коштів в місцевому бюджеті. Свою роль відіграв людський фактор – засмічення, неналежне утримання присадибних ділянок тощо.</w:t>
      </w:r>
    </w:p>
    <w:p w:rsidR="007C5AF5" w:rsidRPr="00E57EA5" w:rsidRDefault="007C5AF5" w:rsidP="00E57EA5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заг</w:t>
      </w:r>
      <w:r>
        <w:rPr>
          <w:rFonts w:ascii="Times New Roman" w:hAnsi="Times New Roman"/>
          <w:sz w:val="28"/>
          <w:szCs w:val="28"/>
          <w:lang w:val="uk-UA"/>
        </w:rPr>
        <w:t>альному по Нагірянській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територіальній громаді система водопостачання та водовідведення потребує оновлення та розширення. </w:t>
      </w:r>
    </w:p>
    <w:p w:rsidR="007C5AF5" w:rsidRPr="00E57EA5" w:rsidRDefault="007C5AF5" w:rsidP="00E57EA5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38B4">
        <w:rPr>
          <w:rFonts w:ascii="Times New Roman" w:hAnsi="Times New Roman"/>
          <w:sz w:val="28"/>
          <w:szCs w:val="28"/>
        </w:rPr>
        <w:t>У наш час водопостачання повинно бути централізованого характеру, оскільки велика кількість свердловин на присадибних ділянках призводить до втрати природнього водного фонду та створює великі ризики для нестачі води в майбутньому.</w:t>
      </w:r>
    </w:p>
    <w:p w:rsidR="007C5AF5" w:rsidRPr="00E57EA5" w:rsidRDefault="007C5AF5" w:rsidP="00E57EA5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/>
          <w:b/>
          <w:sz w:val="28"/>
          <w:szCs w:val="28"/>
          <w:lang w:val="uk-UA"/>
        </w:rPr>
        <w:t xml:space="preserve">Очисні споруди. </w:t>
      </w:r>
      <w:r w:rsidRPr="00E57EA5">
        <w:rPr>
          <w:rFonts w:ascii="Times New Roman" w:hAnsi="Times New Roman"/>
          <w:sz w:val="28"/>
          <w:szCs w:val="24"/>
          <w:lang w:val="uk-UA"/>
        </w:rPr>
        <w:t xml:space="preserve">На території </w:t>
      </w:r>
      <w:r>
        <w:rPr>
          <w:rFonts w:ascii="Times New Roman" w:hAnsi="Times New Roman"/>
          <w:sz w:val="28"/>
          <w:szCs w:val="28"/>
          <w:lang w:val="uk-UA"/>
        </w:rPr>
        <w:t>Нагірянської ТГ станом на сьогодні знаходяться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оч</w:t>
      </w:r>
      <w:r>
        <w:rPr>
          <w:rFonts w:ascii="Times New Roman" w:hAnsi="Times New Roman"/>
          <w:sz w:val="28"/>
          <w:szCs w:val="28"/>
          <w:lang w:val="uk-UA"/>
        </w:rPr>
        <w:t xml:space="preserve">исні споруди сучасного зразка у Марилівському МПД ДП «Укрспирт». </w:t>
      </w:r>
    </w:p>
    <w:p w:rsidR="007C5AF5" w:rsidRPr="00DB38B4" w:rsidRDefault="007C5AF5" w:rsidP="00DB38B4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E57EA5">
        <w:rPr>
          <w:rFonts w:ascii="Times New Roman" w:hAnsi="Times New Roman"/>
          <w:b/>
          <w:sz w:val="28"/>
          <w:szCs w:val="28"/>
          <w:lang w:val="uk-UA"/>
        </w:rPr>
        <w:t>Поводження з ТПВ</w:t>
      </w:r>
      <w:r>
        <w:rPr>
          <w:rFonts w:ascii="Times New Roman" w:hAnsi="Times New Roman"/>
          <w:sz w:val="28"/>
          <w:szCs w:val="28"/>
          <w:lang w:val="uk-UA"/>
        </w:rPr>
        <w:t>. У селах</w:t>
      </w:r>
      <w:r w:rsidRPr="0015507C">
        <w:rPr>
          <w:rFonts w:ascii="Times New Roman" w:hAnsi="Times New Roman"/>
          <w:sz w:val="28"/>
          <w:szCs w:val="28"/>
          <w:lang w:val="uk-UA"/>
        </w:rPr>
        <w:t xml:space="preserve"> Мухавка, Ягільниця, Улашківці, </w:t>
      </w:r>
      <w:r>
        <w:rPr>
          <w:rFonts w:ascii="Times New Roman" w:hAnsi="Times New Roman"/>
          <w:sz w:val="28"/>
          <w:szCs w:val="28"/>
          <w:lang w:val="uk-UA"/>
        </w:rPr>
        <w:t>Шульганівка, Стара Ягільниця, Нагірянка</w:t>
      </w:r>
      <w:r w:rsidRPr="0015507C">
        <w:rPr>
          <w:rFonts w:ascii="Times New Roman" w:hAnsi="Times New Roman"/>
          <w:sz w:val="28"/>
          <w:szCs w:val="28"/>
          <w:lang w:val="uk-UA"/>
        </w:rPr>
        <w:t xml:space="preserve"> згідно рішень сесій від</w:t>
      </w:r>
      <w:r>
        <w:rPr>
          <w:rFonts w:ascii="Times New Roman" w:hAnsi="Times New Roman"/>
          <w:sz w:val="28"/>
          <w:szCs w:val="28"/>
          <w:lang w:val="uk-UA"/>
        </w:rPr>
        <w:t>повідних сільських рад були вид</w:t>
      </w:r>
      <w:r w:rsidRPr="0015507C">
        <w:rPr>
          <w:rFonts w:ascii="Times New Roman" w:hAnsi="Times New Roman"/>
          <w:sz w:val="28"/>
          <w:szCs w:val="28"/>
          <w:lang w:val="uk-UA"/>
        </w:rPr>
        <w:t>ілені зе</w:t>
      </w:r>
      <w:r>
        <w:rPr>
          <w:rFonts w:ascii="Times New Roman" w:hAnsi="Times New Roman"/>
          <w:sz w:val="28"/>
          <w:szCs w:val="28"/>
          <w:lang w:val="uk-UA"/>
        </w:rPr>
        <w:t>мельні ділянки для сміттєзвалища, де</w:t>
      </w:r>
      <w:r w:rsidRPr="00DB38B4">
        <w:rPr>
          <w:rFonts w:ascii="Times New Roman" w:hAnsi="Times New Roman"/>
          <w:sz w:val="28"/>
          <w:szCs w:val="28"/>
          <w:lang w:val="uk-UA"/>
        </w:rPr>
        <w:t xml:space="preserve"> жителі громади мають можливість самостійно або з допомогою комунальних служб вивозити тверді побутові відходи в спеціальне місце, де проходить утилізація сміття.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07C">
        <w:rPr>
          <w:rFonts w:ascii="Times New Roman" w:hAnsi="Times New Roman"/>
          <w:sz w:val="28"/>
          <w:szCs w:val="28"/>
          <w:lang w:val="uk-UA"/>
        </w:rPr>
        <w:t xml:space="preserve"> До вищевказаних ділянок облаштовані спеціальні під’їзди, створено земельні насипи для того, що</w:t>
      </w:r>
      <w:r>
        <w:rPr>
          <w:rFonts w:ascii="Times New Roman" w:hAnsi="Times New Roman"/>
          <w:sz w:val="28"/>
          <w:szCs w:val="28"/>
          <w:lang w:val="uk-UA"/>
        </w:rPr>
        <w:t>б відходи зберігалися у</w:t>
      </w:r>
      <w:r w:rsidRPr="0015507C">
        <w:rPr>
          <w:rFonts w:ascii="Times New Roman" w:hAnsi="Times New Roman"/>
          <w:sz w:val="28"/>
          <w:szCs w:val="28"/>
          <w:lang w:val="uk-UA"/>
        </w:rPr>
        <w:t xml:space="preserve"> належним умовах, не потрапляли до водойм та не розповсюджувалися по території. Тим не менше, дані ділянки потребують постійного догляду, підсипки заїздів, підгортання сміття тощо.</w:t>
      </w:r>
      <w:r>
        <w:rPr>
          <w:rFonts w:ascii="Times New Roman" w:hAnsi="Times New Roman"/>
          <w:sz w:val="28"/>
          <w:szCs w:val="28"/>
          <w:lang w:val="uk-UA"/>
        </w:rPr>
        <w:t xml:space="preserve"> На даний час вирішується питання вартості залучення послуг спеціальної техніки</w:t>
      </w:r>
      <w:r w:rsidRPr="00DB38B4">
        <w:rPr>
          <w:rFonts w:ascii="Times New Roman" w:hAnsi="Times New Roman"/>
          <w:sz w:val="28"/>
          <w:szCs w:val="28"/>
          <w:lang w:val="uk-UA"/>
        </w:rPr>
        <w:t xml:space="preserve"> для підгортання та трамбування сміття згідно існуючих норм та стандартів.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C5AF5" w:rsidRPr="00E57EA5" w:rsidRDefault="007C5AF5" w:rsidP="00E57EA5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076F3">
        <w:rPr>
          <w:rFonts w:ascii="Times New Roman" w:hAnsi="Times New Roman"/>
          <w:b/>
          <w:sz w:val="28"/>
          <w:szCs w:val="28"/>
          <w:lang w:val="uk-UA"/>
        </w:rPr>
        <w:t>Житлово-комунальне господарство.</w:t>
      </w:r>
      <w:r w:rsidRPr="00F076F3">
        <w:rPr>
          <w:rFonts w:ascii="Times New Roman" w:hAnsi="Times New Roman"/>
          <w:sz w:val="28"/>
          <w:szCs w:val="28"/>
          <w:lang w:val="uk-UA"/>
        </w:rPr>
        <w:t xml:space="preserve"> Житлово-комунальна галузь Нагірянської  ТГ</w:t>
      </w:r>
      <w:r>
        <w:rPr>
          <w:rFonts w:ascii="Times New Roman" w:hAnsi="Times New Roman"/>
          <w:sz w:val="28"/>
          <w:szCs w:val="28"/>
          <w:lang w:val="uk-UA"/>
        </w:rPr>
        <w:t xml:space="preserve"> поки</w:t>
      </w:r>
      <w:r w:rsidRPr="00F076F3">
        <w:rPr>
          <w:rFonts w:ascii="Times New Roman" w:hAnsi="Times New Roman"/>
          <w:sz w:val="28"/>
          <w:szCs w:val="28"/>
          <w:lang w:val="uk-UA"/>
        </w:rPr>
        <w:t xml:space="preserve"> не представлена комунальним підприємством. Житловий фонд на 99% складається із приватного сектору. Всі населенні пункти, які входять до складу Нагірянської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76F3">
        <w:rPr>
          <w:rFonts w:ascii="Times New Roman" w:hAnsi="Times New Roman"/>
          <w:sz w:val="28"/>
          <w:szCs w:val="28"/>
          <w:lang w:val="uk-UA"/>
        </w:rPr>
        <w:t>ТГ електрифіковані, газифіковані, телефонізовані. На території громади присутнє централізоване водопостачання та каналізації.</w:t>
      </w:r>
    </w:p>
    <w:p w:rsidR="007C5AF5" w:rsidRPr="009272BE" w:rsidRDefault="007C5AF5" w:rsidP="00E57EA5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/>
          <w:b/>
          <w:sz w:val="28"/>
          <w:szCs w:val="28"/>
          <w:lang w:val="uk-UA"/>
        </w:rPr>
        <w:t>Доступ до мережі Інтернет.</w:t>
      </w:r>
      <w:r>
        <w:rPr>
          <w:rFonts w:ascii="Times New Roman" w:hAnsi="Times New Roman"/>
          <w:sz w:val="28"/>
          <w:szCs w:val="28"/>
          <w:lang w:val="uk-UA"/>
        </w:rPr>
        <w:t xml:space="preserve"> Територія Нагірянської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</w:t>
      </w:r>
      <w:r>
        <w:rPr>
          <w:rFonts w:ascii="Times New Roman" w:hAnsi="Times New Roman"/>
          <w:sz w:val="28"/>
          <w:szCs w:val="28"/>
          <w:lang w:val="uk-UA"/>
        </w:rPr>
        <w:t>70</w:t>
      </w:r>
      <w:r w:rsidRPr="00E57EA5">
        <w:rPr>
          <w:rFonts w:ascii="Times New Roman" w:hAnsi="Times New Roman"/>
          <w:sz w:val="28"/>
          <w:szCs w:val="28"/>
          <w:lang w:val="uk-UA"/>
        </w:rPr>
        <w:t>% охоплена мережею Інтернет. Найбільш поширені типи підключень – підключення по телефонній лінії за технологією ADSL, оптоволоконний Інтернет, супутниковий Інтернет та мобільний Інтернет (GPRS, 3G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</w:rPr>
        <w:t>LTE</w:t>
      </w:r>
      <w:r w:rsidRPr="00E57EA5">
        <w:rPr>
          <w:rFonts w:ascii="Times New Roman" w:hAnsi="Times New Roman"/>
          <w:sz w:val="28"/>
          <w:szCs w:val="28"/>
          <w:lang w:val="uk-UA"/>
        </w:rPr>
        <w:t>).</w:t>
      </w:r>
      <w:r w:rsidRPr="00976FF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У громаді сво</w:t>
      </w:r>
      <w:r>
        <w:rPr>
          <w:rFonts w:ascii="Times New Roman" w:hAnsi="Times New Roman"/>
          <w:sz w:val="28"/>
          <w:szCs w:val="28"/>
          <w:lang w:val="uk-UA"/>
        </w:rPr>
        <w:t>ї послуги надають наступні інтернет-провайдери: Укртелеком,  Біттернет та ін. Усі ЗЗСО у селах ТГ підключені до швидкісного інтернету.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З кожним роком число Інтернет-</w:t>
      </w:r>
      <w:r>
        <w:rPr>
          <w:rFonts w:ascii="Times New Roman" w:hAnsi="Times New Roman"/>
          <w:sz w:val="28"/>
          <w:szCs w:val="28"/>
          <w:lang w:val="uk-UA"/>
        </w:rPr>
        <w:t>користувачів збільшуються. О</w:t>
      </w:r>
      <w:r w:rsidRPr="00E57EA5">
        <w:rPr>
          <w:rFonts w:ascii="Times New Roman" w:hAnsi="Times New Roman"/>
          <w:sz w:val="28"/>
          <w:szCs w:val="28"/>
          <w:lang w:val="uk-UA"/>
        </w:rPr>
        <w:t>ргани 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цьому сприяють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оскільки зацікавлені у тому</w:t>
      </w:r>
      <w:r w:rsidRPr="00E57EA5">
        <w:rPr>
          <w:rFonts w:ascii="Times New Roman" w:hAnsi="Times New Roman"/>
          <w:sz w:val="28"/>
          <w:szCs w:val="28"/>
          <w:lang w:val="uk-UA"/>
        </w:rPr>
        <w:t>, щоб населення мало доступ до мережі Інтернет.</w:t>
      </w:r>
    </w:p>
    <w:p w:rsidR="007C5AF5" w:rsidRPr="00E57EA5" w:rsidRDefault="007C5AF5" w:rsidP="00546DC1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/>
          <w:b/>
          <w:sz w:val="28"/>
          <w:szCs w:val="28"/>
          <w:lang w:val="uk-UA"/>
        </w:rPr>
        <w:t>Соціально-культурна інфраструктура</w:t>
      </w:r>
      <w:r>
        <w:rPr>
          <w:rFonts w:ascii="Times New Roman" w:hAnsi="Times New Roman"/>
          <w:sz w:val="28"/>
          <w:szCs w:val="28"/>
          <w:lang w:val="uk-UA"/>
        </w:rPr>
        <w:t xml:space="preserve">. У Нагірянській 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ТГ діє </w:t>
      </w:r>
      <w:r>
        <w:rPr>
          <w:rFonts w:ascii="Times New Roman" w:hAnsi="Times New Roman"/>
          <w:sz w:val="28"/>
          <w:szCs w:val="28"/>
          <w:lang w:val="uk-UA"/>
        </w:rPr>
        <w:t>40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соціально-культурни</w:t>
      </w:r>
      <w:r>
        <w:rPr>
          <w:rFonts w:ascii="Times New Roman" w:hAnsi="Times New Roman"/>
          <w:sz w:val="28"/>
          <w:szCs w:val="28"/>
          <w:lang w:val="uk-UA"/>
        </w:rPr>
        <w:t xml:space="preserve">х об’єктів </w:t>
      </w:r>
      <w:r w:rsidRPr="00E57EA5">
        <w:rPr>
          <w:rFonts w:ascii="Times New Roman" w:hAnsi="Times New Roman"/>
          <w:sz w:val="28"/>
          <w:szCs w:val="28"/>
          <w:lang w:val="uk-UA"/>
        </w:rPr>
        <w:t>, серед яких загально-освітні школи, дошкільні навчальні заклади, заклади позашкільної освіти, заклади культури, м</w:t>
      </w:r>
      <w:r>
        <w:rPr>
          <w:rFonts w:ascii="Times New Roman" w:hAnsi="Times New Roman"/>
          <w:sz w:val="28"/>
          <w:szCs w:val="28"/>
          <w:lang w:val="uk-UA"/>
        </w:rPr>
        <w:t>едицини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(таблиця 2.3.1)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C5AF5" w:rsidRPr="00E57EA5" w:rsidRDefault="007C5AF5" w:rsidP="00456FD6">
      <w:pPr>
        <w:pStyle w:val="CommentText"/>
        <w:spacing w:line="360" w:lineRule="auto"/>
        <w:jc w:val="right"/>
        <w:rPr>
          <w:rFonts w:ascii="Times New Roman" w:hAnsi="Times New Roman"/>
          <w:i/>
          <w:sz w:val="24"/>
          <w:szCs w:val="28"/>
          <w:lang w:val="uk-UA"/>
        </w:rPr>
      </w:pPr>
      <w:r w:rsidRPr="00E57EA5">
        <w:rPr>
          <w:rFonts w:ascii="Times New Roman" w:hAnsi="Times New Roman"/>
          <w:i/>
          <w:sz w:val="24"/>
          <w:szCs w:val="28"/>
          <w:lang w:val="uk-UA"/>
        </w:rPr>
        <w:t>Таблиця 2.3.1</w:t>
      </w:r>
    </w:p>
    <w:tbl>
      <w:tblPr>
        <w:tblW w:w="0" w:type="auto"/>
        <w:tblInd w:w="534" w:type="dxa"/>
        <w:tblLayout w:type="fixed"/>
        <w:tblLook w:val="0000"/>
      </w:tblPr>
      <w:tblGrid>
        <w:gridCol w:w="5"/>
        <w:gridCol w:w="708"/>
        <w:gridCol w:w="6096"/>
        <w:gridCol w:w="1899"/>
      </w:tblGrid>
      <w:tr w:rsidR="007C5AF5" w:rsidRPr="00BC623D" w:rsidTr="009732F0">
        <w:trPr>
          <w:cantSplit/>
          <w:trHeight w:val="780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C5AF5" w:rsidRPr="00E57EA5" w:rsidRDefault="007C5AF5" w:rsidP="005077D0">
            <w:pPr>
              <w:pStyle w:val="a"/>
              <w:ind w:left="-189" w:right="-108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C5AF5" w:rsidRPr="00BC623D" w:rsidRDefault="007C5AF5" w:rsidP="009732F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Соціально-культурні об’єкти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AF5" w:rsidRPr="00BC623D" w:rsidRDefault="007C5AF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</w:tc>
      </w:tr>
      <w:tr w:rsidR="007C5AF5" w:rsidRPr="00BC623D" w:rsidTr="009732F0">
        <w:trPr>
          <w:cantSplit/>
          <w:trHeight w:val="46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C5AF5" w:rsidRPr="00BC623D" w:rsidRDefault="007C5AF5" w:rsidP="005077D0">
            <w:pPr>
              <w:rPr>
                <w:rFonts w:ascii="Times New Roman" w:hAnsi="Times New Roman"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1.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C5AF5" w:rsidRPr="00BC623D" w:rsidRDefault="007C5AF5" w:rsidP="001B2595">
            <w:pPr>
              <w:spacing w:line="240" w:lineRule="auto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Закладів загальної середньої освіти I—III ступеня</w:t>
            </w:r>
          </w:p>
        </w:tc>
        <w:tc>
          <w:tcPr>
            <w:tcW w:w="189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AF5" w:rsidRPr="00BC623D" w:rsidRDefault="007C5AF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b/>
                <w:sz w:val="24"/>
                <w:szCs w:val="26"/>
              </w:rPr>
              <w:t>2</w:t>
            </w:r>
          </w:p>
        </w:tc>
      </w:tr>
      <w:tr w:rsidR="007C5AF5" w:rsidRPr="00BC623D" w:rsidTr="009732F0">
        <w:trPr>
          <w:cantSplit/>
          <w:trHeight w:val="46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C5AF5" w:rsidRPr="00BC623D" w:rsidRDefault="007C5AF5" w:rsidP="005077D0">
            <w:pPr>
              <w:rPr>
                <w:rFonts w:ascii="Times New Roman" w:hAnsi="Times New Roman"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2.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C5AF5" w:rsidRPr="00BC623D" w:rsidRDefault="007C5AF5" w:rsidP="00456FD6">
            <w:pPr>
              <w:spacing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Закладів загальної середньої освіти І – ІІ ступеня</w:t>
            </w:r>
          </w:p>
        </w:tc>
        <w:tc>
          <w:tcPr>
            <w:tcW w:w="189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AF5" w:rsidRPr="00BC623D" w:rsidRDefault="007C5AF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b/>
                <w:sz w:val="24"/>
                <w:szCs w:val="26"/>
              </w:rPr>
              <w:t>7</w:t>
            </w:r>
          </w:p>
        </w:tc>
      </w:tr>
      <w:tr w:rsidR="007C5AF5" w:rsidRPr="00BC623D" w:rsidTr="009732F0">
        <w:trPr>
          <w:cantSplit/>
          <w:trHeight w:val="46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C5AF5" w:rsidRPr="00BC623D" w:rsidRDefault="007C5AF5" w:rsidP="005077D0">
            <w:pPr>
              <w:rPr>
                <w:rFonts w:ascii="Times New Roman" w:hAnsi="Times New Roman"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3.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C5AF5" w:rsidRPr="00BC623D" w:rsidRDefault="007C5AF5" w:rsidP="00456FD6">
            <w:pPr>
              <w:spacing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Закладів початкової освіти</w:t>
            </w:r>
          </w:p>
        </w:tc>
        <w:tc>
          <w:tcPr>
            <w:tcW w:w="189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AF5" w:rsidRPr="00BC623D" w:rsidRDefault="007C5AF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b/>
                <w:sz w:val="24"/>
                <w:szCs w:val="26"/>
              </w:rPr>
              <w:t>1</w:t>
            </w:r>
          </w:p>
        </w:tc>
      </w:tr>
      <w:tr w:rsidR="007C5AF5" w:rsidRPr="00BC623D" w:rsidTr="009732F0">
        <w:trPr>
          <w:cantSplit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5AF5" w:rsidRPr="00BC623D" w:rsidRDefault="007C5AF5" w:rsidP="005077D0">
            <w:pPr>
              <w:rPr>
                <w:rFonts w:ascii="Times New Roman" w:hAnsi="Times New Roman"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5AF5" w:rsidRPr="00BC623D" w:rsidRDefault="007C5AF5" w:rsidP="00456FD6">
            <w:pPr>
              <w:spacing w:line="240" w:lineRule="auto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Закладів дошкільної освіти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AF5" w:rsidRPr="00BC623D" w:rsidRDefault="007C5AF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b/>
                <w:sz w:val="24"/>
                <w:szCs w:val="26"/>
              </w:rPr>
              <w:t>8</w:t>
            </w:r>
          </w:p>
        </w:tc>
      </w:tr>
      <w:tr w:rsidR="007C5AF5" w:rsidRPr="00BC623D" w:rsidTr="009732F0">
        <w:trPr>
          <w:cantSplit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5AF5" w:rsidRPr="00BC623D" w:rsidRDefault="007C5AF5" w:rsidP="005077D0">
            <w:pPr>
              <w:rPr>
                <w:rFonts w:ascii="Times New Roman" w:hAnsi="Times New Roman"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5AF5" w:rsidRPr="00BC623D" w:rsidRDefault="007C5AF5" w:rsidP="00456FD6">
            <w:pPr>
              <w:spacing w:line="240" w:lineRule="auto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Закладів позашкільної освіти (Улашківська комунальна музична школа)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AF5" w:rsidRPr="00BC623D" w:rsidRDefault="007C5AF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b/>
                <w:sz w:val="24"/>
                <w:szCs w:val="26"/>
              </w:rPr>
              <w:t>1</w:t>
            </w:r>
          </w:p>
        </w:tc>
      </w:tr>
      <w:tr w:rsidR="007C5AF5" w:rsidRPr="00BC623D" w:rsidTr="009732F0">
        <w:trPr>
          <w:cantSplit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5AF5" w:rsidRPr="00BC623D" w:rsidRDefault="007C5AF5" w:rsidP="005077D0">
            <w:pPr>
              <w:rPr>
                <w:rFonts w:ascii="Times New Roman" w:hAnsi="Times New Roman"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6.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5AF5" w:rsidRPr="00BC623D" w:rsidRDefault="007C5AF5" w:rsidP="00456FD6">
            <w:pPr>
              <w:spacing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Закладів культури:</w:t>
            </w:r>
          </w:p>
          <w:p w:rsidR="007C5AF5" w:rsidRPr="00BC623D" w:rsidRDefault="007C5AF5" w:rsidP="00456FD6">
            <w:pPr>
              <w:spacing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СБК (Мухавка,Улашківці, Шульганівка,Стара Ягільниця, Ягільниця)</w:t>
            </w:r>
          </w:p>
          <w:p w:rsidR="007C5AF5" w:rsidRPr="00BC623D" w:rsidRDefault="007C5AF5" w:rsidP="00456FD6">
            <w:pPr>
              <w:spacing w:line="240" w:lineRule="auto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Клуби (Заболотівка, Капустинці, Нагірянка, Сосулівка)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AF5" w:rsidRPr="00BC623D" w:rsidRDefault="007C5AF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b/>
                <w:sz w:val="24"/>
                <w:szCs w:val="26"/>
              </w:rPr>
              <w:t>9</w:t>
            </w:r>
          </w:p>
          <w:p w:rsidR="007C5AF5" w:rsidRPr="00BC623D" w:rsidRDefault="007C5AF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  <w:p w:rsidR="007C5AF5" w:rsidRPr="00BC623D" w:rsidRDefault="007C5AF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5</w:t>
            </w:r>
          </w:p>
          <w:p w:rsidR="007C5AF5" w:rsidRPr="00BC623D" w:rsidRDefault="007C5AF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  <w:p w:rsidR="007C5AF5" w:rsidRPr="00BC623D" w:rsidRDefault="007C5AF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4</w:t>
            </w:r>
          </w:p>
        </w:tc>
      </w:tr>
      <w:tr w:rsidR="007C5AF5" w:rsidRPr="00BC623D" w:rsidTr="009732F0">
        <w:trPr>
          <w:cantSplit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5AF5" w:rsidRPr="00BC623D" w:rsidRDefault="007C5AF5" w:rsidP="005077D0">
            <w:pPr>
              <w:rPr>
                <w:rFonts w:ascii="Times New Roman" w:hAnsi="Times New Roman"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5AF5" w:rsidRPr="00BC623D" w:rsidRDefault="007C5AF5" w:rsidP="00456FD6">
            <w:pPr>
              <w:spacing w:line="240" w:lineRule="auto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Фельдшерсько-акушерських пунктів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AF5" w:rsidRPr="00BC623D" w:rsidRDefault="007C5AF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b/>
                <w:sz w:val="24"/>
                <w:szCs w:val="26"/>
              </w:rPr>
              <w:t>7</w:t>
            </w:r>
          </w:p>
        </w:tc>
      </w:tr>
      <w:tr w:rsidR="007C5AF5" w:rsidRPr="00BC623D" w:rsidTr="009732F0">
        <w:trPr>
          <w:cantSplit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5AF5" w:rsidRPr="00BC623D" w:rsidRDefault="007C5AF5" w:rsidP="005077D0">
            <w:pPr>
              <w:rPr>
                <w:rFonts w:ascii="Times New Roman" w:hAnsi="Times New Roman"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8.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5AF5" w:rsidRPr="00BC623D" w:rsidRDefault="007C5AF5" w:rsidP="00456FD6">
            <w:pPr>
              <w:spacing w:line="240" w:lineRule="auto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Амбулаторій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AF5" w:rsidRPr="00BC623D" w:rsidRDefault="007C5AF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b/>
                <w:sz w:val="24"/>
                <w:szCs w:val="26"/>
              </w:rPr>
              <w:t>4</w:t>
            </w:r>
          </w:p>
        </w:tc>
      </w:tr>
      <w:tr w:rsidR="007C5AF5" w:rsidRPr="00BC623D" w:rsidTr="009732F0">
        <w:trPr>
          <w:cantSplit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5AF5" w:rsidRPr="00BC623D" w:rsidRDefault="007C5AF5" w:rsidP="005077D0">
            <w:pPr>
              <w:rPr>
                <w:rFonts w:ascii="Times New Roman" w:hAnsi="Times New Roman"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9.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5AF5" w:rsidRPr="00BC623D" w:rsidRDefault="007C5AF5" w:rsidP="00456FD6">
            <w:pPr>
              <w:spacing w:line="240" w:lineRule="auto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Лікарень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AF5" w:rsidRPr="00BC623D" w:rsidRDefault="007C5AF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b/>
                <w:sz w:val="24"/>
                <w:szCs w:val="26"/>
              </w:rPr>
              <w:t>0</w:t>
            </w:r>
          </w:p>
        </w:tc>
      </w:tr>
      <w:tr w:rsidR="007C5AF5" w:rsidRPr="00BC623D" w:rsidTr="009732F0">
        <w:trPr>
          <w:gridBefore w:val="1"/>
          <w:cantSplit/>
          <w:trHeight w:val="540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5AF5" w:rsidRPr="00BC623D" w:rsidRDefault="007C5AF5" w:rsidP="005077D0">
            <w:pPr>
              <w:rPr>
                <w:rFonts w:ascii="Times New Roman" w:hAnsi="Times New Roman"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10.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5AF5" w:rsidRPr="00BC623D" w:rsidRDefault="007C5AF5" w:rsidP="00456FD6">
            <w:pPr>
              <w:spacing w:line="240" w:lineRule="auto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sz w:val="24"/>
                <w:szCs w:val="26"/>
              </w:rPr>
              <w:t>Станцій швидкої допомоги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AF5" w:rsidRPr="00BC623D" w:rsidRDefault="007C5AF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BC623D">
              <w:rPr>
                <w:rFonts w:ascii="Times New Roman" w:hAnsi="Times New Roman"/>
                <w:b/>
                <w:sz w:val="24"/>
                <w:szCs w:val="26"/>
              </w:rPr>
              <w:t>1</w:t>
            </w:r>
          </w:p>
        </w:tc>
      </w:tr>
    </w:tbl>
    <w:p w:rsidR="007C5AF5" w:rsidRPr="00E57EA5" w:rsidRDefault="007C5AF5" w:rsidP="00BC5F65">
      <w:pPr>
        <w:rPr>
          <w:rFonts w:ascii="Times New Roman" w:hAnsi="Times New Roman"/>
        </w:rPr>
      </w:pPr>
    </w:p>
    <w:p w:rsidR="007C5AF5" w:rsidRPr="00E57EA5" w:rsidRDefault="007C5AF5" w:rsidP="000D1065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Перелік та опис закладів</w:t>
      </w:r>
      <w:r>
        <w:rPr>
          <w:rFonts w:ascii="Times New Roman" w:hAnsi="Times New Roman"/>
          <w:sz w:val="28"/>
        </w:rPr>
        <w:t xml:space="preserve"> загальної середньої освіти громади</w:t>
      </w:r>
      <w:r w:rsidRPr="00E57EA5">
        <w:rPr>
          <w:rFonts w:ascii="Times New Roman" w:hAnsi="Times New Roman"/>
          <w:sz w:val="28"/>
        </w:rPr>
        <w:t xml:space="preserve"> (таблиця 2</w:t>
      </w:r>
      <w:r>
        <w:rPr>
          <w:rFonts w:ascii="Times New Roman" w:hAnsi="Times New Roman"/>
          <w:sz w:val="28"/>
        </w:rPr>
        <w:t>.3.2</w:t>
      </w:r>
      <w:r w:rsidRPr="00E57EA5">
        <w:rPr>
          <w:rFonts w:ascii="Times New Roman" w:hAnsi="Times New Roman"/>
          <w:sz w:val="28"/>
        </w:rPr>
        <w:t>).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</w:t>
      </w:r>
      <w:r w:rsidRPr="00E57EA5">
        <w:rPr>
          <w:rFonts w:ascii="Times New Roman" w:hAnsi="Times New Roman"/>
          <w:i/>
          <w:sz w:val="24"/>
        </w:rPr>
        <w:t>Таблиця 2.3.</w:t>
      </w:r>
      <w:r>
        <w:rPr>
          <w:rFonts w:ascii="Times New Roman" w:hAnsi="Times New Roman"/>
          <w:i/>
          <w:sz w:val="24"/>
        </w:rPr>
        <w:t>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9"/>
        <w:gridCol w:w="3447"/>
        <w:gridCol w:w="1443"/>
        <w:gridCol w:w="996"/>
        <w:gridCol w:w="1276"/>
        <w:gridCol w:w="1985"/>
      </w:tblGrid>
      <w:tr w:rsidR="007C5AF5" w:rsidRPr="00BC623D" w:rsidTr="00F83F36">
        <w:tc>
          <w:tcPr>
            <w:tcW w:w="459" w:type="dxa"/>
          </w:tcPr>
          <w:p w:rsidR="007C5AF5" w:rsidRPr="00BC623D" w:rsidRDefault="007C5AF5">
            <w:pPr>
              <w:rPr>
                <w:rFonts w:ascii="Times New Roman" w:hAnsi="Times New Roman"/>
                <w:b/>
                <w:sz w:val="24"/>
              </w:rPr>
            </w:pPr>
            <w:r w:rsidRPr="00BC623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447" w:type="dxa"/>
          </w:tcPr>
          <w:p w:rsidR="007C5AF5" w:rsidRPr="00BC623D" w:rsidRDefault="007C5AF5">
            <w:pPr>
              <w:rPr>
                <w:rFonts w:ascii="Times New Roman" w:hAnsi="Times New Roman"/>
                <w:b/>
                <w:sz w:val="24"/>
              </w:rPr>
            </w:pPr>
            <w:r w:rsidRPr="00BC623D">
              <w:rPr>
                <w:rFonts w:ascii="Times New Roman" w:hAnsi="Times New Roman"/>
                <w:b/>
                <w:sz w:val="24"/>
              </w:rPr>
              <w:t>Назва та місце розміщення</w:t>
            </w:r>
          </w:p>
        </w:tc>
        <w:tc>
          <w:tcPr>
            <w:tcW w:w="1443" w:type="dxa"/>
          </w:tcPr>
          <w:p w:rsidR="007C5AF5" w:rsidRPr="00BC623D" w:rsidRDefault="007C5AF5">
            <w:pPr>
              <w:rPr>
                <w:rFonts w:ascii="Times New Roman" w:hAnsi="Times New Roman"/>
                <w:b/>
                <w:sz w:val="24"/>
              </w:rPr>
            </w:pPr>
            <w:r w:rsidRPr="00BC623D">
              <w:rPr>
                <w:rFonts w:ascii="Times New Roman" w:hAnsi="Times New Roman"/>
                <w:b/>
                <w:sz w:val="24"/>
              </w:rPr>
              <w:t>Проектна потужність</w:t>
            </w:r>
          </w:p>
        </w:tc>
        <w:tc>
          <w:tcPr>
            <w:tcW w:w="996" w:type="dxa"/>
          </w:tcPr>
          <w:p w:rsidR="007C5AF5" w:rsidRPr="00BC623D" w:rsidRDefault="007C5AF5">
            <w:pPr>
              <w:rPr>
                <w:rFonts w:ascii="Times New Roman" w:hAnsi="Times New Roman"/>
                <w:b/>
                <w:sz w:val="24"/>
              </w:rPr>
            </w:pPr>
            <w:r w:rsidRPr="00BC623D">
              <w:rPr>
                <w:rFonts w:ascii="Times New Roman" w:hAnsi="Times New Roman"/>
                <w:b/>
                <w:sz w:val="24"/>
              </w:rPr>
              <w:t>Напо</w:t>
            </w:r>
            <w:r w:rsidRPr="00BC623D">
              <w:rPr>
                <w:rFonts w:ascii="Times New Roman" w:hAnsi="Times New Roman"/>
                <w:b/>
                <w:sz w:val="24"/>
                <w:lang w:val="en-US"/>
              </w:rPr>
              <w:t>-</w:t>
            </w:r>
            <w:r w:rsidRPr="00BC623D">
              <w:rPr>
                <w:rFonts w:ascii="Times New Roman" w:hAnsi="Times New Roman"/>
                <w:b/>
                <w:sz w:val="24"/>
              </w:rPr>
              <w:t>вне</w:t>
            </w:r>
            <w:r w:rsidRPr="00BC623D">
              <w:rPr>
                <w:rFonts w:ascii="Times New Roman" w:hAnsi="Times New Roman"/>
                <w:b/>
                <w:sz w:val="24"/>
                <w:lang w:val="en-US"/>
              </w:rPr>
              <w:t>-</w:t>
            </w:r>
            <w:r w:rsidRPr="00BC623D">
              <w:rPr>
                <w:rFonts w:ascii="Times New Roman" w:hAnsi="Times New Roman"/>
                <w:b/>
                <w:sz w:val="24"/>
              </w:rPr>
              <w:t>ність</w:t>
            </w:r>
          </w:p>
        </w:tc>
        <w:tc>
          <w:tcPr>
            <w:tcW w:w="1276" w:type="dxa"/>
          </w:tcPr>
          <w:p w:rsidR="007C5AF5" w:rsidRPr="00BC623D" w:rsidRDefault="007C5AF5" w:rsidP="00946F7D">
            <w:pPr>
              <w:spacing w:line="240" w:lineRule="auto"/>
              <w:ind w:left="591" w:hanging="591"/>
              <w:rPr>
                <w:rFonts w:ascii="Times New Roman" w:hAnsi="Times New Roman"/>
                <w:b/>
                <w:sz w:val="24"/>
              </w:rPr>
            </w:pPr>
            <w:r w:rsidRPr="00BC623D">
              <w:rPr>
                <w:rFonts w:ascii="Times New Roman" w:hAnsi="Times New Roman"/>
                <w:b/>
                <w:sz w:val="24"/>
              </w:rPr>
              <w:t>Персонал</w:t>
            </w:r>
          </w:p>
        </w:tc>
        <w:tc>
          <w:tcPr>
            <w:tcW w:w="1985" w:type="dxa"/>
          </w:tcPr>
          <w:p w:rsidR="007C5AF5" w:rsidRPr="00BC623D" w:rsidRDefault="007C5AF5" w:rsidP="00F83F36">
            <w:pPr>
              <w:ind w:left="591" w:hanging="591"/>
              <w:rPr>
                <w:rFonts w:ascii="Times New Roman" w:hAnsi="Times New Roman"/>
                <w:b/>
                <w:sz w:val="24"/>
              </w:rPr>
            </w:pPr>
            <w:r w:rsidRPr="00BC623D">
              <w:rPr>
                <w:rFonts w:ascii="Times New Roman" w:hAnsi="Times New Roman"/>
                <w:b/>
                <w:sz w:val="24"/>
              </w:rPr>
              <w:t>Витрати на 1 учня у 2021 році, грн</w:t>
            </w:r>
          </w:p>
        </w:tc>
      </w:tr>
      <w:tr w:rsidR="007C5AF5" w:rsidRPr="00BC623D" w:rsidTr="00F83F36">
        <w:trPr>
          <w:trHeight w:val="964"/>
        </w:trPr>
        <w:tc>
          <w:tcPr>
            <w:tcW w:w="459" w:type="dxa"/>
          </w:tcPr>
          <w:p w:rsidR="007C5AF5" w:rsidRPr="00BC623D" w:rsidRDefault="007C5AF5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1.</w:t>
            </w:r>
          </w:p>
        </w:tc>
        <w:tc>
          <w:tcPr>
            <w:tcW w:w="3447" w:type="dxa"/>
          </w:tcPr>
          <w:p w:rsidR="007C5AF5" w:rsidRPr="00BC623D" w:rsidRDefault="007C5AF5" w:rsidP="00CF4F68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Заболотівський ЗЗСО І-ІІ ступенів імені Романа Шухевича</w:t>
            </w:r>
          </w:p>
        </w:tc>
        <w:tc>
          <w:tcPr>
            <w:tcW w:w="1443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6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54 875</w:t>
            </w:r>
          </w:p>
        </w:tc>
      </w:tr>
      <w:tr w:rsidR="007C5AF5" w:rsidRPr="00BC623D" w:rsidTr="00F83F36">
        <w:trPr>
          <w:trHeight w:val="464"/>
        </w:trPr>
        <w:tc>
          <w:tcPr>
            <w:tcW w:w="459" w:type="dxa"/>
          </w:tcPr>
          <w:p w:rsidR="007C5AF5" w:rsidRPr="00BC623D" w:rsidRDefault="007C5AF5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2.</w:t>
            </w:r>
          </w:p>
        </w:tc>
        <w:tc>
          <w:tcPr>
            <w:tcW w:w="3447" w:type="dxa"/>
          </w:tcPr>
          <w:p w:rsidR="007C5AF5" w:rsidRPr="00BC623D" w:rsidRDefault="007C5AF5" w:rsidP="00F076F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 xml:space="preserve"> Капустинський заклад початкової освіти</w:t>
            </w:r>
          </w:p>
        </w:tc>
        <w:tc>
          <w:tcPr>
            <w:tcW w:w="1443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6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55 563</w:t>
            </w:r>
          </w:p>
        </w:tc>
      </w:tr>
      <w:tr w:rsidR="007C5AF5" w:rsidRPr="00BC623D" w:rsidTr="00F83F36">
        <w:tc>
          <w:tcPr>
            <w:tcW w:w="459" w:type="dxa"/>
          </w:tcPr>
          <w:p w:rsidR="007C5AF5" w:rsidRPr="00BC623D" w:rsidRDefault="007C5AF5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3.</w:t>
            </w:r>
          </w:p>
        </w:tc>
        <w:tc>
          <w:tcPr>
            <w:tcW w:w="3447" w:type="dxa"/>
          </w:tcPr>
          <w:p w:rsidR="007C5AF5" w:rsidRPr="00B310B8" w:rsidRDefault="007C5AF5">
            <w:pPr>
              <w:pStyle w:val="1"/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Милівецький ЗЗСО І-ІІ ступенів</w:t>
            </w:r>
          </w:p>
        </w:tc>
        <w:tc>
          <w:tcPr>
            <w:tcW w:w="1443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996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54 376</w:t>
            </w:r>
          </w:p>
        </w:tc>
      </w:tr>
      <w:tr w:rsidR="007C5AF5" w:rsidRPr="00BC623D" w:rsidTr="00F83F36">
        <w:tc>
          <w:tcPr>
            <w:tcW w:w="459" w:type="dxa"/>
          </w:tcPr>
          <w:p w:rsidR="007C5AF5" w:rsidRPr="00BC623D" w:rsidRDefault="007C5AF5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4</w:t>
            </w:r>
          </w:p>
        </w:tc>
        <w:tc>
          <w:tcPr>
            <w:tcW w:w="3447" w:type="dxa"/>
          </w:tcPr>
          <w:p w:rsidR="007C5AF5" w:rsidRDefault="007C5AF5" w:rsidP="00B310B8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Мухавський ЗЗСО І-ІІ ступенів</w:t>
            </w:r>
          </w:p>
        </w:tc>
        <w:tc>
          <w:tcPr>
            <w:tcW w:w="1443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6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7C5AF5" w:rsidRPr="00BC623D" w:rsidRDefault="007C5AF5" w:rsidP="003A5DA1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7C5AF5" w:rsidRPr="00BC623D" w:rsidRDefault="007C5AF5" w:rsidP="003A5DA1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49 168</w:t>
            </w:r>
          </w:p>
        </w:tc>
      </w:tr>
      <w:tr w:rsidR="007C5AF5" w:rsidRPr="00BC623D" w:rsidTr="00F83F36">
        <w:tc>
          <w:tcPr>
            <w:tcW w:w="459" w:type="dxa"/>
          </w:tcPr>
          <w:p w:rsidR="007C5AF5" w:rsidRPr="00BC623D" w:rsidRDefault="007C5AF5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5.</w:t>
            </w:r>
          </w:p>
        </w:tc>
        <w:tc>
          <w:tcPr>
            <w:tcW w:w="3447" w:type="dxa"/>
          </w:tcPr>
          <w:p w:rsidR="007C5AF5" w:rsidRDefault="007C5AF5" w:rsidP="004C70DC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Нагірянський ЗЗСО І-ІІ ступенів</w:t>
            </w:r>
          </w:p>
        </w:tc>
        <w:tc>
          <w:tcPr>
            <w:tcW w:w="1443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996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276" w:type="dxa"/>
          </w:tcPr>
          <w:p w:rsidR="007C5AF5" w:rsidRPr="00BC623D" w:rsidRDefault="007C5AF5" w:rsidP="003A5DA1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7C5AF5" w:rsidRPr="00BC623D" w:rsidRDefault="007C5AF5" w:rsidP="003A5DA1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28 390</w:t>
            </w:r>
          </w:p>
        </w:tc>
      </w:tr>
      <w:tr w:rsidR="007C5AF5" w:rsidRPr="00BC623D" w:rsidTr="00F83F36">
        <w:tc>
          <w:tcPr>
            <w:tcW w:w="459" w:type="dxa"/>
          </w:tcPr>
          <w:p w:rsidR="007C5AF5" w:rsidRPr="00BC623D" w:rsidRDefault="007C5AF5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6.</w:t>
            </w:r>
          </w:p>
        </w:tc>
        <w:tc>
          <w:tcPr>
            <w:tcW w:w="3447" w:type="dxa"/>
          </w:tcPr>
          <w:p w:rsidR="007C5AF5" w:rsidRDefault="007C5AF5" w:rsidP="004C70DC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Сосулівський ЗЗСО І-ІІ ступенів</w:t>
            </w:r>
          </w:p>
        </w:tc>
        <w:tc>
          <w:tcPr>
            <w:tcW w:w="1443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6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</w:tcPr>
          <w:p w:rsidR="007C5AF5" w:rsidRPr="00BC623D" w:rsidRDefault="007C5AF5" w:rsidP="003A5DA1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7C5AF5" w:rsidRPr="00BC623D" w:rsidRDefault="007C5AF5" w:rsidP="003A5DA1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40 301</w:t>
            </w:r>
          </w:p>
        </w:tc>
      </w:tr>
      <w:tr w:rsidR="007C5AF5" w:rsidRPr="00BC623D" w:rsidTr="00F83F36">
        <w:trPr>
          <w:trHeight w:val="630"/>
        </w:trPr>
        <w:tc>
          <w:tcPr>
            <w:tcW w:w="459" w:type="dxa"/>
          </w:tcPr>
          <w:p w:rsidR="007C5AF5" w:rsidRPr="00BC623D" w:rsidRDefault="007C5AF5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7.</w:t>
            </w:r>
          </w:p>
        </w:tc>
        <w:tc>
          <w:tcPr>
            <w:tcW w:w="3447" w:type="dxa"/>
          </w:tcPr>
          <w:p w:rsidR="007C5AF5" w:rsidRDefault="007C5AF5" w:rsidP="004C70DC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Староягільницький ЗЗСО І-ІІ ступенів</w:t>
            </w:r>
          </w:p>
        </w:tc>
        <w:tc>
          <w:tcPr>
            <w:tcW w:w="1443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96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7C5AF5" w:rsidRPr="00BC623D" w:rsidRDefault="007C5AF5" w:rsidP="003A5DA1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7C5AF5" w:rsidRPr="00BC623D" w:rsidRDefault="007C5AF5" w:rsidP="003A5DA1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65 372</w:t>
            </w:r>
          </w:p>
        </w:tc>
      </w:tr>
      <w:tr w:rsidR="007C5AF5" w:rsidRPr="00BC623D" w:rsidTr="00F83F36">
        <w:trPr>
          <w:trHeight w:val="630"/>
        </w:trPr>
        <w:tc>
          <w:tcPr>
            <w:tcW w:w="459" w:type="dxa"/>
          </w:tcPr>
          <w:p w:rsidR="007C5AF5" w:rsidRPr="00BC623D" w:rsidRDefault="007C5AF5" w:rsidP="0071109F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8.</w:t>
            </w:r>
          </w:p>
        </w:tc>
        <w:tc>
          <w:tcPr>
            <w:tcW w:w="3447" w:type="dxa"/>
          </w:tcPr>
          <w:p w:rsidR="007C5AF5" w:rsidRDefault="007C5AF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Улашківський ЗЗСО І-ІІІ ступенів</w:t>
            </w:r>
          </w:p>
        </w:tc>
        <w:tc>
          <w:tcPr>
            <w:tcW w:w="144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996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276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43 920</w:t>
            </w:r>
          </w:p>
        </w:tc>
      </w:tr>
      <w:tr w:rsidR="007C5AF5" w:rsidRPr="00BC623D" w:rsidTr="00F83F36">
        <w:trPr>
          <w:trHeight w:val="630"/>
        </w:trPr>
        <w:tc>
          <w:tcPr>
            <w:tcW w:w="459" w:type="dxa"/>
          </w:tcPr>
          <w:p w:rsidR="007C5AF5" w:rsidRPr="00BC623D" w:rsidRDefault="007C5AF5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9</w:t>
            </w:r>
          </w:p>
        </w:tc>
        <w:tc>
          <w:tcPr>
            <w:tcW w:w="3447" w:type="dxa"/>
          </w:tcPr>
          <w:p w:rsidR="007C5AF5" w:rsidRDefault="007C5AF5" w:rsidP="004C70DC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Шульганівський ЗЗСО І-ІІ ступенів</w:t>
            </w:r>
          </w:p>
        </w:tc>
        <w:tc>
          <w:tcPr>
            <w:tcW w:w="1443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6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7C5AF5" w:rsidRPr="00BC623D" w:rsidRDefault="007C5AF5" w:rsidP="003A5DA1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7C5AF5" w:rsidRPr="00BC623D" w:rsidRDefault="007C5AF5" w:rsidP="003A5DA1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59 877</w:t>
            </w:r>
          </w:p>
        </w:tc>
      </w:tr>
      <w:tr w:rsidR="007C5AF5" w:rsidRPr="00BC623D" w:rsidTr="00F83F36">
        <w:trPr>
          <w:trHeight w:val="630"/>
        </w:trPr>
        <w:tc>
          <w:tcPr>
            <w:tcW w:w="459" w:type="dxa"/>
          </w:tcPr>
          <w:p w:rsidR="007C5AF5" w:rsidRPr="00BC623D" w:rsidRDefault="007C5AF5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10</w:t>
            </w:r>
          </w:p>
        </w:tc>
        <w:tc>
          <w:tcPr>
            <w:tcW w:w="3447" w:type="dxa"/>
          </w:tcPr>
          <w:p w:rsidR="007C5AF5" w:rsidRDefault="007C5AF5" w:rsidP="004C70DC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Ягільницький ЗЗСО І-ІІІ ступенів</w:t>
            </w:r>
          </w:p>
        </w:tc>
        <w:tc>
          <w:tcPr>
            <w:tcW w:w="1443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996" w:type="dxa"/>
          </w:tcPr>
          <w:p w:rsidR="007C5AF5" w:rsidRPr="00BC623D" w:rsidRDefault="007C5AF5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</w:tcPr>
          <w:p w:rsidR="007C5AF5" w:rsidRPr="00BC623D" w:rsidRDefault="007C5AF5" w:rsidP="003A5DA1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7C5AF5" w:rsidRPr="00BC623D" w:rsidRDefault="007C5AF5" w:rsidP="003A5DA1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36 250</w:t>
            </w:r>
          </w:p>
        </w:tc>
      </w:tr>
      <w:tr w:rsidR="007C5AF5" w:rsidRPr="00BC623D" w:rsidTr="00F83F36">
        <w:trPr>
          <w:trHeight w:val="554"/>
        </w:trPr>
        <w:tc>
          <w:tcPr>
            <w:tcW w:w="459" w:type="dxa"/>
          </w:tcPr>
          <w:p w:rsidR="007C5AF5" w:rsidRPr="00BC623D" w:rsidRDefault="007C5AF5">
            <w:pPr>
              <w:rPr>
                <w:rFonts w:ascii="Times New Roman" w:hAnsi="Times New Roman"/>
              </w:rPr>
            </w:pPr>
          </w:p>
        </w:tc>
        <w:tc>
          <w:tcPr>
            <w:tcW w:w="3447" w:type="dxa"/>
          </w:tcPr>
          <w:p w:rsidR="007C5AF5" w:rsidRPr="0091177E" w:rsidRDefault="007C5AF5" w:rsidP="004C70DC">
            <w:pPr>
              <w:pStyle w:val="1"/>
              <w:spacing w:line="240" w:lineRule="auto"/>
              <w:rPr>
                <w:rFonts w:ascii="Times New Roman" w:hAnsi="Times New Roman"/>
                <w:b/>
                <w:lang w:eastAsia="en-US"/>
              </w:rPr>
            </w:pPr>
            <w:r w:rsidRPr="0091177E">
              <w:rPr>
                <w:rFonts w:ascii="Times New Roman" w:hAnsi="Times New Roman"/>
                <w:b/>
                <w:lang w:eastAsia="en-US"/>
              </w:rPr>
              <w:t>Усього</w:t>
            </w:r>
          </w:p>
        </w:tc>
        <w:tc>
          <w:tcPr>
            <w:tcW w:w="1443" w:type="dxa"/>
          </w:tcPr>
          <w:p w:rsidR="007C5AF5" w:rsidRPr="00BC623D" w:rsidRDefault="007C5A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2204</w:t>
            </w:r>
          </w:p>
        </w:tc>
        <w:tc>
          <w:tcPr>
            <w:tcW w:w="996" w:type="dxa"/>
          </w:tcPr>
          <w:p w:rsidR="007C5AF5" w:rsidRPr="00BC623D" w:rsidRDefault="007C5A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779</w:t>
            </w:r>
          </w:p>
        </w:tc>
        <w:tc>
          <w:tcPr>
            <w:tcW w:w="1276" w:type="dxa"/>
          </w:tcPr>
          <w:p w:rsidR="007C5AF5" w:rsidRPr="00BC623D" w:rsidRDefault="007C5AF5" w:rsidP="003A5D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171</w:t>
            </w:r>
          </w:p>
        </w:tc>
        <w:tc>
          <w:tcPr>
            <w:tcW w:w="1985" w:type="dxa"/>
          </w:tcPr>
          <w:p w:rsidR="007C5AF5" w:rsidRPr="00BC623D" w:rsidRDefault="007C5AF5" w:rsidP="003A5D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488 092</w:t>
            </w:r>
          </w:p>
        </w:tc>
      </w:tr>
    </w:tbl>
    <w:p w:rsidR="007C5AF5" w:rsidRDefault="007C5AF5" w:rsidP="00BC5F65">
      <w:pPr>
        <w:rPr>
          <w:rFonts w:ascii="Times New Roman" w:hAnsi="Times New Roman"/>
        </w:rPr>
      </w:pPr>
    </w:p>
    <w:p w:rsidR="007C5AF5" w:rsidRPr="00E57EA5" w:rsidRDefault="007C5AF5" w:rsidP="009732F0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 xml:space="preserve">Перелік та опис </w:t>
      </w:r>
      <w:r>
        <w:rPr>
          <w:rFonts w:ascii="Times New Roman" w:hAnsi="Times New Roman"/>
          <w:sz w:val="28"/>
        </w:rPr>
        <w:t xml:space="preserve">дошкільних навчальних </w:t>
      </w:r>
      <w:r w:rsidRPr="00E57EA5">
        <w:rPr>
          <w:rFonts w:ascii="Times New Roman" w:hAnsi="Times New Roman"/>
          <w:sz w:val="28"/>
        </w:rPr>
        <w:t>закладів</w:t>
      </w:r>
      <w:r>
        <w:rPr>
          <w:rFonts w:ascii="Times New Roman" w:hAnsi="Times New Roman"/>
          <w:sz w:val="28"/>
        </w:rPr>
        <w:t xml:space="preserve"> громади</w:t>
      </w:r>
      <w:r w:rsidRPr="00E57EA5">
        <w:rPr>
          <w:rFonts w:ascii="Times New Roman" w:hAnsi="Times New Roman"/>
          <w:sz w:val="28"/>
        </w:rPr>
        <w:t xml:space="preserve"> (таблиця 2</w:t>
      </w:r>
      <w:r>
        <w:rPr>
          <w:rFonts w:ascii="Times New Roman" w:hAnsi="Times New Roman"/>
          <w:sz w:val="28"/>
        </w:rPr>
        <w:t>.3.3</w:t>
      </w:r>
      <w:r w:rsidRPr="00E57EA5">
        <w:rPr>
          <w:rFonts w:ascii="Times New Roman" w:hAnsi="Times New Roman"/>
          <w:sz w:val="28"/>
        </w:rPr>
        <w:t>).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</w:t>
      </w:r>
      <w:r w:rsidRPr="00E57EA5">
        <w:rPr>
          <w:rFonts w:ascii="Times New Roman" w:hAnsi="Times New Roman"/>
          <w:i/>
          <w:sz w:val="24"/>
        </w:rPr>
        <w:t>Таблиця 2.3.</w:t>
      </w:r>
      <w:r>
        <w:rPr>
          <w:rFonts w:ascii="Times New Roman" w:hAnsi="Times New Roman"/>
          <w:i/>
          <w:sz w:val="24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"/>
        <w:gridCol w:w="2825"/>
        <w:gridCol w:w="1443"/>
        <w:gridCol w:w="1712"/>
        <w:gridCol w:w="1263"/>
        <w:gridCol w:w="2011"/>
      </w:tblGrid>
      <w:tr w:rsidR="007C5AF5" w:rsidRPr="00BC623D" w:rsidTr="00997CF9">
        <w:tc>
          <w:tcPr>
            <w:tcW w:w="458" w:type="dxa"/>
          </w:tcPr>
          <w:p w:rsidR="007C5AF5" w:rsidRPr="00BC623D" w:rsidRDefault="007C5AF5" w:rsidP="0071109F">
            <w:pPr>
              <w:rPr>
                <w:rFonts w:ascii="Times New Roman" w:hAnsi="Times New Roman"/>
                <w:b/>
                <w:sz w:val="24"/>
              </w:rPr>
            </w:pPr>
            <w:r w:rsidRPr="00BC623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825" w:type="dxa"/>
          </w:tcPr>
          <w:p w:rsidR="007C5AF5" w:rsidRPr="00BC623D" w:rsidRDefault="007C5AF5" w:rsidP="0071109F">
            <w:pPr>
              <w:rPr>
                <w:rFonts w:ascii="Times New Roman" w:hAnsi="Times New Roman"/>
                <w:b/>
                <w:sz w:val="24"/>
              </w:rPr>
            </w:pPr>
            <w:r w:rsidRPr="00BC623D">
              <w:rPr>
                <w:rFonts w:ascii="Times New Roman" w:hAnsi="Times New Roman"/>
                <w:b/>
                <w:sz w:val="24"/>
              </w:rPr>
              <w:t>Назва та місце розміщення</w:t>
            </w:r>
          </w:p>
        </w:tc>
        <w:tc>
          <w:tcPr>
            <w:tcW w:w="144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b/>
                <w:sz w:val="24"/>
              </w:rPr>
            </w:pPr>
            <w:r w:rsidRPr="00BC623D">
              <w:rPr>
                <w:rFonts w:ascii="Times New Roman" w:hAnsi="Times New Roman"/>
                <w:b/>
                <w:sz w:val="24"/>
              </w:rPr>
              <w:t>Проектна потужність</w:t>
            </w:r>
          </w:p>
        </w:tc>
        <w:tc>
          <w:tcPr>
            <w:tcW w:w="1712" w:type="dxa"/>
          </w:tcPr>
          <w:p w:rsidR="007C5AF5" w:rsidRPr="00BC623D" w:rsidRDefault="007C5AF5" w:rsidP="0071109F">
            <w:pPr>
              <w:rPr>
                <w:rFonts w:ascii="Times New Roman" w:hAnsi="Times New Roman"/>
                <w:b/>
                <w:sz w:val="24"/>
              </w:rPr>
            </w:pPr>
            <w:r w:rsidRPr="00BC623D">
              <w:rPr>
                <w:rFonts w:ascii="Times New Roman" w:hAnsi="Times New Roman"/>
                <w:b/>
                <w:sz w:val="24"/>
              </w:rPr>
              <w:t>Наповненість</w:t>
            </w:r>
          </w:p>
        </w:tc>
        <w:tc>
          <w:tcPr>
            <w:tcW w:w="1263" w:type="dxa"/>
          </w:tcPr>
          <w:p w:rsidR="007C5AF5" w:rsidRPr="00BC623D" w:rsidRDefault="007C5AF5" w:rsidP="00997CF9">
            <w:pPr>
              <w:rPr>
                <w:rFonts w:ascii="Times New Roman" w:hAnsi="Times New Roman"/>
                <w:b/>
                <w:sz w:val="24"/>
              </w:rPr>
            </w:pPr>
            <w:r w:rsidRPr="00BC623D">
              <w:rPr>
                <w:rFonts w:ascii="Times New Roman" w:hAnsi="Times New Roman"/>
                <w:b/>
                <w:sz w:val="24"/>
              </w:rPr>
              <w:t>Персонал</w:t>
            </w:r>
          </w:p>
        </w:tc>
        <w:tc>
          <w:tcPr>
            <w:tcW w:w="2011" w:type="dxa"/>
          </w:tcPr>
          <w:p w:rsidR="007C5AF5" w:rsidRPr="00BC623D" w:rsidRDefault="007C5AF5" w:rsidP="00997CF9">
            <w:pPr>
              <w:rPr>
                <w:rFonts w:ascii="Times New Roman" w:hAnsi="Times New Roman"/>
                <w:b/>
                <w:sz w:val="24"/>
              </w:rPr>
            </w:pPr>
            <w:r w:rsidRPr="00BC623D">
              <w:rPr>
                <w:rFonts w:ascii="Times New Roman" w:hAnsi="Times New Roman"/>
                <w:b/>
                <w:sz w:val="24"/>
              </w:rPr>
              <w:t>Витрати на 1 дитину у 2021 році, грн</w:t>
            </w:r>
          </w:p>
        </w:tc>
      </w:tr>
      <w:tr w:rsidR="007C5AF5" w:rsidRPr="00BC623D" w:rsidTr="00997CF9">
        <w:trPr>
          <w:trHeight w:val="964"/>
        </w:trPr>
        <w:tc>
          <w:tcPr>
            <w:tcW w:w="458" w:type="dxa"/>
          </w:tcPr>
          <w:p w:rsidR="007C5AF5" w:rsidRPr="00BC623D" w:rsidRDefault="007C5AF5" w:rsidP="0071109F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1.</w:t>
            </w:r>
          </w:p>
        </w:tc>
        <w:tc>
          <w:tcPr>
            <w:tcW w:w="2825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Заклад дошкільної освіти №2 селище Нагірянка, вулиця Калнишевського, 19</w:t>
            </w:r>
          </w:p>
        </w:tc>
        <w:tc>
          <w:tcPr>
            <w:tcW w:w="144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12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6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11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37 230</w:t>
            </w:r>
          </w:p>
        </w:tc>
      </w:tr>
      <w:tr w:rsidR="007C5AF5" w:rsidRPr="00BC623D" w:rsidTr="00997CF9">
        <w:trPr>
          <w:trHeight w:val="464"/>
        </w:trPr>
        <w:tc>
          <w:tcPr>
            <w:tcW w:w="458" w:type="dxa"/>
          </w:tcPr>
          <w:p w:rsidR="007C5AF5" w:rsidRPr="00BC623D" w:rsidRDefault="007C5AF5" w:rsidP="0071109F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2.</w:t>
            </w:r>
          </w:p>
        </w:tc>
        <w:tc>
          <w:tcPr>
            <w:tcW w:w="2825" w:type="dxa"/>
          </w:tcPr>
          <w:p w:rsidR="007C5AF5" w:rsidRPr="00BC623D" w:rsidRDefault="007C5AF5" w:rsidP="00711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Заклад дошкільної освіти №1 селище Нагірянка, вулиця Садовського, 15</w:t>
            </w:r>
          </w:p>
        </w:tc>
        <w:tc>
          <w:tcPr>
            <w:tcW w:w="144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712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6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11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45 353</w:t>
            </w:r>
          </w:p>
        </w:tc>
      </w:tr>
      <w:tr w:rsidR="007C5AF5" w:rsidRPr="00BC623D" w:rsidTr="00997CF9">
        <w:tc>
          <w:tcPr>
            <w:tcW w:w="458" w:type="dxa"/>
          </w:tcPr>
          <w:p w:rsidR="007C5AF5" w:rsidRPr="00BC623D" w:rsidRDefault="007C5AF5" w:rsidP="0071109F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3.</w:t>
            </w:r>
          </w:p>
        </w:tc>
        <w:tc>
          <w:tcPr>
            <w:tcW w:w="2825" w:type="dxa"/>
          </w:tcPr>
          <w:p w:rsidR="007C5AF5" w:rsidRPr="00B310B8" w:rsidRDefault="007C5AF5" w:rsidP="0071109F">
            <w:pPr>
              <w:pStyle w:val="1"/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Заклад дошкільної освіти села Улашківці</w:t>
            </w:r>
          </w:p>
        </w:tc>
        <w:tc>
          <w:tcPr>
            <w:tcW w:w="144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712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6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11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24 754</w:t>
            </w:r>
          </w:p>
        </w:tc>
      </w:tr>
      <w:tr w:rsidR="007C5AF5" w:rsidRPr="00BC623D" w:rsidTr="00997CF9">
        <w:tc>
          <w:tcPr>
            <w:tcW w:w="458" w:type="dxa"/>
          </w:tcPr>
          <w:p w:rsidR="007C5AF5" w:rsidRPr="00BC623D" w:rsidRDefault="007C5AF5" w:rsidP="0071109F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4</w:t>
            </w:r>
          </w:p>
        </w:tc>
        <w:tc>
          <w:tcPr>
            <w:tcW w:w="2825" w:type="dxa"/>
          </w:tcPr>
          <w:p w:rsidR="007C5AF5" w:rsidRDefault="007C5AF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Заклад дошкільної освіти села Ягільниця «Веселка»</w:t>
            </w:r>
          </w:p>
        </w:tc>
        <w:tc>
          <w:tcPr>
            <w:tcW w:w="144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712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6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11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36 033</w:t>
            </w:r>
          </w:p>
        </w:tc>
      </w:tr>
      <w:tr w:rsidR="007C5AF5" w:rsidRPr="00BC623D" w:rsidTr="00997CF9">
        <w:tc>
          <w:tcPr>
            <w:tcW w:w="458" w:type="dxa"/>
          </w:tcPr>
          <w:p w:rsidR="007C5AF5" w:rsidRPr="00BC623D" w:rsidRDefault="007C5AF5" w:rsidP="0071109F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5.</w:t>
            </w:r>
          </w:p>
        </w:tc>
        <w:tc>
          <w:tcPr>
            <w:tcW w:w="2825" w:type="dxa"/>
          </w:tcPr>
          <w:p w:rsidR="007C5AF5" w:rsidRDefault="007C5AF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Заклад дошкільної освіти села Сосулівка «Журавлик»</w:t>
            </w:r>
          </w:p>
        </w:tc>
        <w:tc>
          <w:tcPr>
            <w:tcW w:w="144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12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6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11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30 120</w:t>
            </w:r>
          </w:p>
        </w:tc>
      </w:tr>
      <w:tr w:rsidR="007C5AF5" w:rsidRPr="00BC623D" w:rsidTr="00997CF9">
        <w:tc>
          <w:tcPr>
            <w:tcW w:w="458" w:type="dxa"/>
          </w:tcPr>
          <w:p w:rsidR="007C5AF5" w:rsidRPr="00BC623D" w:rsidRDefault="007C5AF5" w:rsidP="0071109F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6.</w:t>
            </w:r>
          </w:p>
        </w:tc>
        <w:tc>
          <w:tcPr>
            <w:tcW w:w="2825" w:type="dxa"/>
          </w:tcPr>
          <w:p w:rsidR="007C5AF5" w:rsidRDefault="007C5AF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Заклад дошкільної освіти села Мухавка</w:t>
            </w:r>
          </w:p>
        </w:tc>
        <w:tc>
          <w:tcPr>
            <w:tcW w:w="144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12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6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1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28 238</w:t>
            </w:r>
          </w:p>
        </w:tc>
      </w:tr>
      <w:tr w:rsidR="007C5AF5" w:rsidRPr="00BC623D" w:rsidTr="00997CF9">
        <w:trPr>
          <w:trHeight w:val="630"/>
        </w:trPr>
        <w:tc>
          <w:tcPr>
            <w:tcW w:w="458" w:type="dxa"/>
          </w:tcPr>
          <w:p w:rsidR="007C5AF5" w:rsidRPr="00BC623D" w:rsidRDefault="007C5AF5" w:rsidP="0071109F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7.</w:t>
            </w:r>
          </w:p>
        </w:tc>
        <w:tc>
          <w:tcPr>
            <w:tcW w:w="2825" w:type="dxa"/>
          </w:tcPr>
          <w:p w:rsidR="007C5AF5" w:rsidRDefault="007C5AF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Заклад дошкільної освіти села Стара Ягільниця</w:t>
            </w:r>
          </w:p>
        </w:tc>
        <w:tc>
          <w:tcPr>
            <w:tcW w:w="144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12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6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1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43 305</w:t>
            </w:r>
          </w:p>
        </w:tc>
      </w:tr>
      <w:tr w:rsidR="007C5AF5" w:rsidRPr="00BC623D" w:rsidTr="00997CF9">
        <w:trPr>
          <w:trHeight w:val="630"/>
        </w:trPr>
        <w:tc>
          <w:tcPr>
            <w:tcW w:w="458" w:type="dxa"/>
          </w:tcPr>
          <w:p w:rsidR="007C5AF5" w:rsidRPr="00BC623D" w:rsidRDefault="007C5AF5" w:rsidP="0071109F">
            <w:pPr>
              <w:rPr>
                <w:rFonts w:ascii="Times New Roman" w:hAnsi="Times New Roman"/>
              </w:rPr>
            </w:pPr>
            <w:r w:rsidRPr="00BC623D">
              <w:rPr>
                <w:rFonts w:ascii="Times New Roman" w:hAnsi="Times New Roman"/>
              </w:rPr>
              <w:t>8.</w:t>
            </w:r>
          </w:p>
        </w:tc>
        <w:tc>
          <w:tcPr>
            <w:tcW w:w="2825" w:type="dxa"/>
          </w:tcPr>
          <w:p w:rsidR="007C5AF5" w:rsidRDefault="007C5AF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Заклад дошкільної освіти села Шульганівка</w:t>
            </w:r>
          </w:p>
        </w:tc>
        <w:tc>
          <w:tcPr>
            <w:tcW w:w="144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12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1" w:type="dxa"/>
          </w:tcPr>
          <w:p w:rsidR="007C5AF5" w:rsidRPr="00BC623D" w:rsidRDefault="007C5AF5" w:rsidP="0071109F">
            <w:pPr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60 950</w:t>
            </w:r>
          </w:p>
        </w:tc>
      </w:tr>
      <w:tr w:rsidR="007C5AF5" w:rsidRPr="00BC623D" w:rsidTr="00997CF9">
        <w:trPr>
          <w:trHeight w:val="554"/>
        </w:trPr>
        <w:tc>
          <w:tcPr>
            <w:tcW w:w="458" w:type="dxa"/>
          </w:tcPr>
          <w:p w:rsidR="007C5AF5" w:rsidRPr="00BC623D" w:rsidRDefault="007C5AF5" w:rsidP="0071109F">
            <w:pPr>
              <w:rPr>
                <w:rFonts w:ascii="Times New Roman" w:hAnsi="Times New Roman"/>
              </w:rPr>
            </w:pPr>
          </w:p>
        </w:tc>
        <w:tc>
          <w:tcPr>
            <w:tcW w:w="2825" w:type="dxa"/>
          </w:tcPr>
          <w:p w:rsidR="007C5AF5" w:rsidRPr="0091177E" w:rsidRDefault="007C5AF5" w:rsidP="0071109F">
            <w:pPr>
              <w:pStyle w:val="1"/>
              <w:spacing w:line="240" w:lineRule="auto"/>
              <w:rPr>
                <w:rFonts w:ascii="Times New Roman" w:hAnsi="Times New Roman"/>
                <w:b/>
                <w:lang w:eastAsia="en-US"/>
              </w:rPr>
            </w:pPr>
            <w:r w:rsidRPr="0091177E">
              <w:rPr>
                <w:rFonts w:ascii="Times New Roman" w:hAnsi="Times New Roman"/>
                <w:b/>
                <w:lang w:eastAsia="en-US"/>
              </w:rPr>
              <w:t>Усього</w:t>
            </w:r>
          </w:p>
        </w:tc>
        <w:tc>
          <w:tcPr>
            <w:tcW w:w="144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448</w:t>
            </w:r>
          </w:p>
        </w:tc>
        <w:tc>
          <w:tcPr>
            <w:tcW w:w="1712" w:type="dxa"/>
          </w:tcPr>
          <w:p w:rsidR="007C5AF5" w:rsidRPr="00BC623D" w:rsidRDefault="007C5AF5" w:rsidP="007110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1263" w:type="dxa"/>
          </w:tcPr>
          <w:p w:rsidR="007C5AF5" w:rsidRPr="00BC623D" w:rsidRDefault="007C5AF5" w:rsidP="007110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2011" w:type="dxa"/>
          </w:tcPr>
          <w:p w:rsidR="007C5AF5" w:rsidRPr="00BC623D" w:rsidRDefault="007C5AF5" w:rsidP="007110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305 983</w:t>
            </w:r>
          </w:p>
        </w:tc>
      </w:tr>
    </w:tbl>
    <w:p w:rsidR="007C5AF5" w:rsidRDefault="007C5AF5" w:rsidP="00B27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5AF5" w:rsidRPr="00E57EA5" w:rsidRDefault="007C5AF5" w:rsidP="00B27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Згідно рішення сесії  Нагірянської сільської</w:t>
      </w:r>
      <w:r w:rsidRPr="00E57EA5">
        <w:rPr>
          <w:rFonts w:ascii="Times New Roman" w:hAnsi="Times New Roman"/>
          <w:sz w:val="28"/>
          <w:szCs w:val="28"/>
          <w:lang w:eastAsia="ru-RU"/>
        </w:rPr>
        <w:t xml:space="preserve"> ради </w:t>
      </w:r>
      <w:r>
        <w:rPr>
          <w:rFonts w:ascii="Times New Roman" w:hAnsi="Times New Roman"/>
          <w:sz w:val="28"/>
          <w:szCs w:val="28"/>
          <w:lang w:eastAsia="ru-RU"/>
        </w:rPr>
        <w:t xml:space="preserve">від 6 грудня 2020 року №19 </w:t>
      </w:r>
      <w:r w:rsidRPr="00E57EA5">
        <w:rPr>
          <w:rFonts w:ascii="Times New Roman" w:hAnsi="Times New Roman"/>
          <w:sz w:val="28"/>
          <w:szCs w:val="28"/>
          <w:lang w:eastAsia="ru-RU"/>
        </w:rPr>
        <w:t>та розпоряд</w:t>
      </w:r>
      <w:r>
        <w:rPr>
          <w:rFonts w:ascii="Times New Roman" w:hAnsi="Times New Roman"/>
          <w:sz w:val="28"/>
          <w:szCs w:val="28"/>
          <w:lang w:eastAsia="ru-RU"/>
        </w:rPr>
        <w:t>ження голови Чортківської районн</w:t>
      </w:r>
      <w:r w:rsidRPr="00E57EA5">
        <w:rPr>
          <w:rFonts w:ascii="Times New Roman" w:hAnsi="Times New Roman"/>
          <w:sz w:val="28"/>
          <w:szCs w:val="28"/>
          <w:lang w:eastAsia="ru-RU"/>
        </w:rPr>
        <w:t>ої державної адміні</w:t>
      </w:r>
      <w:r>
        <w:rPr>
          <w:rFonts w:ascii="Times New Roman" w:hAnsi="Times New Roman"/>
          <w:sz w:val="28"/>
          <w:szCs w:val="28"/>
          <w:lang w:eastAsia="ru-RU"/>
        </w:rPr>
        <w:t>страції, рішень сесії Чортківської</w:t>
      </w:r>
      <w:r w:rsidRPr="00E57EA5">
        <w:rPr>
          <w:rFonts w:ascii="Times New Roman" w:hAnsi="Times New Roman"/>
          <w:sz w:val="28"/>
          <w:szCs w:val="28"/>
          <w:lang w:eastAsia="ru-RU"/>
        </w:rPr>
        <w:t xml:space="preserve"> районної ради відб</w:t>
      </w:r>
      <w:r>
        <w:rPr>
          <w:rFonts w:ascii="Times New Roman" w:hAnsi="Times New Roman"/>
          <w:sz w:val="28"/>
          <w:szCs w:val="28"/>
          <w:lang w:eastAsia="ru-RU"/>
        </w:rPr>
        <w:t>улася</w:t>
      </w:r>
      <w:r w:rsidRPr="00E57EA5">
        <w:rPr>
          <w:rFonts w:ascii="Times New Roman" w:hAnsi="Times New Roman"/>
          <w:sz w:val="28"/>
          <w:szCs w:val="28"/>
          <w:lang w:eastAsia="ru-RU"/>
        </w:rPr>
        <w:t xml:space="preserve"> передача у власність та управління</w:t>
      </w:r>
      <w:r>
        <w:rPr>
          <w:rFonts w:ascii="Times New Roman" w:hAnsi="Times New Roman"/>
          <w:sz w:val="28"/>
          <w:szCs w:val="28"/>
          <w:lang w:eastAsia="ru-RU"/>
        </w:rPr>
        <w:t xml:space="preserve"> Нагірянській </w:t>
      </w:r>
      <w:r w:rsidRPr="00E57EA5">
        <w:rPr>
          <w:rFonts w:ascii="Times New Roman" w:hAnsi="Times New Roman"/>
          <w:sz w:val="28"/>
          <w:szCs w:val="28"/>
          <w:lang w:eastAsia="ru-RU"/>
        </w:rPr>
        <w:t>ТГ шкільних начальних закладів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57EA5">
        <w:rPr>
          <w:rFonts w:ascii="Times New Roman" w:hAnsi="Times New Roman"/>
          <w:sz w:val="28"/>
          <w:szCs w:val="28"/>
          <w:lang w:eastAsia="ru-RU"/>
        </w:rPr>
        <w:t xml:space="preserve"> дошкільних навчальних закладів</w:t>
      </w:r>
      <w:r>
        <w:rPr>
          <w:rFonts w:ascii="Times New Roman" w:hAnsi="Times New Roman"/>
          <w:sz w:val="28"/>
          <w:szCs w:val="28"/>
          <w:lang w:eastAsia="ru-RU"/>
        </w:rPr>
        <w:t xml:space="preserve"> та бібліотек. Потреба у</w:t>
      </w:r>
      <w:r w:rsidRPr="00E57EA5">
        <w:rPr>
          <w:rFonts w:ascii="Times New Roman" w:hAnsi="Times New Roman"/>
          <w:sz w:val="28"/>
          <w:szCs w:val="28"/>
          <w:lang w:eastAsia="ru-RU"/>
        </w:rPr>
        <w:t xml:space="preserve"> розширенні мережі  загальноосвітніх навчальних закладів </w:t>
      </w:r>
      <w:r>
        <w:rPr>
          <w:rFonts w:ascii="Times New Roman" w:hAnsi="Times New Roman"/>
          <w:sz w:val="28"/>
          <w:szCs w:val="28"/>
          <w:lang w:eastAsia="ru-RU"/>
        </w:rPr>
        <w:t>та дошкільних навчальних закладів в ТГ відсутня.</w:t>
      </w:r>
      <w:r w:rsidRPr="00E57EA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Більшість із них потребують проведення заходів з енергоефективності та модернізації, зокрема потрібно: утеплити фасад і стелю у Нагірянському ЗЗСО І-ІІ ступенів; замінити газовий котел, який знаходиться у аварійному стані у Шульганівському ЗЗСО І-ІІ ступенів; модернізувати систему опалення у ЗДО села Улашківці; перекрити дах спортзалу Ягільницького ЗЗСО І-ІІІ ступенів, який протікає; провести воду у Заболотівський ЗЗСО І-ІІ ступенів імені Романа Шухевича; відремонтувати димар та облаштувати водопровідну систему  у Староягільницькому ЗЗСО І-ІІ ступенів та ін.</w:t>
      </w:r>
    </w:p>
    <w:p w:rsidR="007C5AF5" w:rsidRPr="00E57EA5" w:rsidRDefault="007C5AF5" w:rsidP="00496469">
      <w:pPr>
        <w:pStyle w:val="CommentText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/>
          <w:b/>
          <w:sz w:val="28"/>
          <w:szCs w:val="28"/>
          <w:lang w:val="uk-UA"/>
        </w:rPr>
        <w:t>Культура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У населених пунктах Нагірянської ТГ діє десять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сільських бібліот</w:t>
      </w:r>
      <w:r>
        <w:rPr>
          <w:rFonts w:ascii="Times New Roman" w:hAnsi="Times New Roman"/>
          <w:sz w:val="28"/>
          <w:szCs w:val="28"/>
          <w:lang w:val="uk-UA"/>
        </w:rPr>
        <w:t>ек, тобто у кожному населеному пункті громади. Також функціонує Улашківська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комунальна </w:t>
      </w:r>
      <w:r>
        <w:rPr>
          <w:rFonts w:ascii="Times New Roman" w:hAnsi="Times New Roman"/>
          <w:sz w:val="28"/>
          <w:szCs w:val="28"/>
          <w:lang w:val="uk-UA"/>
        </w:rPr>
        <w:t>музична школа Нагірянської сільської ради, в якій навчається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53 дитини.</w:t>
      </w:r>
    </w:p>
    <w:p w:rsidR="007C5AF5" w:rsidRDefault="007C5AF5" w:rsidP="00496469">
      <w:pPr>
        <w:pStyle w:val="CommentText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/>
          <w:sz w:val="28"/>
          <w:szCs w:val="28"/>
          <w:lang w:val="uk-UA"/>
        </w:rPr>
        <w:t xml:space="preserve">Мережа клубів та </w:t>
      </w:r>
      <w:r>
        <w:rPr>
          <w:rFonts w:ascii="Times New Roman" w:hAnsi="Times New Roman"/>
          <w:sz w:val="28"/>
          <w:szCs w:val="28"/>
          <w:lang w:val="uk-UA"/>
        </w:rPr>
        <w:t xml:space="preserve">будинків культури у Нагірянській </w:t>
      </w:r>
      <w:r w:rsidRPr="00E57EA5">
        <w:rPr>
          <w:rFonts w:ascii="Times New Roman" w:hAnsi="Times New Roman"/>
          <w:sz w:val="28"/>
          <w:szCs w:val="28"/>
          <w:lang w:val="uk-UA"/>
        </w:rPr>
        <w:t>ТГ подана в таблиці 2.3.4.</w:t>
      </w:r>
    </w:p>
    <w:p w:rsidR="007C5AF5" w:rsidRPr="00E57EA5" w:rsidRDefault="007C5AF5" w:rsidP="00855169">
      <w:pPr>
        <w:pStyle w:val="CommentText"/>
        <w:spacing w:line="360" w:lineRule="auto"/>
        <w:ind w:firstLine="708"/>
        <w:jc w:val="right"/>
        <w:rPr>
          <w:rFonts w:ascii="Times New Roman" w:hAnsi="Times New Roman"/>
          <w:i/>
          <w:sz w:val="24"/>
          <w:szCs w:val="28"/>
          <w:lang w:val="uk-UA"/>
        </w:rPr>
      </w:pPr>
      <w:r w:rsidRPr="00E57EA5">
        <w:rPr>
          <w:rFonts w:ascii="Times New Roman" w:hAnsi="Times New Roman"/>
          <w:i/>
          <w:sz w:val="24"/>
          <w:szCs w:val="28"/>
          <w:lang w:val="uk-UA"/>
        </w:rPr>
        <w:t>Таблиця 2.3.4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843"/>
        <w:gridCol w:w="2126"/>
        <w:gridCol w:w="1701"/>
        <w:gridCol w:w="3119"/>
      </w:tblGrid>
      <w:tr w:rsidR="007C5AF5" w:rsidRPr="00BC623D" w:rsidTr="00BC623D">
        <w:trPr>
          <w:trHeight w:val="1252"/>
        </w:trPr>
        <w:tc>
          <w:tcPr>
            <w:tcW w:w="675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1843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Назва населеного пункту</w:t>
            </w:r>
          </w:p>
        </w:tc>
        <w:tc>
          <w:tcPr>
            <w:tcW w:w="2126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Назва закладу або вид приміщення</w:t>
            </w:r>
          </w:p>
        </w:tc>
        <w:tc>
          <w:tcPr>
            <w:tcW w:w="1701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 яку кількість осіб розраховано</w:t>
            </w:r>
          </w:p>
        </w:tc>
        <w:tc>
          <w:tcPr>
            <w:tcW w:w="3119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Мультимедійне обладнання </w:t>
            </w:r>
          </w:p>
        </w:tc>
      </w:tr>
      <w:tr w:rsidR="007C5AF5" w:rsidRPr="00BC623D" w:rsidTr="00BC623D">
        <w:tc>
          <w:tcPr>
            <w:tcW w:w="675" w:type="dxa"/>
          </w:tcPr>
          <w:p w:rsidR="007C5AF5" w:rsidRPr="00BC623D" w:rsidRDefault="007C5AF5" w:rsidP="00BC623D">
            <w:pPr>
              <w:pStyle w:val="CommentTex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Мухавка</w:t>
            </w:r>
          </w:p>
        </w:tc>
        <w:tc>
          <w:tcPr>
            <w:tcW w:w="2126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1701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260</w:t>
            </w:r>
          </w:p>
        </w:tc>
        <w:tc>
          <w:tcPr>
            <w:tcW w:w="3119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(колонки, підсилювач, 3 мікрофони);</w:t>
            </w:r>
          </w:p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інструменти (гітара, сопілка, бубонець) </w:t>
            </w:r>
          </w:p>
        </w:tc>
      </w:tr>
      <w:tr w:rsidR="007C5AF5" w:rsidRPr="00BC623D" w:rsidTr="00BC623D">
        <w:tc>
          <w:tcPr>
            <w:tcW w:w="675" w:type="dxa"/>
          </w:tcPr>
          <w:p w:rsidR="007C5AF5" w:rsidRPr="00BC623D" w:rsidRDefault="007C5AF5" w:rsidP="00BC623D">
            <w:pPr>
              <w:pStyle w:val="CommentTex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Стара Ягільниця</w:t>
            </w:r>
          </w:p>
        </w:tc>
        <w:tc>
          <w:tcPr>
            <w:tcW w:w="2126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1701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260</w:t>
            </w:r>
          </w:p>
        </w:tc>
        <w:tc>
          <w:tcPr>
            <w:tcW w:w="3119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(колонки, підсилювач, 3 мікрофони);</w:t>
            </w:r>
          </w:p>
        </w:tc>
      </w:tr>
      <w:tr w:rsidR="007C5AF5" w:rsidRPr="00BC623D" w:rsidTr="00BC623D">
        <w:tc>
          <w:tcPr>
            <w:tcW w:w="675" w:type="dxa"/>
          </w:tcPr>
          <w:p w:rsidR="007C5AF5" w:rsidRPr="00BC623D" w:rsidRDefault="007C5AF5" w:rsidP="00BC623D">
            <w:pPr>
              <w:pStyle w:val="CommentTex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Улашківці</w:t>
            </w:r>
          </w:p>
        </w:tc>
        <w:tc>
          <w:tcPr>
            <w:tcW w:w="2126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1701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600</w:t>
            </w:r>
          </w:p>
        </w:tc>
        <w:tc>
          <w:tcPr>
            <w:tcW w:w="3119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немає</w:t>
            </w:r>
          </w:p>
        </w:tc>
      </w:tr>
      <w:tr w:rsidR="007C5AF5" w:rsidRPr="00BC623D" w:rsidTr="00BC623D">
        <w:tc>
          <w:tcPr>
            <w:tcW w:w="675" w:type="dxa"/>
          </w:tcPr>
          <w:p w:rsidR="007C5AF5" w:rsidRPr="00BC623D" w:rsidRDefault="007C5AF5" w:rsidP="00BC623D">
            <w:pPr>
              <w:pStyle w:val="CommentTex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Ягільниця</w:t>
            </w:r>
          </w:p>
        </w:tc>
        <w:tc>
          <w:tcPr>
            <w:tcW w:w="2126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1701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250</w:t>
            </w:r>
          </w:p>
        </w:tc>
        <w:tc>
          <w:tcPr>
            <w:tcW w:w="3119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(колонки, підсилювач, мікрофон)</w:t>
            </w:r>
          </w:p>
        </w:tc>
      </w:tr>
      <w:tr w:rsidR="007C5AF5" w:rsidRPr="00BC623D" w:rsidTr="00BC623D">
        <w:tc>
          <w:tcPr>
            <w:tcW w:w="675" w:type="dxa"/>
          </w:tcPr>
          <w:p w:rsidR="007C5AF5" w:rsidRPr="00BC623D" w:rsidRDefault="007C5AF5" w:rsidP="00BC623D">
            <w:pPr>
              <w:pStyle w:val="CommentTex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Шульганівка</w:t>
            </w:r>
          </w:p>
        </w:tc>
        <w:tc>
          <w:tcPr>
            <w:tcW w:w="2126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1701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250</w:t>
            </w:r>
          </w:p>
        </w:tc>
        <w:tc>
          <w:tcPr>
            <w:tcW w:w="3119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(Колонки, підсилювач, 3 мікрофони)</w:t>
            </w:r>
          </w:p>
        </w:tc>
      </w:tr>
      <w:tr w:rsidR="007C5AF5" w:rsidRPr="00BC623D" w:rsidTr="00BC623D">
        <w:tc>
          <w:tcPr>
            <w:tcW w:w="675" w:type="dxa"/>
          </w:tcPr>
          <w:p w:rsidR="007C5AF5" w:rsidRPr="00BC623D" w:rsidRDefault="007C5AF5" w:rsidP="00BC623D">
            <w:pPr>
              <w:pStyle w:val="CommentTex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Заболотівка</w:t>
            </w:r>
          </w:p>
        </w:tc>
        <w:tc>
          <w:tcPr>
            <w:tcW w:w="2126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val="uk-UA"/>
              </w:rPr>
              <w:t>Сільський клуб</w:t>
            </w:r>
          </w:p>
        </w:tc>
        <w:tc>
          <w:tcPr>
            <w:tcW w:w="1701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86</w:t>
            </w:r>
          </w:p>
        </w:tc>
        <w:tc>
          <w:tcPr>
            <w:tcW w:w="3119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Музична апаратура (підсилювач без пульта, </w:t>
            </w:r>
            <w:r w:rsidRPr="00BC623D">
              <w:rPr>
                <w:rFonts w:ascii="Times New Roman" w:hAnsi="Times New Roman"/>
                <w:bCs/>
                <w:sz w:val="24"/>
                <w:szCs w:val="24"/>
              </w:rPr>
              <w:t>DVD</w:t>
            </w: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-плеєр)</w:t>
            </w:r>
          </w:p>
        </w:tc>
      </w:tr>
      <w:tr w:rsidR="007C5AF5" w:rsidRPr="00BC623D" w:rsidTr="00BC623D">
        <w:tc>
          <w:tcPr>
            <w:tcW w:w="675" w:type="dxa"/>
          </w:tcPr>
          <w:p w:rsidR="007C5AF5" w:rsidRPr="00BC623D" w:rsidRDefault="007C5AF5" w:rsidP="00BC623D">
            <w:pPr>
              <w:pStyle w:val="CommentTex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Капустинці</w:t>
            </w:r>
          </w:p>
        </w:tc>
        <w:tc>
          <w:tcPr>
            <w:tcW w:w="2126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val="uk-UA"/>
              </w:rPr>
              <w:t>Сільський клуб</w:t>
            </w:r>
          </w:p>
        </w:tc>
        <w:tc>
          <w:tcPr>
            <w:tcW w:w="1701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85</w:t>
            </w:r>
          </w:p>
        </w:tc>
        <w:tc>
          <w:tcPr>
            <w:tcW w:w="3119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відсутня</w:t>
            </w:r>
          </w:p>
        </w:tc>
      </w:tr>
      <w:tr w:rsidR="007C5AF5" w:rsidRPr="00BC623D" w:rsidTr="00BC623D">
        <w:tc>
          <w:tcPr>
            <w:tcW w:w="675" w:type="dxa"/>
          </w:tcPr>
          <w:p w:rsidR="007C5AF5" w:rsidRPr="00BC623D" w:rsidRDefault="007C5AF5" w:rsidP="00BC623D">
            <w:pPr>
              <w:pStyle w:val="CommentTex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с-ще Нагірянка</w:t>
            </w:r>
          </w:p>
        </w:tc>
        <w:tc>
          <w:tcPr>
            <w:tcW w:w="2126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val="uk-UA"/>
              </w:rPr>
              <w:t>Сільський клуб</w:t>
            </w:r>
          </w:p>
        </w:tc>
        <w:tc>
          <w:tcPr>
            <w:tcW w:w="1701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3119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(2 колонки, підсилювач, мікрофон)</w:t>
            </w:r>
          </w:p>
        </w:tc>
      </w:tr>
      <w:tr w:rsidR="007C5AF5" w:rsidRPr="00BC623D" w:rsidTr="00BC623D">
        <w:tc>
          <w:tcPr>
            <w:tcW w:w="675" w:type="dxa"/>
          </w:tcPr>
          <w:p w:rsidR="007C5AF5" w:rsidRPr="00BC623D" w:rsidRDefault="007C5AF5" w:rsidP="00BC623D">
            <w:pPr>
              <w:pStyle w:val="CommentTex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Сосулівка</w:t>
            </w:r>
          </w:p>
        </w:tc>
        <w:tc>
          <w:tcPr>
            <w:tcW w:w="2126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val="uk-UA"/>
              </w:rPr>
              <w:t>Сільський клуб</w:t>
            </w:r>
          </w:p>
        </w:tc>
        <w:tc>
          <w:tcPr>
            <w:tcW w:w="1701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180</w:t>
            </w:r>
          </w:p>
        </w:tc>
        <w:tc>
          <w:tcPr>
            <w:tcW w:w="3119" w:type="dxa"/>
          </w:tcPr>
          <w:p w:rsidR="007C5AF5" w:rsidRPr="00BC623D" w:rsidRDefault="007C5AF5" w:rsidP="00BC623D">
            <w:pPr>
              <w:pStyle w:val="CommentText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C6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(2 колонки, підсилювач)</w:t>
            </w:r>
          </w:p>
        </w:tc>
      </w:tr>
    </w:tbl>
    <w:p w:rsidR="007C5AF5" w:rsidRDefault="007C5AF5" w:rsidP="00657D44">
      <w:pPr>
        <w:pStyle w:val="CommentText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5AF5" w:rsidRDefault="007C5AF5" w:rsidP="00657D44">
      <w:pPr>
        <w:pStyle w:val="CommentText"/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E57EA5">
        <w:rPr>
          <w:rFonts w:ascii="Times New Roman" w:hAnsi="Times New Roman"/>
          <w:sz w:val="28"/>
          <w:lang w:val="uk-UA"/>
        </w:rPr>
        <w:t>Робота закладів культури спрямована на збереження і розвиток ук</w:t>
      </w:r>
      <w:r>
        <w:rPr>
          <w:rFonts w:ascii="Times New Roman" w:hAnsi="Times New Roman"/>
          <w:sz w:val="28"/>
          <w:lang w:val="uk-UA"/>
        </w:rPr>
        <w:t>раїнської національної культури та духовності,</w:t>
      </w:r>
      <w:r w:rsidRPr="00E57EA5">
        <w:rPr>
          <w:rFonts w:ascii="Times New Roman" w:hAnsi="Times New Roman"/>
          <w:sz w:val="28"/>
          <w:lang w:val="uk-UA"/>
        </w:rPr>
        <w:t xml:space="preserve"> активізації діяльності закладів культури, шляхів збереження існуючої мережі і посилення їх ролі в розгортанні процесів національно-культурного відродження, поліпшення матеріально-технічної бази. Проводяться свята, фестивалі, конкурси, інші культурно-мистецькі заходи, пов'язані з відзначенням календа</w:t>
      </w:r>
      <w:r>
        <w:rPr>
          <w:rFonts w:ascii="Times New Roman" w:hAnsi="Times New Roman"/>
          <w:sz w:val="28"/>
          <w:lang w:val="uk-UA"/>
        </w:rPr>
        <w:t>рних та пам’ятних дат в Україні</w:t>
      </w:r>
      <w:r w:rsidRPr="00E57EA5">
        <w:rPr>
          <w:rFonts w:ascii="Times New Roman" w:hAnsi="Times New Roman"/>
          <w:sz w:val="28"/>
          <w:lang w:val="uk-UA"/>
        </w:rPr>
        <w:t>.</w:t>
      </w:r>
      <w:r>
        <w:rPr>
          <w:rFonts w:ascii="Times New Roman" w:hAnsi="Times New Roman"/>
          <w:sz w:val="28"/>
          <w:lang w:val="uk-UA"/>
        </w:rPr>
        <w:t xml:space="preserve"> Але у 2020 році через пандемію вірусу та введення карантинних обмежень масові культурні заходи у селах ТГ майже не проводились. Також, у 2021 році з впровадженням адаптивного карантину культурно-масові заходи будуть відбуватися згідно санітарних вимог.</w:t>
      </w:r>
    </w:p>
    <w:p w:rsidR="007C5AF5" w:rsidRPr="00E328EA" w:rsidRDefault="007C5AF5" w:rsidP="00657D44">
      <w:pPr>
        <w:pStyle w:val="CommentText"/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Щодо ремонту закладів культури, то першочерговими заходами є: капітальний ремонт клубу у селі Заболотівка, вартістю 300,0 грн. (фасад – 180,0 грн., заміна підлоги на плитку – 120,0 тис. грн.); завершення капітального ремонту клубу у селі Сосулівка.</w:t>
      </w:r>
    </w:p>
    <w:p w:rsidR="007C5AF5" w:rsidRPr="00E57EA5" w:rsidRDefault="007C5AF5" w:rsidP="009C2E93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E57EA5">
        <w:rPr>
          <w:rFonts w:ascii="Times New Roman" w:hAnsi="Times New Roman"/>
          <w:b/>
          <w:sz w:val="28"/>
          <w:lang w:val="uk-UA"/>
        </w:rPr>
        <w:t>Медицин</w:t>
      </w:r>
      <w:r w:rsidRPr="006304F2">
        <w:rPr>
          <w:rFonts w:ascii="Times New Roman" w:hAnsi="Times New Roman"/>
          <w:b/>
          <w:sz w:val="28"/>
          <w:lang w:val="uk-UA"/>
        </w:rPr>
        <w:t>а</w:t>
      </w:r>
      <w:r>
        <w:rPr>
          <w:rFonts w:ascii="Times New Roman" w:hAnsi="Times New Roman"/>
          <w:sz w:val="28"/>
          <w:lang w:val="uk-UA"/>
        </w:rPr>
        <w:t>. На території Нагірянської ТГ</w:t>
      </w:r>
      <w:r w:rsidRPr="00E57EA5">
        <w:rPr>
          <w:rFonts w:ascii="Times New Roman" w:hAnsi="Times New Roman"/>
          <w:sz w:val="28"/>
          <w:lang w:val="uk-UA"/>
        </w:rPr>
        <w:t xml:space="preserve"> д</w:t>
      </w:r>
      <w:r>
        <w:rPr>
          <w:rFonts w:ascii="Times New Roman" w:hAnsi="Times New Roman"/>
          <w:sz w:val="28"/>
          <w:lang w:val="uk-UA"/>
        </w:rPr>
        <w:t>іють</w:t>
      </w:r>
      <w:r w:rsidRPr="00E57EA5">
        <w:rPr>
          <w:rFonts w:ascii="Times New Roman" w:hAnsi="Times New Roman"/>
          <w:sz w:val="28"/>
          <w:lang w:val="uk-UA"/>
        </w:rPr>
        <w:t xml:space="preserve"> наступні медичні заклади:</w:t>
      </w:r>
    </w:p>
    <w:p w:rsidR="007C5AF5" w:rsidRDefault="007C5AF5" w:rsidP="009C2E93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 АЗПСМ с-ща Нагірянка;</w:t>
      </w:r>
    </w:p>
    <w:p w:rsidR="007C5AF5" w:rsidRDefault="007C5AF5" w:rsidP="009C2E93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2. АЗПСМ с. Ягільниця;</w:t>
      </w:r>
    </w:p>
    <w:p w:rsidR="007C5AF5" w:rsidRDefault="007C5AF5" w:rsidP="00FC5CD1">
      <w:pPr>
        <w:pStyle w:val="ListParagraph"/>
        <w:spacing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3. АЗПСМ с. Улашківці;</w:t>
      </w:r>
    </w:p>
    <w:p w:rsidR="007C5AF5" w:rsidRPr="00770C85" w:rsidRDefault="007C5AF5" w:rsidP="00FC5CD1">
      <w:pPr>
        <w:pStyle w:val="ListParagraph"/>
        <w:spacing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4. АЗПСМ с. Мухавка;</w:t>
      </w:r>
    </w:p>
    <w:p w:rsidR="007C5AF5" w:rsidRPr="002A5CC6" w:rsidRDefault="007C5AF5" w:rsidP="00E462FA">
      <w:pPr>
        <w:pStyle w:val="ListParagraph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>5. ФАП с. Сосулівка;</w:t>
      </w:r>
    </w:p>
    <w:p w:rsidR="007C5AF5" w:rsidRPr="002A5CC6" w:rsidRDefault="007C5AF5" w:rsidP="00E462FA">
      <w:pPr>
        <w:pStyle w:val="ListParagraph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>6. ФАП с. Заболотівка;</w:t>
      </w:r>
    </w:p>
    <w:p w:rsidR="007C5AF5" w:rsidRPr="002A5CC6" w:rsidRDefault="007C5AF5" w:rsidP="00E462FA">
      <w:pPr>
        <w:pStyle w:val="ListParagraph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>7. ФАП с. Капустинці;</w:t>
      </w:r>
    </w:p>
    <w:p w:rsidR="007C5AF5" w:rsidRPr="002A5CC6" w:rsidRDefault="007C5AF5" w:rsidP="00E462FA">
      <w:pPr>
        <w:pStyle w:val="ListParagraph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>8. ФАП с. Милівці;</w:t>
      </w:r>
    </w:p>
    <w:p w:rsidR="007C5AF5" w:rsidRPr="002A5CC6" w:rsidRDefault="007C5AF5" w:rsidP="00E462FA">
      <w:pPr>
        <w:pStyle w:val="ListParagraph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>9. ФАП с. Стара Ягільниця;</w:t>
      </w:r>
    </w:p>
    <w:p w:rsidR="007C5AF5" w:rsidRPr="002A5CC6" w:rsidRDefault="007C5AF5" w:rsidP="00E462FA">
      <w:pPr>
        <w:pStyle w:val="ListParagraph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>10. ФАП с. Черкавщина;</w:t>
      </w:r>
    </w:p>
    <w:p w:rsidR="007C5AF5" w:rsidRPr="00E57EA5" w:rsidRDefault="007C5AF5" w:rsidP="0047398E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>11. ФАП с.Шульганівка.</w:t>
      </w:r>
    </w:p>
    <w:p w:rsidR="007C5AF5" w:rsidRDefault="007C5AF5" w:rsidP="009C2E93">
      <w:pPr>
        <w:pStyle w:val="CommentText"/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У Нагірянській ТГ діє 1 аптека, що знаходиться в селищі Нагірянка.</w:t>
      </w:r>
    </w:p>
    <w:p w:rsidR="007C5AF5" w:rsidRDefault="007C5AF5" w:rsidP="00F83F36">
      <w:pPr>
        <w:pStyle w:val="CommentText"/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У селі Ягільниця знаходиться станція швидкої медичної допомоги.</w:t>
      </w:r>
    </w:p>
    <w:p w:rsidR="007C5AF5" w:rsidRDefault="007C5AF5" w:rsidP="0047398E">
      <w:pPr>
        <w:pStyle w:val="CommentText"/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7C5AF5" w:rsidRPr="00E57EA5" w:rsidRDefault="007C5AF5" w:rsidP="0047398E">
      <w:pPr>
        <w:pStyle w:val="CommentText"/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7C5AF5" w:rsidRPr="00E57EA5" w:rsidRDefault="007C5AF5" w:rsidP="00D02375">
      <w:pPr>
        <w:spacing w:line="360" w:lineRule="auto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2.4. О</w:t>
      </w:r>
      <w:r w:rsidRPr="00E57EA5">
        <w:rPr>
          <w:rFonts w:ascii="Times New Roman" w:hAnsi="Times New Roman"/>
          <w:b/>
          <w:sz w:val="28"/>
        </w:rPr>
        <w:t>собливості соціально-економічного розвитку (SWOT-аналіз).</w:t>
      </w:r>
    </w:p>
    <w:p w:rsidR="007C5AF5" w:rsidRPr="00E57EA5" w:rsidRDefault="007C5AF5" w:rsidP="007352D5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E57EA5">
        <w:rPr>
          <w:rFonts w:ascii="Times New Roman" w:hAnsi="Times New Roman"/>
          <w:sz w:val="28"/>
          <w:lang w:val="uk-UA"/>
        </w:rPr>
        <w:t>Важливим елементом Плану соціально-ек</w:t>
      </w:r>
      <w:r>
        <w:rPr>
          <w:rFonts w:ascii="Times New Roman" w:hAnsi="Times New Roman"/>
          <w:sz w:val="28"/>
          <w:lang w:val="uk-UA"/>
        </w:rPr>
        <w:t>ономічного розвитку Нагірянської</w:t>
      </w:r>
      <w:r w:rsidRPr="00E57EA5">
        <w:rPr>
          <w:rFonts w:ascii="Times New Roman" w:hAnsi="Times New Roman"/>
          <w:sz w:val="28"/>
          <w:lang w:val="uk-UA"/>
        </w:rPr>
        <w:t xml:space="preserve">  територіальної громади на 20</w:t>
      </w:r>
      <w:r>
        <w:rPr>
          <w:rFonts w:ascii="Times New Roman" w:hAnsi="Times New Roman"/>
          <w:sz w:val="28"/>
          <w:lang w:val="uk-UA"/>
        </w:rPr>
        <w:t>21</w:t>
      </w:r>
      <w:r w:rsidRPr="00E57EA5">
        <w:rPr>
          <w:rFonts w:ascii="Times New Roman" w:hAnsi="Times New Roman"/>
          <w:sz w:val="28"/>
          <w:lang w:val="uk-UA"/>
        </w:rPr>
        <w:t xml:space="preserve"> рік являється SWOT-аналіз, який базується на врахуванні конкурентних переваг та обмежень. SWOT-аналіз є одним з найбільш популярних аналітичних методів. Він використовується у всіх областях стратегічного планування в якості основного інструменту стратегічного аналізу. Даний аналіз є основою для виявлення і формування основних </w:t>
      </w:r>
      <w:r>
        <w:rPr>
          <w:rFonts w:ascii="Times New Roman" w:hAnsi="Times New Roman"/>
          <w:sz w:val="28"/>
          <w:lang w:val="uk-UA"/>
        </w:rPr>
        <w:t>проблеми та стратегічних питань</w:t>
      </w:r>
      <w:r w:rsidRPr="00E57EA5">
        <w:rPr>
          <w:rFonts w:ascii="Times New Roman" w:hAnsi="Times New Roman"/>
          <w:sz w:val="28"/>
          <w:lang w:val="uk-UA"/>
        </w:rPr>
        <w:t>. Цей аналіз заснован</w:t>
      </w:r>
      <w:r>
        <w:rPr>
          <w:rFonts w:ascii="Times New Roman" w:hAnsi="Times New Roman"/>
          <w:sz w:val="28"/>
          <w:lang w:val="uk-UA"/>
        </w:rPr>
        <w:t>ий на поділі інформації про досліджувану</w:t>
      </w:r>
      <w:r w:rsidRPr="00E57EA5">
        <w:rPr>
          <w:rFonts w:ascii="Times New Roman" w:hAnsi="Times New Roman"/>
          <w:sz w:val="28"/>
          <w:lang w:val="uk-UA"/>
        </w:rPr>
        <w:t xml:space="preserve"> проблему на чотири групи, так звані, категорії факторів розвитку. Це сильні і слабкі сторони, можливості і загрози. SWOT</w:t>
      </w:r>
      <w:r>
        <w:rPr>
          <w:rFonts w:ascii="Times New Roman" w:hAnsi="Times New Roman"/>
          <w:sz w:val="28"/>
          <w:lang w:val="uk-UA"/>
        </w:rPr>
        <w:t xml:space="preserve"> –</w:t>
      </w:r>
      <w:r w:rsidRPr="00E57EA5">
        <w:rPr>
          <w:rFonts w:ascii="Times New Roman" w:hAnsi="Times New Roman"/>
          <w:sz w:val="28"/>
          <w:lang w:val="uk-UA"/>
        </w:rPr>
        <w:t xml:space="preserve"> назва є абревіатурою похідним від перших букв англійських слів:</w:t>
      </w:r>
    </w:p>
    <w:p w:rsidR="007C5AF5" w:rsidRPr="00E57EA5" w:rsidRDefault="007C5AF5" w:rsidP="007352D5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E57EA5">
        <w:rPr>
          <w:rFonts w:ascii="Times New Roman" w:hAnsi="Times New Roman"/>
          <w:sz w:val="28"/>
          <w:lang w:val="uk-UA"/>
        </w:rPr>
        <w:t>•</w:t>
      </w:r>
      <w:r w:rsidRPr="00E57EA5">
        <w:rPr>
          <w:rFonts w:ascii="Times New Roman" w:hAnsi="Times New Roman"/>
          <w:sz w:val="28"/>
          <w:u w:val="single"/>
          <w:lang w:val="uk-UA"/>
        </w:rPr>
        <w:t>Сильні сторони (S – strengths)</w:t>
      </w:r>
      <w:r>
        <w:rPr>
          <w:rFonts w:ascii="Times New Roman" w:hAnsi="Times New Roman"/>
          <w:sz w:val="28"/>
          <w:u w:val="single"/>
          <w:lang w:val="uk-UA"/>
        </w:rPr>
        <w:t xml:space="preserve"> </w:t>
      </w:r>
      <w:r w:rsidRPr="00E57EA5">
        <w:rPr>
          <w:rFonts w:ascii="Times New Roman" w:hAnsi="Times New Roman"/>
          <w:sz w:val="28"/>
          <w:lang w:val="uk-UA"/>
        </w:rPr>
        <w:t>– аналіз внутрішніх можливостей, які є притаманні громаді та належного від їх використання сприятимуть розвитку (потрібно тримати їх в якості сильних, на основі яких відбуватиметься подальший розвиток);</w:t>
      </w:r>
    </w:p>
    <w:p w:rsidR="007C5AF5" w:rsidRPr="00E57EA5" w:rsidRDefault="007C5AF5" w:rsidP="007352D5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E57EA5">
        <w:rPr>
          <w:rFonts w:ascii="Times New Roman" w:hAnsi="Times New Roman"/>
          <w:sz w:val="28"/>
          <w:lang w:val="uk-UA"/>
        </w:rPr>
        <w:t>•</w:t>
      </w:r>
      <w:r w:rsidRPr="00E57EA5">
        <w:rPr>
          <w:rFonts w:ascii="Times New Roman" w:hAnsi="Times New Roman"/>
          <w:sz w:val="28"/>
          <w:u w:val="single"/>
          <w:lang w:val="uk-UA"/>
        </w:rPr>
        <w:t>Слабкі сторони (W – weaknesses)</w:t>
      </w:r>
      <w:r>
        <w:rPr>
          <w:rFonts w:ascii="Times New Roman" w:hAnsi="Times New Roman"/>
          <w:sz w:val="28"/>
          <w:u w:val="single"/>
          <w:lang w:val="uk-UA"/>
        </w:rPr>
        <w:t xml:space="preserve"> </w:t>
      </w:r>
      <w:r w:rsidRPr="00E57EA5">
        <w:rPr>
          <w:rFonts w:ascii="Times New Roman" w:hAnsi="Times New Roman"/>
          <w:sz w:val="28"/>
          <w:lang w:val="uk-UA"/>
        </w:rPr>
        <w:t>– аналіз внутрішніх чинників, які є слабкою ланкою громади, якщо їх не усунули, вони будуть перешкоджати її розвитку (потрібно мінімізувати їх вплив);</w:t>
      </w:r>
    </w:p>
    <w:p w:rsidR="007C5AF5" w:rsidRPr="00E57EA5" w:rsidRDefault="007C5AF5" w:rsidP="007352D5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E57EA5">
        <w:rPr>
          <w:rFonts w:ascii="Times New Roman" w:hAnsi="Times New Roman"/>
          <w:sz w:val="28"/>
          <w:lang w:val="uk-UA"/>
        </w:rPr>
        <w:t>•</w:t>
      </w:r>
      <w:r w:rsidRPr="00E57EA5">
        <w:rPr>
          <w:rFonts w:ascii="Times New Roman" w:hAnsi="Times New Roman"/>
          <w:sz w:val="28"/>
          <w:u w:val="single"/>
          <w:lang w:val="uk-UA"/>
        </w:rPr>
        <w:t>Можливості (O – opportunities)</w:t>
      </w:r>
      <w:r>
        <w:rPr>
          <w:rFonts w:ascii="Times New Roman" w:hAnsi="Times New Roman"/>
          <w:sz w:val="28"/>
          <w:u w:val="single"/>
          <w:lang w:val="uk-UA"/>
        </w:rPr>
        <w:t xml:space="preserve"> </w:t>
      </w:r>
      <w:r w:rsidRPr="00E57EA5">
        <w:rPr>
          <w:rFonts w:ascii="Times New Roman" w:hAnsi="Times New Roman"/>
          <w:sz w:val="28"/>
          <w:lang w:val="uk-UA"/>
        </w:rPr>
        <w:t>– аналіз зовнішніх факторів, які безпосередньо не залежать від поведінки спільноти громади, але які можна розглядати як можливість та після вжиття відповідних заходів, можуть використовуватися в якості факторів, що сприяють розвитку суспільства;</w:t>
      </w:r>
    </w:p>
    <w:p w:rsidR="007C5AF5" w:rsidRPr="00855169" w:rsidRDefault="007C5AF5" w:rsidP="007352D5">
      <w:pPr>
        <w:pStyle w:val="CommentText"/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E57EA5">
        <w:rPr>
          <w:rFonts w:ascii="Times New Roman" w:hAnsi="Times New Roman"/>
          <w:sz w:val="28"/>
          <w:lang w:val="uk-UA"/>
        </w:rPr>
        <w:t>•</w:t>
      </w:r>
      <w:r w:rsidRPr="00E57EA5">
        <w:rPr>
          <w:rFonts w:ascii="Times New Roman" w:hAnsi="Times New Roman"/>
          <w:sz w:val="28"/>
          <w:u w:val="single"/>
          <w:lang w:val="uk-UA"/>
        </w:rPr>
        <w:t>Загрози (T – threats)</w:t>
      </w:r>
      <w:r>
        <w:rPr>
          <w:rFonts w:ascii="Times New Roman" w:hAnsi="Times New Roman"/>
          <w:sz w:val="28"/>
          <w:u w:val="single"/>
          <w:lang w:val="uk-UA"/>
        </w:rPr>
        <w:t xml:space="preserve"> </w:t>
      </w:r>
      <w:r w:rsidRPr="00E57EA5">
        <w:rPr>
          <w:rFonts w:ascii="Times New Roman" w:hAnsi="Times New Roman"/>
          <w:sz w:val="28"/>
          <w:lang w:val="uk-UA"/>
        </w:rPr>
        <w:t>– аналіз зовнішніх умов, я</w:t>
      </w:r>
      <w:r>
        <w:rPr>
          <w:rFonts w:ascii="Times New Roman" w:hAnsi="Times New Roman"/>
          <w:sz w:val="28"/>
          <w:lang w:val="uk-UA"/>
        </w:rPr>
        <w:t>кі також безпосередньо не залежа</w:t>
      </w:r>
      <w:r w:rsidRPr="00E57EA5">
        <w:rPr>
          <w:rFonts w:ascii="Times New Roman" w:hAnsi="Times New Roman"/>
          <w:sz w:val="28"/>
          <w:lang w:val="uk-UA"/>
        </w:rPr>
        <w:t>ть від поведінки спільноти громади, але які можуть становити загрозу для її розвитку (щоб уникнути їх негативного впливу на розвиток).</w:t>
      </w:r>
    </w:p>
    <w:p w:rsidR="007C5AF5" w:rsidRDefault="007C5AF5" w:rsidP="004B68F0">
      <w:pPr>
        <w:spacing w:after="0" w:line="360" w:lineRule="auto"/>
        <w:rPr>
          <w:rFonts w:ascii="Times New Roman" w:hAnsi="Times New Roman"/>
          <w:b/>
          <w:sz w:val="28"/>
          <w:szCs w:val="24"/>
        </w:rPr>
      </w:pPr>
    </w:p>
    <w:p w:rsidR="007C5AF5" w:rsidRDefault="007C5AF5" w:rsidP="004B68F0">
      <w:pPr>
        <w:spacing w:after="0" w:line="360" w:lineRule="auto"/>
        <w:rPr>
          <w:rFonts w:ascii="Times New Roman" w:hAnsi="Times New Roman"/>
          <w:b/>
          <w:sz w:val="28"/>
          <w:szCs w:val="24"/>
        </w:rPr>
      </w:pPr>
    </w:p>
    <w:p w:rsidR="007C5AF5" w:rsidRDefault="007C5AF5" w:rsidP="004B68F0">
      <w:pPr>
        <w:spacing w:after="0" w:line="360" w:lineRule="auto"/>
        <w:rPr>
          <w:rFonts w:ascii="Times New Roman" w:hAnsi="Times New Roman"/>
          <w:b/>
          <w:sz w:val="28"/>
          <w:szCs w:val="24"/>
        </w:rPr>
      </w:pPr>
    </w:p>
    <w:p w:rsidR="007C5AF5" w:rsidRDefault="007C5AF5" w:rsidP="004B68F0">
      <w:pPr>
        <w:spacing w:after="0" w:line="360" w:lineRule="auto"/>
        <w:rPr>
          <w:rFonts w:ascii="Times New Roman" w:hAnsi="Times New Roman"/>
          <w:b/>
          <w:sz w:val="28"/>
          <w:szCs w:val="24"/>
        </w:rPr>
      </w:pPr>
    </w:p>
    <w:p w:rsidR="007C5AF5" w:rsidRPr="004B68F0" w:rsidRDefault="007C5AF5" w:rsidP="004B68F0">
      <w:pPr>
        <w:spacing w:after="0" w:line="360" w:lineRule="auto"/>
        <w:rPr>
          <w:rFonts w:ascii="Times New Roman" w:hAnsi="Times New Roman"/>
          <w:b/>
          <w:sz w:val="28"/>
          <w:szCs w:val="24"/>
        </w:rPr>
      </w:pPr>
    </w:p>
    <w:p w:rsidR="007C5AF5" w:rsidRPr="00E57EA5" w:rsidRDefault="007C5AF5" w:rsidP="00306032">
      <w:pPr>
        <w:pStyle w:val="ListParagraph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SWOT-аналіз Нагірянської </w:t>
      </w:r>
      <w:r w:rsidRPr="00E57EA5">
        <w:rPr>
          <w:rFonts w:ascii="Times New Roman" w:hAnsi="Times New Roman"/>
          <w:b/>
          <w:sz w:val="28"/>
          <w:szCs w:val="24"/>
        </w:rPr>
        <w:t>ТГ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3"/>
        <w:gridCol w:w="4931"/>
      </w:tblGrid>
      <w:tr w:rsidR="007C5AF5" w:rsidRPr="00BC623D" w:rsidTr="00BC623D">
        <w:tc>
          <w:tcPr>
            <w:tcW w:w="2498" w:type="pct"/>
            <w:shd w:val="clear" w:color="auto" w:fill="8DB3E2"/>
          </w:tcPr>
          <w:p w:rsidR="007C5AF5" w:rsidRPr="00BC623D" w:rsidRDefault="007C5AF5" w:rsidP="00BC623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BC623D">
              <w:rPr>
                <w:rFonts w:ascii="Times New Roman" w:hAnsi="Times New Roman"/>
                <w:b/>
                <w:sz w:val="24"/>
                <w:szCs w:val="28"/>
              </w:rPr>
              <w:t>Сильні сторони</w:t>
            </w:r>
          </w:p>
        </w:tc>
        <w:tc>
          <w:tcPr>
            <w:tcW w:w="2502" w:type="pct"/>
            <w:shd w:val="clear" w:color="auto" w:fill="8DB3E2"/>
          </w:tcPr>
          <w:p w:rsidR="007C5AF5" w:rsidRPr="00BC623D" w:rsidRDefault="007C5AF5" w:rsidP="00BC623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BC623D">
              <w:rPr>
                <w:rFonts w:ascii="Times New Roman" w:hAnsi="Times New Roman"/>
                <w:b/>
                <w:sz w:val="24"/>
                <w:szCs w:val="28"/>
              </w:rPr>
              <w:t>Слабкі сторони</w:t>
            </w:r>
          </w:p>
        </w:tc>
      </w:tr>
      <w:tr w:rsidR="007C5AF5" w:rsidRPr="00BC623D" w:rsidTr="00BC623D">
        <w:trPr>
          <w:trHeight w:val="10849"/>
        </w:trPr>
        <w:tc>
          <w:tcPr>
            <w:tcW w:w="2498" w:type="pct"/>
            <w:shd w:val="clear" w:color="auto" w:fill="DBE5F1"/>
          </w:tcPr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1. Вигідне географічне розміщення;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2. Розвинене дорожнє сполучення (траса міжнародного значення М19);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3. Значна кількість підприємців, які швидко адаптуються до нових економічних умов;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 xml:space="preserve">4. Багатий туристичний потенціал (у Нагірянській ОТГ присутні пам’ятки архітектури </w:t>
            </w:r>
            <w:r w:rsidRPr="00BC623D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BC623D">
              <w:rPr>
                <w:rFonts w:ascii="Times New Roman" w:hAnsi="Times New Roman"/>
                <w:sz w:val="24"/>
                <w:szCs w:val="24"/>
              </w:rPr>
              <w:t xml:space="preserve"> ст.: Ягільницький замок Лянцкоронських 1630 р., Успенський  костел села Ягільниця 1842 р., Улашківський печерний монастир княжих часів; Церква пресвятої Трійці 1584 р. в селі Заболотівка та ін.);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5. Наявність підприємств переробної промисловості (ТОВ «Органіка», Марилівське МПД ДП «Укрспирт»);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6. Наявність зон відпочинку та рекреації в ТГ (заповідник «Дача Галілея», Білавина, озеро Лонка і т д.);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 xml:space="preserve">7. Інформація про вільні земельні ділянки типу </w:t>
            </w:r>
            <w:r w:rsidRPr="00BC623D">
              <w:rPr>
                <w:rFonts w:ascii="Times New Roman" w:hAnsi="Times New Roman"/>
                <w:sz w:val="24"/>
                <w:szCs w:val="24"/>
                <w:lang w:val="en-US"/>
              </w:rPr>
              <w:t>brownfield</w:t>
            </w:r>
            <w:r w:rsidRPr="00BC623D">
              <w:rPr>
                <w:rFonts w:ascii="Times New Roman" w:hAnsi="Times New Roman"/>
                <w:sz w:val="24"/>
                <w:szCs w:val="24"/>
              </w:rPr>
              <w:t xml:space="preserve"> розміщена на сайті Агенції регіонального розвитку Тернопільської області, занесена у Інвестиційний паспорт Чортківського району;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8. Сприятлива екологічна ситуація.</w:t>
            </w:r>
          </w:p>
        </w:tc>
        <w:tc>
          <w:tcPr>
            <w:tcW w:w="2502" w:type="pct"/>
            <w:shd w:val="clear" w:color="auto" w:fill="FCF688"/>
          </w:tcPr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1. Відсутність містобудівної документації;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2. Слабкий рівень залучення інвестицій;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3. Незадовільний стан утримання доріг місцевого значення у окремих населених пунктах;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4. Високий рівень трудової міграції населення через відсутність постійних робочих місць;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5. Високий рівень безробіття;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6. Низький середній рівень оплати праці (за 2020 рік – 8005 гривень);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7. Відсутність іноземних інвестицій;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8. Низький рівень громадської активності;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9. Висока частка тіньової економіки;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10. Низький рівень платоспроможності населення;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11. Відсутність можливості утилізації ТПВ;</w:t>
            </w:r>
          </w:p>
          <w:p w:rsidR="007C5AF5" w:rsidRPr="00BC623D" w:rsidRDefault="007C5AF5" w:rsidP="00BC623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12. Незначний досвід у залученні позабюджетних коштів, окрім спонсорської допомоги;</w:t>
            </w:r>
          </w:p>
          <w:p w:rsidR="007C5AF5" w:rsidRPr="00BC623D" w:rsidRDefault="007C5AF5" w:rsidP="00BC623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13. Юридична реєстрація деяких промислових та аграрних підприємств Нагірянської ТГ на території інших адміністративно-територіальних одиниць, що призводить до зменшення податкових надходжень до бюджету Нагірянської ТГ.</w:t>
            </w:r>
          </w:p>
        </w:tc>
      </w:tr>
      <w:tr w:rsidR="007C5AF5" w:rsidRPr="00BC623D" w:rsidTr="00BC623D">
        <w:tc>
          <w:tcPr>
            <w:tcW w:w="2498" w:type="pct"/>
            <w:shd w:val="clear" w:color="auto" w:fill="8DB3E2"/>
          </w:tcPr>
          <w:p w:rsidR="007C5AF5" w:rsidRPr="00BC623D" w:rsidRDefault="007C5AF5" w:rsidP="00BC623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BC623D">
              <w:rPr>
                <w:rFonts w:ascii="Times New Roman" w:hAnsi="Times New Roman"/>
                <w:b/>
                <w:sz w:val="24"/>
                <w:szCs w:val="28"/>
              </w:rPr>
              <w:t>Можливості</w:t>
            </w:r>
          </w:p>
        </w:tc>
        <w:tc>
          <w:tcPr>
            <w:tcW w:w="2502" w:type="pct"/>
            <w:shd w:val="clear" w:color="auto" w:fill="8DB3E2"/>
          </w:tcPr>
          <w:p w:rsidR="007C5AF5" w:rsidRPr="00BC623D" w:rsidRDefault="007C5AF5" w:rsidP="00BC623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BC623D">
              <w:rPr>
                <w:rFonts w:ascii="Times New Roman" w:hAnsi="Times New Roman"/>
                <w:b/>
                <w:sz w:val="24"/>
                <w:szCs w:val="28"/>
              </w:rPr>
              <w:t>Загрози</w:t>
            </w:r>
          </w:p>
        </w:tc>
      </w:tr>
      <w:tr w:rsidR="007C5AF5" w:rsidRPr="00BC623D" w:rsidTr="00BC623D">
        <w:tc>
          <w:tcPr>
            <w:tcW w:w="2498" w:type="pct"/>
            <w:shd w:val="clear" w:color="auto" w:fill="79FF89"/>
          </w:tcPr>
          <w:p w:rsidR="007C5AF5" w:rsidRPr="00BC623D" w:rsidRDefault="007C5AF5" w:rsidP="00BC623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1. Туристичний потенціал (сільський, зелений, рекреаційний, піший тощо);</w:t>
            </w:r>
          </w:p>
          <w:p w:rsidR="007C5AF5" w:rsidRPr="00BC623D" w:rsidRDefault="007C5AF5" w:rsidP="00BC623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2. Залучення інвестицій (донорських організацій, іноземних, державних та приватних);</w:t>
            </w:r>
          </w:p>
          <w:p w:rsidR="007C5AF5" w:rsidRPr="00BC623D" w:rsidRDefault="007C5AF5" w:rsidP="00BC623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3. Впровадження нових технологій та енергозберігаючих заходів у закладах соціальної сфери;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4. Наявність вільних сегментів для</w:t>
            </w:r>
          </w:p>
          <w:p w:rsidR="007C5AF5" w:rsidRPr="00BC623D" w:rsidRDefault="007C5AF5" w:rsidP="00BC623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ведення бізнесу вільних виробничих площ та приміщень для інвестування з метою розвитку легкої промисловості;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C623D">
              <w:rPr>
                <w:rFonts w:ascii="Times New Roman" w:hAnsi="Times New Roman"/>
                <w:sz w:val="24"/>
                <w:szCs w:val="28"/>
              </w:rPr>
              <w:t>5. Розвиток спортивного виду діяльності (футбол, міні футбол, волейбол тощо);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C623D">
              <w:rPr>
                <w:rFonts w:ascii="Times New Roman" w:hAnsi="Times New Roman"/>
                <w:sz w:val="24"/>
                <w:szCs w:val="28"/>
              </w:rPr>
              <w:t xml:space="preserve">6. </w:t>
            </w:r>
            <w:r w:rsidRPr="00BC623D">
              <w:rPr>
                <w:rFonts w:ascii="Times New Roman" w:hAnsi="Times New Roman"/>
                <w:sz w:val="24"/>
                <w:szCs w:val="24"/>
              </w:rPr>
              <w:t>Приватизація об’єкта спиртової галузі – Марилівського місця провадження діяльності ДП «Укрспирт» з подальшим відновленням виробничих потужностей та налагодженням безперервного виробництва спирту етилового, що дозволить збільшити та систематизувати надходження до бюджету ТГ від ПДФО працівників заводу;</w:t>
            </w:r>
          </w:p>
          <w:p w:rsidR="007C5AF5" w:rsidRPr="00BC623D" w:rsidRDefault="007C5AF5" w:rsidP="00BC62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C623D">
              <w:rPr>
                <w:rFonts w:ascii="Times New Roman" w:hAnsi="Times New Roman"/>
                <w:sz w:val="24"/>
                <w:szCs w:val="28"/>
              </w:rPr>
              <w:t xml:space="preserve">7. </w:t>
            </w:r>
            <w:r w:rsidRPr="00BC623D">
              <w:rPr>
                <w:rFonts w:ascii="Times New Roman" w:hAnsi="Times New Roman"/>
                <w:sz w:val="24"/>
                <w:szCs w:val="24"/>
              </w:rPr>
              <w:t>Подальший розвиток аграрної сфери різних організаційно-правових форм господарювання, а також різних галузей – рослинництва і тваринництва з метою формування середнього класу, самозайнятості серед сільського населення та розвитку сільських територій.</w:t>
            </w:r>
          </w:p>
        </w:tc>
        <w:tc>
          <w:tcPr>
            <w:tcW w:w="2502" w:type="pct"/>
            <w:shd w:val="clear" w:color="auto" w:fill="FD6363"/>
          </w:tcPr>
          <w:p w:rsidR="007C5AF5" w:rsidRPr="00BC623D" w:rsidRDefault="007C5AF5" w:rsidP="00BC623D">
            <w:pPr>
              <w:shd w:val="clear" w:color="auto" w:fill="FD6363"/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C623D">
              <w:rPr>
                <w:rFonts w:ascii="Times New Roman" w:hAnsi="Times New Roman"/>
                <w:sz w:val="24"/>
                <w:szCs w:val="28"/>
              </w:rPr>
              <w:t>1. Нестримне старіння, зменшення кількості працездатного населення, висока смертність;</w:t>
            </w:r>
          </w:p>
          <w:p w:rsidR="007C5AF5" w:rsidRPr="00BC623D" w:rsidRDefault="007C5AF5" w:rsidP="00BC623D">
            <w:pPr>
              <w:shd w:val="clear" w:color="auto" w:fill="FD6363"/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C623D">
              <w:rPr>
                <w:rFonts w:ascii="Times New Roman" w:hAnsi="Times New Roman"/>
                <w:sz w:val="24"/>
                <w:szCs w:val="28"/>
              </w:rPr>
              <w:t>2. Обмеженість фінансових ресурсів;</w:t>
            </w:r>
          </w:p>
          <w:p w:rsidR="007C5AF5" w:rsidRPr="00BC623D" w:rsidRDefault="007C5AF5" w:rsidP="00BC623D">
            <w:pPr>
              <w:shd w:val="clear" w:color="auto" w:fill="FD6363"/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C623D">
              <w:rPr>
                <w:rFonts w:ascii="Times New Roman" w:hAnsi="Times New Roman"/>
                <w:sz w:val="24"/>
                <w:szCs w:val="28"/>
              </w:rPr>
              <w:t>3. Дефіцит кваліфікованих кадрів;</w:t>
            </w:r>
          </w:p>
          <w:p w:rsidR="007C5AF5" w:rsidRPr="00BC623D" w:rsidRDefault="007C5AF5" w:rsidP="00BC623D">
            <w:pPr>
              <w:shd w:val="clear" w:color="auto" w:fill="FD6363"/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C623D">
              <w:rPr>
                <w:rFonts w:ascii="Times New Roman" w:hAnsi="Times New Roman"/>
                <w:sz w:val="24"/>
                <w:szCs w:val="28"/>
              </w:rPr>
              <w:t>4. Зростання трудової міграції і втрата трудових ресурсів;</w:t>
            </w:r>
          </w:p>
          <w:p w:rsidR="007C5AF5" w:rsidRPr="00BC623D" w:rsidRDefault="007C5AF5" w:rsidP="00BC623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5. Відсутність субвенції з державного бюджету місцевим бюджетам на розвиток інфраструктури новоствореної ТГ;</w:t>
            </w:r>
          </w:p>
          <w:p w:rsidR="007C5AF5" w:rsidRPr="00BC623D" w:rsidRDefault="007C5AF5" w:rsidP="00BC623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6. Поява нових викликів та фінансових  зобов’язань через реорганізацію деяких районних установ, внаслідок передачі об’єктів з комунальної власності Чортківської районної ради у комунальну власність Нагірянської сільської ради;</w:t>
            </w:r>
          </w:p>
          <w:p w:rsidR="007C5AF5" w:rsidRPr="00BC623D" w:rsidRDefault="007C5AF5" w:rsidP="00BC623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8"/>
              </w:rPr>
              <w:t>7. Продовження або замороження військового конфлікту на сході України.</w:t>
            </w:r>
          </w:p>
          <w:p w:rsidR="007C5AF5" w:rsidRPr="00BC623D" w:rsidRDefault="007C5AF5" w:rsidP="00BC623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C5AF5" w:rsidRPr="00BC623D" w:rsidRDefault="007C5AF5" w:rsidP="00BC623D">
            <w:pPr>
              <w:shd w:val="clear" w:color="auto" w:fill="FD6363"/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C5AF5" w:rsidRDefault="007C5AF5" w:rsidP="009C2E93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:rsidR="007C5AF5" w:rsidRPr="00E57EA5" w:rsidRDefault="007C5AF5" w:rsidP="009C2E93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</w:rPr>
      </w:pPr>
      <w:r w:rsidRPr="00E57EA5">
        <w:rPr>
          <w:rFonts w:ascii="Times New Roman" w:hAnsi="Times New Roman"/>
          <w:b/>
          <w:sz w:val="28"/>
        </w:rPr>
        <w:t xml:space="preserve">2.5. </w:t>
      </w:r>
      <w:r>
        <w:rPr>
          <w:rFonts w:ascii="Times New Roman" w:hAnsi="Times New Roman"/>
          <w:b/>
          <w:sz w:val="28"/>
        </w:rPr>
        <w:t>Фінансово-бюджетна ситуація ТГ</w:t>
      </w:r>
    </w:p>
    <w:p w:rsidR="007C5AF5" w:rsidRPr="00E57EA5" w:rsidRDefault="007C5AF5" w:rsidP="009C2E93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</w:rPr>
      </w:pPr>
      <w:r w:rsidRPr="00E57EA5">
        <w:rPr>
          <w:rFonts w:ascii="Times New Roman" w:hAnsi="Times New Roman"/>
          <w:sz w:val="28"/>
          <w:szCs w:val="24"/>
        </w:rPr>
        <w:t>Головними напрямами щодо забезпечення наповнюваності бюджету у 20</w:t>
      </w:r>
      <w:r>
        <w:rPr>
          <w:rFonts w:ascii="Times New Roman" w:hAnsi="Times New Roman"/>
          <w:sz w:val="28"/>
          <w:szCs w:val="24"/>
        </w:rPr>
        <w:t>2</w:t>
      </w:r>
      <w:r w:rsidRPr="009C2E93">
        <w:rPr>
          <w:rFonts w:ascii="Times New Roman" w:hAnsi="Times New Roman"/>
          <w:sz w:val="28"/>
          <w:szCs w:val="24"/>
          <w:lang w:val="ru-RU"/>
        </w:rPr>
        <w:t>1</w:t>
      </w:r>
      <w:r w:rsidRPr="00E57EA5">
        <w:rPr>
          <w:rFonts w:ascii="Times New Roman" w:hAnsi="Times New Roman"/>
          <w:sz w:val="28"/>
          <w:szCs w:val="24"/>
        </w:rPr>
        <w:t xml:space="preserve"> році визначено:</w:t>
      </w:r>
    </w:p>
    <w:p w:rsidR="007C5AF5" w:rsidRPr="00E57EA5" w:rsidRDefault="007C5AF5" w:rsidP="009C2E93">
      <w:pPr>
        <w:pStyle w:val="ListParagraph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4"/>
        </w:rPr>
      </w:pPr>
      <w:r w:rsidRPr="00E57EA5">
        <w:rPr>
          <w:rFonts w:ascii="Times New Roman" w:hAnsi="Times New Roman"/>
          <w:sz w:val="28"/>
          <w:szCs w:val="24"/>
        </w:rPr>
        <w:t>- забезпечення повноти сплати орендної плати за земельні ділянки державної і комунальної власності згідно з укладеними договорами оренди землі;</w:t>
      </w:r>
    </w:p>
    <w:p w:rsidR="007C5AF5" w:rsidRPr="00E57EA5" w:rsidRDefault="007C5AF5" w:rsidP="009C2E93">
      <w:pPr>
        <w:pStyle w:val="ListParagraph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4"/>
        </w:rPr>
      </w:pPr>
      <w:r w:rsidRPr="00E57EA5">
        <w:rPr>
          <w:rFonts w:ascii="Times New Roman" w:hAnsi="Times New Roman"/>
          <w:sz w:val="28"/>
          <w:szCs w:val="24"/>
        </w:rPr>
        <w:t>- удосконалення управління приватними майновими паями селян, шляхом передачі їх в оренду та концесію, корпоратизації, акціонування чи продажу через аукціони;</w:t>
      </w:r>
    </w:p>
    <w:p w:rsidR="007C5AF5" w:rsidRPr="00E57EA5" w:rsidRDefault="007C5AF5" w:rsidP="009C2E93">
      <w:pPr>
        <w:pStyle w:val="ListParagraph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4"/>
        </w:rPr>
      </w:pPr>
      <w:r w:rsidRPr="00E57EA5">
        <w:rPr>
          <w:rFonts w:ascii="Times New Roman" w:hAnsi="Times New Roman"/>
          <w:sz w:val="28"/>
          <w:szCs w:val="24"/>
        </w:rPr>
        <w:t>- забезпечення своєчасності і повноти сплати податків і зборів (обов’язкових платежів) до зведеного, державного та місцевих бюджетів;</w:t>
      </w:r>
    </w:p>
    <w:p w:rsidR="007C5AF5" w:rsidRPr="00E57EA5" w:rsidRDefault="007C5AF5" w:rsidP="009C2E93">
      <w:pPr>
        <w:pStyle w:val="ListParagraph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4"/>
        </w:rPr>
      </w:pPr>
      <w:r w:rsidRPr="00E57EA5">
        <w:rPr>
          <w:rFonts w:ascii="Times New Roman" w:hAnsi="Times New Roman"/>
          <w:sz w:val="28"/>
          <w:szCs w:val="24"/>
        </w:rPr>
        <w:t>- цільове, раціональне та економне витрачання бюджетних коштів;</w:t>
      </w:r>
    </w:p>
    <w:p w:rsidR="007C5AF5" w:rsidRPr="00E57EA5" w:rsidRDefault="007C5AF5" w:rsidP="009C2E93">
      <w:pPr>
        <w:pStyle w:val="ListParagraph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4"/>
        </w:rPr>
      </w:pPr>
      <w:r w:rsidRPr="00E57EA5">
        <w:rPr>
          <w:rFonts w:ascii="Times New Roman" w:hAnsi="Times New Roman"/>
          <w:sz w:val="28"/>
          <w:szCs w:val="24"/>
        </w:rPr>
        <w:t>- забезпечення першочергових та соціально захищених видатків;</w:t>
      </w:r>
    </w:p>
    <w:p w:rsidR="007C5AF5" w:rsidRPr="00E57EA5" w:rsidRDefault="007C5AF5" w:rsidP="009C2E93">
      <w:pPr>
        <w:pStyle w:val="ListParagraph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4"/>
        </w:rPr>
      </w:pPr>
      <w:r w:rsidRPr="00E57EA5">
        <w:rPr>
          <w:rFonts w:ascii="Times New Roman" w:hAnsi="Times New Roman"/>
          <w:sz w:val="28"/>
          <w:szCs w:val="24"/>
        </w:rPr>
        <w:t xml:space="preserve">- забезпечення своєчасних та повних розрахунків об’єктів бюджетної сфери села за спожиті енергоресурси; </w:t>
      </w:r>
    </w:p>
    <w:p w:rsidR="007C5AF5" w:rsidRPr="00E57EA5" w:rsidRDefault="007C5AF5" w:rsidP="009C2E93">
      <w:pPr>
        <w:pStyle w:val="ListParagraph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4"/>
        </w:rPr>
      </w:pPr>
      <w:r w:rsidRPr="00E57EA5">
        <w:rPr>
          <w:rFonts w:ascii="Times New Roman" w:hAnsi="Times New Roman"/>
          <w:sz w:val="28"/>
          <w:szCs w:val="24"/>
        </w:rPr>
        <w:t>- посилення попереднього та поточного контролю за цільовим та ефективним використанням бюджетних коштів, вжиття дієвих заходів щодо попередження порушень та вчасного усунення виявлених порушень.</w:t>
      </w:r>
    </w:p>
    <w:p w:rsidR="007C5AF5" w:rsidRPr="00E57EA5" w:rsidRDefault="007C5AF5" w:rsidP="009C2E93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7C5AF5" w:rsidRPr="00E57EA5" w:rsidRDefault="007C5AF5" w:rsidP="009C2E93">
      <w:pPr>
        <w:pStyle w:val="ListParagraph"/>
        <w:numPr>
          <w:ilvl w:val="0"/>
          <w:numId w:val="1"/>
        </w:numPr>
        <w:spacing w:after="0" w:line="360" w:lineRule="auto"/>
        <w:ind w:left="0"/>
        <w:jc w:val="center"/>
        <w:rPr>
          <w:rFonts w:ascii="Times New Roman" w:hAnsi="Times New Roman"/>
          <w:b/>
          <w:sz w:val="28"/>
        </w:rPr>
      </w:pPr>
      <w:r w:rsidRPr="00E57EA5">
        <w:rPr>
          <w:rFonts w:ascii="Times New Roman" w:hAnsi="Times New Roman"/>
          <w:b/>
          <w:sz w:val="28"/>
        </w:rPr>
        <w:t>Ціл</w:t>
      </w:r>
      <w:r>
        <w:rPr>
          <w:rFonts w:ascii="Times New Roman" w:hAnsi="Times New Roman"/>
          <w:b/>
          <w:sz w:val="28"/>
        </w:rPr>
        <w:t xml:space="preserve">і та пріоритети розвитку </w:t>
      </w:r>
      <w:r w:rsidRPr="00E57EA5">
        <w:rPr>
          <w:rFonts w:ascii="Times New Roman" w:hAnsi="Times New Roman"/>
          <w:b/>
          <w:sz w:val="28"/>
        </w:rPr>
        <w:t>ТГ</w:t>
      </w:r>
    </w:p>
    <w:p w:rsidR="007C5AF5" w:rsidRPr="00E57EA5" w:rsidRDefault="007C5AF5" w:rsidP="00E57EA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E57EA5">
        <w:rPr>
          <w:rFonts w:ascii="Times New Roman" w:hAnsi="Times New Roman"/>
          <w:sz w:val="28"/>
          <w:szCs w:val="24"/>
        </w:rPr>
        <w:t>Ціллю та пріоритетами розроблення Плану соціально-економічного розвитку – є створення умов для динамічного, збал</w:t>
      </w:r>
      <w:r>
        <w:rPr>
          <w:rFonts w:ascii="Times New Roman" w:hAnsi="Times New Roman"/>
          <w:sz w:val="28"/>
          <w:szCs w:val="24"/>
        </w:rPr>
        <w:t xml:space="preserve">ансованого розвитку Нагірянської </w:t>
      </w:r>
      <w:r w:rsidRPr="00E57EA5">
        <w:rPr>
          <w:rFonts w:ascii="Times New Roman" w:hAnsi="Times New Roman"/>
          <w:sz w:val="28"/>
          <w:szCs w:val="24"/>
        </w:rPr>
        <w:t xml:space="preserve"> територіальної громади, забезпе</w:t>
      </w:r>
      <w:r>
        <w:rPr>
          <w:rFonts w:ascii="Times New Roman" w:hAnsi="Times New Roman"/>
          <w:sz w:val="28"/>
          <w:szCs w:val="24"/>
        </w:rPr>
        <w:t>чення соціальної та економічної єдності за</w:t>
      </w:r>
      <w:r w:rsidRPr="00E57EA5">
        <w:rPr>
          <w:rFonts w:ascii="Times New Roman" w:hAnsi="Times New Roman"/>
          <w:sz w:val="28"/>
          <w:szCs w:val="24"/>
        </w:rPr>
        <w:t xml:space="preserve"> рахунок збалансованого використання внутрішнього і зовнішнього потенціалу та збереження унікальних духовних і культурних традицій.</w:t>
      </w:r>
    </w:p>
    <w:p w:rsidR="007C5AF5" w:rsidRDefault="007C5AF5" w:rsidP="00283B9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E57EA5">
        <w:rPr>
          <w:rFonts w:ascii="Times New Roman" w:hAnsi="Times New Roman"/>
          <w:sz w:val="28"/>
          <w:szCs w:val="24"/>
        </w:rPr>
        <w:t>Для досягнення мети Плану було визначено стратегічні, операційні цілі, а також завдання, необхідні для досягнення соціальн</w:t>
      </w:r>
      <w:r>
        <w:rPr>
          <w:rFonts w:ascii="Times New Roman" w:hAnsi="Times New Roman"/>
          <w:sz w:val="28"/>
          <w:szCs w:val="24"/>
        </w:rPr>
        <w:t>о-економічного розвитку громади (Таблиця 3.1).</w:t>
      </w:r>
    </w:p>
    <w:p w:rsidR="007C5AF5" w:rsidRPr="00283B9F" w:rsidRDefault="007C5AF5" w:rsidP="00283B9F">
      <w:pPr>
        <w:spacing w:after="0" w:line="360" w:lineRule="auto"/>
        <w:ind w:firstLine="708"/>
        <w:jc w:val="right"/>
        <w:rPr>
          <w:rFonts w:ascii="Times New Roman" w:hAnsi="Times New Roman"/>
          <w:i/>
          <w:sz w:val="24"/>
          <w:szCs w:val="24"/>
        </w:rPr>
      </w:pPr>
      <w:r w:rsidRPr="00283B9F">
        <w:rPr>
          <w:rFonts w:ascii="Times New Roman" w:hAnsi="Times New Roman"/>
          <w:i/>
          <w:sz w:val="24"/>
          <w:szCs w:val="24"/>
        </w:rPr>
        <w:t>Таблиця 3.1.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20"/>
        <w:gridCol w:w="3803"/>
        <w:gridCol w:w="3783"/>
      </w:tblGrid>
      <w:tr w:rsidR="007C5AF5" w:rsidRPr="00BC623D" w:rsidTr="00BC623D">
        <w:trPr>
          <w:trHeight w:val="600"/>
        </w:trPr>
        <w:tc>
          <w:tcPr>
            <w:tcW w:w="2020" w:type="dxa"/>
            <w:shd w:val="clear" w:color="auto" w:fill="8DB3E2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Стратегічні цілі</w:t>
            </w:r>
          </w:p>
        </w:tc>
        <w:tc>
          <w:tcPr>
            <w:tcW w:w="3803" w:type="dxa"/>
            <w:shd w:val="clear" w:color="auto" w:fill="8DB3E2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Операційні цілі</w:t>
            </w:r>
          </w:p>
        </w:tc>
        <w:tc>
          <w:tcPr>
            <w:tcW w:w="3783" w:type="dxa"/>
            <w:shd w:val="clear" w:color="auto" w:fill="8DB3E2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Завдання</w:t>
            </w:r>
          </w:p>
        </w:tc>
      </w:tr>
      <w:tr w:rsidR="007C5AF5" w:rsidRPr="00BC623D" w:rsidTr="00BC623D">
        <w:trPr>
          <w:trHeight w:val="2030"/>
        </w:trPr>
        <w:tc>
          <w:tcPr>
            <w:tcW w:w="2020" w:type="dxa"/>
            <w:vMerge w:val="restart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1. Сприяння розвитку економіки;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1.1. Розвиток інвестиційної  політики на території ТГ;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8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1.1.1.Підготовка та просування інвестиційних  продуктів;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1.1.2.Формування позитивного інвестиційного іміджу громади;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1.1.3.Розвиток партнерських відносин з громадами Європи.</w:t>
            </w:r>
          </w:p>
        </w:tc>
      </w:tr>
      <w:tr w:rsidR="007C5AF5" w:rsidRPr="00BC623D" w:rsidTr="00BC623D">
        <w:tc>
          <w:tcPr>
            <w:tcW w:w="2020" w:type="dxa"/>
            <w:vMerge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80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1.2. Створення умов для розвитку малого та середнього бізнесу; </w:t>
            </w:r>
          </w:p>
        </w:tc>
        <w:tc>
          <w:tcPr>
            <w:tcW w:w="378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1.2.1. Просування і реклама місцевого виробника, сприяння  розвитку малого та середнього  бізнесу;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1.2.2. Розвиток економічних  кластерів, в т.ч. сільськогосподарських;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1.2.3.Прозорість та спрощення  процедур реєстрації бізнесу.</w:t>
            </w:r>
          </w:p>
        </w:tc>
      </w:tr>
      <w:tr w:rsidR="007C5AF5" w:rsidRPr="00BC623D" w:rsidTr="00BC623D">
        <w:tc>
          <w:tcPr>
            <w:tcW w:w="2020" w:type="dxa"/>
            <w:vMerge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80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1.3. Розвиток туризму;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78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1.3.1. Створення туристичної зони на території громади;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1.3.2. Розвиток екологічних видів туризму, в т.ч. агротуризму та гастрономічного туризму;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1.3.3. Просування і реклама  місцевих туристичних продуктів.</w:t>
            </w:r>
          </w:p>
        </w:tc>
      </w:tr>
      <w:tr w:rsidR="007C5AF5" w:rsidRPr="00BC623D" w:rsidTr="00BC623D">
        <w:tc>
          <w:tcPr>
            <w:tcW w:w="2020" w:type="dxa"/>
            <w:vMerge w:val="restart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2. Покращення інфраструктури громади;</w:t>
            </w: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80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2.1.Покращення стану дорожнього покриття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78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 2.1.1. Поточний та капітальний ремонт доріг;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2.1.2. Поточний та капітальний ремонт доріг місцевого значення;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2.1.3. Ремонт та будівництво мостових переходів.</w:t>
            </w:r>
          </w:p>
        </w:tc>
      </w:tr>
      <w:tr w:rsidR="007C5AF5" w:rsidRPr="00BC623D" w:rsidTr="00BC623D">
        <w:tc>
          <w:tcPr>
            <w:tcW w:w="2020" w:type="dxa"/>
            <w:vMerge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80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2.2. Покращення технічного стану комунальних будівель;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78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2.2.1.Капітальний та поточний ремонт адміністративних будинків, з придбанням відповідного інвентаря, офісної та комп’ютерної техніки;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2.2.2. Реконструкція, капітальний та поточний ремонт, приміщень закладів освіти;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2.2.3. Капітальний та поточний ремонт приміщень закладів культури;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2.2.4. Капітальний та поточний ремонт закладів охорони здоров’я.</w:t>
            </w:r>
          </w:p>
        </w:tc>
      </w:tr>
      <w:tr w:rsidR="007C5AF5" w:rsidRPr="00BC623D" w:rsidTr="00BC623D">
        <w:tc>
          <w:tcPr>
            <w:tcW w:w="2020" w:type="dxa"/>
            <w:vMerge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80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2.3. Підвищення ефективності і надійності функціонування енергетики об’єднаної громади </w:t>
            </w:r>
          </w:p>
        </w:tc>
        <w:tc>
          <w:tcPr>
            <w:tcW w:w="378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2.3.1. Впровадження енергоефективних та енергозберігаючих технологій;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2.3.2. Модернізація обладнання, заміна вікон, дверей та котлів;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2.3.3. Утеплення фасадів та даху приміщень.</w:t>
            </w:r>
          </w:p>
        </w:tc>
      </w:tr>
      <w:tr w:rsidR="007C5AF5" w:rsidRPr="00BC623D" w:rsidTr="00BC623D">
        <w:tc>
          <w:tcPr>
            <w:tcW w:w="2020" w:type="dxa"/>
            <w:vMerge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80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2.4. Вирішення проблеми поводження із ТПВ</w:t>
            </w:r>
          </w:p>
        </w:tc>
        <w:tc>
          <w:tcPr>
            <w:tcW w:w="378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2.4.1. Забезпечення організованого вивозу сміття;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2.4.2. Підвищення екологічної свідомості;</w:t>
            </w:r>
          </w:p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2.4.3. Висвітлення у місцевих ЗМІ та офіційному сайті громади важливості збереження екології.</w:t>
            </w:r>
          </w:p>
        </w:tc>
      </w:tr>
      <w:tr w:rsidR="007C5AF5" w:rsidRPr="00BC623D" w:rsidTr="00BC623D">
        <w:tc>
          <w:tcPr>
            <w:tcW w:w="2020" w:type="dxa"/>
            <w:vMerge w:val="restart"/>
            <w:shd w:val="clear" w:color="auto" w:fill="FFFFFF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 Підвищення якості надання соціальних та адміністративних послуг.</w:t>
            </w:r>
          </w:p>
        </w:tc>
        <w:tc>
          <w:tcPr>
            <w:tcW w:w="3803" w:type="dxa"/>
            <w:shd w:val="clear" w:color="auto" w:fill="FFFFFF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3.1. Забезпечення конституційних гарантій доступності та рівності прав громадян на отримання якісної освіти</w:t>
            </w:r>
            <w:bookmarkStart w:id="0" w:name="_GoBack"/>
            <w:bookmarkEnd w:id="0"/>
          </w:p>
        </w:tc>
        <w:tc>
          <w:tcPr>
            <w:tcW w:w="3783" w:type="dxa"/>
            <w:shd w:val="clear" w:color="auto" w:fill="FFFFFF"/>
          </w:tcPr>
          <w:p w:rsidR="007C5AF5" w:rsidRPr="00BC623D" w:rsidRDefault="007C5AF5" w:rsidP="00BC623D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3.1.1. Виявлення та впровадження прогресивних ідей, новітніх освітніх методик, альтернативних технологій, підвищення рівня фізкультурно-оздоровчої роботи закладів, оптимізація роботи з батьками, вдосконалення механізмів управління ЗДО;</w:t>
            </w:r>
          </w:p>
          <w:p w:rsidR="007C5AF5" w:rsidRPr="00BC623D" w:rsidRDefault="007C5AF5" w:rsidP="00BC623D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3.1.2. Комп’ютеризація закладів освіти, культури та забезпечення доступу до мережі Інтернет;</w:t>
            </w:r>
          </w:p>
          <w:p w:rsidR="007C5AF5" w:rsidRPr="00BC623D" w:rsidRDefault="007C5AF5" w:rsidP="00BC623D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3.1.3. Збереження мережі загальноосвітніх закладів, підтримка їх ефективного функціонування.</w:t>
            </w:r>
          </w:p>
        </w:tc>
      </w:tr>
      <w:tr w:rsidR="007C5AF5" w:rsidRPr="00BC623D" w:rsidTr="00BC623D">
        <w:tc>
          <w:tcPr>
            <w:tcW w:w="2020" w:type="dxa"/>
            <w:vMerge/>
            <w:shd w:val="clear" w:color="auto" w:fill="FFFFFF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803" w:type="dxa"/>
            <w:shd w:val="clear" w:color="auto" w:fill="FFFFFF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3.2. Підвищення  ефективності та якості роботи галузі охорони здоров’я.</w:t>
            </w:r>
          </w:p>
        </w:tc>
        <w:tc>
          <w:tcPr>
            <w:tcW w:w="3783" w:type="dxa"/>
            <w:shd w:val="clear" w:color="auto" w:fill="FFFFFF"/>
          </w:tcPr>
          <w:p w:rsidR="007C5AF5" w:rsidRPr="00BC623D" w:rsidRDefault="007C5AF5" w:rsidP="00BC623D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3.2.1. До оснащення відповідним обладнанням, апаратурою, реагентами, медикаментами та виробами медичного призначення;</w:t>
            </w:r>
          </w:p>
          <w:p w:rsidR="007C5AF5" w:rsidRPr="00BC623D" w:rsidRDefault="007C5AF5" w:rsidP="00BC623D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3.2.2. Повноцінне кадрове забезпечення медичних закладів громади;</w:t>
            </w:r>
          </w:p>
          <w:p w:rsidR="007C5AF5" w:rsidRPr="00BC623D" w:rsidRDefault="007C5AF5" w:rsidP="00BC623D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3.2.2. Оптимізація організації медико-санітарної допомоги населенню, забезпечення її високої якості та ефективності шляхом впровадження сучасних високотехнологічних технологій в напрямі профілактики та діагностики окремих найбільш інвалідних груп захворювань.</w:t>
            </w:r>
          </w:p>
        </w:tc>
      </w:tr>
      <w:tr w:rsidR="007C5AF5" w:rsidRPr="00BC623D" w:rsidTr="00BC623D">
        <w:tc>
          <w:tcPr>
            <w:tcW w:w="2020" w:type="dxa"/>
            <w:vMerge/>
            <w:shd w:val="clear" w:color="auto" w:fill="FCF688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80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3.3. Реалізація заходів направлених на розвиток закладів культури.</w:t>
            </w:r>
          </w:p>
        </w:tc>
        <w:tc>
          <w:tcPr>
            <w:tcW w:w="3783" w:type="dxa"/>
          </w:tcPr>
          <w:p w:rsidR="007C5AF5" w:rsidRPr="00BC623D" w:rsidRDefault="007C5AF5" w:rsidP="00BC623D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3.3.1. зміцнення матеріально - технічної бази сфери культури територіальної громади.</w:t>
            </w:r>
          </w:p>
          <w:p w:rsidR="007C5AF5" w:rsidRPr="00BC623D" w:rsidRDefault="007C5AF5" w:rsidP="00BC623D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3.3.2. Сприяння становленню талановитої мистецької молоді, підтримка професійної та самодіяльної творчої діяльності, а також збереження національної культурної спадщини;</w:t>
            </w:r>
          </w:p>
          <w:p w:rsidR="007C5AF5" w:rsidRPr="00BC623D" w:rsidRDefault="007C5AF5" w:rsidP="00BC623D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3.3.3. Увічнення визначних історичних подій, видатних постатей в історії територіальної громади;</w:t>
            </w:r>
          </w:p>
          <w:p w:rsidR="007C5AF5" w:rsidRPr="00BC623D" w:rsidRDefault="007C5AF5" w:rsidP="00BC623D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3.3.4. Розвиток творчих зв’язків із колективами з України та зарубіжжя.</w:t>
            </w:r>
          </w:p>
        </w:tc>
      </w:tr>
      <w:tr w:rsidR="007C5AF5" w:rsidRPr="00BC623D" w:rsidTr="00BC623D">
        <w:tc>
          <w:tcPr>
            <w:tcW w:w="2020" w:type="dxa"/>
            <w:vMerge w:val="restart"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80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3.4. Сприяння підвищенню рівня соціальної захищеності населення та різних вразливих груп.</w:t>
            </w:r>
          </w:p>
        </w:tc>
        <w:tc>
          <w:tcPr>
            <w:tcW w:w="3783" w:type="dxa"/>
          </w:tcPr>
          <w:p w:rsidR="007C5AF5" w:rsidRPr="00BC623D" w:rsidRDefault="007C5AF5" w:rsidP="00BC623D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3.4.1. Забезпечення виконання заходів щодо соціального захисту населення згідно з державними програмами;</w:t>
            </w:r>
          </w:p>
          <w:p w:rsidR="007C5AF5" w:rsidRPr="00BC623D" w:rsidRDefault="007C5AF5" w:rsidP="00BC623D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3.4.2. Соціальний захист та підтримка сімей, члени яких є учасниками антитерористичної операції;</w:t>
            </w:r>
          </w:p>
          <w:p w:rsidR="007C5AF5" w:rsidRPr="00BC623D" w:rsidRDefault="007C5AF5" w:rsidP="00BC623D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3.4.3. Забезпечення соціального супроводу дітей та сімей, що знаходяться у складних життєвих обставинах.</w:t>
            </w:r>
          </w:p>
        </w:tc>
      </w:tr>
      <w:tr w:rsidR="007C5AF5" w:rsidRPr="00BC623D" w:rsidTr="00BC623D">
        <w:tc>
          <w:tcPr>
            <w:tcW w:w="2020" w:type="dxa"/>
            <w:vMerge/>
          </w:tcPr>
          <w:p w:rsidR="007C5AF5" w:rsidRPr="00BC623D" w:rsidRDefault="007C5AF5" w:rsidP="00BC6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803" w:type="dxa"/>
          </w:tcPr>
          <w:p w:rsidR="007C5AF5" w:rsidRPr="00BC623D" w:rsidRDefault="007C5AF5" w:rsidP="00BC623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3.5. Підвищення якості надання адміністративних послуг населенню</w:t>
            </w:r>
          </w:p>
        </w:tc>
        <w:tc>
          <w:tcPr>
            <w:tcW w:w="3783" w:type="dxa"/>
          </w:tcPr>
          <w:p w:rsidR="007C5AF5" w:rsidRPr="00BC623D" w:rsidRDefault="007C5AF5" w:rsidP="00BC623D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3.5.1. Вивчення та впровадження кращого досвіду в сфері створення ЦНАП в ТГ, пошук різних видів міжнародної технічної допомоги з метою співфінансування створення ЦНАП;</w:t>
            </w:r>
          </w:p>
          <w:p w:rsidR="007C5AF5" w:rsidRPr="00BC623D" w:rsidRDefault="007C5AF5" w:rsidP="00BC623D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3.5.2. Підвищення кваліфікації посадових осіб органів місцевого самоврядування, в тому числі – наданні електронних послуг;</w:t>
            </w:r>
          </w:p>
          <w:p w:rsidR="007C5AF5" w:rsidRPr="00BC623D" w:rsidRDefault="007C5AF5" w:rsidP="00BC623D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C623D">
              <w:rPr>
                <w:rFonts w:ascii="Times New Roman" w:hAnsi="Times New Roman"/>
                <w:sz w:val="24"/>
                <w:szCs w:val="24"/>
                <w:lang w:eastAsia="uk-UA"/>
              </w:rPr>
              <w:t>3.5.3. Створення прозорої системи в прийнятті рішень органами місцевого самоврядування.</w:t>
            </w:r>
          </w:p>
        </w:tc>
      </w:tr>
    </w:tbl>
    <w:p w:rsidR="007C5AF5" w:rsidRPr="00283B9F" w:rsidRDefault="007C5AF5" w:rsidP="00283B9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C5AF5" w:rsidRPr="00871469" w:rsidRDefault="007C5AF5" w:rsidP="00871469">
      <w:pPr>
        <w:pStyle w:val="ListParagraph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E57EA5">
        <w:rPr>
          <w:rFonts w:ascii="Times New Roman" w:hAnsi="Times New Roman"/>
          <w:b/>
          <w:sz w:val="28"/>
        </w:rPr>
        <w:t>Основні завдання та механізми реалізації Плану</w:t>
      </w:r>
    </w:p>
    <w:p w:rsidR="007C5AF5" w:rsidRPr="00E57EA5" w:rsidRDefault="007C5AF5" w:rsidP="00BC5C7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4"/>
        </w:rPr>
        <w:t>Показники економічного і со</w:t>
      </w:r>
      <w:r>
        <w:rPr>
          <w:rFonts w:ascii="Times New Roman" w:hAnsi="Times New Roman"/>
          <w:sz w:val="28"/>
          <w:szCs w:val="24"/>
        </w:rPr>
        <w:t xml:space="preserve">ціального розвитку Нагіярнської </w:t>
      </w:r>
      <w:r w:rsidRPr="00E57EA5">
        <w:rPr>
          <w:rFonts w:ascii="Times New Roman" w:hAnsi="Times New Roman"/>
          <w:sz w:val="28"/>
          <w:szCs w:val="24"/>
        </w:rPr>
        <w:t>територіальної громади на 20</w:t>
      </w:r>
      <w:r>
        <w:rPr>
          <w:rFonts w:ascii="Times New Roman" w:hAnsi="Times New Roman"/>
          <w:sz w:val="28"/>
          <w:szCs w:val="24"/>
        </w:rPr>
        <w:t>21</w:t>
      </w:r>
      <w:r w:rsidRPr="00E57EA5">
        <w:rPr>
          <w:rFonts w:ascii="Times New Roman" w:hAnsi="Times New Roman"/>
          <w:sz w:val="28"/>
          <w:szCs w:val="24"/>
        </w:rPr>
        <w:t xml:space="preserve"> рік характеризують динаміку розвитку господарського комплексу, яку передбачено досягти в резу</w:t>
      </w:r>
      <w:r>
        <w:rPr>
          <w:rFonts w:ascii="Times New Roman" w:hAnsi="Times New Roman"/>
          <w:sz w:val="28"/>
          <w:szCs w:val="24"/>
        </w:rPr>
        <w:t>льтаті реалізації запланованих у</w:t>
      </w:r>
      <w:r w:rsidRPr="00E57EA5">
        <w:rPr>
          <w:rFonts w:ascii="Times New Roman" w:hAnsi="Times New Roman"/>
          <w:sz w:val="28"/>
          <w:szCs w:val="24"/>
        </w:rPr>
        <w:t xml:space="preserve"> П</w:t>
      </w:r>
      <w:r>
        <w:rPr>
          <w:rFonts w:ascii="Times New Roman" w:hAnsi="Times New Roman"/>
          <w:sz w:val="28"/>
          <w:szCs w:val="24"/>
        </w:rPr>
        <w:t>лані заходів, цільових проектів.</w:t>
      </w:r>
    </w:p>
    <w:p w:rsidR="007C5AF5" w:rsidRPr="00E57EA5" w:rsidRDefault="007C5AF5" w:rsidP="00B1044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b/>
          <w:sz w:val="28"/>
          <w:szCs w:val="28"/>
        </w:rPr>
        <w:t>Освіта</w:t>
      </w:r>
      <w:r w:rsidRPr="00E57EA5">
        <w:rPr>
          <w:rFonts w:ascii="Times New Roman" w:hAnsi="Times New Roman"/>
          <w:sz w:val="28"/>
          <w:szCs w:val="28"/>
        </w:rPr>
        <w:t>. На сьогодні</w:t>
      </w:r>
      <w:r>
        <w:rPr>
          <w:rFonts w:ascii="Times New Roman" w:hAnsi="Times New Roman"/>
          <w:sz w:val="28"/>
          <w:szCs w:val="28"/>
        </w:rPr>
        <w:t>шній день до складу Нагірянської сільської</w:t>
      </w:r>
      <w:r w:rsidRPr="00E57EA5">
        <w:rPr>
          <w:rFonts w:ascii="Times New Roman" w:hAnsi="Times New Roman"/>
          <w:sz w:val="28"/>
          <w:szCs w:val="28"/>
        </w:rPr>
        <w:t xml:space="preserve"> тери</w:t>
      </w:r>
      <w:r>
        <w:rPr>
          <w:rFonts w:ascii="Times New Roman" w:hAnsi="Times New Roman"/>
          <w:sz w:val="28"/>
          <w:szCs w:val="28"/>
        </w:rPr>
        <w:t>торіальної громади увійшли 9 закладів загальної середньої освіти та 1 заклад початкової світи; 8 закладів дошкільної освіти.</w:t>
      </w:r>
    </w:p>
    <w:p w:rsidR="007C5AF5" w:rsidRPr="00F43F88" w:rsidRDefault="007C5AF5" w:rsidP="00DA7A8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43F88">
        <w:rPr>
          <w:rFonts w:ascii="Times New Roman" w:hAnsi="Times New Roman"/>
          <w:b/>
          <w:sz w:val="28"/>
          <w:szCs w:val="28"/>
          <w:u w:val="single"/>
        </w:rPr>
        <w:t>Проблемні питання:</w:t>
      </w:r>
    </w:p>
    <w:p w:rsidR="007C5AF5" w:rsidRDefault="007C5AF5" w:rsidP="00DA7A80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>недостатність фінансування навчальних закладів на рем</w:t>
      </w:r>
      <w:r>
        <w:rPr>
          <w:rFonts w:ascii="Times New Roman" w:hAnsi="Times New Roman"/>
          <w:sz w:val="28"/>
          <w:szCs w:val="28"/>
        </w:rPr>
        <w:t>онт, матеріально-технічну базу</w:t>
      </w:r>
      <w:r w:rsidRPr="00E57EA5">
        <w:rPr>
          <w:rFonts w:ascii="Times New Roman" w:hAnsi="Times New Roman"/>
          <w:sz w:val="28"/>
          <w:szCs w:val="28"/>
        </w:rPr>
        <w:t>;</w:t>
      </w:r>
    </w:p>
    <w:p w:rsidR="007C5AF5" w:rsidRPr="00283B9F" w:rsidRDefault="007C5AF5" w:rsidP="00283B9F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неповна укомплектованість шкіл у деяких селах громади, де кількість вчительського персоналу майже дорівнює кількості школярів, що тягне за собою необхідність закриття шкіл та організацію підвезення учнів до іншого ЗЗСО;</w:t>
      </w:r>
    </w:p>
    <w:p w:rsidR="007C5AF5" w:rsidRDefault="007C5AF5" w:rsidP="00DA7A80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>зміцнення навчально-матеріальної бази закладів освіти в частині створення відповідних умов навчання і виховання учнів, забезпечення навчальних закладів сучасни</w:t>
      </w:r>
      <w:r>
        <w:rPr>
          <w:rFonts w:ascii="Times New Roman" w:hAnsi="Times New Roman"/>
          <w:sz w:val="28"/>
          <w:szCs w:val="28"/>
        </w:rPr>
        <w:t>м навчальним приладдям, меблями;</w:t>
      </w:r>
    </w:p>
    <w:p w:rsidR="007C5AF5" w:rsidRDefault="007C5AF5" w:rsidP="00F43F88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застарілі харчоблоки у шкільних їдальнях.</w:t>
      </w:r>
    </w:p>
    <w:p w:rsidR="007C5AF5" w:rsidRDefault="007C5AF5" w:rsidP="008E44E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C5AF5" w:rsidRPr="008E44EC" w:rsidRDefault="007C5AF5" w:rsidP="008E44E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C5AF5" w:rsidRPr="00F43F88" w:rsidRDefault="007C5AF5" w:rsidP="00DA7A8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43F88">
        <w:rPr>
          <w:rFonts w:ascii="Times New Roman" w:hAnsi="Times New Roman"/>
          <w:b/>
          <w:sz w:val="28"/>
          <w:szCs w:val="28"/>
          <w:u w:val="single"/>
        </w:rPr>
        <w:t>Основні заходи на 2021 рік:</w:t>
      </w:r>
    </w:p>
    <w:p w:rsidR="007C5AF5" w:rsidRPr="00E57EA5" w:rsidRDefault="007C5AF5" w:rsidP="00DA7A80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>забезпечення для населення  територіальної громади державних гарантій доступності та рівних можливостей о</w:t>
      </w:r>
      <w:r>
        <w:rPr>
          <w:rFonts w:ascii="Times New Roman" w:hAnsi="Times New Roman"/>
          <w:sz w:val="28"/>
          <w:szCs w:val="28"/>
        </w:rPr>
        <w:t>тримання якісної та повноцінної</w:t>
      </w:r>
      <w:r w:rsidRPr="00E57EA5">
        <w:rPr>
          <w:rFonts w:ascii="Times New Roman" w:hAnsi="Times New Roman"/>
          <w:sz w:val="28"/>
          <w:szCs w:val="28"/>
        </w:rPr>
        <w:t xml:space="preserve"> освіти незалежно від місця проживання і матеріального статку, безоплатності повної загальної середньої освіти в межах державних стандартів;</w:t>
      </w:r>
    </w:p>
    <w:p w:rsidR="007C5AF5" w:rsidRPr="00E57EA5" w:rsidRDefault="007C5AF5" w:rsidP="00DA7A80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зменшення мережі</w:t>
      </w:r>
      <w:r w:rsidRPr="00E57EA5">
        <w:rPr>
          <w:rFonts w:ascii="Times New Roman" w:hAnsi="Times New Roman"/>
          <w:sz w:val="28"/>
          <w:szCs w:val="28"/>
        </w:rPr>
        <w:t xml:space="preserve"> загальн</w:t>
      </w:r>
      <w:r>
        <w:rPr>
          <w:rFonts w:ascii="Times New Roman" w:hAnsi="Times New Roman"/>
          <w:sz w:val="28"/>
          <w:szCs w:val="28"/>
        </w:rPr>
        <w:t>оосвітніх закладів, створення двох опорних закладів, підтримка</w:t>
      </w:r>
      <w:r w:rsidRPr="00E57EA5">
        <w:rPr>
          <w:rFonts w:ascii="Times New Roman" w:hAnsi="Times New Roman"/>
          <w:sz w:val="28"/>
          <w:szCs w:val="28"/>
        </w:rPr>
        <w:t xml:space="preserve"> ефективного функціонування</w:t>
      </w:r>
      <w:r>
        <w:rPr>
          <w:rFonts w:ascii="Times New Roman" w:hAnsi="Times New Roman"/>
          <w:sz w:val="28"/>
          <w:szCs w:val="28"/>
        </w:rPr>
        <w:t xml:space="preserve"> великих укомплектованих шкіл</w:t>
      </w:r>
      <w:r w:rsidRPr="00E57EA5">
        <w:rPr>
          <w:rFonts w:ascii="Times New Roman" w:hAnsi="Times New Roman"/>
          <w:sz w:val="28"/>
          <w:szCs w:val="28"/>
        </w:rPr>
        <w:t>;</w:t>
      </w:r>
    </w:p>
    <w:p w:rsidR="007C5AF5" w:rsidRPr="00E57EA5" w:rsidRDefault="007C5AF5" w:rsidP="00DA7A80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удосконалення</w:t>
      </w:r>
      <w:r w:rsidRPr="00E57EA5">
        <w:rPr>
          <w:rFonts w:ascii="Times New Roman" w:hAnsi="Times New Roman"/>
          <w:sz w:val="28"/>
          <w:szCs w:val="28"/>
        </w:rPr>
        <w:t xml:space="preserve"> механізм</w:t>
      </w:r>
      <w:r>
        <w:rPr>
          <w:rFonts w:ascii="Times New Roman" w:hAnsi="Times New Roman"/>
          <w:sz w:val="28"/>
          <w:szCs w:val="28"/>
        </w:rPr>
        <w:t>у і підвищення якості</w:t>
      </w:r>
      <w:r w:rsidRPr="00E57EA5">
        <w:rPr>
          <w:rFonts w:ascii="Times New Roman" w:hAnsi="Times New Roman"/>
          <w:sz w:val="28"/>
          <w:szCs w:val="28"/>
        </w:rPr>
        <w:t xml:space="preserve"> кадрового забезпечення закладів;</w:t>
      </w:r>
    </w:p>
    <w:p w:rsidR="007C5AF5" w:rsidRPr="00E57EA5" w:rsidRDefault="007C5AF5" w:rsidP="00DA7A80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>опрацювання інноваційних технологій та освітніх процесів, інтерактивних форм, прийомів, методів роботи, спрямованих на розвиток творчих інтелектуальних здібностей дітей;</w:t>
      </w:r>
    </w:p>
    <w:p w:rsidR="007C5AF5" w:rsidRPr="00E57EA5" w:rsidRDefault="007C5AF5" w:rsidP="00DA7A80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>зміцнення матеріально-технічної бази навчальних закладів (оновлення та доукомплектування комп'ютерною та оргтехнікою, мультимедійними та інтерактивними засобами, ремонт приміщень);</w:t>
      </w:r>
    </w:p>
    <w:p w:rsidR="007C5AF5" w:rsidRPr="0072657D" w:rsidRDefault="007C5AF5" w:rsidP="00DA7A80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657D">
        <w:rPr>
          <w:rFonts w:ascii="Times New Roman" w:hAnsi="Times New Roman"/>
          <w:sz w:val="28"/>
          <w:szCs w:val="28"/>
        </w:rPr>
        <w:t>забезпечення безкоштовним харчуванням дітей пільгових категорій;</w:t>
      </w:r>
    </w:p>
    <w:p w:rsidR="007C5AF5" w:rsidRPr="00E57EA5" w:rsidRDefault="007C5AF5" w:rsidP="00DA7A80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>виявлення та впровадження прогресивних ідей, новітніх освітніх методик, альтернативних технологій, підвищення рівня фізкультурно-оздоровчої роботи закладів, оптимізація роботи з батьками, вдоскон</w:t>
      </w:r>
      <w:r>
        <w:rPr>
          <w:rFonts w:ascii="Times New Roman" w:hAnsi="Times New Roman"/>
          <w:sz w:val="28"/>
          <w:szCs w:val="28"/>
        </w:rPr>
        <w:t>алення механізмів управління ЗДО</w:t>
      </w:r>
      <w:r w:rsidRPr="00E57EA5">
        <w:rPr>
          <w:rFonts w:ascii="Times New Roman" w:hAnsi="Times New Roman"/>
          <w:sz w:val="28"/>
          <w:szCs w:val="28"/>
        </w:rPr>
        <w:t>;</w:t>
      </w:r>
    </w:p>
    <w:p w:rsidR="007C5AF5" w:rsidRDefault="007C5AF5" w:rsidP="00E462FA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>оновлення матеріально-технічної бази на основі сучасних</w:t>
      </w:r>
      <w:r>
        <w:rPr>
          <w:rFonts w:ascii="Times New Roman" w:hAnsi="Times New Roman"/>
          <w:sz w:val="28"/>
          <w:szCs w:val="28"/>
        </w:rPr>
        <w:t xml:space="preserve"> технологій та енергозбереження, а саме:</w:t>
      </w:r>
    </w:p>
    <w:p w:rsidR="007C5AF5" w:rsidRPr="00F83219" w:rsidRDefault="007C5AF5" w:rsidP="00C55376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3219">
        <w:rPr>
          <w:rFonts w:ascii="Times New Roman" w:hAnsi="Times New Roman"/>
          <w:sz w:val="28"/>
          <w:szCs w:val="28"/>
        </w:rPr>
        <w:t>1) проведення капітального ремон</w:t>
      </w:r>
      <w:r>
        <w:rPr>
          <w:rFonts w:ascii="Times New Roman" w:hAnsi="Times New Roman"/>
          <w:sz w:val="28"/>
          <w:szCs w:val="28"/>
        </w:rPr>
        <w:t>ту даху спортзалу у Ягільницькому</w:t>
      </w:r>
      <w:r w:rsidRPr="00F832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ЗЗСО</w:t>
      </w:r>
      <w:r w:rsidRPr="00F83219">
        <w:rPr>
          <w:rFonts w:ascii="Times New Roman" w:hAnsi="Times New Roman"/>
          <w:sz w:val="28"/>
          <w:szCs w:val="28"/>
        </w:rPr>
        <w:t xml:space="preserve"> І – ІІІ ступенів;</w:t>
      </w:r>
    </w:p>
    <w:p w:rsidR="007C5AF5" w:rsidRPr="00F83219" w:rsidRDefault="007C5AF5" w:rsidP="00C55376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3219">
        <w:rPr>
          <w:rFonts w:ascii="Times New Roman" w:hAnsi="Times New Roman"/>
          <w:sz w:val="28"/>
          <w:szCs w:val="28"/>
        </w:rPr>
        <w:t>2) утепл</w:t>
      </w:r>
      <w:r>
        <w:rPr>
          <w:rFonts w:ascii="Times New Roman" w:hAnsi="Times New Roman"/>
          <w:sz w:val="28"/>
          <w:szCs w:val="28"/>
        </w:rPr>
        <w:t>ення фасаду і стелі Нагірянського ЗЗСО</w:t>
      </w:r>
      <w:r w:rsidRPr="00F83219">
        <w:rPr>
          <w:rFonts w:ascii="Times New Roman" w:hAnsi="Times New Roman"/>
          <w:sz w:val="28"/>
          <w:szCs w:val="28"/>
        </w:rPr>
        <w:t xml:space="preserve"> І-ІІ ступенів;</w:t>
      </w:r>
    </w:p>
    <w:p w:rsidR="007C5AF5" w:rsidRPr="00F83219" w:rsidRDefault="007C5AF5" w:rsidP="00C55376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3219">
        <w:rPr>
          <w:rFonts w:ascii="Times New Roman" w:hAnsi="Times New Roman"/>
          <w:sz w:val="28"/>
          <w:szCs w:val="28"/>
        </w:rPr>
        <w:t>3) заміна</w:t>
      </w:r>
      <w:r>
        <w:rPr>
          <w:rFonts w:ascii="Times New Roman" w:hAnsi="Times New Roman"/>
          <w:sz w:val="28"/>
          <w:szCs w:val="28"/>
        </w:rPr>
        <w:t xml:space="preserve"> газового котла у Шульганівському ЗЗСО</w:t>
      </w:r>
      <w:r w:rsidRPr="00F83219">
        <w:rPr>
          <w:rFonts w:ascii="Times New Roman" w:hAnsi="Times New Roman"/>
          <w:sz w:val="28"/>
          <w:szCs w:val="28"/>
        </w:rPr>
        <w:t xml:space="preserve"> І-ІІ ступенів;</w:t>
      </w:r>
    </w:p>
    <w:p w:rsidR="007C5AF5" w:rsidRPr="00C55376" w:rsidRDefault="007C5AF5" w:rsidP="00C55376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3219">
        <w:rPr>
          <w:rFonts w:ascii="Times New Roman" w:hAnsi="Times New Roman"/>
          <w:sz w:val="28"/>
          <w:szCs w:val="28"/>
        </w:rPr>
        <w:t xml:space="preserve">4) ремонт димаря, системи водовідведення та модернізація системи опалення </w:t>
      </w:r>
      <w:r>
        <w:rPr>
          <w:rFonts w:ascii="Times New Roman" w:hAnsi="Times New Roman"/>
          <w:sz w:val="28"/>
          <w:szCs w:val="28"/>
        </w:rPr>
        <w:t>у Староягільницькому ЗЗСО</w:t>
      </w:r>
      <w:r w:rsidRPr="00F83219">
        <w:rPr>
          <w:rFonts w:ascii="Times New Roman" w:hAnsi="Times New Roman"/>
          <w:sz w:val="28"/>
          <w:szCs w:val="28"/>
        </w:rPr>
        <w:t xml:space="preserve"> І-ІІ ступенів;</w:t>
      </w:r>
    </w:p>
    <w:p w:rsidR="007C5AF5" w:rsidRPr="00C55376" w:rsidRDefault="007C5AF5" w:rsidP="00C55376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C55376">
        <w:rPr>
          <w:rFonts w:ascii="Times New Roman" w:hAnsi="Times New Roman"/>
          <w:sz w:val="28"/>
          <w:szCs w:val="28"/>
        </w:rPr>
        <w:t>модерні</w:t>
      </w:r>
      <w:r>
        <w:rPr>
          <w:rFonts w:ascii="Times New Roman" w:hAnsi="Times New Roman"/>
          <w:sz w:val="28"/>
          <w:szCs w:val="28"/>
        </w:rPr>
        <w:t>зація системи опалення ЗДО</w:t>
      </w:r>
      <w:r w:rsidRPr="00C55376">
        <w:rPr>
          <w:rFonts w:ascii="Times New Roman" w:hAnsi="Times New Roman"/>
          <w:sz w:val="28"/>
          <w:szCs w:val="28"/>
        </w:rPr>
        <w:t xml:space="preserve"> с. Улашківці;</w:t>
      </w:r>
    </w:p>
    <w:p w:rsidR="007C5AF5" w:rsidRDefault="007C5AF5" w:rsidP="00C55376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C55376">
        <w:rPr>
          <w:rFonts w:ascii="Times New Roman" w:hAnsi="Times New Roman"/>
          <w:sz w:val="28"/>
          <w:szCs w:val="28"/>
        </w:rPr>
        <w:t>вирішення пробле</w:t>
      </w:r>
      <w:r>
        <w:rPr>
          <w:rFonts w:ascii="Times New Roman" w:hAnsi="Times New Roman"/>
          <w:sz w:val="28"/>
          <w:szCs w:val="28"/>
        </w:rPr>
        <w:t>ми водопостачання Заболотівського ЗЗСО</w:t>
      </w:r>
      <w:r w:rsidRPr="00C55376">
        <w:rPr>
          <w:rFonts w:ascii="Times New Roman" w:hAnsi="Times New Roman"/>
          <w:sz w:val="28"/>
          <w:szCs w:val="28"/>
        </w:rPr>
        <w:t xml:space="preserve"> І-ІІ ступенів</w:t>
      </w:r>
      <w:r>
        <w:rPr>
          <w:rFonts w:ascii="Times New Roman" w:hAnsi="Times New Roman"/>
          <w:sz w:val="28"/>
          <w:szCs w:val="28"/>
        </w:rPr>
        <w:t xml:space="preserve"> імені Романа Шухевича</w:t>
      </w:r>
      <w:r w:rsidRPr="00C55376">
        <w:rPr>
          <w:rFonts w:ascii="Times New Roman" w:hAnsi="Times New Roman"/>
          <w:sz w:val="28"/>
          <w:szCs w:val="28"/>
        </w:rPr>
        <w:t>;</w:t>
      </w:r>
    </w:p>
    <w:p w:rsidR="007C5AF5" w:rsidRDefault="007C5AF5" w:rsidP="00C55376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заміна дверей у Мухавському ЗЗСО І-ІІ ступенів;</w:t>
      </w:r>
    </w:p>
    <w:p w:rsidR="007C5AF5" w:rsidRPr="0042067A" w:rsidRDefault="007C5AF5" w:rsidP="00420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</w:t>
      </w:r>
      <w:r w:rsidRPr="0042067A">
        <w:rPr>
          <w:rFonts w:ascii="Times New Roman" w:hAnsi="Times New Roman"/>
          <w:sz w:val="28"/>
          <w:szCs w:val="28"/>
        </w:rPr>
        <w:t>заміна підлоги у спортивному залі</w:t>
      </w:r>
      <w:r>
        <w:rPr>
          <w:rFonts w:ascii="Times New Roman" w:hAnsi="Times New Roman"/>
          <w:sz w:val="28"/>
          <w:szCs w:val="28"/>
        </w:rPr>
        <w:t xml:space="preserve"> Милівецького</w:t>
      </w:r>
      <w:r w:rsidRPr="0042067A">
        <w:rPr>
          <w:rFonts w:ascii="Times New Roman" w:hAnsi="Times New Roman"/>
          <w:sz w:val="28"/>
          <w:szCs w:val="28"/>
        </w:rPr>
        <w:t xml:space="preserve"> ЗЗСО І-ІІ ступен</w:t>
      </w:r>
      <w:r>
        <w:rPr>
          <w:rFonts w:ascii="Times New Roman" w:hAnsi="Times New Roman"/>
          <w:sz w:val="28"/>
          <w:szCs w:val="28"/>
        </w:rPr>
        <w:t>ів – 70,0 тис. грн.;</w:t>
      </w:r>
    </w:p>
    <w:p w:rsidR="007C5AF5" w:rsidRPr="00E57EA5" w:rsidRDefault="007C5AF5" w:rsidP="00DA7A80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 xml:space="preserve">проведення </w:t>
      </w:r>
      <w:r>
        <w:rPr>
          <w:rFonts w:ascii="Times New Roman" w:hAnsi="Times New Roman"/>
          <w:sz w:val="28"/>
          <w:szCs w:val="28"/>
        </w:rPr>
        <w:t xml:space="preserve">капітальних та </w:t>
      </w:r>
      <w:r w:rsidRPr="00E57EA5">
        <w:rPr>
          <w:rFonts w:ascii="Times New Roman" w:hAnsi="Times New Roman"/>
          <w:sz w:val="28"/>
          <w:szCs w:val="28"/>
        </w:rPr>
        <w:t>поточних ремонтів в школах (актові зали, спортивні зали, коридори тощо);</w:t>
      </w:r>
    </w:p>
    <w:p w:rsidR="007C5AF5" w:rsidRDefault="007C5AF5" w:rsidP="00DA7A80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>благо</w:t>
      </w:r>
      <w:r>
        <w:rPr>
          <w:rFonts w:ascii="Times New Roman" w:hAnsi="Times New Roman"/>
          <w:sz w:val="28"/>
          <w:szCs w:val="28"/>
        </w:rPr>
        <w:t>устрій прилеглих територій шкіл;</w:t>
      </w:r>
    </w:p>
    <w:p w:rsidR="007C5AF5" w:rsidRDefault="007C5AF5" w:rsidP="00CE33F8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пандусами закладів охорони здоров</w:t>
      </w:r>
      <w:r w:rsidRPr="00F43F88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  <w:lang w:val="ru-RU"/>
        </w:rPr>
        <w:t>я;</w:t>
      </w:r>
    </w:p>
    <w:p w:rsidR="007C5AF5" w:rsidRDefault="007C5AF5" w:rsidP="00F83219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>оновлення матеріально-технічної бази</w:t>
      </w:r>
      <w:r>
        <w:rPr>
          <w:rFonts w:ascii="Times New Roman" w:hAnsi="Times New Roman"/>
          <w:sz w:val="28"/>
          <w:szCs w:val="28"/>
        </w:rPr>
        <w:t xml:space="preserve"> соціальної сфери.</w:t>
      </w:r>
    </w:p>
    <w:p w:rsidR="007C5AF5" w:rsidRPr="00F83219" w:rsidRDefault="007C5AF5" w:rsidP="00F83219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C5AF5" w:rsidRPr="00E57EA5" w:rsidRDefault="007C5AF5" w:rsidP="003C61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b/>
          <w:sz w:val="28"/>
          <w:szCs w:val="28"/>
        </w:rPr>
        <w:t xml:space="preserve">Вуличне освітлення. </w:t>
      </w:r>
      <w:r>
        <w:rPr>
          <w:rFonts w:ascii="Times New Roman" w:hAnsi="Times New Roman"/>
          <w:sz w:val="28"/>
          <w:szCs w:val="28"/>
        </w:rPr>
        <w:t>У</w:t>
      </w:r>
      <w:r w:rsidRPr="00E57EA5">
        <w:rPr>
          <w:rFonts w:ascii="Times New Roman" w:hAnsi="Times New Roman"/>
          <w:sz w:val="28"/>
          <w:szCs w:val="28"/>
        </w:rPr>
        <w:t xml:space="preserve"> загальному територі</w:t>
      </w:r>
      <w:r>
        <w:rPr>
          <w:rFonts w:ascii="Times New Roman" w:hAnsi="Times New Roman"/>
          <w:sz w:val="28"/>
          <w:szCs w:val="28"/>
        </w:rPr>
        <w:t xml:space="preserve">ї населених пунктів Нагірянської </w:t>
      </w:r>
      <w:r w:rsidRPr="00E57EA5">
        <w:rPr>
          <w:rFonts w:ascii="Times New Roman" w:hAnsi="Times New Roman"/>
          <w:sz w:val="28"/>
          <w:szCs w:val="28"/>
        </w:rPr>
        <w:t xml:space="preserve">ТГ освітлені на </w:t>
      </w:r>
      <w:r>
        <w:rPr>
          <w:rFonts w:ascii="Times New Roman" w:hAnsi="Times New Roman"/>
          <w:sz w:val="28"/>
          <w:szCs w:val="28"/>
        </w:rPr>
        <w:t>60</w:t>
      </w:r>
      <w:r w:rsidRPr="00E57EA5">
        <w:rPr>
          <w:rFonts w:ascii="Times New Roman" w:hAnsi="Times New Roman"/>
          <w:sz w:val="28"/>
          <w:szCs w:val="28"/>
        </w:rPr>
        <w:t>%. Відповідно, постає питання в необхідності покращення освітленості вулиць населених пунктів та в пе</w:t>
      </w:r>
      <w:r>
        <w:rPr>
          <w:rFonts w:ascii="Times New Roman" w:hAnsi="Times New Roman"/>
          <w:sz w:val="28"/>
          <w:szCs w:val="28"/>
        </w:rPr>
        <w:t>ревірці технічного стану діючи</w:t>
      </w:r>
      <w:r w:rsidRPr="00E57EA5">
        <w:rPr>
          <w:rFonts w:ascii="Times New Roman" w:hAnsi="Times New Roman"/>
          <w:sz w:val="28"/>
          <w:szCs w:val="28"/>
        </w:rPr>
        <w:t xml:space="preserve"> електричних мереж зовнішнього освітлення</w:t>
      </w:r>
      <w:r>
        <w:rPr>
          <w:rFonts w:ascii="Times New Roman" w:hAnsi="Times New Roman"/>
          <w:sz w:val="28"/>
          <w:szCs w:val="28"/>
        </w:rPr>
        <w:t xml:space="preserve"> (Мухавка – вулиця Грушевського - 150,0 тис. грн.; Ягільниця – вулиця Шкільна, Центральна, Миру; Нагірянка – вулиця Молодіжна;</w:t>
      </w:r>
      <w:r w:rsidRPr="00C77A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Милівці – Надрічна, Котляревського, Лесі Українки, Івана Франка - 200,0 тис. грн.; Капустинці – Садова, Зелена, Польова, Центральна, Лесі Українки, Шевченка, Шкільна - 50,0 тис. грн.; Заболотівка – освітлення вулиць: Магасівка, Лесі Українки, бічна Зелена, Кутянська, Надрічна (800 метрів) 30 штук фонарів з кріпленням)</w:t>
      </w:r>
      <w:r w:rsidRPr="00E57EA5">
        <w:rPr>
          <w:rFonts w:ascii="Times New Roman" w:hAnsi="Times New Roman"/>
          <w:sz w:val="28"/>
          <w:szCs w:val="28"/>
        </w:rPr>
        <w:t>.</w:t>
      </w:r>
    </w:p>
    <w:p w:rsidR="007C5AF5" w:rsidRPr="00C57986" w:rsidRDefault="007C5AF5" w:rsidP="00C579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57986">
        <w:rPr>
          <w:rFonts w:ascii="Times New Roman" w:hAnsi="Times New Roman"/>
          <w:b/>
          <w:sz w:val="28"/>
          <w:szCs w:val="28"/>
          <w:u w:val="single"/>
        </w:rPr>
        <w:t>Основні заходи на 2021 рік (розподіл коштів бюджету розвитку):</w:t>
      </w:r>
    </w:p>
    <w:p w:rsidR="007C5AF5" w:rsidRDefault="007C5AF5" w:rsidP="00E50DE9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виготовлення проектно-кошторисної документації на капітальний ремонт адмінбудинку Нагірянської сільської ради (40,0 тис. гривень);</w:t>
      </w:r>
    </w:p>
    <w:p w:rsidR="007C5AF5" w:rsidRDefault="007C5AF5" w:rsidP="00E50DE9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виготовлення проектно-кошторисної документації на встановлення опалення адмінбудинку Нагірянської сільської ради (40,0 тис. гривень);</w:t>
      </w:r>
    </w:p>
    <w:p w:rsidR="007C5AF5" w:rsidRDefault="007C5AF5" w:rsidP="00E50DE9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капітальний ремонт даху адмінбудику Нагірянської сільської ради (800,0 тис. гривень);</w:t>
      </w:r>
    </w:p>
    <w:p w:rsidR="007C5AF5" w:rsidRDefault="007C5AF5" w:rsidP="00E50DE9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придбання обладнання і предметів довгострокового користування (трактор 550,0 тис. гривень; причеп – 130,0 тис. гривень);</w:t>
      </w:r>
    </w:p>
    <w:p w:rsidR="007C5AF5" w:rsidRDefault="007C5AF5" w:rsidP="00E50DE9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капітальний ремонт даху Ягільницького ЗЗСО І-ІІІ ступенів  (дах спортивного залу), (400,0 тис. гривень); </w:t>
      </w:r>
    </w:p>
    <w:p w:rsidR="007C5AF5" w:rsidRPr="00E57EA5" w:rsidRDefault="007C5AF5" w:rsidP="00E50DE9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реконструкція по утепленню даху Нагірянського ЗЗСО І-ІІ ступенів (210,0 тис. гривень).</w:t>
      </w:r>
    </w:p>
    <w:p w:rsidR="007C5AF5" w:rsidRDefault="007C5AF5" w:rsidP="003C61DB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b/>
          <w:sz w:val="28"/>
          <w:szCs w:val="28"/>
        </w:rPr>
        <w:t>Ремонт вулиць територіальної громади</w:t>
      </w:r>
      <w:r w:rsidRPr="00E57EA5">
        <w:rPr>
          <w:rFonts w:ascii="Times New Roman" w:hAnsi="Times New Roman"/>
          <w:sz w:val="28"/>
          <w:szCs w:val="28"/>
        </w:rPr>
        <w:t>. Стан</w:t>
      </w:r>
      <w:r>
        <w:rPr>
          <w:rFonts w:ascii="Times New Roman" w:hAnsi="Times New Roman"/>
          <w:sz w:val="28"/>
          <w:szCs w:val="28"/>
        </w:rPr>
        <w:t xml:space="preserve"> доріг місцевого значення на території Нагірянської </w:t>
      </w:r>
      <w:r w:rsidRPr="00E57EA5">
        <w:rPr>
          <w:rFonts w:ascii="Times New Roman" w:hAnsi="Times New Roman"/>
          <w:sz w:val="28"/>
          <w:szCs w:val="28"/>
        </w:rPr>
        <w:t xml:space="preserve">ТГ перебуває в задовільному стані, окремі дороги </w:t>
      </w:r>
      <w:r>
        <w:rPr>
          <w:rFonts w:ascii="Times New Roman" w:hAnsi="Times New Roman"/>
          <w:sz w:val="28"/>
          <w:szCs w:val="28"/>
        </w:rPr>
        <w:t>та ділянки потребують середнього поточного</w:t>
      </w:r>
      <w:r w:rsidRPr="00E57EA5">
        <w:rPr>
          <w:rFonts w:ascii="Times New Roman" w:hAnsi="Times New Roman"/>
          <w:sz w:val="28"/>
          <w:szCs w:val="28"/>
        </w:rPr>
        <w:t xml:space="preserve"> ремонту. </w:t>
      </w:r>
      <w:r>
        <w:rPr>
          <w:rFonts w:ascii="Times New Roman" w:hAnsi="Times New Roman"/>
          <w:sz w:val="28"/>
          <w:szCs w:val="28"/>
        </w:rPr>
        <w:t xml:space="preserve">Ремонт доріг місцевого значення здійснює їх балансоутримувач. </w:t>
      </w:r>
    </w:p>
    <w:p w:rsidR="007C5AF5" w:rsidRDefault="007C5AF5" w:rsidP="003C61DB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Щодо ремонту сільських вулиць, то першочерговими проблемними ділянками, які потребують вирішення у 2021 році є:  </w:t>
      </w:r>
    </w:p>
    <w:p w:rsidR="007C5AF5" w:rsidRDefault="007C5AF5" w:rsidP="00C77A7E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поточний ремонт дороги по вулицях: Підлісна, Зелена, Горішня у селі Улашківці;</w:t>
      </w:r>
    </w:p>
    <w:p w:rsidR="007C5AF5" w:rsidRDefault="007C5AF5" w:rsidP="00C77A7E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ямковий ремонт вулиці Грушевського в селі Мухавка (гребля);</w:t>
      </w:r>
    </w:p>
    <w:p w:rsidR="007C5AF5" w:rsidRPr="003C61DB" w:rsidRDefault="007C5AF5" w:rsidP="00C77A7E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ямковий ремонт сільських вулиць у селі Капустинці.</w:t>
      </w:r>
    </w:p>
    <w:p w:rsidR="007C5AF5" w:rsidRDefault="007C5AF5" w:rsidP="00BC5C7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5AF5" w:rsidRPr="00E328EA" w:rsidRDefault="007C5AF5" w:rsidP="00E328E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7EA5">
        <w:rPr>
          <w:rFonts w:ascii="Times New Roman" w:hAnsi="Times New Roman"/>
          <w:sz w:val="28"/>
          <w:szCs w:val="28"/>
        </w:rPr>
        <w:t>Основні заходи у 20</w:t>
      </w:r>
      <w:r>
        <w:rPr>
          <w:rFonts w:ascii="Times New Roman" w:hAnsi="Times New Roman"/>
          <w:sz w:val="28"/>
          <w:szCs w:val="28"/>
        </w:rPr>
        <w:t>21 році (Таблиця  4.1)</w:t>
      </w:r>
    </w:p>
    <w:p w:rsidR="007C5AF5" w:rsidRPr="00E57EA5" w:rsidRDefault="007C5AF5" w:rsidP="00BC5C7C">
      <w:pPr>
        <w:pStyle w:val="ListParagraph"/>
        <w:spacing w:after="0"/>
        <w:jc w:val="right"/>
        <w:rPr>
          <w:rFonts w:ascii="Times New Roman" w:hAnsi="Times New Roman"/>
          <w:i/>
          <w:sz w:val="24"/>
          <w:szCs w:val="24"/>
        </w:rPr>
      </w:pPr>
      <w:r w:rsidRPr="00E57EA5">
        <w:rPr>
          <w:rFonts w:ascii="Times New Roman" w:hAnsi="Times New Roman"/>
          <w:i/>
          <w:sz w:val="24"/>
          <w:szCs w:val="24"/>
        </w:rPr>
        <w:t>Таблиця 4.1.</w:t>
      </w:r>
    </w:p>
    <w:p w:rsidR="007C5AF5" w:rsidRPr="00E57EA5" w:rsidRDefault="007C5AF5" w:rsidP="00BC5C7C">
      <w:pPr>
        <w:pStyle w:val="ListParagraph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9"/>
        <w:gridCol w:w="3969"/>
        <w:gridCol w:w="1417"/>
        <w:gridCol w:w="1276"/>
        <w:gridCol w:w="1276"/>
        <w:gridCol w:w="1305"/>
      </w:tblGrid>
      <w:tr w:rsidR="007C5AF5" w:rsidRPr="00BC623D" w:rsidTr="004E1B9E">
        <w:trPr>
          <w:trHeight w:val="660"/>
          <w:jc w:val="center"/>
        </w:trPr>
        <w:tc>
          <w:tcPr>
            <w:tcW w:w="599" w:type="dxa"/>
            <w:vMerge w:val="restart"/>
            <w:vAlign w:val="center"/>
          </w:tcPr>
          <w:p w:rsidR="007C5AF5" w:rsidRPr="004E1B9E" w:rsidRDefault="007C5AF5" w:rsidP="00097D06">
            <w:pPr>
              <w:pStyle w:val="12"/>
              <w:spacing w:line="276" w:lineRule="auto"/>
              <w:jc w:val="left"/>
              <w:rPr>
                <w:sz w:val="24"/>
                <w:szCs w:val="24"/>
              </w:rPr>
            </w:pPr>
            <w:r w:rsidRPr="004E1B9E">
              <w:rPr>
                <w:sz w:val="24"/>
                <w:szCs w:val="24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7C5AF5" w:rsidRPr="003C61DB" w:rsidRDefault="007C5AF5" w:rsidP="00B92974">
            <w:pPr>
              <w:pStyle w:val="12"/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3C61DB">
              <w:rPr>
                <w:sz w:val="24"/>
                <w:szCs w:val="24"/>
              </w:rPr>
              <w:t>Завдання, заходи та показники Плану соціально-ек</w:t>
            </w:r>
            <w:r>
              <w:rPr>
                <w:sz w:val="24"/>
                <w:szCs w:val="24"/>
              </w:rPr>
              <w:t>ономічного розвитку Нагірянської сільської</w:t>
            </w:r>
            <w:r w:rsidRPr="003C61DB">
              <w:rPr>
                <w:sz w:val="24"/>
                <w:szCs w:val="24"/>
              </w:rPr>
              <w:t xml:space="preserve"> ради ОТГ на 20</w:t>
            </w:r>
            <w:r>
              <w:rPr>
                <w:sz w:val="24"/>
                <w:szCs w:val="24"/>
              </w:rPr>
              <w:t>21</w:t>
            </w:r>
            <w:r w:rsidRPr="003C61DB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1417" w:type="dxa"/>
            <w:vMerge w:val="restart"/>
            <w:vAlign w:val="center"/>
          </w:tcPr>
          <w:p w:rsidR="007C5AF5" w:rsidRPr="003C61DB" w:rsidRDefault="007C5AF5" w:rsidP="00097D06">
            <w:pPr>
              <w:pStyle w:val="120"/>
              <w:spacing w:line="276" w:lineRule="auto"/>
            </w:pPr>
            <w:r w:rsidRPr="003C61DB">
              <w:t>Термін виконання</w:t>
            </w:r>
          </w:p>
          <w:p w:rsidR="007C5AF5" w:rsidRPr="003C61DB" w:rsidRDefault="007C5AF5" w:rsidP="00097D06">
            <w:pPr>
              <w:pStyle w:val="120"/>
              <w:spacing w:line="276" w:lineRule="auto"/>
            </w:pPr>
          </w:p>
        </w:tc>
        <w:tc>
          <w:tcPr>
            <w:tcW w:w="3857" w:type="dxa"/>
            <w:gridSpan w:val="3"/>
            <w:vAlign w:val="center"/>
          </w:tcPr>
          <w:p w:rsidR="007C5AF5" w:rsidRPr="003C61DB" w:rsidRDefault="007C5AF5" w:rsidP="000137F7">
            <w:pPr>
              <w:pStyle w:val="120"/>
              <w:spacing w:line="276" w:lineRule="auto"/>
              <w:jc w:val="center"/>
            </w:pPr>
            <w:r w:rsidRPr="003C61DB">
              <w:t>Джерела фінансування</w:t>
            </w:r>
          </w:p>
        </w:tc>
      </w:tr>
      <w:tr w:rsidR="007C5AF5" w:rsidRPr="00BC623D" w:rsidTr="000137F7">
        <w:trPr>
          <w:trHeight w:val="1615"/>
          <w:jc w:val="center"/>
        </w:trPr>
        <w:tc>
          <w:tcPr>
            <w:tcW w:w="599" w:type="dxa"/>
            <w:vMerge/>
            <w:vAlign w:val="center"/>
          </w:tcPr>
          <w:p w:rsidR="007C5AF5" w:rsidRPr="004E1B9E" w:rsidRDefault="007C5AF5" w:rsidP="00097D06">
            <w:pPr>
              <w:pStyle w:val="12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7C5AF5" w:rsidRPr="003C61DB" w:rsidRDefault="007C5AF5" w:rsidP="00BC5C7C">
            <w:pPr>
              <w:pStyle w:val="12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C5AF5" w:rsidRPr="003C61DB" w:rsidRDefault="007C5AF5" w:rsidP="00097D06">
            <w:pPr>
              <w:pStyle w:val="120"/>
              <w:spacing w:line="276" w:lineRule="auto"/>
            </w:pPr>
          </w:p>
        </w:tc>
        <w:tc>
          <w:tcPr>
            <w:tcW w:w="1276" w:type="dxa"/>
            <w:vAlign w:val="center"/>
          </w:tcPr>
          <w:p w:rsidR="007C5AF5" w:rsidRPr="003C61DB" w:rsidRDefault="007C5AF5" w:rsidP="00097D06">
            <w:pPr>
              <w:pStyle w:val="120"/>
              <w:spacing w:line="276" w:lineRule="auto"/>
              <w:jc w:val="center"/>
            </w:pPr>
            <w:r w:rsidRPr="003C61DB">
              <w:t>Державний бюджет</w:t>
            </w:r>
          </w:p>
          <w:p w:rsidR="007C5AF5" w:rsidRPr="003C61DB" w:rsidRDefault="007C5AF5" w:rsidP="00097D06">
            <w:pPr>
              <w:pStyle w:val="120"/>
              <w:spacing w:line="276" w:lineRule="auto"/>
              <w:jc w:val="center"/>
            </w:pPr>
            <w:r w:rsidRPr="003C61DB">
              <w:t>тис. грн.</w:t>
            </w:r>
          </w:p>
        </w:tc>
        <w:tc>
          <w:tcPr>
            <w:tcW w:w="1276" w:type="dxa"/>
            <w:vAlign w:val="center"/>
          </w:tcPr>
          <w:p w:rsidR="007C5AF5" w:rsidRPr="003C61DB" w:rsidRDefault="007C5AF5" w:rsidP="00097D06">
            <w:pPr>
              <w:pStyle w:val="120"/>
              <w:spacing w:line="276" w:lineRule="auto"/>
              <w:jc w:val="center"/>
            </w:pPr>
            <w:r w:rsidRPr="003C61DB">
              <w:t>Місцевий бюджет</w:t>
            </w:r>
          </w:p>
          <w:p w:rsidR="007C5AF5" w:rsidRPr="003C61DB" w:rsidRDefault="007C5AF5" w:rsidP="00097D06">
            <w:pPr>
              <w:pStyle w:val="120"/>
              <w:spacing w:line="276" w:lineRule="auto"/>
              <w:jc w:val="center"/>
            </w:pPr>
            <w:r w:rsidRPr="003C61DB">
              <w:t>тис. грн.</w:t>
            </w:r>
          </w:p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7C5AF5" w:rsidRPr="00BC623D" w:rsidRDefault="007C5AF5" w:rsidP="000137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Інші джерела фінансування тис. грн.</w:t>
            </w:r>
          </w:p>
        </w:tc>
      </w:tr>
      <w:tr w:rsidR="007C5AF5" w:rsidRPr="00BC623D" w:rsidTr="004E1B9E">
        <w:trPr>
          <w:trHeight w:val="1014"/>
          <w:jc w:val="center"/>
        </w:trPr>
        <w:tc>
          <w:tcPr>
            <w:tcW w:w="599" w:type="dxa"/>
            <w:vAlign w:val="center"/>
          </w:tcPr>
          <w:p w:rsidR="007C5AF5" w:rsidRPr="00BC623D" w:rsidRDefault="007C5AF5" w:rsidP="00097D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C5AF5" w:rsidRPr="00BC623D" w:rsidRDefault="007C5AF5" w:rsidP="000137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Капітальний ремонт даху адмінбудинку Нагірянської сільської ради</w:t>
            </w:r>
          </w:p>
        </w:tc>
        <w:tc>
          <w:tcPr>
            <w:tcW w:w="1417" w:type="dxa"/>
            <w:vAlign w:val="center"/>
          </w:tcPr>
          <w:p w:rsidR="007C5AF5" w:rsidRPr="00BC623D" w:rsidRDefault="007C5AF5" w:rsidP="000137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2021 р.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305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AF5" w:rsidRPr="00BC623D" w:rsidTr="004E1B9E">
        <w:trPr>
          <w:trHeight w:val="666"/>
          <w:jc w:val="center"/>
        </w:trPr>
        <w:tc>
          <w:tcPr>
            <w:tcW w:w="599" w:type="dxa"/>
            <w:vAlign w:val="center"/>
          </w:tcPr>
          <w:p w:rsidR="007C5AF5" w:rsidRPr="00BC623D" w:rsidRDefault="007C5AF5" w:rsidP="00097D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C5AF5" w:rsidRPr="00BC623D" w:rsidRDefault="007C5AF5" w:rsidP="000137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Капітальний ремонт даху спортзалу Ягільницького ЗЗСО І-ІІІ ступенів</w:t>
            </w:r>
          </w:p>
        </w:tc>
        <w:tc>
          <w:tcPr>
            <w:tcW w:w="1417" w:type="dxa"/>
            <w:vAlign w:val="center"/>
          </w:tcPr>
          <w:p w:rsidR="007C5AF5" w:rsidRPr="00BC623D" w:rsidRDefault="007C5AF5" w:rsidP="00B929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2021 р.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305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AF5" w:rsidRPr="00BC623D" w:rsidTr="004E1B9E">
        <w:trPr>
          <w:trHeight w:val="1014"/>
          <w:jc w:val="center"/>
        </w:trPr>
        <w:tc>
          <w:tcPr>
            <w:tcW w:w="599" w:type="dxa"/>
            <w:vAlign w:val="center"/>
          </w:tcPr>
          <w:p w:rsidR="007C5AF5" w:rsidRPr="00BC623D" w:rsidRDefault="007C5AF5" w:rsidP="00097D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C5AF5" w:rsidRPr="00BC623D" w:rsidRDefault="007C5AF5" w:rsidP="000137F7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Реконструкція по утепленню даху Нагірянського ЗЗСО І-ІІ ступенів</w:t>
            </w:r>
          </w:p>
        </w:tc>
        <w:tc>
          <w:tcPr>
            <w:tcW w:w="1417" w:type="dxa"/>
            <w:vAlign w:val="center"/>
          </w:tcPr>
          <w:p w:rsidR="007C5AF5" w:rsidRPr="00BC623D" w:rsidRDefault="007C5AF5" w:rsidP="00B92974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2021 р.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305" w:type="dxa"/>
            <w:vAlign w:val="center"/>
          </w:tcPr>
          <w:p w:rsidR="007C5AF5" w:rsidRPr="00BC623D" w:rsidRDefault="007C5AF5" w:rsidP="000137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7C5AF5" w:rsidRPr="00BC623D" w:rsidTr="004E1B9E">
        <w:trPr>
          <w:trHeight w:val="681"/>
          <w:jc w:val="center"/>
        </w:trPr>
        <w:tc>
          <w:tcPr>
            <w:tcW w:w="599" w:type="dxa"/>
            <w:vAlign w:val="center"/>
          </w:tcPr>
          <w:p w:rsidR="007C5AF5" w:rsidRPr="00BC623D" w:rsidRDefault="007C5AF5" w:rsidP="00097D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7C5AF5" w:rsidRPr="00BC623D" w:rsidRDefault="007C5AF5" w:rsidP="00F832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 xml:space="preserve"> Заміна газового котла у Шульганівського ЗЗСО І-ІІ ступенів</w:t>
            </w:r>
          </w:p>
        </w:tc>
        <w:tc>
          <w:tcPr>
            <w:tcW w:w="1417" w:type="dxa"/>
            <w:vAlign w:val="center"/>
          </w:tcPr>
          <w:p w:rsidR="007C5AF5" w:rsidRPr="00BC623D" w:rsidRDefault="007C5AF5" w:rsidP="00B929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2021 р.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AF5" w:rsidRPr="00BC623D" w:rsidTr="004E1B9E">
        <w:trPr>
          <w:trHeight w:val="681"/>
          <w:jc w:val="center"/>
        </w:trPr>
        <w:tc>
          <w:tcPr>
            <w:tcW w:w="599" w:type="dxa"/>
            <w:vAlign w:val="center"/>
          </w:tcPr>
          <w:p w:rsidR="007C5AF5" w:rsidRPr="00BC623D" w:rsidRDefault="007C5AF5" w:rsidP="00097D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7C5AF5" w:rsidRPr="00BC623D" w:rsidRDefault="007C5AF5" w:rsidP="006D32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 xml:space="preserve"> Створення Центру надання адміністративних  послуг </w:t>
            </w:r>
          </w:p>
        </w:tc>
        <w:tc>
          <w:tcPr>
            <w:tcW w:w="1417" w:type="dxa"/>
            <w:vAlign w:val="center"/>
          </w:tcPr>
          <w:p w:rsidR="007C5AF5" w:rsidRPr="00BC623D" w:rsidRDefault="007C5AF5" w:rsidP="00B929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2021 - 2022 р.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305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7C5AF5" w:rsidRPr="00BC623D" w:rsidTr="004E1B9E">
        <w:trPr>
          <w:trHeight w:val="681"/>
          <w:jc w:val="center"/>
        </w:trPr>
        <w:tc>
          <w:tcPr>
            <w:tcW w:w="599" w:type="dxa"/>
            <w:vAlign w:val="center"/>
          </w:tcPr>
          <w:p w:rsidR="007C5AF5" w:rsidRPr="00BC623D" w:rsidRDefault="007C5AF5" w:rsidP="00097D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7C5AF5" w:rsidRPr="00BC623D" w:rsidRDefault="007C5AF5" w:rsidP="00F832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Ремонт димаря, системи водовідведення та модернізація системи опалення Староягільницького ЗЗСО І-ІІІ ступенів</w:t>
            </w:r>
          </w:p>
        </w:tc>
        <w:tc>
          <w:tcPr>
            <w:tcW w:w="1417" w:type="dxa"/>
            <w:vAlign w:val="center"/>
          </w:tcPr>
          <w:p w:rsidR="007C5AF5" w:rsidRPr="00BC623D" w:rsidRDefault="007C5AF5" w:rsidP="00B929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2021 р.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AF5" w:rsidRPr="00BC623D" w:rsidTr="004E1B9E">
        <w:trPr>
          <w:trHeight w:val="681"/>
          <w:jc w:val="center"/>
        </w:trPr>
        <w:tc>
          <w:tcPr>
            <w:tcW w:w="599" w:type="dxa"/>
            <w:vAlign w:val="center"/>
          </w:tcPr>
          <w:p w:rsidR="007C5AF5" w:rsidRPr="00BC623D" w:rsidRDefault="007C5AF5" w:rsidP="00097D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7C5AF5" w:rsidRPr="00BC623D" w:rsidRDefault="007C5AF5" w:rsidP="00947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Модернізація системи опалення ЗДО с. Улашківці</w:t>
            </w:r>
          </w:p>
        </w:tc>
        <w:tc>
          <w:tcPr>
            <w:tcW w:w="1417" w:type="dxa"/>
            <w:vAlign w:val="center"/>
          </w:tcPr>
          <w:p w:rsidR="007C5AF5" w:rsidRPr="00BC623D" w:rsidRDefault="007C5AF5" w:rsidP="00B929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2021 р.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AF5" w:rsidRPr="00BC623D" w:rsidTr="004E1B9E">
        <w:trPr>
          <w:trHeight w:val="681"/>
          <w:jc w:val="center"/>
        </w:trPr>
        <w:tc>
          <w:tcPr>
            <w:tcW w:w="599" w:type="dxa"/>
            <w:vAlign w:val="center"/>
          </w:tcPr>
          <w:p w:rsidR="007C5AF5" w:rsidRPr="00BC623D" w:rsidRDefault="007C5AF5" w:rsidP="00097D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7C5AF5" w:rsidRPr="00BC623D" w:rsidRDefault="007C5AF5" w:rsidP="00947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Забезпечення водопостачанням Заболотівського ЗЗСО І-ІІ ступенів</w:t>
            </w:r>
          </w:p>
        </w:tc>
        <w:tc>
          <w:tcPr>
            <w:tcW w:w="1417" w:type="dxa"/>
            <w:vAlign w:val="center"/>
          </w:tcPr>
          <w:p w:rsidR="007C5AF5" w:rsidRPr="00BC623D" w:rsidRDefault="007C5AF5" w:rsidP="00B929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2021 р.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AF5" w:rsidRPr="00BC623D" w:rsidTr="004E1B9E">
        <w:trPr>
          <w:trHeight w:val="681"/>
          <w:jc w:val="center"/>
        </w:trPr>
        <w:tc>
          <w:tcPr>
            <w:tcW w:w="599" w:type="dxa"/>
            <w:vAlign w:val="center"/>
          </w:tcPr>
          <w:p w:rsidR="007C5AF5" w:rsidRPr="00BC623D" w:rsidRDefault="007C5AF5" w:rsidP="00097D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7C5AF5" w:rsidRPr="00BC623D" w:rsidRDefault="007C5AF5" w:rsidP="00947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Заміна дверей у Мухавському ЗЗСО І-ІІ ступенів</w:t>
            </w:r>
          </w:p>
        </w:tc>
        <w:tc>
          <w:tcPr>
            <w:tcW w:w="1417" w:type="dxa"/>
            <w:vAlign w:val="center"/>
          </w:tcPr>
          <w:p w:rsidR="007C5AF5" w:rsidRPr="00BC623D" w:rsidRDefault="007C5AF5" w:rsidP="00B929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2021 р.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23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305" w:type="dxa"/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AF5" w:rsidRPr="00BC623D" w:rsidTr="006D329A">
        <w:trPr>
          <w:trHeight w:val="349"/>
          <w:jc w:val="center"/>
        </w:trPr>
        <w:tc>
          <w:tcPr>
            <w:tcW w:w="599" w:type="dxa"/>
            <w:vAlign w:val="center"/>
          </w:tcPr>
          <w:p w:rsidR="007C5AF5" w:rsidRPr="00BC623D" w:rsidRDefault="007C5AF5" w:rsidP="00097D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C5AF5" w:rsidRPr="00BC623D" w:rsidRDefault="007C5AF5" w:rsidP="00097D0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623D">
              <w:rPr>
                <w:rFonts w:ascii="Times New Roman" w:hAnsi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417" w:type="dxa"/>
            <w:vAlign w:val="center"/>
          </w:tcPr>
          <w:p w:rsidR="007C5AF5" w:rsidRPr="00BC623D" w:rsidRDefault="007C5AF5" w:rsidP="00097D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5AF5" w:rsidRPr="00BC623D" w:rsidRDefault="007C5AF5" w:rsidP="00097D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5AF5" w:rsidRPr="00251192" w:rsidRDefault="007C5AF5" w:rsidP="00251192">
      <w:pPr>
        <w:pStyle w:val="ListParagraph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251192">
        <w:rPr>
          <w:rFonts w:ascii="Times New Roman" w:hAnsi="Times New Roman"/>
          <w:b/>
          <w:sz w:val="28"/>
        </w:rPr>
        <w:t>Фінансове забезпечення Плану соціально-економічного розвитку Нагірянської</w:t>
      </w:r>
      <w:r>
        <w:rPr>
          <w:rFonts w:ascii="Times New Roman" w:hAnsi="Times New Roman"/>
          <w:b/>
          <w:sz w:val="28"/>
        </w:rPr>
        <w:t xml:space="preserve"> </w:t>
      </w:r>
      <w:r w:rsidRPr="00251192">
        <w:rPr>
          <w:rFonts w:ascii="Times New Roman" w:hAnsi="Times New Roman"/>
          <w:b/>
          <w:sz w:val="28"/>
        </w:rPr>
        <w:t>ТГ на 2021 рік</w:t>
      </w:r>
    </w:p>
    <w:p w:rsidR="007C5AF5" w:rsidRPr="00E57EA5" w:rsidRDefault="007C5AF5" w:rsidP="000E44A6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 xml:space="preserve">Упровадження Плану проводитиметься через реалізацію комплексу організаційних, фінансових та інформаційних заходів, які реалізовуватимуться всіма суб’єктами територіального розвитку.  </w:t>
      </w:r>
    </w:p>
    <w:p w:rsidR="007C5AF5" w:rsidRPr="00E57EA5" w:rsidRDefault="007C5AF5" w:rsidP="000E44A6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Заходи, які включені до Плану, стануть пріоритетними при фінансуванні як із місцевого бюджету, так і при надходження цільових коштів із бюджетів вищого рівня.</w:t>
      </w:r>
    </w:p>
    <w:p w:rsidR="007C5AF5" w:rsidRPr="00E57EA5" w:rsidRDefault="007C5AF5" w:rsidP="000E44A6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Фінансове забезпечення реалізації Плану здійснюватиметься за рахунок:</w:t>
      </w:r>
    </w:p>
    <w:p w:rsidR="007C5AF5" w:rsidRPr="00E57EA5" w:rsidRDefault="007C5AF5" w:rsidP="000E44A6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коштів галузевих (міжгалузевих) державних цільових програм та бюджетних програм центральних органів виконавчої влади, що спрямовуються на розвиток відповідної сфери в регіонах;</w:t>
      </w:r>
    </w:p>
    <w:p w:rsidR="007C5AF5" w:rsidRPr="00E57EA5" w:rsidRDefault="007C5AF5" w:rsidP="000E44A6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субвенцій, інших трансфертів із державного та обласного бюджетів місцевим бюджетам;</w:t>
      </w:r>
    </w:p>
    <w:p w:rsidR="007C5AF5" w:rsidRPr="00E57EA5" w:rsidRDefault="007C5AF5" w:rsidP="000E44A6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коштів місцевого бюджету</w:t>
      </w:r>
      <w:r w:rsidRPr="00E57EA5">
        <w:rPr>
          <w:rFonts w:ascii="Times New Roman" w:hAnsi="Times New Roman"/>
          <w:sz w:val="28"/>
        </w:rPr>
        <w:t>;</w:t>
      </w:r>
    </w:p>
    <w:p w:rsidR="007C5AF5" w:rsidRPr="00E57EA5" w:rsidRDefault="007C5AF5" w:rsidP="000E44A6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коштів міжна</w:t>
      </w:r>
      <w:r>
        <w:rPr>
          <w:rFonts w:ascii="Times New Roman" w:hAnsi="Times New Roman"/>
          <w:sz w:val="28"/>
        </w:rPr>
        <w:t>родної технічної допомоги</w:t>
      </w:r>
      <w:r w:rsidRPr="00E57EA5">
        <w:rPr>
          <w:rFonts w:ascii="Times New Roman" w:hAnsi="Times New Roman"/>
          <w:sz w:val="28"/>
        </w:rPr>
        <w:t>;</w:t>
      </w:r>
    </w:p>
    <w:p w:rsidR="007C5AF5" w:rsidRPr="00E57EA5" w:rsidRDefault="007C5AF5" w:rsidP="000E44A6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коштів інвесторів,</w:t>
      </w:r>
      <w:r>
        <w:rPr>
          <w:rFonts w:ascii="Times New Roman" w:hAnsi="Times New Roman"/>
          <w:sz w:val="28"/>
        </w:rPr>
        <w:t xml:space="preserve"> спонсорів,</w:t>
      </w:r>
      <w:r w:rsidRPr="00E57EA5">
        <w:rPr>
          <w:rFonts w:ascii="Times New Roman" w:hAnsi="Times New Roman"/>
          <w:sz w:val="28"/>
        </w:rPr>
        <w:t xml:space="preserve"> власних коштів підприємств та інших джерел не заборонених чинним законодавством.</w:t>
      </w:r>
    </w:p>
    <w:p w:rsidR="007C5AF5" w:rsidRPr="00E57EA5" w:rsidRDefault="007C5AF5">
      <w:pPr>
        <w:rPr>
          <w:rFonts w:ascii="Times New Roman" w:hAnsi="Times New Roman"/>
          <w:sz w:val="28"/>
        </w:rPr>
      </w:pPr>
    </w:p>
    <w:sectPr w:rsidR="007C5AF5" w:rsidRPr="00E57EA5" w:rsidSect="00CF1664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8C4"/>
    <w:multiLevelType w:val="hybridMultilevel"/>
    <w:tmpl w:val="45F8BD4A"/>
    <w:lvl w:ilvl="0" w:tplc="3DB6F8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DF1D22"/>
    <w:multiLevelType w:val="hybridMultilevel"/>
    <w:tmpl w:val="17A0B3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452E29"/>
    <w:multiLevelType w:val="hybridMultilevel"/>
    <w:tmpl w:val="B2607B1E"/>
    <w:lvl w:ilvl="0" w:tplc="AB94CB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C6599C"/>
    <w:multiLevelType w:val="hybridMultilevel"/>
    <w:tmpl w:val="17E27F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A16AA5"/>
    <w:multiLevelType w:val="hybridMultilevel"/>
    <w:tmpl w:val="ED26942E"/>
    <w:lvl w:ilvl="0" w:tplc="D67281E0">
      <w:start w:val="5995"/>
      <w:numFmt w:val="decimal"/>
      <w:lvlText w:val="%1"/>
      <w:lvlJc w:val="left"/>
      <w:pPr>
        <w:ind w:left="1189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BEC6C53"/>
    <w:multiLevelType w:val="hybridMultilevel"/>
    <w:tmpl w:val="3E2A48C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113EF4"/>
    <w:multiLevelType w:val="hybridMultilevel"/>
    <w:tmpl w:val="E04EBB98"/>
    <w:lvl w:ilvl="0" w:tplc="42EE39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1E2F78"/>
    <w:multiLevelType w:val="hybridMultilevel"/>
    <w:tmpl w:val="849CEAA8"/>
    <w:lvl w:ilvl="0" w:tplc="F41A0CF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E776EE2"/>
    <w:multiLevelType w:val="hybridMultilevel"/>
    <w:tmpl w:val="D9C2A9A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7E2D57"/>
    <w:multiLevelType w:val="multilevel"/>
    <w:tmpl w:val="5898359A"/>
    <w:lvl w:ilvl="0">
      <w:start w:val="1"/>
      <w:numFmt w:val="decimal"/>
      <w:pStyle w:val="TableTitle"/>
      <w:lvlText w:val="Таблиця %1."/>
      <w:lvlJc w:val="left"/>
      <w:pPr>
        <w:tabs>
          <w:tab w:val="num" w:pos="4735"/>
        </w:tabs>
        <w:ind w:left="4735" w:hanging="1474"/>
      </w:pPr>
      <w:rPr>
        <w:rFonts w:ascii="Arial" w:hAnsi="Arial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">
    <w:nsid w:val="222C29B5"/>
    <w:multiLevelType w:val="hybridMultilevel"/>
    <w:tmpl w:val="5C467D4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4A39E8"/>
    <w:multiLevelType w:val="hybridMultilevel"/>
    <w:tmpl w:val="58F28EA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5A15A4"/>
    <w:multiLevelType w:val="hybridMultilevel"/>
    <w:tmpl w:val="999C5F42"/>
    <w:lvl w:ilvl="0" w:tplc="4A8070B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F65409"/>
    <w:multiLevelType w:val="multilevel"/>
    <w:tmpl w:val="66A2E5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48AE6D5A"/>
    <w:multiLevelType w:val="hybridMultilevel"/>
    <w:tmpl w:val="9AB0D97A"/>
    <w:lvl w:ilvl="0" w:tplc="249847D8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AD92DF6"/>
    <w:multiLevelType w:val="hybridMultilevel"/>
    <w:tmpl w:val="977AD33C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1B1DFC"/>
    <w:multiLevelType w:val="multilevel"/>
    <w:tmpl w:val="ED5A1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F36BC8"/>
    <w:multiLevelType w:val="hybridMultilevel"/>
    <w:tmpl w:val="349EEA20"/>
    <w:lvl w:ilvl="0" w:tplc="F0E05C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14B29B8"/>
    <w:multiLevelType w:val="hybridMultilevel"/>
    <w:tmpl w:val="8022413C"/>
    <w:lvl w:ilvl="0" w:tplc="A7F4C866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779A1641"/>
    <w:multiLevelType w:val="hybridMultilevel"/>
    <w:tmpl w:val="BC20C690"/>
    <w:lvl w:ilvl="0" w:tplc="59126D4E">
      <w:start w:val="5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9947CEB"/>
    <w:multiLevelType w:val="hybridMultilevel"/>
    <w:tmpl w:val="4446AAD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4"/>
  </w:num>
  <w:num w:numId="8">
    <w:abstractNumId w:val="9"/>
  </w:num>
  <w:num w:numId="9">
    <w:abstractNumId w:val="0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</w:num>
  <w:num w:numId="13">
    <w:abstractNumId w:val="1"/>
  </w:num>
  <w:num w:numId="14">
    <w:abstractNumId w:val="5"/>
  </w:num>
  <w:num w:numId="15">
    <w:abstractNumId w:val="8"/>
  </w:num>
  <w:num w:numId="16">
    <w:abstractNumId w:val="11"/>
  </w:num>
  <w:num w:numId="17">
    <w:abstractNumId w:val="3"/>
  </w:num>
  <w:num w:numId="18">
    <w:abstractNumId w:val="7"/>
  </w:num>
  <w:num w:numId="19">
    <w:abstractNumId w:val="12"/>
  </w:num>
  <w:num w:numId="20">
    <w:abstractNumId w:val="15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50D"/>
    <w:rsid w:val="000137F7"/>
    <w:rsid w:val="00020708"/>
    <w:rsid w:val="00026E4A"/>
    <w:rsid w:val="0003457D"/>
    <w:rsid w:val="00036453"/>
    <w:rsid w:val="000657C6"/>
    <w:rsid w:val="00066D90"/>
    <w:rsid w:val="00067C56"/>
    <w:rsid w:val="00090522"/>
    <w:rsid w:val="00097D06"/>
    <w:rsid w:val="000A4893"/>
    <w:rsid w:val="000A5611"/>
    <w:rsid w:val="000B1889"/>
    <w:rsid w:val="000B207D"/>
    <w:rsid w:val="000B6A3A"/>
    <w:rsid w:val="000D1065"/>
    <w:rsid w:val="000D256A"/>
    <w:rsid w:val="000D4258"/>
    <w:rsid w:val="000D71E6"/>
    <w:rsid w:val="000E3770"/>
    <w:rsid w:val="000E44A6"/>
    <w:rsid w:val="000E511E"/>
    <w:rsid w:val="000F0583"/>
    <w:rsid w:val="00100FA2"/>
    <w:rsid w:val="001015D7"/>
    <w:rsid w:val="001018C4"/>
    <w:rsid w:val="00102506"/>
    <w:rsid w:val="00110A78"/>
    <w:rsid w:val="00115BCB"/>
    <w:rsid w:val="0015507C"/>
    <w:rsid w:val="00166407"/>
    <w:rsid w:val="00174653"/>
    <w:rsid w:val="00177EB2"/>
    <w:rsid w:val="001824AE"/>
    <w:rsid w:val="00195739"/>
    <w:rsid w:val="001B2595"/>
    <w:rsid w:val="001C273D"/>
    <w:rsid w:val="001C49F9"/>
    <w:rsid w:val="001C59DE"/>
    <w:rsid w:val="001D6C44"/>
    <w:rsid w:val="001E7F3C"/>
    <w:rsid w:val="001F0CFB"/>
    <w:rsid w:val="001F2A49"/>
    <w:rsid w:val="001F685C"/>
    <w:rsid w:val="00223511"/>
    <w:rsid w:val="00227805"/>
    <w:rsid w:val="002353A0"/>
    <w:rsid w:val="00235F98"/>
    <w:rsid w:val="00251192"/>
    <w:rsid w:val="00257EE3"/>
    <w:rsid w:val="00267521"/>
    <w:rsid w:val="0028312E"/>
    <w:rsid w:val="00283B9F"/>
    <w:rsid w:val="0028531C"/>
    <w:rsid w:val="002927CE"/>
    <w:rsid w:val="002939FB"/>
    <w:rsid w:val="00297D1F"/>
    <w:rsid w:val="002A1D2C"/>
    <w:rsid w:val="002A5CC6"/>
    <w:rsid w:val="002B08FA"/>
    <w:rsid w:val="002B79B7"/>
    <w:rsid w:val="002C0941"/>
    <w:rsid w:val="002C168F"/>
    <w:rsid w:val="002E17C4"/>
    <w:rsid w:val="002E304A"/>
    <w:rsid w:val="002E7975"/>
    <w:rsid w:val="002F2181"/>
    <w:rsid w:val="002F54D1"/>
    <w:rsid w:val="00306032"/>
    <w:rsid w:val="00342B80"/>
    <w:rsid w:val="00344591"/>
    <w:rsid w:val="003600B3"/>
    <w:rsid w:val="00360FAD"/>
    <w:rsid w:val="00363257"/>
    <w:rsid w:val="00366B2E"/>
    <w:rsid w:val="0037344B"/>
    <w:rsid w:val="003939B2"/>
    <w:rsid w:val="003974B4"/>
    <w:rsid w:val="00397FFD"/>
    <w:rsid w:val="003A4835"/>
    <w:rsid w:val="003A5191"/>
    <w:rsid w:val="003A5DA1"/>
    <w:rsid w:val="003B59C7"/>
    <w:rsid w:val="003C61DB"/>
    <w:rsid w:val="003D45EC"/>
    <w:rsid w:val="003E24EF"/>
    <w:rsid w:val="003E43B1"/>
    <w:rsid w:val="003F43A0"/>
    <w:rsid w:val="00403AE4"/>
    <w:rsid w:val="0040482C"/>
    <w:rsid w:val="00405C3B"/>
    <w:rsid w:val="00414EEF"/>
    <w:rsid w:val="00415BD1"/>
    <w:rsid w:val="0042067A"/>
    <w:rsid w:val="00424787"/>
    <w:rsid w:val="004323F7"/>
    <w:rsid w:val="00432445"/>
    <w:rsid w:val="00456FD6"/>
    <w:rsid w:val="00464820"/>
    <w:rsid w:val="0047398E"/>
    <w:rsid w:val="00480BF3"/>
    <w:rsid w:val="00484843"/>
    <w:rsid w:val="004900C3"/>
    <w:rsid w:val="00496469"/>
    <w:rsid w:val="004A0E95"/>
    <w:rsid w:val="004B68F0"/>
    <w:rsid w:val="004C16D1"/>
    <w:rsid w:val="004C70DC"/>
    <w:rsid w:val="004E1B9E"/>
    <w:rsid w:val="004E2659"/>
    <w:rsid w:val="004E6B03"/>
    <w:rsid w:val="00500841"/>
    <w:rsid w:val="00507213"/>
    <w:rsid w:val="005077D0"/>
    <w:rsid w:val="005247DD"/>
    <w:rsid w:val="00530B6B"/>
    <w:rsid w:val="00546DC1"/>
    <w:rsid w:val="0055249F"/>
    <w:rsid w:val="00556A84"/>
    <w:rsid w:val="00560632"/>
    <w:rsid w:val="00563001"/>
    <w:rsid w:val="00564885"/>
    <w:rsid w:val="00567C32"/>
    <w:rsid w:val="0059008C"/>
    <w:rsid w:val="005928A1"/>
    <w:rsid w:val="005A0200"/>
    <w:rsid w:val="005A19B9"/>
    <w:rsid w:val="005A7B14"/>
    <w:rsid w:val="005B4E0D"/>
    <w:rsid w:val="005C2DF6"/>
    <w:rsid w:val="005D6AB8"/>
    <w:rsid w:val="005E2D9F"/>
    <w:rsid w:val="005E621D"/>
    <w:rsid w:val="005F0252"/>
    <w:rsid w:val="005F4A2F"/>
    <w:rsid w:val="00601D25"/>
    <w:rsid w:val="0060668B"/>
    <w:rsid w:val="006304F2"/>
    <w:rsid w:val="006333AF"/>
    <w:rsid w:val="00637607"/>
    <w:rsid w:val="0065426F"/>
    <w:rsid w:val="00656B38"/>
    <w:rsid w:val="00657D44"/>
    <w:rsid w:val="00661A3F"/>
    <w:rsid w:val="00696C31"/>
    <w:rsid w:val="006A2A9B"/>
    <w:rsid w:val="006A716A"/>
    <w:rsid w:val="006B147A"/>
    <w:rsid w:val="006C6EDA"/>
    <w:rsid w:val="006D329A"/>
    <w:rsid w:val="006E1E96"/>
    <w:rsid w:val="006E4773"/>
    <w:rsid w:val="006F17D6"/>
    <w:rsid w:val="007007F8"/>
    <w:rsid w:val="0071109F"/>
    <w:rsid w:val="00712CF4"/>
    <w:rsid w:val="00725630"/>
    <w:rsid w:val="0072657D"/>
    <w:rsid w:val="007304DD"/>
    <w:rsid w:val="007352D5"/>
    <w:rsid w:val="00746E2B"/>
    <w:rsid w:val="00756A7F"/>
    <w:rsid w:val="0075788E"/>
    <w:rsid w:val="00761DB5"/>
    <w:rsid w:val="00770C85"/>
    <w:rsid w:val="007800CD"/>
    <w:rsid w:val="007946AA"/>
    <w:rsid w:val="007B599F"/>
    <w:rsid w:val="007C11E6"/>
    <w:rsid w:val="007C5AF5"/>
    <w:rsid w:val="007D0C59"/>
    <w:rsid w:val="007E4EA0"/>
    <w:rsid w:val="008231D6"/>
    <w:rsid w:val="0083232D"/>
    <w:rsid w:val="008332CB"/>
    <w:rsid w:val="00835CAC"/>
    <w:rsid w:val="0084261D"/>
    <w:rsid w:val="008450ED"/>
    <w:rsid w:val="00851B09"/>
    <w:rsid w:val="00852CC3"/>
    <w:rsid w:val="00855169"/>
    <w:rsid w:val="00862299"/>
    <w:rsid w:val="008649E7"/>
    <w:rsid w:val="00871469"/>
    <w:rsid w:val="00891FE5"/>
    <w:rsid w:val="00894BBE"/>
    <w:rsid w:val="008A7A78"/>
    <w:rsid w:val="008B477A"/>
    <w:rsid w:val="008E19E5"/>
    <w:rsid w:val="008E44EC"/>
    <w:rsid w:val="008F1E28"/>
    <w:rsid w:val="008F4BAB"/>
    <w:rsid w:val="0091177E"/>
    <w:rsid w:val="009272BE"/>
    <w:rsid w:val="00944F96"/>
    <w:rsid w:val="00946F7D"/>
    <w:rsid w:val="00947778"/>
    <w:rsid w:val="009550BA"/>
    <w:rsid w:val="00967287"/>
    <w:rsid w:val="00967F60"/>
    <w:rsid w:val="009732F0"/>
    <w:rsid w:val="00976FFA"/>
    <w:rsid w:val="00994760"/>
    <w:rsid w:val="00997CF9"/>
    <w:rsid w:val="009A0C4D"/>
    <w:rsid w:val="009B1BFD"/>
    <w:rsid w:val="009B509B"/>
    <w:rsid w:val="009B7091"/>
    <w:rsid w:val="009C2E93"/>
    <w:rsid w:val="009C52FF"/>
    <w:rsid w:val="009C78E1"/>
    <w:rsid w:val="009D5FA8"/>
    <w:rsid w:val="009E368B"/>
    <w:rsid w:val="009E4064"/>
    <w:rsid w:val="009F651A"/>
    <w:rsid w:val="00A006D3"/>
    <w:rsid w:val="00A17210"/>
    <w:rsid w:val="00A3178E"/>
    <w:rsid w:val="00A35078"/>
    <w:rsid w:val="00A51210"/>
    <w:rsid w:val="00A56B7D"/>
    <w:rsid w:val="00A828F6"/>
    <w:rsid w:val="00A918FE"/>
    <w:rsid w:val="00A91B8A"/>
    <w:rsid w:val="00A95BAA"/>
    <w:rsid w:val="00AA41A8"/>
    <w:rsid w:val="00AA43F9"/>
    <w:rsid w:val="00AA55C1"/>
    <w:rsid w:val="00AB5B88"/>
    <w:rsid w:val="00AD2458"/>
    <w:rsid w:val="00AD6B5F"/>
    <w:rsid w:val="00AE2539"/>
    <w:rsid w:val="00AE5B45"/>
    <w:rsid w:val="00B009B8"/>
    <w:rsid w:val="00B0580D"/>
    <w:rsid w:val="00B1044D"/>
    <w:rsid w:val="00B176C1"/>
    <w:rsid w:val="00B200D4"/>
    <w:rsid w:val="00B231EE"/>
    <w:rsid w:val="00B27A6B"/>
    <w:rsid w:val="00B304DA"/>
    <w:rsid w:val="00B310B8"/>
    <w:rsid w:val="00B340E1"/>
    <w:rsid w:val="00B37928"/>
    <w:rsid w:val="00B40099"/>
    <w:rsid w:val="00B4117B"/>
    <w:rsid w:val="00B54955"/>
    <w:rsid w:val="00B60A34"/>
    <w:rsid w:val="00B61E52"/>
    <w:rsid w:val="00B83FCD"/>
    <w:rsid w:val="00B852B3"/>
    <w:rsid w:val="00B92974"/>
    <w:rsid w:val="00B92EA5"/>
    <w:rsid w:val="00BB2645"/>
    <w:rsid w:val="00BC5C7C"/>
    <w:rsid w:val="00BC5F65"/>
    <w:rsid w:val="00BC623D"/>
    <w:rsid w:val="00BD141C"/>
    <w:rsid w:val="00BF6D29"/>
    <w:rsid w:val="00C27895"/>
    <w:rsid w:val="00C45B78"/>
    <w:rsid w:val="00C55376"/>
    <w:rsid w:val="00C57986"/>
    <w:rsid w:val="00C74193"/>
    <w:rsid w:val="00C75C6F"/>
    <w:rsid w:val="00C77A7E"/>
    <w:rsid w:val="00C92A16"/>
    <w:rsid w:val="00CA0C9E"/>
    <w:rsid w:val="00CD7552"/>
    <w:rsid w:val="00CE33F8"/>
    <w:rsid w:val="00CF1664"/>
    <w:rsid w:val="00CF397D"/>
    <w:rsid w:val="00CF4F68"/>
    <w:rsid w:val="00CF663E"/>
    <w:rsid w:val="00D02375"/>
    <w:rsid w:val="00D04FBF"/>
    <w:rsid w:val="00D06C3B"/>
    <w:rsid w:val="00D12010"/>
    <w:rsid w:val="00D3787F"/>
    <w:rsid w:val="00D553FE"/>
    <w:rsid w:val="00D6550D"/>
    <w:rsid w:val="00D656E9"/>
    <w:rsid w:val="00D8464E"/>
    <w:rsid w:val="00DA7A80"/>
    <w:rsid w:val="00DB38B4"/>
    <w:rsid w:val="00DB581C"/>
    <w:rsid w:val="00DB5C26"/>
    <w:rsid w:val="00DC3C40"/>
    <w:rsid w:val="00DC53D4"/>
    <w:rsid w:val="00DC5D1E"/>
    <w:rsid w:val="00DC662A"/>
    <w:rsid w:val="00DD59D2"/>
    <w:rsid w:val="00DE4526"/>
    <w:rsid w:val="00DF2EC8"/>
    <w:rsid w:val="00DF46EC"/>
    <w:rsid w:val="00E20DCD"/>
    <w:rsid w:val="00E25DC1"/>
    <w:rsid w:val="00E328EA"/>
    <w:rsid w:val="00E35824"/>
    <w:rsid w:val="00E462FA"/>
    <w:rsid w:val="00E50DE9"/>
    <w:rsid w:val="00E50ECE"/>
    <w:rsid w:val="00E54966"/>
    <w:rsid w:val="00E57EA5"/>
    <w:rsid w:val="00E62CCB"/>
    <w:rsid w:val="00E66F1F"/>
    <w:rsid w:val="00E76603"/>
    <w:rsid w:val="00EA2F69"/>
    <w:rsid w:val="00EB0D6D"/>
    <w:rsid w:val="00EB5248"/>
    <w:rsid w:val="00ED0D15"/>
    <w:rsid w:val="00ED55F0"/>
    <w:rsid w:val="00ED594D"/>
    <w:rsid w:val="00F024A7"/>
    <w:rsid w:val="00F068D0"/>
    <w:rsid w:val="00F076F3"/>
    <w:rsid w:val="00F22850"/>
    <w:rsid w:val="00F235C1"/>
    <w:rsid w:val="00F36F0E"/>
    <w:rsid w:val="00F427CB"/>
    <w:rsid w:val="00F42F17"/>
    <w:rsid w:val="00F43F88"/>
    <w:rsid w:val="00F515B5"/>
    <w:rsid w:val="00F67C89"/>
    <w:rsid w:val="00F8002E"/>
    <w:rsid w:val="00F83219"/>
    <w:rsid w:val="00F83F36"/>
    <w:rsid w:val="00F91C01"/>
    <w:rsid w:val="00F92394"/>
    <w:rsid w:val="00F92B8C"/>
    <w:rsid w:val="00F95B26"/>
    <w:rsid w:val="00F97671"/>
    <w:rsid w:val="00FA0CB8"/>
    <w:rsid w:val="00FB6CF4"/>
    <w:rsid w:val="00FB6F98"/>
    <w:rsid w:val="00FC3BE9"/>
    <w:rsid w:val="00FC5CD1"/>
    <w:rsid w:val="00FC6C89"/>
    <w:rsid w:val="00FD14A6"/>
    <w:rsid w:val="00FD1D80"/>
    <w:rsid w:val="00FD7898"/>
    <w:rsid w:val="00FE690A"/>
    <w:rsid w:val="00FE6E3A"/>
    <w:rsid w:val="00FE726A"/>
    <w:rsid w:val="00FF6885"/>
    <w:rsid w:val="00FF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C32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66B2E"/>
    <w:pPr>
      <w:keepNext/>
      <w:autoSpaceDE w:val="0"/>
      <w:autoSpaceDN w:val="0"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66B2E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styleId="ListParagraph">
    <w:name w:val="List Paragraph"/>
    <w:basedOn w:val="Normal"/>
    <w:uiPriority w:val="99"/>
    <w:qFormat/>
    <w:rsid w:val="005648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F7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740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A4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CommentText">
    <w:name w:val="annotation text"/>
    <w:basedOn w:val="Normal"/>
    <w:link w:val="CommentTextChar"/>
    <w:uiPriority w:val="99"/>
    <w:rsid w:val="00BD141C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D141C"/>
    <w:rPr>
      <w:rFonts w:cs="Times New Roman"/>
      <w:sz w:val="20"/>
      <w:szCs w:val="20"/>
      <w:lang w:val="en-US"/>
    </w:rPr>
  </w:style>
  <w:style w:type="table" w:styleId="TableGrid">
    <w:name w:val="Table Grid"/>
    <w:basedOn w:val="TableNormal"/>
    <w:uiPriority w:val="99"/>
    <w:rsid w:val="007D0C59"/>
    <w:rPr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Normal"/>
    <w:next w:val="Normal"/>
    <w:autoRedefine/>
    <w:uiPriority w:val="99"/>
    <w:rsid w:val="00BC5F65"/>
    <w:pPr>
      <w:keepNext/>
      <w:keepLines/>
      <w:numPr>
        <w:numId w:val="8"/>
      </w:numPr>
      <w:suppressAutoHyphens/>
      <w:spacing w:before="120" w:after="120" w:line="240" w:lineRule="auto"/>
    </w:pPr>
    <w:rPr>
      <w:rFonts w:ascii="Arial" w:eastAsia="Times New Roman" w:hAnsi="Arial" w:cs="Arial"/>
      <w:b/>
      <w:bCs/>
      <w:szCs w:val="24"/>
    </w:rPr>
  </w:style>
  <w:style w:type="paragraph" w:customStyle="1" w:styleId="1">
    <w:name w:val="Звичайний1"/>
    <w:uiPriority w:val="99"/>
    <w:rsid w:val="00BC5F65"/>
    <w:pPr>
      <w:spacing w:before="100" w:beforeAutospacing="1" w:after="100" w:afterAutospacing="1" w:line="273" w:lineRule="auto"/>
    </w:pPr>
    <w:rPr>
      <w:rFonts w:eastAsia="Times New Roman" w:cs="Calibri"/>
      <w:sz w:val="24"/>
      <w:szCs w:val="24"/>
    </w:rPr>
  </w:style>
  <w:style w:type="paragraph" w:customStyle="1" w:styleId="a">
    <w:name w:val="Нормальний текст"/>
    <w:basedOn w:val="Normal"/>
    <w:uiPriority w:val="99"/>
    <w:rsid w:val="00BC5F65"/>
    <w:pPr>
      <w:widowControl w:val="0"/>
      <w:suppressAutoHyphens/>
      <w:spacing w:before="120" w:after="0" w:line="240" w:lineRule="auto"/>
      <w:ind w:firstLine="567"/>
    </w:pPr>
    <w:rPr>
      <w:rFonts w:ascii="Times New Roman" w:hAnsi="Times New Roman"/>
      <w:kern w:val="1"/>
      <w:sz w:val="24"/>
      <w:szCs w:val="24"/>
    </w:rPr>
  </w:style>
  <w:style w:type="paragraph" w:customStyle="1" w:styleId="12">
    <w:name w:val="Обычный + 12"/>
    <w:basedOn w:val="Normal"/>
    <w:uiPriority w:val="99"/>
    <w:rsid w:val="00BC5C7C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8"/>
      <w:lang w:eastAsia="ru-RU"/>
    </w:rPr>
  </w:style>
  <w:style w:type="paragraph" w:customStyle="1" w:styleId="120">
    <w:name w:val="Обычный+12"/>
    <w:basedOn w:val="Normal"/>
    <w:uiPriority w:val="99"/>
    <w:rsid w:val="00BC5C7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F54D1"/>
    <w:rPr>
      <w:lang w:eastAsia="en-US"/>
    </w:rPr>
  </w:style>
  <w:style w:type="paragraph" w:customStyle="1" w:styleId="Default">
    <w:name w:val="Default"/>
    <w:uiPriority w:val="99"/>
    <w:rsid w:val="006B147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B400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41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1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3916</TotalTime>
  <Pages>28</Pages>
  <Words>6004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110</cp:revision>
  <cp:lastPrinted>2021-04-12T13:28:00Z</cp:lastPrinted>
  <dcterms:created xsi:type="dcterms:W3CDTF">2017-05-10T12:44:00Z</dcterms:created>
  <dcterms:modified xsi:type="dcterms:W3CDTF">2021-04-28T12:02:00Z</dcterms:modified>
</cp:coreProperties>
</file>