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B9" w:rsidRDefault="00542BB9" w:rsidP="00E237E8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42BB9" w:rsidRDefault="00542BB9" w:rsidP="00E237E8">
      <w:pPr>
        <w:pStyle w:val="1"/>
        <w:rPr>
          <w:noProof/>
          <w:lang w:val="ru-RU" w:eastAsia="ru-RU"/>
        </w:rPr>
      </w:pPr>
    </w:p>
    <w:p w:rsidR="00542BB9" w:rsidRDefault="00542BB9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CF5991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542BB9" w:rsidRPr="00192853" w:rsidRDefault="00542BB9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19285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542BB9" w:rsidRPr="00192853" w:rsidRDefault="00542BB9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19285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542BB9" w:rsidRPr="00192853" w:rsidRDefault="00542BB9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542BB9" w:rsidRPr="00192853" w:rsidRDefault="00542BB9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</w:p>
    <w:p w:rsidR="00542BB9" w:rsidRPr="00192853" w:rsidRDefault="00542BB9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19285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42BB9" w:rsidRPr="00192853" w:rsidRDefault="00542BB9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17 листопада</w:t>
      </w:r>
      <w:r w:rsidRPr="00192853">
        <w:rPr>
          <w:rFonts w:ascii="Times New Roman" w:hAnsi="Times New Roman"/>
          <w:sz w:val="24"/>
          <w:szCs w:val="24"/>
          <w:lang w:eastAsia="ar-SA"/>
        </w:rPr>
        <w:t xml:space="preserve"> 2021 року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</w:t>
      </w:r>
      <w:r w:rsidRPr="00192853">
        <w:rPr>
          <w:rFonts w:ascii="Times New Roman" w:hAnsi="Times New Roman"/>
          <w:sz w:val="24"/>
          <w:szCs w:val="24"/>
          <w:lang w:eastAsia="ar-SA"/>
        </w:rPr>
        <w:t xml:space="preserve"> № </w:t>
      </w:r>
      <w:r>
        <w:rPr>
          <w:rFonts w:ascii="Times New Roman" w:hAnsi="Times New Roman"/>
          <w:sz w:val="24"/>
          <w:szCs w:val="24"/>
          <w:lang w:eastAsia="ar-SA"/>
        </w:rPr>
        <w:t>578</w:t>
      </w:r>
      <w:r w:rsidRPr="0019285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42BB9" w:rsidRDefault="00542BB9" w:rsidP="00192853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192853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192853">
        <w:rPr>
          <w:rFonts w:ascii="Times New Roman" w:hAnsi="Times New Roman"/>
        </w:rPr>
        <w:t xml:space="preserve">           </w:t>
      </w:r>
    </w:p>
    <w:p w:rsidR="00542BB9" w:rsidRPr="00192853" w:rsidRDefault="00542BB9" w:rsidP="00192853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192853">
        <w:rPr>
          <w:rFonts w:ascii="Times New Roman" w:hAnsi="Times New Roman"/>
        </w:rPr>
        <w:t xml:space="preserve">               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42BB9" w:rsidRDefault="00542BB9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42BB9" w:rsidRDefault="00542BB9" w:rsidP="00E237E8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542BB9" w:rsidRDefault="00542BB9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542BB9" w:rsidRDefault="00542BB9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0B1BA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542BB9" w:rsidRPr="004708C4" w:rsidRDefault="00542BB9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237E8">
        <w:rPr>
          <w:rFonts w:ascii="Times New Roman" w:hAnsi="Times New Roman"/>
          <w:sz w:val="24"/>
          <w:szCs w:val="24"/>
        </w:rPr>
        <w:t xml:space="preserve">1.1. Гр. </w:t>
      </w:r>
      <w:r w:rsidRPr="004708C4">
        <w:rPr>
          <w:rFonts w:ascii="Times New Roman" w:hAnsi="Times New Roman"/>
          <w:b/>
          <w:sz w:val="24"/>
          <w:szCs w:val="24"/>
        </w:rPr>
        <w:t>Поповській Лілії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542BB9" w:rsidRPr="004708C4" w:rsidRDefault="00542BB9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0044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542BB9" w:rsidRPr="004708C4" w:rsidRDefault="00542BB9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1.2. Гр. </w:t>
      </w:r>
      <w:r w:rsidRPr="004708C4">
        <w:rPr>
          <w:rFonts w:ascii="Times New Roman" w:hAnsi="Times New Roman"/>
          <w:b/>
          <w:sz w:val="24"/>
          <w:szCs w:val="24"/>
        </w:rPr>
        <w:t>Вовк Ярославу Максимовичу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542BB9" w:rsidRPr="004708C4" w:rsidRDefault="00542BB9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0047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542BB9" w:rsidRPr="004708C4" w:rsidRDefault="00542BB9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1.3. Гр. </w:t>
      </w:r>
      <w:r w:rsidRPr="004708C4">
        <w:rPr>
          <w:rFonts w:ascii="Times New Roman" w:hAnsi="Times New Roman"/>
          <w:b/>
          <w:sz w:val="24"/>
          <w:szCs w:val="24"/>
        </w:rPr>
        <w:t>Камінській Катерині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542BB9" w:rsidRPr="004708C4" w:rsidRDefault="00542BB9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0045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542BB9" w:rsidRPr="004708C4" w:rsidRDefault="00542BB9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1.4. Гр. </w:t>
      </w:r>
      <w:r w:rsidRPr="004708C4">
        <w:rPr>
          <w:rFonts w:ascii="Times New Roman" w:hAnsi="Times New Roman"/>
          <w:b/>
          <w:sz w:val="24"/>
          <w:szCs w:val="24"/>
        </w:rPr>
        <w:t>Гулька Тетяні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542BB9" w:rsidRPr="004708C4" w:rsidRDefault="00542BB9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0046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542BB9" w:rsidRDefault="00542BB9" w:rsidP="00E237E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 w:rsidRPr="004708C4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708C4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</w:t>
      </w:r>
      <w:r>
        <w:rPr>
          <w:rFonts w:ascii="Times New Roman" w:hAnsi="Times New Roman"/>
          <w:sz w:val="24"/>
          <w:szCs w:val="24"/>
          <w:lang w:val="ru-RU" w:eastAsia="ru-RU"/>
        </w:rPr>
        <w:t>порядку.</w:t>
      </w:r>
    </w:p>
    <w:p w:rsidR="00542BB9" w:rsidRDefault="00542BB9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542BB9" w:rsidRDefault="00542BB9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542BB9" w:rsidRDefault="00542BB9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542BB9" w:rsidRDefault="00542BB9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42BB9" w:rsidRPr="00F74061" w:rsidRDefault="00542BB9" w:rsidP="00F74061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       Ігор КІНДРАТ     </w:t>
      </w:r>
    </w:p>
    <w:sectPr w:rsidR="00542BB9" w:rsidRPr="00F74061" w:rsidSect="0019285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422C3"/>
    <w:rsid w:val="000B1BAA"/>
    <w:rsid w:val="000D3C81"/>
    <w:rsid w:val="00192853"/>
    <w:rsid w:val="001B4AB9"/>
    <w:rsid w:val="00252555"/>
    <w:rsid w:val="002613DE"/>
    <w:rsid w:val="002C2932"/>
    <w:rsid w:val="003118B9"/>
    <w:rsid w:val="004708C4"/>
    <w:rsid w:val="004D3924"/>
    <w:rsid w:val="00542BB9"/>
    <w:rsid w:val="0056525A"/>
    <w:rsid w:val="00592D4B"/>
    <w:rsid w:val="005B1420"/>
    <w:rsid w:val="00610E9B"/>
    <w:rsid w:val="00702EE5"/>
    <w:rsid w:val="009739F2"/>
    <w:rsid w:val="00AB0AAF"/>
    <w:rsid w:val="00B20542"/>
    <w:rsid w:val="00B31879"/>
    <w:rsid w:val="00C34522"/>
    <w:rsid w:val="00CD0DD4"/>
    <w:rsid w:val="00CF5991"/>
    <w:rsid w:val="00D448B7"/>
    <w:rsid w:val="00DD6A40"/>
    <w:rsid w:val="00E237E8"/>
    <w:rsid w:val="00E23B62"/>
    <w:rsid w:val="00F32F17"/>
    <w:rsid w:val="00F7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372</Words>
  <Characters>2127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cp:lastPrinted>2021-11-23T07:41:00Z</cp:lastPrinted>
  <dcterms:created xsi:type="dcterms:W3CDTF">2021-11-17T07:15:00Z</dcterms:created>
  <dcterms:modified xsi:type="dcterms:W3CDTF">2021-11-25T10:08:00Z</dcterms:modified>
</cp:coreProperties>
</file>