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40" w:rsidRDefault="00DD6A40" w:rsidP="00E237E8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ПРОЄКТ </w:t>
      </w:r>
    </w:p>
    <w:p w:rsidR="00DD6A40" w:rsidRDefault="00DD6A40" w:rsidP="00E237E8">
      <w:pPr>
        <w:pStyle w:val="1"/>
        <w:rPr>
          <w:noProof/>
          <w:lang w:val="ru-RU" w:eastAsia="ru-RU"/>
        </w:rPr>
      </w:pPr>
    </w:p>
    <w:p w:rsidR="00DD6A40" w:rsidRDefault="00DD6A40" w:rsidP="00E237E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5B1420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D6A40" w:rsidRPr="00192853" w:rsidRDefault="00DD6A40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19285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DD6A40" w:rsidRPr="00192853" w:rsidRDefault="00DD6A40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19285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DD6A40" w:rsidRPr="00192853" w:rsidRDefault="00DD6A40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DD6A40" w:rsidRPr="00192853" w:rsidRDefault="00DD6A40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ЧОТИРНАДЦЯТА СЕСІЯ</w:t>
      </w:r>
    </w:p>
    <w:p w:rsidR="00DD6A40" w:rsidRPr="00192853" w:rsidRDefault="00DD6A40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19285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D6A40" w:rsidRPr="00192853" w:rsidRDefault="00DD6A40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2853">
        <w:rPr>
          <w:rFonts w:ascii="Times New Roman" w:hAnsi="Times New Roman"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DD6A40" w:rsidRPr="00192853" w:rsidRDefault="00DD6A40" w:rsidP="00192853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192853">
        <w:rPr>
          <w:rFonts w:ascii="Times New Roman" w:hAnsi="Times New Roman"/>
          <w:sz w:val="24"/>
          <w:szCs w:val="24"/>
          <w:lang w:eastAsia="ar-SA"/>
        </w:rPr>
        <w:t xml:space="preserve">    с-ще Нагірянка</w:t>
      </w:r>
      <w:r w:rsidRPr="00192853">
        <w:rPr>
          <w:rFonts w:ascii="Times New Roman" w:hAnsi="Times New Roman"/>
        </w:rPr>
        <w:t xml:space="preserve">                          </w:t>
      </w:r>
    </w:p>
    <w:p w:rsidR="00DD6A40" w:rsidRDefault="00DD6A40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DD6A40" w:rsidRDefault="00DD6A40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</w:t>
      </w:r>
    </w:p>
    <w:p w:rsidR="00DD6A40" w:rsidRDefault="00DD6A40" w:rsidP="00E237E8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D6A40" w:rsidRDefault="00DD6A40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D6A40" w:rsidRDefault="00DD6A40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сесія сільської ради</w:t>
      </w:r>
    </w:p>
    <w:p w:rsidR="00DD6A40" w:rsidRDefault="00DD6A40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D6A40" w:rsidRDefault="00DD6A40" w:rsidP="00E237E8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DD6A40" w:rsidRDefault="00DD6A40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D6A40" w:rsidRDefault="00DD6A40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DD6A40" w:rsidRPr="004708C4" w:rsidRDefault="00DD6A40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237E8">
        <w:rPr>
          <w:rFonts w:ascii="Times New Roman" w:hAnsi="Times New Roman"/>
          <w:sz w:val="24"/>
          <w:szCs w:val="24"/>
        </w:rPr>
        <w:t xml:space="preserve">1.1. Гр. </w:t>
      </w:r>
      <w:r w:rsidRPr="004708C4">
        <w:rPr>
          <w:rFonts w:ascii="Times New Roman" w:hAnsi="Times New Roman"/>
          <w:b/>
          <w:sz w:val="24"/>
          <w:szCs w:val="24"/>
        </w:rPr>
        <w:t>Поповській Лілії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0044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Pr="004708C4" w:rsidRDefault="00DD6A40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1.2. Гр. </w:t>
      </w:r>
      <w:r w:rsidRPr="004708C4">
        <w:rPr>
          <w:rFonts w:ascii="Times New Roman" w:hAnsi="Times New Roman"/>
          <w:b/>
          <w:sz w:val="24"/>
          <w:szCs w:val="24"/>
        </w:rPr>
        <w:t>Вовк Ярославу Максимовичу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0047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Pr="004708C4" w:rsidRDefault="00DD6A40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1.3. Гр. </w:t>
      </w:r>
      <w:r w:rsidRPr="004708C4">
        <w:rPr>
          <w:rFonts w:ascii="Times New Roman" w:hAnsi="Times New Roman"/>
          <w:b/>
          <w:sz w:val="24"/>
          <w:szCs w:val="24"/>
        </w:rPr>
        <w:t>Камінській Катерині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0045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Pr="004708C4" w:rsidRDefault="00DD6A40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1.4. Гр. </w:t>
      </w:r>
      <w:r w:rsidRPr="004708C4">
        <w:rPr>
          <w:rFonts w:ascii="Times New Roman" w:hAnsi="Times New Roman"/>
          <w:b/>
          <w:sz w:val="24"/>
          <w:szCs w:val="24"/>
        </w:rPr>
        <w:t>Гулька Тетяні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0046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Default="00DD6A40" w:rsidP="00E237E8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 w:rsidRPr="004708C4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4708C4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</w:t>
      </w:r>
      <w:r>
        <w:rPr>
          <w:rFonts w:ascii="Times New Roman" w:hAnsi="Times New Roman"/>
          <w:sz w:val="24"/>
          <w:szCs w:val="24"/>
          <w:lang w:val="ru-RU" w:eastAsia="ru-RU"/>
        </w:rPr>
        <w:t>порядку.</w:t>
      </w:r>
    </w:p>
    <w:p w:rsidR="00DD6A40" w:rsidRDefault="00DD6A40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DD6A40" w:rsidRDefault="00DD6A40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DD6A40" w:rsidRDefault="00DD6A40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DD6A40" w:rsidRDefault="00DD6A40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       Ігор КІНДРАТ      </w:t>
      </w:r>
    </w:p>
    <w:p w:rsidR="00DD6A40" w:rsidRPr="00192853" w:rsidRDefault="00DD6A40" w:rsidP="00E237E8">
      <w:pPr>
        <w:rPr>
          <w:rFonts w:ascii="Times New Roman" w:hAnsi="Times New Roman"/>
          <w:sz w:val="24"/>
          <w:szCs w:val="24"/>
        </w:rPr>
      </w:pPr>
      <w:r w:rsidRPr="00192853">
        <w:rPr>
          <w:rFonts w:ascii="Times New Roman" w:hAnsi="Times New Roman"/>
          <w:sz w:val="24"/>
          <w:szCs w:val="24"/>
        </w:rPr>
        <w:t xml:space="preserve">Йосип ЗІБРІВСЬКИЙ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192853">
        <w:rPr>
          <w:rFonts w:ascii="Times New Roman" w:hAnsi="Times New Roman"/>
          <w:sz w:val="24"/>
          <w:szCs w:val="24"/>
        </w:rPr>
        <w:t>Оксана КОВАЛЬЧУК</w:t>
      </w:r>
      <w:r w:rsidRPr="0019285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DD6A40" w:rsidRPr="00192853" w:rsidRDefault="00DD6A40" w:rsidP="00E237E8">
      <w:pPr>
        <w:rPr>
          <w:rFonts w:ascii="Times New Roman" w:hAnsi="Times New Roman"/>
          <w:sz w:val="24"/>
          <w:szCs w:val="24"/>
        </w:rPr>
      </w:pPr>
      <w:r w:rsidRPr="00192853">
        <w:rPr>
          <w:rFonts w:ascii="Times New Roman" w:hAnsi="Times New Roman"/>
          <w:sz w:val="24"/>
          <w:szCs w:val="24"/>
        </w:rPr>
        <w:t xml:space="preserve">Любомир ХОМ’ЯК                                                                 </w:t>
      </w:r>
      <w:r>
        <w:rPr>
          <w:rFonts w:ascii="Times New Roman" w:hAnsi="Times New Roman"/>
          <w:sz w:val="24"/>
          <w:szCs w:val="24"/>
        </w:rPr>
        <w:t>Віталій БРОЩАК</w:t>
      </w:r>
    </w:p>
    <w:p w:rsidR="00DD6A40" w:rsidRDefault="00DD6A40" w:rsidP="00192853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ПРОЄКТ </w:t>
      </w:r>
    </w:p>
    <w:p w:rsidR="00DD6A40" w:rsidRDefault="00DD6A40" w:rsidP="00192853">
      <w:pPr>
        <w:pStyle w:val="1"/>
        <w:rPr>
          <w:noProof/>
          <w:lang w:val="ru-RU" w:eastAsia="ru-RU"/>
        </w:rPr>
      </w:pPr>
    </w:p>
    <w:p w:rsidR="00DD6A40" w:rsidRDefault="00DD6A40" w:rsidP="00192853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5B1420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DD6A40" w:rsidRPr="00192853" w:rsidRDefault="00DD6A40" w:rsidP="00192853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19285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DD6A40" w:rsidRPr="00192853" w:rsidRDefault="00DD6A40" w:rsidP="00192853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19285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DD6A40" w:rsidRPr="00192853" w:rsidRDefault="00DD6A40" w:rsidP="00192853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DD6A40" w:rsidRPr="00192853" w:rsidRDefault="00DD6A40" w:rsidP="00192853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ЧОТИРНАДЦЯТА СЕСІЯ</w:t>
      </w:r>
    </w:p>
    <w:p w:rsidR="00DD6A40" w:rsidRPr="00192853" w:rsidRDefault="00DD6A40" w:rsidP="00192853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19285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D6A40" w:rsidRPr="00192853" w:rsidRDefault="00DD6A40" w:rsidP="00192853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1928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2853">
        <w:rPr>
          <w:rFonts w:ascii="Times New Roman" w:hAnsi="Times New Roman"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DD6A40" w:rsidRPr="00192853" w:rsidRDefault="00DD6A40" w:rsidP="00192853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192853">
        <w:rPr>
          <w:rFonts w:ascii="Times New Roman" w:hAnsi="Times New Roman"/>
          <w:sz w:val="24"/>
          <w:szCs w:val="24"/>
          <w:lang w:eastAsia="ar-SA"/>
        </w:rPr>
        <w:t xml:space="preserve">    с-ще Нагірянка</w:t>
      </w:r>
      <w:r w:rsidRPr="00192853">
        <w:rPr>
          <w:rFonts w:ascii="Times New Roman" w:hAnsi="Times New Roman"/>
        </w:rPr>
        <w:t xml:space="preserve">                          </w:t>
      </w:r>
    </w:p>
    <w:p w:rsidR="00DD6A40" w:rsidRDefault="00DD6A40" w:rsidP="00192853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DD6A40" w:rsidRDefault="00DD6A40" w:rsidP="00192853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</w:t>
      </w:r>
    </w:p>
    <w:p w:rsidR="00DD6A40" w:rsidRDefault="00DD6A40" w:rsidP="00192853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D6A40" w:rsidRDefault="00DD6A40" w:rsidP="00192853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D6A40" w:rsidRDefault="00DD6A40" w:rsidP="00192853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сесія сільської ради</w:t>
      </w:r>
    </w:p>
    <w:p w:rsidR="00DD6A40" w:rsidRDefault="00DD6A40" w:rsidP="00192853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D6A40" w:rsidRDefault="00DD6A40" w:rsidP="00192853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DD6A40" w:rsidRDefault="00DD6A40" w:rsidP="00192853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D6A40" w:rsidRDefault="00DD6A40" w:rsidP="00192853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DD6A40" w:rsidRPr="004708C4" w:rsidRDefault="00DD6A40" w:rsidP="00192853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237E8">
        <w:rPr>
          <w:rFonts w:ascii="Times New Roman" w:hAnsi="Times New Roman"/>
          <w:sz w:val="24"/>
          <w:szCs w:val="24"/>
        </w:rPr>
        <w:t xml:space="preserve">1.1. Гр. </w:t>
      </w:r>
      <w:r w:rsidRPr="004708C4">
        <w:rPr>
          <w:rFonts w:ascii="Times New Roman" w:hAnsi="Times New Roman"/>
          <w:b/>
          <w:sz w:val="24"/>
          <w:szCs w:val="24"/>
        </w:rPr>
        <w:t>Поповській Лілії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19285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0044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Pr="004708C4" w:rsidRDefault="00DD6A40" w:rsidP="0019285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1.2. Гр. </w:t>
      </w:r>
      <w:r w:rsidRPr="004708C4">
        <w:rPr>
          <w:rFonts w:ascii="Times New Roman" w:hAnsi="Times New Roman"/>
          <w:b/>
          <w:sz w:val="24"/>
          <w:szCs w:val="24"/>
        </w:rPr>
        <w:t>Вовк Ярославу Максимовичу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19285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0047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Pr="004708C4" w:rsidRDefault="00DD6A40" w:rsidP="0019285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1.3. Гр. </w:t>
      </w:r>
      <w:r w:rsidRPr="004708C4">
        <w:rPr>
          <w:rFonts w:ascii="Times New Roman" w:hAnsi="Times New Roman"/>
          <w:b/>
          <w:sz w:val="24"/>
          <w:szCs w:val="24"/>
        </w:rPr>
        <w:t>Камінській Катерині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19285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0045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Pr="004708C4" w:rsidRDefault="00DD6A40" w:rsidP="0019285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              1.4. Гр. </w:t>
      </w:r>
      <w:r w:rsidRPr="004708C4">
        <w:rPr>
          <w:rFonts w:ascii="Times New Roman" w:hAnsi="Times New Roman"/>
          <w:b/>
          <w:sz w:val="24"/>
          <w:szCs w:val="24"/>
        </w:rPr>
        <w:t>Гулька Тетяні Ярославівні</w:t>
      </w:r>
      <w:r w:rsidRPr="004708C4">
        <w:rPr>
          <w:rFonts w:ascii="Times New Roman" w:hAnsi="Times New Roman"/>
          <w:sz w:val="24"/>
          <w:szCs w:val="24"/>
        </w:rPr>
        <w:t xml:space="preserve"> для ведення фермерського господарства загальною площею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D6A40" w:rsidRPr="004708C4" w:rsidRDefault="00DD6A40" w:rsidP="0019285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708C4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9500 га"/>
        </w:smartTagPr>
        <w:r w:rsidRPr="004708C4">
          <w:rPr>
            <w:rFonts w:ascii="Times New Roman" w:hAnsi="Times New Roman"/>
            <w:sz w:val="24"/>
            <w:szCs w:val="24"/>
          </w:rPr>
          <w:t>1,9500 га</w:t>
        </w:r>
      </w:smartTag>
      <w:r w:rsidRPr="004708C4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 w:rsidRPr="004708C4">
        <w:rPr>
          <w:rFonts w:ascii="Times New Roman" w:hAnsi="Times New Roman"/>
          <w:sz w:val="24"/>
          <w:szCs w:val="24"/>
          <w:lang w:val="ru-RU"/>
        </w:rPr>
        <w:t>0046</w:t>
      </w:r>
      <w:r w:rsidRPr="004708C4">
        <w:rPr>
          <w:rFonts w:ascii="Times New Roman" w:hAnsi="Times New Roman"/>
          <w:sz w:val="24"/>
          <w:szCs w:val="24"/>
        </w:rPr>
        <w:t>.</w:t>
      </w:r>
    </w:p>
    <w:p w:rsidR="00DD6A40" w:rsidRDefault="00DD6A40" w:rsidP="00192853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 w:rsidRPr="004708C4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4708C4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</w:t>
      </w:r>
      <w:r>
        <w:rPr>
          <w:rFonts w:ascii="Times New Roman" w:hAnsi="Times New Roman"/>
          <w:sz w:val="24"/>
          <w:szCs w:val="24"/>
          <w:lang w:val="ru-RU" w:eastAsia="ru-RU"/>
        </w:rPr>
        <w:t>порядку.</w:t>
      </w:r>
    </w:p>
    <w:p w:rsidR="00DD6A40" w:rsidRDefault="00DD6A40" w:rsidP="00192853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DD6A40" w:rsidRDefault="00DD6A40" w:rsidP="00192853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DD6A40" w:rsidRDefault="00DD6A40" w:rsidP="00192853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DD6A40" w:rsidRDefault="00DD6A40" w:rsidP="00192853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       Ігор КІНДРАТ      </w:t>
      </w:r>
    </w:p>
    <w:p w:rsidR="00DD6A40" w:rsidRPr="00192853" w:rsidRDefault="00DD6A40" w:rsidP="00192853">
      <w:pPr>
        <w:rPr>
          <w:rFonts w:ascii="Times New Roman" w:hAnsi="Times New Roman"/>
          <w:sz w:val="24"/>
          <w:szCs w:val="24"/>
        </w:rPr>
      </w:pPr>
      <w:r w:rsidRPr="00192853">
        <w:rPr>
          <w:rFonts w:ascii="Times New Roman" w:hAnsi="Times New Roman"/>
          <w:sz w:val="24"/>
          <w:szCs w:val="24"/>
        </w:rPr>
        <w:t xml:space="preserve">Йосип ЗІБРІВСЬКИЙ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192853">
        <w:rPr>
          <w:rFonts w:ascii="Times New Roman" w:hAnsi="Times New Roman"/>
          <w:sz w:val="24"/>
          <w:szCs w:val="24"/>
        </w:rPr>
        <w:t>Оксана КОВАЛЬЧУК</w:t>
      </w:r>
      <w:r w:rsidRPr="0019285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DD6A40" w:rsidRPr="00192853" w:rsidRDefault="00DD6A40" w:rsidP="00E237E8">
      <w:pPr>
        <w:rPr>
          <w:rFonts w:ascii="Times New Roman" w:hAnsi="Times New Roman"/>
          <w:sz w:val="24"/>
          <w:szCs w:val="24"/>
        </w:rPr>
      </w:pPr>
      <w:r w:rsidRPr="00192853">
        <w:rPr>
          <w:rFonts w:ascii="Times New Roman" w:hAnsi="Times New Roman"/>
          <w:sz w:val="24"/>
          <w:szCs w:val="24"/>
        </w:rPr>
        <w:t xml:space="preserve">Любомир ХОМ’ЯК                                                                 </w:t>
      </w:r>
      <w:r>
        <w:rPr>
          <w:rFonts w:ascii="Times New Roman" w:hAnsi="Times New Roman"/>
          <w:sz w:val="24"/>
          <w:szCs w:val="24"/>
        </w:rPr>
        <w:t>Віталій БРОЩАК</w:t>
      </w:r>
    </w:p>
    <w:p w:rsidR="00DD6A40" w:rsidRDefault="00DD6A40" w:rsidP="00E237E8"/>
    <w:p w:rsidR="00DD6A40" w:rsidRDefault="00DD6A40"/>
    <w:sectPr w:rsidR="00DD6A40" w:rsidSect="0019285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C81"/>
    <w:rsid w:val="000D3C81"/>
    <w:rsid w:val="00192853"/>
    <w:rsid w:val="002613DE"/>
    <w:rsid w:val="002C2932"/>
    <w:rsid w:val="004708C4"/>
    <w:rsid w:val="005B1420"/>
    <w:rsid w:val="00AB0AAF"/>
    <w:rsid w:val="00C34522"/>
    <w:rsid w:val="00DD6A40"/>
    <w:rsid w:val="00E2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7E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237E8"/>
    <w:rPr>
      <w:rFonts w:eastAsia="Times New Roman"/>
    </w:rPr>
  </w:style>
  <w:style w:type="paragraph" w:customStyle="1" w:styleId="10">
    <w:name w:val="Без інтервалів1"/>
    <w:uiPriority w:val="99"/>
    <w:rsid w:val="00E237E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16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846</Words>
  <Characters>4824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cp:lastPrinted>2021-11-17T09:54:00Z</cp:lastPrinted>
  <dcterms:created xsi:type="dcterms:W3CDTF">2021-11-17T07:15:00Z</dcterms:created>
  <dcterms:modified xsi:type="dcterms:W3CDTF">2021-11-17T09:54:00Z</dcterms:modified>
</cp:coreProperties>
</file>