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A5" w:rsidRPr="008967BD" w:rsidRDefault="00AC38A5" w:rsidP="008967BD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AC38A5" w:rsidRDefault="00AC38A5" w:rsidP="00CB1DAF">
      <w:pPr>
        <w:pStyle w:val="docdata"/>
        <w:tabs>
          <w:tab w:val="left" w:pos="6240"/>
        </w:tabs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bookmarkStart w:id="0" w:name="_GoBack"/>
    </w:p>
    <w:p w:rsidR="00AC38A5" w:rsidRDefault="00AC38A5" w:rsidP="00CB1DAF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ПРОЄКТ</w:t>
      </w:r>
    </w:p>
    <w:p w:rsidR="00AC38A5" w:rsidRDefault="00AC38A5" w:rsidP="00CB1DAF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AC38A5" w:rsidRDefault="00AC38A5" w:rsidP="00CB1DAF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AC38A5" w:rsidRDefault="00AC38A5" w:rsidP="00CB1DA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AC38A5" w:rsidRDefault="00AC38A5" w:rsidP="00CB1DA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AC38A5" w:rsidRDefault="00AC38A5" w:rsidP="00CB1DA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AC38A5" w:rsidRDefault="00AC38A5" w:rsidP="00CB1DAF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AC38A5" w:rsidRDefault="00AC38A5" w:rsidP="00CB1DAF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 2021 року                              № ____</w:t>
      </w:r>
    </w:p>
    <w:p w:rsidR="00AC38A5" w:rsidRDefault="00AC38A5" w:rsidP="00CB1DAF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с-ще Нагірянка </w:t>
      </w:r>
    </w:p>
    <w:p w:rsidR="00AC38A5" w:rsidRPr="00445C9D" w:rsidRDefault="00AC38A5" w:rsidP="00C9777A">
      <w:pPr>
        <w:pStyle w:val="NormalWeb"/>
        <w:spacing w:before="0" w:beforeAutospacing="0" w:after="0" w:afterAutospacing="0"/>
        <w:ind w:firstLine="708"/>
        <w:jc w:val="both"/>
      </w:pPr>
      <w:r w:rsidRPr="00445C9D">
        <w:t> </w:t>
      </w:r>
    </w:p>
    <w:p w:rsidR="00AC38A5" w:rsidRPr="00CB1DAF" w:rsidRDefault="00AC38A5" w:rsidP="00C9777A">
      <w:pPr>
        <w:pStyle w:val="NormalWeb"/>
        <w:spacing w:before="0" w:beforeAutospacing="0" w:after="0" w:afterAutospacing="0"/>
      </w:pPr>
      <w:r w:rsidRPr="00CB1DAF">
        <w:rPr>
          <w:b/>
          <w:bCs/>
          <w:iCs/>
        </w:rPr>
        <w:t>Про передачу у власність земельної частки (паю)</w:t>
      </w:r>
    </w:p>
    <w:p w:rsidR="00AC38A5" w:rsidRPr="00CB1DAF" w:rsidRDefault="00AC38A5" w:rsidP="00E1165C">
      <w:pPr>
        <w:pStyle w:val="NormalWeb"/>
        <w:spacing w:before="0" w:beforeAutospacing="0" w:after="0" w:afterAutospacing="0"/>
        <w:rPr>
          <w:b/>
          <w:bCs/>
          <w:iCs/>
        </w:rPr>
      </w:pPr>
      <w:r w:rsidRPr="00CB1DAF">
        <w:rPr>
          <w:b/>
          <w:bCs/>
          <w:iCs/>
        </w:rPr>
        <w:t>гр. Москальова О.М</w:t>
      </w:r>
      <w:r w:rsidRPr="00CB1DAF">
        <w:rPr>
          <w:b/>
          <w:bCs/>
          <w:iCs/>
          <w:lang w:val="uk-UA"/>
        </w:rPr>
        <w:t>.</w:t>
      </w:r>
      <w:r w:rsidRPr="00CB1DAF">
        <w:t xml:space="preserve"> </w:t>
      </w:r>
      <w:r w:rsidRPr="00CB1DAF">
        <w:rPr>
          <w:b/>
          <w:bCs/>
          <w:iCs/>
        </w:rPr>
        <w:t xml:space="preserve">на землях колишнього </w:t>
      </w:r>
    </w:p>
    <w:p w:rsidR="00AC38A5" w:rsidRPr="00CB1DAF" w:rsidRDefault="00AC38A5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CB1DAF">
        <w:rPr>
          <w:b/>
          <w:bCs/>
          <w:iCs/>
        </w:rPr>
        <w:t>КСП  «Улашківське» </w:t>
      </w:r>
      <w:r w:rsidRPr="00CB1DAF">
        <w:rPr>
          <w:b/>
          <w:bCs/>
          <w:iCs/>
          <w:lang w:val="uk-UA"/>
        </w:rPr>
        <w:t xml:space="preserve">   в с. Улашківці</w:t>
      </w:r>
      <w:r w:rsidRPr="00CB1DAF">
        <w:rPr>
          <w:b/>
          <w:bCs/>
          <w:iCs/>
        </w:rPr>
        <w:t> </w:t>
      </w:r>
    </w:p>
    <w:p w:rsidR="00AC38A5" w:rsidRPr="00CB1DAF" w:rsidRDefault="00AC38A5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CB1DAF">
        <w:rPr>
          <w:b/>
          <w:bCs/>
          <w:iCs/>
          <w:lang w:val="uk-UA"/>
        </w:rPr>
        <w:t>Чортківського району Тернопільської області</w:t>
      </w:r>
    </w:p>
    <w:p w:rsidR="00AC38A5" w:rsidRPr="00CB1DAF" w:rsidRDefault="00AC38A5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CB1DAF">
        <w:rPr>
          <w:b/>
          <w:bCs/>
          <w:iCs/>
          <w:lang w:val="uk-UA"/>
        </w:rPr>
        <w:t>на території Нагірянської сільської ради</w:t>
      </w:r>
    </w:p>
    <w:p w:rsidR="00AC38A5" w:rsidRPr="00614C26" w:rsidRDefault="00AC38A5" w:rsidP="00614C26">
      <w:pPr>
        <w:pStyle w:val="NormalWeb"/>
        <w:spacing w:before="0" w:beforeAutospacing="0" w:after="0" w:afterAutospacing="0"/>
        <w:rPr>
          <w:lang w:val="uk-UA"/>
        </w:rPr>
      </w:pPr>
      <w:r w:rsidRPr="00CB1DAF">
        <w:rPr>
          <w:b/>
          <w:bCs/>
          <w:iCs/>
          <w:lang w:val="uk-UA"/>
        </w:rPr>
        <w:t>(колишньої Улашківської сільської ради</w:t>
      </w:r>
      <w:r w:rsidRPr="00445C9D">
        <w:rPr>
          <w:b/>
          <w:bCs/>
          <w:i/>
          <w:iCs/>
          <w:lang w:val="uk-UA"/>
        </w:rPr>
        <w:t>)</w:t>
      </w:r>
      <w:r w:rsidRPr="00445C9D">
        <w:t>   </w:t>
      </w:r>
      <w:r w:rsidRPr="00445C9D">
        <w:rPr>
          <w:lang w:val="uk-UA"/>
        </w:rPr>
        <w:t xml:space="preserve"> </w:t>
      </w:r>
    </w:p>
    <w:p w:rsidR="00AC38A5" w:rsidRPr="00614C26" w:rsidRDefault="00AC38A5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45C9D">
        <w:rPr>
          <w:sz w:val="28"/>
          <w:szCs w:val="28"/>
        </w:rPr>
        <w:t>       </w:t>
      </w:r>
      <w:r w:rsidRPr="00445C9D">
        <w:rPr>
          <w:sz w:val="28"/>
          <w:szCs w:val="28"/>
          <w:lang w:val="uk-UA"/>
        </w:rPr>
        <w:t xml:space="preserve"> </w:t>
      </w:r>
      <w:r w:rsidRPr="00445C9D">
        <w:rPr>
          <w:lang w:val="uk-UA"/>
        </w:rPr>
        <w:t>Розглянувши заяву</w:t>
      </w:r>
      <w:r w:rsidRPr="00445C9D">
        <w:t> </w:t>
      </w:r>
      <w:r w:rsidRPr="00445C9D">
        <w:rPr>
          <w:lang w:val="uk-UA"/>
        </w:rPr>
        <w:t xml:space="preserve"> гр. Москальова О.М., відповідно до ст. 131 Земельного кодексу України, ст.</w:t>
      </w:r>
      <w:r w:rsidRPr="00445C9D">
        <w:t> </w:t>
      </w:r>
      <w:r w:rsidRPr="00445C9D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 та рекомендації</w:t>
      </w:r>
      <w:r w:rsidRPr="00445C9D">
        <w:rPr>
          <w:bdr w:val="none" w:sz="0" w:space="0" w:color="auto" w:frame="1"/>
          <w:lang w:val="uk-UA"/>
        </w:rPr>
        <w:t xml:space="preserve"> постійної комісії з питань </w:t>
      </w:r>
      <w:r w:rsidRPr="00445C9D">
        <w:rPr>
          <w:lang w:val="uk-UA"/>
        </w:rPr>
        <w:t>містобудування, земельних відн</w:t>
      </w:r>
      <w:r>
        <w:rPr>
          <w:lang w:val="uk-UA"/>
        </w:rPr>
        <w:t xml:space="preserve">осин та сталого розвитку, </w:t>
      </w:r>
      <w:r w:rsidRPr="00445C9D">
        <w:rPr>
          <w:lang w:val="uk-UA"/>
        </w:rPr>
        <w:t>сільськ</w:t>
      </w:r>
      <w:r>
        <w:rPr>
          <w:lang w:val="uk-UA"/>
        </w:rPr>
        <w:t>а</w:t>
      </w:r>
      <w:r w:rsidRPr="00445C9D">
        <w:rPr>
          <w:lang w:val="uk-UA"/>
        </w:rPr>
        <w:t xml:space="preserve"> рад</w:t>
      </w:r>
      <w:r>
        <w:rPr>
          <w:lang w:val="uk-UA"/>
        </w:rPr>
        <w:t>а</w:t>
      </w:r>
    </w:p>
    <w:p w:rsidR="00AC38A5" w:rsidRPr="008967BD" w:rsidRDefault="00AC38A5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45C9D">
        <w:rPr>
          <w:b/>
          <w:bCs/>
          <w:lang w:val="uk-UA"/>
        </w:rPr>
        <w:t>ВИРІШИЛА:</w:t>
      </w:r>
    </w:p>
    <w:p w:rsidR="00AC38A5" w:rsidRPr="00445C9D" w:rsidRDefault="00AC38A5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45C9D">
        <w:t>     </w:t>
      </w:r>
      <w:r w:rsidRPr="00445C9D">
        <w:rPr>
          <w:lang w:val="uk-UA"/>
        </w:rPr>
        <w:t>1. Передати у власність Москальовій Олесі Михайлівні</w:t>
      </w:r>
      <w:r w:rsidRPr="00445C9D">
        <w:t> </w:t>
      </w:r>
      <w:r w:rsidRPr="00445C9D">
        <w:rPr>
          <w:lang w:val="uk-UA"/>
        </w:rPr>
        <w:t>земельну</w:t>
      </w:r>
      <w:r w:rsidRPr="00445C9D">
        <w:t> </w:t>
      </w:r>
      <w:r w:rsidRPr="00445C9D">
        <w:rPr>
          <w:lang w:val="uk-UA"/>
        </w:rPr>
        <w:t>ділянку</w:t>
      </w:r>
      <w:r w:rsidRPr="00445C9D">
        <w:t> </w:t>
      </w:r>
      <w:r w:rsidRPr="00445C9D">
        <w:rPr>
          <w:lang w:val="uk-UA"/>
        </w:rPr>
        <w:t xml:space="preserve"> (пай)</w:t>
      </w:r>
      <w:r w:rsidRPr="00445C9D">
        <w:t> </w:t>
      </w:r>
      <w:r w:rsidRPr="00445C9D">
        <w:rPr>
          <w:lang w:val="uk-UA"/>
        </w:rPr>
        <w:t xml:space="preserve"> площею –</w:t>
      </w:r>
      <w:r w:rsidRPr="00445C9D">
        <w:t> </w:t>
      </w:r>
      <w:r w:rsidRPr="00445C9D">
        <w:rPr>
          <w:lang w:val="uk-UA"/>
        </w:rPr>
        <w:t xml:space="preserve"> 0,4640</w:t>
      </w:r>
      <w:r w:rsidRPr="00445C9D">
        <w:t> </w:t>
      </w:r>
      <w:r w:rsidRPr="00445C9D">
        <w:rPr>
          <w:lang w:val="uk-UA"/>
        </w:rPr>
        <w:t xml:space="preserve">га </w:t>
      </w:r>
      <w:r w:rsidRPr="00445C9D">
        <w:rPr>
          <w:u w:val="single"/>
          <w:lang w:val="uk-UA"/>
        </w:rPr>
        <w:t>кадастровий номер 6125588300:01:001:0029 на території</w:t>
      </w:r>
      <w:r w:rsidRPr="00445C9D">
        <w:rPr>
          <w:u w:val="single"/>
        </w:rPr>
        <w:t> </w:t>
      </w:r>
      <w:r w:rsidRPr="00445C9D">
        <w:rPr>
          <w:lang w:val="uk-UA"/>
        </w:rPr>
        <w:t xml:space="preserve"> Нагірянської сільської ради (колишня Улашківська сільська рада),</w:t>
      </w:r>
      <w:r w:rsidRPr="00445C9D">
        <w:t> </w:t>
      </w:r>
      <w:r w:rsidRPr="00445C9D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445C9D">
        <w:t> </w:t>
      </w:r>
      <w:r w:rsidRPr="00445C9D">
        <w:rPr>
          <w:lang w:val="uk-UA"/>
        </w:rPr>
        <w:t>КСП «Улашківське» на території</w:t>
      </w:r>
      <w:r w:rsidRPr="00445C9D">
        <w:t> </w:t>
      </w:r>
      <w:r w:rsidRPr="00445C9D">
        <w:rPr>
          <w:lang w:val="uk-UA"/>
        </w:rPr>
        <w:t xml:space="preserve"> Нагірянської</w:t>
      </w:r>
      <w:r w:rsidRPr="00445C9D">
        <w:t> </w:t>
      </w:r>
      <w:r w:rsidRPr="00445C9D">
        <w:rPr>
          <w:lang w:val="uk-UA"/>
        </w:rPr>
        <w:t>сільської ради Чортківського району Тернопільської області (колишня Улашківська сільська рада).</w:t>
      </w:r>
      <w:r w:rsidRPr="00445C9D">
        <w:t>   </w:t>
      </w:r>
      <w:r w:rsidRPr="00445C9D">
        <w:rPr>
          <w:lang w:val="uk-UA"/>
        </w:rPr>
        <w:t xml:space="preserve"> </w:t>
      </w:r>
    </w:p>
    <w:p w:rsidR="00AC38A5" w:rsidRPr="00445C9D" w:rsidRDefault="00AC38A5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>2. Зареєструвати речове право на земельну ділянку у встановленому законодавством порядку.</w:t>
      </w:r>
    </w:p>
    <w:p w:rsidR="00AC38A5" w:rsidRPr="00445C9D" w:rsidRDefault="00AC38A5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>3. В</w:t>
      </w:r>
      <w:r w:rsidRPr="00445C9D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445C9D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445C9D">
        <w:rPr>
          <w:rFonts w:ascii="Times New Roman" w:hAnsi="Times New Roman"/>
          <w:sz w:val="24"/>
          <w:szCs w:val="24"/>
          <w:lang w:val="uk-UA"/>
        </w:rPr>
        <w:t>ва</w:t>
      </w:r>
      <w:r w:rsidRPr="00445C9D">
        <w:rPr>
          <w:rFonts w:ascii="Times New Roman" w:hAnsi="Times New Roman"/>
          <w:sz w:val="24"/>
          <w:szCs w:val="24"/>
        </w:rPr>
        <w:t>.</w:t>
      </w:r>
    </w:p>
    <w:p w:rsidR="00AC38A5" w:rsidRPr="00445C9D" w:rsidRDefault="00AC38A5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>4.  Копію рішення направити  заявнику.</w:t>
      </w:r>
    </w:p>
    <w:p w:rsidR="00AC38A5" w:rsidRPr="00445C9D" w:rsidRDefault="00AC38A5" w:rsidP="00D169B7">
      <w:pPr>
        <w:jc w:val="both"/>
        <w:rPr>
          <w:rFonts w:ascii="Times New Roman" w:hAnsi="Times New Roman"/>
          <w:sz w:val="24"/>
          <w:szCs w:val="24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 xml:space="preserve">5. </w:t>
      </w:r>
      <w:r w:rsidRPr="00445C9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445C9D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C38A5" w:rsidRPr="008967BD" w:rsidRDefault="00AC38A5" w:rsidP="00C9777A">
      <w:pPr>
        <w:pStyle w:val="NormalWeb"/>
        <w:spacing w:before="0" w:beforeAutospacing="0" w:after="0" w:afterAutospacing="0"/>
        <w:jc w:val="both"/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AC38A5" w:rsidRDefault="00AC38A5" w:rsidP="00614C2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AC38A5" w:rsidRDefault="00AC38A5" w:rsidP="00614C2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AC38A5" w:rsidRDefault="00AC38A5" w:rsidP="00614C26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45C9D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Pr="00472FFF" w:rsidRDefault="00AC38A5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38A5" w:rsidRDefault="00AC38A5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AC38A5" w:rsidRDefault="00AC38A5" w:rsidP="009D2EE2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</w:p>
    <w:p w:rsidR="00AC38A5" w:rsidRDefault="00AC38A5"/>
    <w:sectPr w:rsidR="00AC38A5" w:rsidSect="00614C2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3394E"/>
    <w:rsid w:val="0004206A"/>
    <w:rsid w:val="00050E0E"/>
    <w:rsid w:val="0013328A"/>
    <w:rsid w:val="00163AB6"/>
    <w:rsid w:val="002E69E3"/>
    <w:rsid w:val="00355025"/>
    <w:rsid w:val="00366F4A"/>
    <w:rsid w:val="003800EA"/>
    <w:rsid w:val="003B79E8"/>
    <w:rsid w:val="003C1F93"/>
    <w:rsid w:val="00402808"/>
    <w:rsid w:val="00445C9D"/>
    <w:rsid w:val="004551D4"/>
    <w:rsid w:val="00472FFF"/>
    <w:rsid w:val="004D1836"/>
    <w:rsid w:val="00512848"/>
    <w:rsid w:val="00530CA8"/>
    <w:rsid w:val="00546B42"/>
    <w:rsid w:val="005B61E4"/>
    <w:rsid w:val="005B63CE"/>
    <w:rsid w:val="00611320"/>
    <w:rsid w:val="00614C26"/>
    <w:rsid w:val="00633F46"/>
    <w:rsid w:val="00672BCC"/>
    <w:rsid w:val="006C1F1E"/>
    <w:rsid w:val="007C3F72"/>
    <w:rsid w:val="008028E7"/>
    <w:rsid w:val="00843FE3"/>
    <w:rsid w:val="008967BD"/>
    <w:rsid w:val="008E5DB6"/>
    <w:rsid w:val="009027CA"/>
    <w:rsid w:val="00933F80"/>
    <w:rsid w:val="00942F0A"/>
    <w:rsid w:val="00946FE8"/>
    <w:rsid w:val="00993033"/>
    <w:rsid w:val="009D2EE2"/>
    <w:rsid w:val="00A0718A"/>
    <w:rsid w:val="00AC38A5"/>
    <w:rsid w:val="00AE447B"/>
    <w:rsid w:val="00B930FF"/>
    <w:rsid w:val="00BB7757"/>
    <w:rsid w:val="00C9777A"/>
    <w:rsid w:val="00CB1DAF"/>
    <w:rsid w:val="00CE369D"/>
    <w:rsid w:val="00D169B7"/>
    <w:rsid w:val="00DA2A0E"/>
    <w:rsid w:val="00DA79C4"/>
    <w:rsid w:val="00DB5494"/>
    <w:rsid w:val="00E1165C"/>
    <w:rsid w:val="00E9157A"/>
    <w:rsid w:val="00EA2CD0"/>
    <w:rsid w:val="00F03622"/>
    <w:rsid w:val="00F142BA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7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261</TotalTime>
  <Pages>2</Pages>
  <Words>293</Words>
  <Characters>1673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31</cp:revision>
  <cp:lastPrinted>2021-10-07T09:39:00Z</cp:lastPrinted>
  <dcterms:created xsi:type="dcterms:W3CDTF">2021-04-06T10:45:00Z</dcterms:created>
  <dcterms:modified xsi:type="dcterms:W3CDTF">2021-10-12T12:46:00Z</dcterms:modified>
</cp:coreProperties>
</file>