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DA" w:rsidRDefault="007749DA" w:rsidP="000D4029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noProof/>
          <w:sz w:val="24"/>
          <w:szCs w:val="24"/>
          <w:lang w:eastAsia="uk-UA"/>
        </w:rPr>
      </w:pPr>
    </w:p>
    <w:p w:rsidR="007749DA" w:rsidRDefault="007749DA" w:rsidP="000D4029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noProof/>
          <w:sz w:val="24"/>
          <w:szCs w:val="24"/>
          <w:lang w:eastAsia="uk-UA"/>
        </w:rPr>
      </w:pPr>
    </w:p>
    <w:p w:rsidR="007749DA" w:rsidRDefault="007749DA" w:rsidP="000D4029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noProof/>
          <w:sz w:val="24"/>
          <w:szCs w:val="24"/>
          <w:lang w:eastAsia="uk-UA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t>ПРОЄКТ</w:t>
      </w:r>
    </w:p>
    <w:p w:rsidR="007749DA" w:rsidRDefault="007749DA" w:rsidP="00A62E2A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</w:p>
    <w:p w:rsidR="007749DA" w:rsidRPr="006A08D0" w:rsidRDefault="007749DA" w:rsidP="00A62E2A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8D0E8B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44.25pt;height:60pt;visibility:visible">
            <v:imagedata r:id="rId5" o:title=""/>
          </v:shape>
        </w:pict>
      </w:r>
      <w:r w:rsidRPr="006A08D0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</w:p>
    <w:p w:rsidR="007749DA" w:rsidRPr="006A08D0" w:rsidRDefault="007749DA" w:rsidP="00A62E2A">
      <w:pPr>
        <w:tabs>
          <w:tab w:val="left" w:pos="3900"/>
        </w:tabs>
        <w:suppressAutoHyphens/>
        <w:spacing w:after="0"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749DA" w:rsidRPr="006A08D0" w:rsidRDefault="007749DA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6A08D0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7749DA" w:rsidRPr="006A08D0" w:rsidRDefault="007749DA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6A08D0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7749DA" w:rsidRPr="006A08D0" w:rsidRDefault="007749DA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7749DA" w:rsidRPr="006A08D0" w:rsidRDefault="007749DA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ДВАНАДЦЯТА</w:t>
      </w:r>
      <w:r w:rsidRPr="006A08D0">
        <w:rPr>
          <w:rFonts w:ascii="Times New Roman" w:hAnsi="Times New Roman"/>
          <w:sz w:val="24"/>
          <w:szCs w:val="24"/>
          <w:lang w:eastAsia="ru-RU"/>
        </w:rPr>
        <w:t xml:space="preserve"> СЕСІЯ</w:t>
      </w:r>
    </w:p>
    <w:p w:rsidR="007749DA" w:rsidRPr="006A08D0" w:rsidRDefault="007749DA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7749DA" w:rsidRPr="006A08D0" w:rsidRDefault="007749DA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__ ______________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 2021 року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eastAsia="ar-SA"/>
        </w:rPr>
        <w:t>___</w:t>
      </w:r>
    </w:p>
    <w:p w:rsidR="007749DA" w:rsidRPr="006A08D0" w:rsidRDefault="007749DA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sz w:val="24"/>
          <w:szCs w:val="24"/>
          <w:lang w:eastAsia="ar-SA"/>
        </w:rPr>
        <w:t xml:space="preserve"> с-ще Нагірянка</w:t>
      </w:r>
    </w:p>
    <w:p w:rsidR="007749DA" w:rsidRPr="00F24106" w:rsidRDefault="007749DA" w:rsidP="00A62E2A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7749DA" w:rsidRPr="006A08D0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Про</w:t>
      </w: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надання дозволу на розроблення </w:t>
      </w:r>
    </w:p>
    <w:p w:rsidR="007749DA" w:rsidRPr="006A08D0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проекту землеустрою щодо відведення </w:t>
      </w:r>
    </w:p>
    <w:p w:rsidR="007749DA" w:rsidRPr="006A08D0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земельної ділянки в оренду для сінокосіння </w:t>
      </w:r>
    </w:p>
    <w:p w:rsidR="007749DA" w:rsidRPr="006A08D0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на території Нагірянської (колишньої </w:t>
      </w:r>
    </w:p>
    <w:p w:rsidR="007749DA" w:rsidRPr="006A08D0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Шульганівської) сільської ради Чортківського </w:t>
      </w:r>
    </w:p>
    <w:p w:rsidR="007749DA" w:rsidRPr="00F24106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району Тернопільської  області</w:t>
      </w:r>
    </w:p>
    <w:p w:rsidR="007749DA" w:rsidRPr="00F24106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</w:p>
    <w:p w:rsidR="007749DA" w:rsidRPr="00F24106" w:rsidRDefault="007749DA" w:rsidP="006A08D0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F24106">
        <w:rPr>
          <w:rFonts w:ascii="Times New Roman" w:hAnsi="Times New Roman"/>
          <w:sz w:val="24"/>
          <w:szCs w:val="24"/>
          <w:lang w:eastAsia="ar-SA"/>
        </w:rPr>
        <w:t>Розглянувши заяв</w:t>
      </w:r>
      <w:r>
        <w:rPr>
          <w:rFonts w:ascii="Times New Roman" w:hAnsi="Times New Roman"/>
          <w:sz w:val="24"/>
          <w:szCs w:val="24"/>
          <w:lang w:eastAsia="ar-SA"/>
        </w:rPr>
        <w:t>у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гр. Старовського Богдана Івановича відповідно до статей 12, 33, 93 116, 118, 121, 122, 124 Земельного кодексу України, керуючись статтею 13, 26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0E5A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</w:t>
      </w:r>
      <w:r w:rsidRPr="00F24106">
        <w:rPr>
          <w:rFonts w:ascii="Times New Roman" w:hAnsi="Times New Roman"/>
          <w:sz w:val="24"/>
          <w:szCs w:val="24"/>
          <w:lang w:eastAsia="ar-SA"/>
        </w:rPr>
        <w:t>, сільська рада</w:t>
      </w:r>
    </w:p>
    <w:p w:rsidR="007749DA" w:rsidRPr="00F24106" w:rsidRDefault="007749DA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</w:p>
    <w:p w:rsidR="007749DA" w:rsidRDefault="007749DA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  <w:r w:rsidRPr="00F24106">
        <w:rPr>
          <w:rFonts w:ascii="Times New Roman" w:hAnsi="Times New Roman"/>
          <w:b/>
          <w:sz w:val="24"/>
          <w:szCs w:val="24"/>
          <w:lang w:eastAsia="ar-SA"/>
        </w:rPr>
        <w:t>ВИРІШИЛА:</w:t>
      </w:r>
    </w:p>
    <w:p w:rsidR="007749DA" w:rsidRPr="00F24106" w:rsidRDefault="007749DA" w:rsidP="00A62E2A">
      <w:pPr>
        <w:suppressAutoHyphens/>
        <w:spacing w:after="0" w:line="240" w:lineRule="auto"/>
        <w:ind w:right="-5"/>
        <w:rPr>
          <w:rFonts w:ascii="Times New Roman" w:hAnsi="Times New Roman"/>
          <w:sz w:val="24"/>
          <w:szCs w:val="24"/>
          <w:lang w:eastAsia="ar-SA"/>
        </w:rPr>
      </w:pPr>
    </w:p>
    <w:p w:rsidR="007749DA" w:rsidRPr="00F24106" w:rsidRDefault="007749DA" w:rsidP="00A62E2A">
      <w:p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 xml:space="preserve"> Н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>ада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ти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дозв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>іл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>гр. Старовському Богдану Івановичу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>на розроблення проекту землеустрою щодо відведення земельної ділянки в оренду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на сім років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 xml:space="preserve"> орієнтовною площею 5,00 </w:t>
      </w:r>
      <w:r w:rsidRPr="00F24106">
        <w:rPr>
          <w:rFonts w:ascii="Times New Roman" w:hAnsi="Times New Roman"/>
          <w:spacing w:val="-12"/>
          <w:sz w:val="24"/>
          <w:szCs w:val="24"/>
          <w:shd w:val="clear" w:color="auto" w:fill="FFFFFF"/>
          <w:lang w:eastAsia="ar-SA"/>
        </w:rPr>
        <w:t xml:space="preserve"> г</w:t>
      </w:r>
      <w:r w:rsidRPr="00F24106">
        <w:rPr>
          <w:rFonts w:ascii="Times New Roman" w:hAnsi="Times New Roman"/>
          <w:spacing w:val="-12"/>
          <w:sz w:val="24"/>
          <w:szCs w:val="24"/>
          <w:lang w:eastAsia="ar-SA"/>
        </w:rPr>
        <w:t>а</w:t>
      </w:r>
      <w:r w:rsidRPr="00F24106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для сінокосіння на території Нагірянської сільської ради (колишня Шульганівська сільська рада) Чортківського району Тернопільської  області.</w:t>
      </w:r>
    </w:p>
    <w:p w:rsidR="007749DA" w:rsidRDefault="007749DA" w:rsidP="006A08D0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2.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7749DA" w:rsidRPr="00F24106" w:rsidRDefault="007749DA" w:rsidP="006A08D0">
      <w:pPr>
        <w:tabs>
          <w:tab w:val="left" w:pos="70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>Копію рішення направити заявнику.</w:t>
      </w:r>
    </w:p>
    <w:p w:rsidR="007749DA" w:rsidRDefault="007749DA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</w:t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 з питань містобудування, земельн</w:t>
      </w:r>
      <w:r>
        <w:rPr>
          <w:rFonts w:ascii="Times New Roman" w:hAnsi="Times New Roman"/>
          <w:sz w:val="24"/>
          <w:szCs w:val="24"/>
          <w:lang w:eastAsia="ru-RU"/>
        </w:rPr>
        <w:t>их відносин та сталого розвитку.</w:t>
      </w:r>
    </w:p>
    <w:p w:rsidR="007749DA" w:rsidRDefault="007749DA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49DA" w:rsidRPr="00F24106" w:rsidRDefault="007749DA" w:rsidP="00A62E2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749DA" w:rsidRPr="00F24106" w:rsidRDefault="007749DA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4106">
        <w:rPr>
          <w:rFonts w:ascii="Times New Roman" w:hAnsi="Times New Roman"/>
          <w:sz w:val="24"/>
          <w:szCs w:val="24"/>
          <w:lang w:eastAsia="ar-SA"/>
        </w:rPr>
        <w:tab/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                                Ігор КІНДРАТ    </w:t>
      </w:r>
    </w:p>
    <w:p w:rsidR="007749DA" w:rsidRDefault="007749DA" w:rsidP="00C35DD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7749DA" w:rsidRDefault="007749DA" w:rsidP="00C35DD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Любомир ХОМ’ЯК</w:t>
      </w:r>
    </w:p>
    <w:p w:rsidR="007749DA" w:rsidRDefault="007749DA" w:rsidP="00C35DD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Оксана КОВАЛЬЧУК</w:t>
      </w:r>
    </w:p>
    <w:p w:rsidR="007749DA" w:rsidRDefault="007749DA" w:rsidP="0017170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Віталій БРОЩАК </w:t>
      </w:r>
    </w:p>
    <w:p w:rsidR="007749DA" w:rsidRDefault="007749DA" w:rsidP="0017170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</w:p>
    <w:sectPr w:rsidR="007749DA" w:rsidSect="002E04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1446"/>
    <w:multiLevelType w:val="multilevel"/>
    <w:tmpl w:val="E09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B8C"/>
    <w:rsid w:val="0007451E"/>
    <w:rsid w:val="000D4029"/>
    <w:rsid w:val="000D48D3"/>
    <w:rsid w:val="000E5A09"/>
    <w:rsid w:val="001138BF"/>
    <w:rsid w:val="0017170F"/>
    <w:rsid w:val="001F316D"/>
    <w:rsid w:val="00200575"/>
    <w:rsid w:val="002E0477"/>
    <w:rsid w:val="002F1947"/>
    <w:rsid w:val="00340D33"/>
    <w:rsid w:val="00367AB6"/>
    <w:rsid w:val="00380043"/>
    <w:rsid w:val="003866E0"/>
    <w:rsid w:val="003B0A3B"/>
    <w:rsid w:val="003D77D6"/>
    <w:rsid w:val="003E6B17"/>
    <w:rsid w:val="004217CC"/>
    <w:rsid w:val="0042304F"/>
    <w:rsid w:val="004A07FB"/>
    <w:rsid w:val="004A6B8C"/>
    <w:rsid w:val="004E2354"/>
    <w:rsid w:val="004F695C"/>
    <w:rsid w:val="00503501"/>
    <w:rsid w:val="00530721"/>
    <w:rsid w:val="00565DE0"/>
    <w:rsid w:val="006115EB"/>
    <w:rsid w:val="0062125F"/>
    <w:rsid w:val="00657103"/>
    <w:rsid w:val="006A08D0"/>
    <w:rsid w:val="00752171"/>
    <w:rsid w:val="007749DA"/>
    <w:rsid w:val="007C0D53"/>
    <w:rsid w:val="008335E7"/>
    <w:rsid w:val="00862495"/>
    <w:rsid w:val="008D0E8B"/>
    <w:rsid w:val="009B4386"/>
    <w:rsid w:val="00A5733E"/>
    <w:rsid w:val="00A62E2A"/>
    <w:rsid w:val="00B138FE"/>
    <w:rsid w:val="00B216A1"/>
    <w:rsid w:val="00B30365"/>
    <w:rsid w:val="00B37FDE"/>
    <w:rsid w:val="00C25B74"/>
    <w:rsid w:val="00C35BC4"/>
    <w:rsid w:val="00C35DDF"/>
    <w:rsid w:val="00CB0B50"/>
    <w:rsid w:val="00D062EB"/>
    <w:rsid w:val="00D12B31"/>
    <w:rsid w:val="00DF1D75"/>
    <w:rsid w:val="00E0184F"/>
    <w:rsid w:val="00E31ECC"/>
    <w:rsid w:val="00E91331"/>
    <w:rsid w:val="00F24106"/>
    <w:rsid w:val="00FB16CD"/>
    <w:rsid w:val="00FB6395"/>
    <w:rsid w:val="00FE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7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E9133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8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825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25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98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82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9825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798253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25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8252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2079825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</w:divsChild>
            </w:div>
            <w:div w:id="120798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98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79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8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98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98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8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98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79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8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98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1</Pages>
  <Words>239</Words>
  <Characters>1366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20</cp:revision>
  <cp:lastPrinted>2021-10-07T08:10:00Z</cp:lastPrinted>
  <dcterms:created xsi:type="dcterms:W3CDTF">2021-03-29T20:31:00Z</dcterms:created>
  <dcterms:modified xsi:type="dcterms:W3CDTF">2021-10-12T12:42:00Z</dcterms:modified>
</cp:coreProperties>
</file>