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913" w:rsidRPr="00D41CCB" w:rsidRDefault="00D42913" w:rsidP="00E237E8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  <w:r w:rsidRPr="00D41CCB">
        <w:rPr>
          <w:rFonts w:ascii="Times New Roman" w:hAnsi="Times New Roman"/>
          <w:bCs/>
          <w:sz w:val="24"/>
          <w:szCs w:val="24"/>
        </w:rPr>
        <w:t xml:space="preserve">ПРОЄКТ </w:t>
      </w:r>
      <w:r>
        <w:rPr>
          <w:rFonts w:ascii="Times New Roman" w:hAnsi="Times New Roman"/>
          <w:bCs/>
          <w:sz w:val="24"/>
          <w:szCs w:val="24"/>
        </w:rPr>
        <w:t xml:space="preserve"> (13)</w:t>
      </w:r>
    </w:p>
    <w:p w:rsidR="00D42913" w:rsidRDefault="00D42913" w:rsidP="00E237E8">
      <w:pPr>
        <w:pStyle w:val="1"/>
        <w:rPr>
          <w:noProof/>
          <w:lang w:val="ru-RU" w:eastAsia="ru-RU"/>
        </w:rPr>
      </w:pPr>
    </w:p>
    <w:p w:rsidR="00D42913" w:rsidRPr="00D41CCB" w:rsidRDefault="00D42913" w:rsidP="00E237E8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1C2AAD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D42913" w:rsidRPr="00D41CCB" w:rsidRDefault="00D42913" w:rsidP="00E237E8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41CCB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D41CCB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D42913" w:rsidRPr="00D41CCB" w:rsidRDefault="00D42913" w:rsidP="00E237E8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D41CCB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D42913" w:rsidRPr="00D41CCB" w:rsidRDefault="00D42913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41CCB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D42913" w:rsidRDefault="00D42913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41CCB">
        <w:rPr>
          <w:rFonts w:ascii="Times New Roman" w:hAnsi="Times New Roman"/>
          <w:sz w:val="24"/>
          <w:szCs w:val="24"/>
          <w:lang w:eastAsia="ru-RU"/>
        </w:rPr>
        <w:t>СІМНАДЦЯТА  СЕСІЯ</w:t>
      </w:r>
    </w:p>
    <w:p w:rsidR="00D42913" w:rsidRPr="00D41CCB" w:rsidRDefault="00D42913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Друге пленарне засідання</w:t>
      </w:r>
    </w:p>
    <w:p w:rsidR="00D42913" w:rsidRPr="00D41CCB" w:rsidRDefault="00D42913" w:rsidP="00E237E8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41CCB">
        <w:rPr>
          <w:rFonts w:ascii="Times New Roman" w:hAnsi="Times New Roman"/>
          <w:sz w:val="24"/>
          <w:szCs w:val="24"/>
          <w:lang w:eastAsia="ru-RU"/>
        </w:rPr>
        <w:t>РІШЕННЯ</w:t>
      </w:r>
    </w:p>
    <w:p w:rsidR="00D42913" w:rsidRPr="00D41CCB" w:rsidRDefault="00D42913" w:rsidP="00E237E8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ar-SA"/>
        </w:rPr>
        <w:t>від __ лютого</w:t>
      </w:r>
      <w:r w:rsidRPr="00D41CCB">
        <w:rPr>
          <w:rFonts w:ascii="Times New Roman" w:hAnsi="Times New Roman"/>
          <w:sz w:val="24"/>
          <w:szCs w:val="24"/>
          <w:lang w:eastAsia="ar-SA"/>
        </w:rPr>
        <w:t xml:space="preserve"> 202</w:t>
      </w:r>
      <w:r>
        <w:rPr>
          <w:rFonts w:ascii="Times New Roman" w:hAnsi="Times New Roman"/>
          <w:sz w:val="24"/>
          <w:szCs w:val="24"/>
          <w:lang w:eastAsia="ar-SA"/>
        </w:rPr>
        <w:t>2</w:t>
      </w:r>
      <w:r w:rsidRPr="00D41CCB">
        <w:rPr>
          <w:rFonts w:ascii="Times New Roman" w:hAnsi="Times New Roman"/>
          <w:sz w:val="24"/>
          <w:szCs w:val="24"/>
          <w:lang w:eastAsia="ar-SA"/>
        </w:rPr>
        <w:t xml:space="preserve"> року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№ ___</w:t>
      </w:r>
      <w:r w:rsidRPr="00D41CCB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D42913" w:rsidRPr="00D41CCB" w:rsidRDefault="00D42913" w:rsidP="00E237E8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D41CCB">
        <w:rPr>
          <w:rFonts w:ascii="Times New Roman" w:hAnsi="Times New Roman"/>
          <w:sz w:val="24"/>
          <w:szCs w:val="24"/>
          <w:lang w:eastAsia="ar-SA"/>
        </w:rPr>
        <w:t>с-ще Нагірянка</w:t>
      </w:r>
    </w:p>
    <w:p w:rsidR="00D42913" w:rsidRPr="00D41CCB" w:rsidRDefault="00D42913" w:rsidP="00E237E8">
      <w:pPr>
        <w:pStyle w:val="1"/>
        <w:rPr>
          <w:rFonts w:ascii="Times New Roman" w:hAnsi="Times New Roman"/>
          <w:spacing w:val="-12"/>
          <w:sz w:val="28"/>
          <w:szCs w:val="28"/>
        </w:rPr>
      </w:pPr>
      <w:r w:rsidRPr="00D41CCB">
        <w:rPr>
          <w:rFonts w:ascii="Times New Roman" w:hAnsi="Times New Roman"/>
          <w:bCs/>
          <w:sz w:val="28"/>
          <w:szCs w:val="28"/>
        </w:rPr>
        <w:t xml:space="preserve">                                             </w:t>
      </w:r>
    </w:p>
    <w:p w:rsidR="00D42913" w:rsidRDefault="00D42913" w:rsidP="00E237E8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затвердження проектів землеустрою </w:t>
      </w:r>
    </w:p>
    <w:p w:rsidR="00D42913" w:rsidRDefault="00D42913" w:rsidP="00E237E8">
      <w:pPr>
        <w:pStyle w:val="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щодо відведення земельних д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ілянок </w:t>
      </w:r>
    </w:p>
    <w:p w:rsidR="00D42913" w:rsidRDefault="00D42913" w:rsidP="00E237E8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у власність </w:t>
      </w:r>
      <w:r>
        <w:rPr>
          <w:rFonts w:ascii="Times New Roman" w:hAnsi="Times New Roman"/>
          <w:b/>
          <w:bCs/>
          <w:sz w:val="24"/>
          <w:szCs w:val="24"/>
        </w:rPr>
        <w:t>та передача їх громадянам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42913" w:rsidRDefault="00D42913" w:rsidP="00E237E8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 приватну </w:t>
      </w:r>
      <w:r>
        <w:rPr>
          <w:rFonts w:ascii="Times New Roman" w:hAnsi="Times New Roman"/>
          <w:b/>
          <w:bCs/>
          <w:sz w:val="24"/>
          <w:szCs w:val="24"/>
        </w:rPr>
        <w:t>власність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42913" w:rsidRDefault="00D42913" w:rsidP="00E237E8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сільська рада</w:t>
      </w:r>
    </w:p>
    <w:p w:rsidR="00D42913" w:rsidRDefault="00D42913" w:rsidP="00E237E8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42913" w:rsidRDefault="00D42913" w:rsidP="00E237E8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D42913" w:rsidRDefault="00D42913" w:rsidP="00E237E8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D42913" w:rsidRDefault="00D42913" w:rsidP="00E237E8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9A7065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Затвердити проект землеустрою щодо відведення земельної ділянки у власність  та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</w:rPr>
        <w:t xml:space="preserve">ередати </w:t>
      </w:r>
      <w:r>
        <w:rPr>
          <w:rFonts w:ascii="Times New Roman" w:hAnsi="Times New Roman"/>
          <w:sz w:val="24"/>
          <w:szCs w:val="24"/>
          <w:lang w:val="ru-RU"/>
        </w:rPr>
        <w:t xml:space="preserve">її </w:t>
      </w:r>
      <w:r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D42913" w:rsidRPr="00C55F49" w:rsidRDefault="00D42913" w:rsidP="00E237E8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              1.</w:t>
      </w:r>
      <w:r>
        <w:rPr>
          <w:rFonts w:ascii="Times New Roman" w:hAnsi="Times New Roman"/>
          <w:sz w:val="24"/>
          <w:szCs w:val="24"/>
        </w:rPr>
        <w:t>1</w:t>
      </w:r>
      <w:r w:rsidRPr="00C55F49">
        <w:rPr>
          <w:rFonts w:ascii="Times New Roman" w:hAnsi="Times New Roman"/>
          <w:sz w:val="24"/>
          <w:szCs w:val="24"/>
        </w:rPr>
        <w:t xml:space="preserve">. Гр. Красовській Аллі Олексіївні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2500 га"/>
        </w:smartTagPr>
        <w:r w:rsidRPr="00C55F49">
          <w:rPr>
            <w:rFonts w:ascii="Times New Roman" w:hAnsi="Times New Roman"/>
            <w:sz w:val="24"/>
            <w:szCs w:val="24"/>
          </w:rPr>
          <w:t>0,2500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в с. Ягільниця Чортківського району Тернопільської області у приватну власність, в тому числі: </w:t>
      </w:r>
    </w:p>
    <w:p w:rsidR="00D42913" w:rsidRPr="00C55F49" w:rsidRDefault="00D42913" w:rsidP="00E237E8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500 га"/>
        </w:smartTagPr>
        <w:r w:rsidRPr="00C55F49">
          <w:rPr>
            <w:rFonts w:ascii="Times New Roman" w:hAnsi="Times New Roman"/>
            <w:sz w:val="24"/>
            <w:szCs w:val="24"/>
          </w:rPr>
          <w:t>0,2500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6125589800:02:001:</w:t>
      </w:r>
      <w:r w:rsidRPr="00C55F49">
        <w:rPr>
          <w:rFonts w:ascii="Times New Roman" w:hAnsi="Times New Roman"/>
          <w:sz w:val="24"/>
          <w:szCs w:val="24"/>
          <w:lang w:val="ru-RU"/>
        </w:rPr>
        <w:t>0089</w:t>
      </w:r>
      <w:r w:rsidRPr="00C55F49">
        <w:rPr>
          <w:rFonts w:ascii="Times New Roman" w:hAnsi="Times New Roman"/>
          <w:sz w:val="24"/>
          <w:szCs w:val="24"/>
        </w:rPr>
        <w:t>.</w:t>
      </w:r>
    </w:p>
    <w:p w:rsidR="00D42913" w:rsidRPr="00C55F49" w:rsidRDefault="00D42913" w:rsidP="00F93713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              1.</w:t>
      </w:r>
      <w:r>
        <w:rPr>
          <w:rFonts w:ascii="Times New Roman" w:hAnsi="Times New Roman"/>
          <w:sz w:val="24"/>
          <w:szCs w:val="24"/>
        </w:rPr>
        <w:t>2</w:t>
      </w:r>
      <w:r w:rsidRPr="00C55F49">
        <w:rPr>
          <w:rFonts w:ascii="Times New Roman" w:hAnsi="Times New Roman"/>
          <w:sz w:val="24"/>
          <w:szCs w:val="24"/>
        </w:rPr>
        <w:t xml:space="preserve">. Гр. Львівському Богдану Васильовичу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3500 га"/>
        </w:smartTagPr>
        <w:r w:rsidRPr="00C55F49">
          <w:rPr>
            <w:rFonts w:ascii="Times New Roman" w:hAnsi="Times New Roman"/>
            <w:sz w:val="24"/>
            <w:szCs w:val="24"/>
          </w:rPr>
          <w:t>0,3500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в с-щі Нагірянка Чортківського району Тернопільської області у приватну власність, в тому числі: </w:t>
      </w:r>
    </w:p>
    <w:p w:rsidR="00D42913" w:rsidRPr="00C55F49" w:rsidRDefault="00D42913" w:rsidP="00F93713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500 га"/>
        </w:smartTagPr>
        <w:r w:rsidRPr="00C55F49">
          <w:rPr>
            <w:rFonts w:ascii="Times New Roman" w:hAnsi="Times New Roman"/>
            <w:sz w:val="24"/>
            <w:szCs w:val="24"/>
          </w:rPr>
          <w:t>0,3500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6125585900:02:004:</w:t>
      </w:r>
      <w:r w:rsidRPr="00C55F49">
        <w:rPr>
          <w:rFonts w:ascii="Times New Roman" w:hAnsi="Times New Roman"/>
          <w:sz w:val="24"/>
          <w:szCs w:val="24"/>
          <w:lang w:val="ru-RU"/>
        </w:rPr>
        <w:t>0006</w:t>
      </w:r>
      <w:r w:rsidRPr="00C55F49">
        <w:rPr>
          <w:rFonts w:ascii="Times New Roman" w:hAnsi="Times New Roman"/>
          <w:sz w:val="24"/>
          <w:szCs w:val="24"/>
        </w:rPr>
        <w:t>.</w:t>
      </w:r>
    </w:p>
    <w:p w:rsidR="00D42913" w:rsidRPr="00C55F49" w:rsidRDefault="00D42913" w:rsidP="00F93713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              1.</w:t>
      </w:r>
      <w:r>
        <w:rPr>
          <w:rFonts w:ascii="Times New Roman" w:hAnsi="Times New Roman"/>
          <w:sz w:val="24"/>
          <w:szCs w:val="24"/>
        </w:rPr>
        <w:t>3</w:t>
      </w:r>
      <w:r w:rsidRPr="00C55F49">
        <w:rPr>
          <w:rFonts w:ascii="Times New Roman" w:hAnsi="Times New Roman"/>
          <w:sz w:val="24"/>
          <w:szCs w:val="24"/>
        </w:rPr>
        <w:t xml:space="preserve">. Гр. Швагла Оксані Тимофіївні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7269 га"/>
        </w:smartTagPr>
        <w:r w:rsidRPr="00C55F49">
          <w:rPr>
            <w:rFonts w:ascii="Times New Roman" w:hAnsi="Times New Roman"/>
            <w:sz w:val="24"/>
            <w:szCs w:val="24"/>
          </w:rPr>
          <w:t>0,7269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в с. Ягільниця Чортківського району Тернопільської області у приватну власність, в тому числі: </w:t>
      </w:r>
    </w:p>
    <w:p w:rsidR="00D42913" w:rsidRPr="00C55F49" w:rsidRDefault="00D42913" w:rsidP="00F93713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5269 га"/>
        </w:smartTagPr>
        <w:r w:rsidRPr="00C55F49">
          <w:rPr>
            <w:rFonts w:ascii="Times New Roman" w:hAnsi="Times New Roman"/>
            <w:sz w:val="24"/>
            <w:szCs w:val="24"/>
          </w:rPr>
          <w:t>0,5269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</w:t>
      </w:r>
      <w:bookmarkStart w:id="0" w:name="_GoBack"/>
      <w:bookmarkEnd w:id="0"/>
      <w:r w:rsidRPr="00C55F49">
        <w:rPr>
          <w:rFonts w:ascii="Times New Roman" w:hAnsi="Times New Roman"/>
          <w:sz w:val="24"/>
          <w:szCs w:val="24"/>
        </w:rPr>
        <w:t>астровий  номер: 6125589800:02:001:</w:t>
      </w:r>
      <w:r w:rsidRPr="00C55F49">
        <w:rPr>
          <w:rFonts w:ascii="Times New Roman" w:hAnsi="Times New Roman"/>
          <w:sz w:val="24"/>
          <w:szCs w:val="24"/>
          <w:lang w:val="ru-RU"/>
        </w:rPr>
        <w:t>0090</w:t>
      </w:r>
      <w:r w:rsidRPr="00C55F49">
        <w:rPr>
          <w:rFonts w:ascii="Times New Roman" w:hAnsi="Times New Roman"/>
          <w:sz w:val="24"/>
          <w:szCs w:val="24"/>
        </w:rPr>
        <w:t>;</w:t>
      </w:r>
    </w:p>
    <w:p w:rsidR="00D42913" w:rsidRPr="00C55F49" w:rsidRDefault="00D42913" w:rsidP="00F93713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000 га"/>
        </w:smartTagPr>
        <w:r w:rsidRPr="00C55F49">
          <w:rPr>
            <w:rFonts w:ascii="Times New Roman" w:hAnsi="Times New Roman"/>
            <w:sz w:val="24"/>
            <w:szCs w:val="24"/>
          </w:rPr>
          <w:t>0,2000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6125589800:02:001:</w:t>
      </w:r>
      <w:r w:rsidRPr="00C55F49">
        <w:rPr>
          <w:rFonts w:ascii="Times New Roman" w:hAnsi="Times New Roman"/>
          <w:sz w:val="24"/>
          <w:szCs w:val="24"/>
          <w:lang w:val="ru-RU"/>
        </w:rPr>
        <w:t>0088</w:t>
      </w:r>
      <w:r w:rsidRPr="00C55F49">
        <w:rPr>
          <w:rFonts w:ascii="Times New Roman" w:hAnsi="Times New Roman"/>
          <w:sz w:val="24"/>
          <w:szCs w:val="24"/>
        </w:rPr>
        <w:t>.</w:t>
      </w:r>
    </w:p>
    <w:p w:rsidR="00D42913" w:rsidRPr="00C55F49" w:rsidRDefault="00D42913" w:rsidP="00F93713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             1.</w:t>
      </w:r>
      <w:r>
        <w:rPr>
          <w:rFonts w:ascii="Times New Roman" w:hAnsi="Times New Roman"/>
          <w:sz w:val="24"/>
          <w:szCs w:val="24"/>
        </w:rPr>
        <w:t>4</w:t>
      </w:r>
      <w:r w:rsidRPr="00C55F49">
        <w:rPr>
          <w:rFonts w:ascii="Times New Roman" w:hAnsi="Times New Roman"/>
          <w:sz w:val="24"/>
          <w:szCs w:val="24"/>
        </w:rPr>
        <w:t xml:space="preserve">. Гр. Кравець Василю Ярославовичу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2982 га"/>
        </w:smartTagPr>
        <w:r w:rsidRPr="00C55F49">
          <w:rPr>
            <w:rFonts w:ascii="Times New Roman" w:hAnsi="Times New Roman"/>
            <w:sz w:val="24"/>
            <w:szCs w:val="24"/>
          </w:rPr>
          <w:t>0,2982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в с-щі Нагірянка Чортківського району Тернопільської області у приватну власність, в тому числі: </w:t>
      </w:r>
    </w:p>
    <w:p w:rsidR="00D42913" w:rsidRPr="00C55F49" w:rsidRDefault="00D42913" w:rsidP="00F93713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982 га"/>
        </w:smartTagPr>
        <w:r w:rsidRPr="00C55F49">
          <w:rPr>
            <w:rFonts w:ascii="Times New Roman" w:hAnsi="Times New Roman"/>
            <w:sz w:val="24"/>
            <w:szCs w:val="24"/>
          </w:rPr>
          <w:t>0,2982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6125585900:02:009:</w:t>
      </w:r>
      <w:r w:rsidRPr="00C55F49">
        <w:rPr>
          <w:rFonts w:ascii="Times New Roman" w:hAnsi="Times New Roman"/>
          <w:sz w:val="24"/>
          <w:szCs w:val="24"/>
          <w:lang w:val="ru-RU"/>
        </w:rPr>
        <w:t>0025</w:t>
      </w:r>
      <w:r w:rsidRPr="00C55F49">
        <w:rPr>
          <w:rFonts w:ascii="Times New Roman" w:hAnsi="Times New Roman"/>
          <w:sz w:val="24"/>
          <w:szCs w:val="24"/>
        </w:rPr>
        <w:t>.</w:t>
      </w:r>
    </w:p>
    <w:p w:rsidR="00D42913" w:rsidRPr="00C55F49" w:rsidRDefault="00D42913" w:rsidP="00872368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             1.</w:t>
      </w:r>
      <w:r>
        <w:rPr>
          <w:rFonts w:ascii="Times New Roman" w:hAnsi="Times New Roman"/>
          <w:sz w:val="24"/>
          <w:szCs w:val="24"/>
        </w:rPr>
        <w:t>5</w:t>
      </w:r>
      <w:r w:rsidRPr="00C55F49">
        <w:rPr>
          <w:rFonts w:ascii="Times New Roman" w:hAnsi="Times New Roman"/>
          <w:sz w:val="24"/>
          <w:szCs w:val="24"/>
        </w:rPr>
        <w:t xml:space="preserve">. Гр. Осух Лідії Ігорівні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4983 га"/>
        </w:smartTagPr>
        <w:r w:rsidRPr="00C55F49">
          <w:rPr>
            <w:rFonts w:ascii="Times New Roman" w:hAnsi="Times New Roman"/>
            <w:sz w:val="24"/>
            <w:szCs w:val="24"/>
          </w:rPr>
          <w:t>0,4983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в с-щі Нагірянка Чортківського району Тернопільської області у приватну власність, в тому числі: </w:t>
      </w:r>
    </w:p>
    <w:p w:rsidR="00D42913" w:rsidRPr="00C55F49" w:rsidRDefault="00D42913" w:rsidP="00872368">
      <w:pPr>
        <w:pStyle w:val="1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983 га"/>
        </w:smartTagPr>
        <w:r w:rsidRPr="00C55F49">
          <w:rPr>
            <w:rFonts w:ascii="Times New Roman" w:hAnsi="Times New Roman"/>
            <w:sz w:val="24"/>
            <w:szCs w:val="24"/>
          </w:rPr>
          <w:t>0,0983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6125585900:02:007:</w:t>
      </w:r>
      <w:r w:rsidRPr="00C55F49">
        <w:rPr>
          <w:rFonts w:ascii="Times New Roman" w:hAnsi="Times New Roman"/>
          <w:sz w:val="24"/>
          <w:szCs w:val="24"/>
          <w:lang w:val="ru-RU"/>
        </w:rPr>
        <w:t>0016;</w:t>
      </w:r>
    </w:p>
    <w:p w:rsidR="00D42913" w:rsidRPr="00C55F49" w:rsidRDefault="00D42913" w:rsidP="00872368">
      <w:pPr>
        <w:pStyle w:val="1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000 га"/>
        </w:smartTagPr>
        <w:r w:rsidRPr="00C55F49">
          <w:rPr>
            <w:rFonts w:ascii="Times New Roman" w:hAnsi="Times New Roman"/>
            <w:sz w:val="24"/>
            <w:szCs w:val="24"/>
          </w:rPr>
          <w:t>0,3000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6125585900:02:010:</w:t>
      </w:r>
      <w:r w:rsidRPr="00C55F49">
        <w:rPr>
          <w:rFonts w:ascii="Times New Roman" w:hAnsi="Times New Roman"/>
          <w:sz w:val="24"/>
          <w:szCs w:val="24"/>
          <w:lang w:val="ru-RU"/>
        </w:rPr>
        <w:t>0004;</w:t>
      </w:r>
    </w:p>
    <w:p w:rsidR="00D42913" w:rsidRPr="00C55F49" w:rsidRDefault="00D42913" w:rsidP="00872368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000 га"/>
        </w:smartTagPr>
        <w:r w:rsidRPr="00C55F49">
          <w:rPr>
            <w:rFonts w:ascii="Times New Roman" w:hAnsi="Times New Roman"/>
            <w:sz w:val="24"/>
            <w:szCs w:val="24"/>
          </w:rPr>
          <w:t>0,1000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6125585900:02:004:</w:t>
      </w:r>
      <w:r w:rsidRPr="00C55F49">
        <w:rPr>
          <w:rFonts w:ascii="Times New Roman" w:hAnsi="Times New Roman"/>
          <w:sz w:val="24"/>
          <w:szCs w:val="24"/>
          <w:lang w:val="ru-RU"/>
        </w:rPr>
        <w:t>0008;</w:t>
      </w:r>
    </w:p>
    <w:p w:rsidR="00D42913" w:rsidRPr="00C55F49" w:rsidRDefault="00D42913" w:rsidP="00A91867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             1.</w:t>
      </w:r>
      <w:r>
        <w:rPr>
          <w:rFonts w:ascii="Times New Roman" w:hAnsi="Times New Roman"/>
          <w:sz w:val="24"/>
          <w:szCs w:val="24"/>
        </w:rPr>
        <w:t>6</w:t>
      </w:r>
      <w:r w:rsidRPr="00C55F49">
        <w:rPr>
          <w:rFonts w:ascii="Times New Roman" w:hAnsi="Times New Roman"/>
          <w:sz w:val="24"/>
          <w:szCs w:val="24"/>
        </w:rPr>
        <w:t xml:space="preserve">. Гр. Гриців Христині Степанівні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4500 га"/>
        </w:smartTagPr>
        <w:r w:rsidRPr="00C55F49">
          <w:rPr>
            <w:rFonts w:ascii="Times New Roman" w:hAnsi="Times New Roman"/>
            <w:sz w:val="24"/>
            <w:szCs w:val="24"/>
          </w:rPr>
          <w:t>0,4500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в с. Сосулівка Чортківського району Тернопільської області у приватну власність, в тому числі: </w:t>
      </w:r>
    </w:p>
    <w:p w:rsidR="00D42913" w:rsidRPr="00C55F49" w:rsidRDefault="00D42913" w:rsidP="00A91867">
      <w:pPr>
        <w:pStyle w:val="1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880 га"/>
        </w:smartTagPr>
        <w:r w:rsidRPr="00C55F49">
          <w:rPr>
            <w:rFonts w:ascii="Times New Roman" w:hAnsi="Times New Roman"/>
            <w:sz w:val="24"/>
            <w:szCs w:val="24"/>
          </w:rPr>
          <w:t>0,1880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6125587500:02:001:</w:t>
      </w:r>
      <w:r w:rsidRPr="00C55F49">
        <w:rPr>
          <w:rFonts w:ascii="Times New Roman" w:hAnsi="Times New Roman"/>
          <w:sz w:val="24"/>
          <w:szCs w:val="24"/>
          <w:lang w:val="ru-RU"/>
        </w:rPr>
        <w:t>0188;</w:t>
      </w:r>
    </w:p>
    <w:p w:rsidR="00D42913" w:rsidRPr="00C55F49" w:rsidRDefault="00D42913" w:rsidP="00A91867">
      <w:pPr>
        <w:pStyle w:val="1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820 га"/>
        </w:smartTagPr>
        <w:r w:rsidRPr="00C55F49">
          <w:rPr>
            <w:rFonts w:ascii="Times New Roman" w:hAnsi="Times New Roman"/>
            <w:sz w:val="24"/>
            <w:szCs w:val="24"/>
          </w:rPr>
          <w:t>0,1820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6125588300:02:002:</w:t>
      </w:r>
      <w:r w:rsidRPr="00C55F49">
        <w:rPr>
          <w:rFonts w:ascii="Times New Roman" w:hAnsi="Times New Roman"/>
          <w:sz w:val="24"/>
          <w:szCs w:val="24"/>
          <w:lang w:val="ru-RU"/>
        </w:rPr>
        <w:t>0295;</w:t>
      </w:r>
    </w:p>
    <w:p w:rsidR="00D42913" w:rsidRPr="00C55F49" w:rsidRDefault="00D42913" w:rsidP="00A91867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800 га"/>
        </w:smartTagPr>
        <w:r w:rsidRPr="00C55F49">
          <w:rPr>
            <w:rFonts w:ascii="Times New Roman" w:hAnsi="Times New Roman"/>
            <w:sz w:val="24"/>
            <w:szCs w:val="24"/>
          </w:rPr>
          <w:t>0,0800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6125587500:02:001:</w:t>
      </w:r>
      <w:r w:rsidRPr="00C55F49">
        <w:rPr>
          <w:rFonts w:ascii="Times New Roman" w:hAnsi="Times New Roman"/>
          <w:sz w:val="24"/>
          <w:szCs w:val="24"/>
          <w:lang w:val="ru-RU"/>
        </w:rPr>
        <w:t>0189;</w:t>
      </w:r>
    </w:p>
    <w:p w:rsidR="00D42913" w:rsidRPr="00C55F49" w:rsidRDefault="00D42913" w:rsidP="00E807C4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  1.</w:t>
      </w:r>
      <w:r>
        <w:rPr>
          <w:rFonts w:ascii="Times New Roman" w:hAnsi="Times New Roman"/>
          <w:sz w:val="24"/>
          <w:szCs w:val="24"/>
        </w:rPr>
        <w:t>7</w:t>
      </w:r>
      <w:r w:rsidRPr="00C55F49">
        <w:rPr>
          <w:rFonts w:ascii="Times New Roman" w:hAnsi="Times New Roman"/>
          <w:sz w:val="24"/>
          <w:szCs w:val="24"/>
        </w:rPr>
        <w:t xml:space="preserve"> Гр. </w:t>
      </w:r>
      <w:r w:rsidRPr="00C55F49">
        <w:rPr>
          <w:rFonts w:ascii="Times New Roman" w:hAnsi="Times New Roman"/>
          <w:sz w:val="24"/>
          <w:szCs w:val="24"/>
          <w:lang w:val="ru-RU"/>
        </w:rPr>
        <w:t>Дідик Ірині Зеновіївні</w:t>
      </w:r>
      <w:r w:rsidRPr="00C55F49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4200 га"/>
        </w:smartTagPr>
        <w:r w:rsidRPr="00C55F49">
          <w:rPr>
            <w:rFonts w:ascii="Times New Roman" w:hAnsi="Times New Roman"/>
            <w:sz w:val="24"/>
            <w:szCs w:val="24"/>
          </w:rPr>
          <w:t>0,4200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в с. Долина Чортківського району Тернопільської області у приватну власність, в тому числі: </w:t>
      </w:r>
    </w:p>
    <w:p w:rsidR="00D42913" w:rsidRPr="00C55F49" w:rsidRDefault="00D42913" w:rsidP="00E807C4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4200 га"/>
        </w:smartTagPr>
        <w:r w:rsidRPr="00C55F49">
          <w:rPr>
            <w:rFonts w:ascii="Times New Roman" w:hAnsi="Times New Roman"/>
            <w:sz w:val="24"/>
            <w:szCs w:val="24"/>
          </w:rPr>
          <w:t>0,4200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6125589500:03:001:0083.</w:t>
      </w:r>
    </w:p>
    <w:p w:rsidR="00D42913" w:rsidRPr="00C55F49" w:rsidRDefault="00D42913" w:rsidP="00D70D5A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1.8</w:t>
      </w:r>
      <w:r w:rsidRPr="00C55F49">
        <w:rPr>
          <w:rFonts w:ascii="Times New Roman" w:hAnsi="Times New Roman"/>
          <w:sz w:val="24"/>
          <w:szCs w:val="24"/>
        </w:rPr>
        <w:t xml:space="preserve"> Гр. Шевчишин Галині Євстахівні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1484 га"/>
        </w:smartTagPr>
        <w:r w:rsidRPr="00C55F49">
          <w:rPr>
            <w:rFonts w:ascii="Times New Roman" w:hAnsi="Times New Roman"/>
            <w:sz w:val="24"/>
            <w:szCs w:val="24"/>
          </w:rPr>
          <w:t>0,1484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в с-щі Нагірянка Чортківського району Тернопільської області у приватну власність, в тому числі: </w:t>
      </w:r>
    </w:p>
    <w:p w:rsidR="00D42913" w:rsidRPr="00C55F49" w:rsidRDefault="00D42913" w:rsidP="00D70D5A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484 га"/>
        </w:smartTagPr>
        <w:r w:rsidRPr="00C55F49">
          <w:rPr>
            <w:rFonts w:ascii="Times New Roman" w:hAnsi="Times New Roman"/>
            <w:sz w:val="24"/>
            <w:szCs w:val="24"/>
          </w:rPr>
          <w:t>0,1484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6125585900:02:003:0030.</w:t>
      </w:r>
    </w:p>
    <w:p w:rsidR="00D42913" w:rsidRPr="00C55F49" w:rsidRDefault="00D42913" w:rsidP="00DF70DB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 1.</w:t>
      </w:r>
      <w:r>
        <w:rPr>
          <w:rFonts w:ascii="Times New Roman" w:hAnsi="Times New Roman"/>
          <w:sz w:val="24"/>
          <w:szCs w:val="24"/>
        </w:rPr>
        <w:t>9</w:t>
      </w:r>
      <w:r w:rsidRPr="00C55F49">
        <w:rPr>
          <w:rFonts w:ascii="Times New Roman" w:hAnsi="Times New Roman"/>
          <w:sz w:val="24"/>
          <w:szCs w:val="24"/>
        </w:rPr>
        <w:t xml:space="preserve"> Гр. Фучило Ользі Іванівні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1,4150 га"/>
        </w:smartTagPr>
        <w:r w:rsidRPr="00C55F49">
          <w:rPr>
            <w:rFonts w:ascii="Times New Roman" w:hAnsi="Times New Roman"/>
            <w:sz w:val="24"/>
            <w:szCs w:val="24"/>
          </w:rPr>
          <w:t>1,4150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в с-щі Нагірянка Чортківського району Тернопільської області у приватну власність, в тому числі: </w:t>
      </w:r>
    </w:p>
    <w:p w:rsidR="00D42913" w:rsidRPr="00C55F49" w:rsidRDefault="00D42913" w:rsidP="00DF70DB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4150 га"/>
        </w:smartTagPr>
        <w:r w:rsidRPr="00C55F49">
          <w:rPr>
            <w:rFonts w:ascii="Times New Roman" w:hAnsi="Times New Roman"/>
            <w:sz w:val="24"/>
            <w:szCs w:val="24"/>
          </w:rPr>
          <w:t>1,4150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6125585900:02:006:0009.</w:t>
      </w:r>
    </w:p>
    <w:p w:rsidR="00D42913" w:rsidRPr="00C55F49" w:rsidRDefault="00D42913" w:rsidP="00DF70DB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1.10 Гр. Дерій Володимиру Антоновичу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2610 га"/>
        </w:smartTagPr>
        <w:r w:rsidRPr="00C55F49">
          <w:rPr>
            <w:rFonts w:ascii="Times New Roman" w:hAnsi="Times New Roman"/>
            <w:sz w:val="24"/>
            <w:szCs w:val="24"/>
          </w:rPr>
          <w:t>0,2610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в с-щі Нагірянка Чортківського району Тернопільської області у приватну власність, в тому числі: </w:t>
      </w:r>
    </w:p>
    <w:p w:rsidR="00D42913" w:rsidRPr="00C55F49" w:rsidRDefault="00D42913" w:rsidP="00DF70DB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610 га"/>
        </w:smartTagPr>
        <w:r w:rsidRPr="00C55F49">
          <w:rPr>
            <w:rFonts w:ascii="Times New Roman" w:hAnsi="Times New Roman"/>
            <w:sz w:val="24"/>
            <w:szCs w:val="24"/>
          </w:rPr>
          <w:t>0,2610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6125585900:02:002:0032.</w:t>
      </w:r>
    </w:p>
    <w:p w:rsidR="00D42913" w:rsidRPr="00C55F49" w:rsidRDefault="00D42913" w:rsidP="00477A57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             1.11 Гр. Василів Сергію Петровичу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3300 га"/>
        </w:smartTagPr>
        <w:r w:rsidRPr="00C55F49">
          <w:rPr>
            <w:rFonts w:ascii="Times New Roman" w:hAnsi="Times New Roman"/>
            <w:sz w:val="24"/>
            <w:szCs w:val="24"/>
          </w:rPr>
          <w:t>0,3300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в с-щі Нагірянка Чортківського району Тернопільської області у приватну власність, в тому числі: </w:t>
      </w:r>
    </w:p>
    <w:p w:rsidR="00D42913" w:rsidRPr="00C55F49" w:rsidRDefault="00D42913" w:rsidP="00477A57">
      <w:pPr>
        <w:pStyle w:val="1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000 га"/>
        </w:smartTagPr>
        <w:r w:rsidRPr="00C55F49">
          <w:rPr>
            <w:rFonts w:ascii="Times New Roman" w:hAnsi="Times New Roman"/>
            <w:sz w:val="24"/>
            <w:szCs w:val="24"/>
          </w:rPr>
          <w:t>0,1000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6125585900:02:002:</w:t>
      </w:r>
      <w:r w:rsidRPr="00C55F49">
        <w:rPr>
          <w:rFonts w:ascii="Times New Roman" w:hAnsi="Times New Roman"/>
          <w:sz w:val="24"/>
          <w:szCs w:val="24"/>
          <w:lang w:val="ru-RU"/>
        </w:rPr>
        <w:t>0035;</w:t>
      </w:r>
    </w:p>
    <w:p w:rsidR="00D42913" w:rsidRPr="00C55F49" w:rsidRDefault="00D42913" w:rsidP="00477A57">
      <w:pPr>
        <w:pStyle w:val="1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300 га"/>
        </w:smartTagPr>
        <w:r w:rsidRPr="00C55F49">
          <w:rPr>
            <w:rFonts w:ascii="Times New Roman" w:hAnsi="Times New Roman"/>
            <w:sz w:val="24"/>
            <w:szCs w:val="24"/>
          </w:rPr>
          <w:t>0,2300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6125585900:02:001:</w:t>
      </w:r>
      <w:r w:rsidRPr="00C55F49">
        <w:rPr>
          <w:rFonts w:ascii="Times New Roman" w:hAnsi="Times New Roman"/>
          <w:sz w:val="24"/>
          <w:szCs w:val="24"/>
          <w:lang w:val="ru-RU"/>
        </w:rPr>
        <w:t>0096.</w:t>
      </w:r>
    </w:p>
    <w:p w:rsidR="00D42913" w:rsidRPr="00C55F49" w:rsidRDefault="00D42913" w:rsidP="00E804BD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              1.12 Гр. Шейка Ігореві Федоровичу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1,0490 га"/>
        </w:smartTagPr>
        <w:r w:rsidRPr="00C55F49">
          <w:rPr>
            <w:rFonts w:ascii="Times New Roman" w:hAnsi="Times New Roman"/>
            <w:sz w:val="24"/>
            <w:szCs w:val="24"/>
          </w:rPr>
          <w:t>1,0490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в с-щі Нагірянка Чортківського району Тернопільської області у приватну власність, в тому числі: </w:t>
      </w:r>
    </w:p>
    <w:p w:rsidR="00D42913" w:rsidRPr="00C55F49" w:rsidRDefault="00D42913" w:rsidP="00E804BD">
      <w:pPr>
        <w:pStyle w:val="1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5000 га"/>
        </w:smartTagPr>
        <w:r w:rsidRPr="00C55F49">
          <w:rPr>
            <w:rFonts w:ascii="Times New Roman" w:hAnsi="Times New Roman"/>
            <w:sz w:val="24"/>
            <w:szCs w:val="24"/>
          </w:rPr>
          <w:t>0,5000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6125585900:02:009:</w:t>
      </w:r>
      <w:r w:rsidRPr="00C55F49">
        <w:rPr>
          <w:rFonts w:ascii="Times New Roman" w:hAnsi="Times New Roman"/>
          <w:sz w:val="24"/>
          <w:szCs w:val="24"/>
          <w:lang w:val="ru-RU"/>
        </w:rPr>
        <w:t>0024;</w:t>
      </w:r>
    </w:p>
    <w:p w:rsidR="00D42913" w:rsidRPr="00C55F49" w:rsidRDefault="00D42913" w:rsidP="00E804BD">
      <w:pPr>
        <w:pStyle w:val="1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150 га"/>
        </w:smartTagPr>
        <w:r w:rsidRPr="00C55F49">
          <w:rPr>
            <w:rFonts w:ascii="Times New Roman" w:hAnsi="Times New Roman"/>
            <w:sz w:val="24"/>
            <w:szCs w:val="24"/>
          </w:rPr>
          <w:t>0,1150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6125585900:02:001:</w:t>
      </w:r>
      <w:r w:rsidRPr="00C55F49">
        <w:rPr>
          <w:rFonts w:ascii="Times New Roman" w:hAnsi="Times New Roman"/>
          <w:sz w:val="24"/>
          <w:szCs w:val="24"/>
          <w:lang w:val="ru-RU"/>
        </w:rPr>
        <w:t>0072;</w:t>
      </w:r>
    </w:p>
    <w:p w:rsidR="00D42913" w:rsidRPr="00C55F49" w:rsidRDefault="00D42913" w:rsidP="00E804BD">
      <w:pPr>
        <w:pStyle w:val="1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990 га"/>
        </w:smartTagPr>
        <w:r w:rsidRPr="00C55F49">
          <w:rPr>
            <w:rFonts w:ascii="Times New Roman" w:hAnsi="Times New Roman"/>
            <w:sz w:val="24"/>
            <w:szCs w:val="24"/>
          </w:rPr>
          <w:t>0,1990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6125585900:02:009:</w:t>
      </w:r>
      <w:r w:rsidRPr="00C55F49">
        <w:rPr>
          <w:rFonts w:ascii="Times New Roman" w:hAnsi="Times New Roman"/>
          <w:sz w:val="24"/>
          <w:szCs w:val="24"/>
          <w:lang w:val="ru-RU"/>
        </w:rPr>
        <w:t>0029;</w:t>
      </w:r>
    </w:p>
    <w:p w:rsidR="00D42913" w:rsidRDefault="00D42913" w:rsidP="00FD05B7">
      <w:pPr>
        <w:pStyle w:val="1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350 га"/>
        </w:smartTagPr>
        <w:r w:rsidRPr="00C55F49">
          <w:rPr>
            <w:rFonts w:ascii="Times New Roman" w:hAnsi="Times New Roman"/>
            <w:sz w:val="24"/>
            <w:szCs w:val="24"/>
          </w:rPr>
          <w:t>0,2350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6125585900:02:007:</w:t>
      </w:r>
      <w:r w:rsidRPr="00C55F49">
        <w:rPr>
          <w:rFonts w:ascii="Times New Roman" w:hAnsi="Times New Roman"/>
          <w:sz w:val="24"/>
          <w:szCs w:val="24"/>
          <w:lang w:val="ru-RU"/>
        </w:rPr>
        <w:t>0012.</w:t>
      </w:r>
    </w:p>
    <w:p w:rsidR="00D42913" w:rsidRPr="00C55F49" w:rsidRDefault="00D42913" w:rsidP="00F941CF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1.13  </w:t>
      </w:r>
      <w:r w:rsidRPr="00C55F49">
        <w:rPr>
          <w:rFonts w:ascii="Times New Roman" w:hAnsi="Times New Roman"/>
          <w:sz w:val="24"/>
          <w:szCs w:val="24"/>
        </w:rPr>
        <w:t xml:space="preserve">Гр. </w:t>
      </w:r>
      <w:r>
        <w:rPr>
          <w:rFonts w:ascii="Times New Roman" w:hAnsi="Times New Roman"/>
          <w:sz w:val="24"/>
          <w:szCs w:val="24"/>
        </w:rPr>
        <w:t>Атаманчук Оресту Ярославовичу</w:t>
      </w:r>
      <w:r w:rsidRPr="00C55F49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4000 га"/>
        </w:smartTagPr>
        <w:r>
          <w:rPr>
            <w:rFonts w:ascii="Times New Roman" w:hAnsi="Times New Roman"/>
            <w:sz w:val="24"/>
            <w:szCs w:val="24"/>
          </w:rPr>
          <w:t>0,4000 га</w:t>
        </w:r>
      </w:smartTag>
      <w:r>
        <w:rPr>
          <w:rFonts w:ascii="Times New Roman" w:hAnsi="Times New Roman"/>
          <w:sz w:val="24"/>
          <w:szCs w:val="24"/>
        </w:rPr>
        <w:t xml:space="preserve"> в с. </w:t>
      </w:r>
      <w:r w:rsidRPr="00C55F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Улашківці</w:t>
      </w:r>
      <w:r w:rsidRPr="00C55F49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D42913" w:rsidRPr="00C55F49" w:rsidRDefault="00D42913" w:rsidP="00F941CF">
      <w:pPr>
        <w:pStyle w:val="1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700 га"/>
        </w:smartTagPr>
        <w:r w:rsidRPr="00C55F49"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</w:rPr>
          <w:t>1700</w:t>
        </w:r>
        <w:r w:rsidRPr="00C55F49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</w:t>
      </w:r>
      <w:r>
        <w:rPr>
          <w:rFonts w:ascii="Times New Roman" w:hAnsi="Times New Roman"/>
          <w:sz w:val="24"/>
          <w:szCs w:val="24"/>
        </w:rPr>
        <w:t>8300:02:002</w:t>
      </w:r>
      <w:r w:rsidRPr="00C55F49">
        <w:rPr>
          <w:rFonts w:ascii="Times New Roman" w:hAnsi="Times New Roman"/>
          <w:sz w:val="24"/>
          <w:szCs w:val="24"/>
        </w:rPr>
        <w:t>:</w:t>
      </w:r>
      <w:r w:rsidRPr="00C55F49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340</w:t>
      </w:r>
      <w:r w:rsidRPr="00C55F49">
        <w:rPr>
          <w:rFonts w:ascii="Times New Roman" w:hAnsi="Times New Roman"/>
          <w:sz w:val="24"/>
          <w:szCs w:val="24"/>
          <w:lang w:val="ru-RU"/>
        </w:rPr>
        <w:t>;</w:t>
      </w:r>
    </w:p>
    <w:p w:rsidR="00D42913" w:rsidRDefault="00D42913" w:rsidP="00F941CF">
      <w:pPr>
        <w:pStyle w:val="1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300 га"/>
        </w:smartTagPr>
        <w:r w:rsidRPr="00C55F49"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</w:rPr>
          <w:t>2300</w:t>
        </w:r>
        <w:r w:rsidRPr="00C55F49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</w:t>
      </w:r>
      <w:r>
        <w:rPr>
          <w:rFonts w:ascii="Times New Roman" w:hAnsi="Times New Roman"/>
          <w:sz w:val="24"/>
          <w:szCs w:val="24"/>
        </w:rPr>
        <w:t>8300:02:002</w:t>
      </w:r>
      <w:r w:rsidRPr="00C55F49">
        <w:rPr>
          <w:rFonts w:ascii="Times New Roman" w:hAnsi="Times New Roman"/>
          <w:sz w:val="24"/>
          <w:szCs w:val="24"/>
        </w:rPr>
        <w:t>:</w:t>
      </w:r>
      <w:r w:rsidRPr="00C55F49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337</w:t>
      </w:r>
      <w:r w:rsidRPr="00C55F49">
        <w:rPr>
          <w:rFonts w:ascii="Times New Roman" w:hAnsi="Times New Roman"/>
          <w:sz w:val="24"/>
          <w:szCs w:val="24"/>
          <w:lang w:val="ru-RU"/>
        </w:rPr>
        <w:t>;</w:t>
      </w:r>
    </w:p>
    <w:p w:rsidR="00D42913" w:rsidRPr="00C55F49" w:rsidRDefault="00D42913" w:rsidP="00F941CF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1.14   </w:t>
      </w:r>
      <w:r w:rsidRPr="00C55F49">
        <w:rPr>
          <w:rFonts w:ascii="Times New Roman" w:hAnsi="Times New Roman"/>
          <w:sz w:val="24"/>
          <w:szCs w:val="24"/>
        </w:rPr>
        <w:t xml:space="preserve">Гр. </w:t>
      </w:r>
      <w:r>
        <w:rPr>
          <w:rFonts w:ascii="Times New Roman" w:hAnsi="Times New Roman"/>
          <w:sz w:val="24"/>
          <w:szCs w:val="24"/>
        </w:rPr>
        <w:t>Чередник Сергію Васильовичу</w:t>
      </w:r>
      <w:r w:rsidRPr="00C55F49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4800 га"/>
        </w:smartTagPr>
        <w:r>
          <w:rPr>
            <w:rFonts w:ascii="Times New Roman" w:hAnsi="Times New Roman"/>
            <w:sz w:val="24"/>
            <w:szCs w:val="24"/>
          </w:rPr>
          <w:t>0,4800 га</w:t>
        </w:r>
      </w:smartTag>
      <w:r>
        <w:rPr>
          <w:rFonts w:ascii="Times New Roman" w:hAnsi="Times New Roman"/>
          <w:sz w:val="24"/>
          <w:szCs w:val="24"/>
        </w:rPr>
        <w:t xml:space="preserve"> в с. </w:t>
      </w:r>
      <w:r w:rsidRPr="00C55F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Улашківці</w:t>
      </w:r>
      <w:r w:rsidRPr="00C55F49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D42913" w:rsidRPr="00C55F49" w:rsidRDefault="00D42913" w:rsidP="00F941CF">
      <w:pPr>
        <w:pStyle w:val="1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4800 га"/>
        </w:smartTagPr>
        <w:r w:rsidRPr="00C55F49"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</w:rPr>
          <w:t xml:space="preserve">4800 </w:t>
        </w:r>
        <w:r w:rsidRPr="00C55F49">
          <w:rPr>
            <w:rFonts w:ascii="Times New Roman" w:hAnsi="Times New Roman"/>
            <w:sz w:val="24"/>
            <w:szCs w:val="24"/>
          </w:rPr>
          <w:t>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</w:t>
      </w:r>
      <w:r>
        <w:rPr>
          <w:rFonts w:ascii="Times New Roman" w:hAnsi="Times New Roman"/>
          <w:sz w:val="24"/>
          <w:szCs w:val="24"/>
        </w:rPr>
        <w:t>8300:01:002</w:t>
      </w:r>
      <w:r w:rsidRPr="00C55F49">
        <w:rPr>
          <w:rFonts w:ascii="Times New Roman" w:hAnsi="Times New Roman"/>
          <w:sz w:val="24"/>
          <w:szCs w:val="24"/>
        </w:rPr>
        <w:t>:</w:t>
      </w:r>
      <w:r w:rsidRPr="00C55F49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106</w:t>
      </w:r>
      <w:r w:rsidRPr="00C55F49">
        <w:rPr>
          <w:rFonts w:ascii="Times New Roman" w:hAnsi="Times New Roman"/>
          <w:sz w:val="24"/>
          <w:szCs w:val="24"/>
          <w:lang w:val="ru-RU"/>
        </w:rPr>
        <w:t>;</w:t>
      </w:r>
    </w:p>
    <w:p w:rsidR="00D42913" w:rsidRPr="00C55F49" w:rsidRDefault="00D42913" w:rsidP="00F941CF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1.15    </w:t>
      </w:r>
      <w:r w:rsidRPr="00C55F49">
        <w:rPr>
          <w:rFonts w:ascii="Times New Roman" w:hAnsi="Times New Roman"/>
          <w:sz w:val="24"/>
          <w:szCs w:val="24"/>
        </w:rPr>
        <w:t xml:space="preserve">Гр. </w:t>
      </w:r>
      <w:r>
        <w:rPr>
          <w:rFonts w:ascii="Times New Roman" w:hAnsi="Times New Roman"/>
          <w:sz w:val="24"/>
          <w:szCs w:val="24"/>
        </w:rPr>
        <w:t>Протасевич Христині Орестівні</w:t>
      </w:r>
      <w:r w:rsidRPr="00C55F49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8591 га"/>
        </w:smartTagPr>
        <w:r>
          <w:rPr>
            <w:rFonts w:ascii="Times New Roman" w:hAnsi="Times New Roman"/>
            <w:sz w:val="24"/>
            <w:szCs w:val="24"/>
          </w:rPr>
          <w:t>0,8591 га</w:t>
        </w:r>
      </w:smartTag>
      <w:r>
        <w:rPr>
          <w:rFonts w:ascii="Times New Roman" w:hAnsi="Times New Roman"/>
          <w:sz w:val="24"/>
          <w:szCs w:val="24"/>
        </w:rPr>
        <w:t xml:space="preserve"> в с. </w:t>
      </w:r>
      <w:r w:rsidRPr="00C55F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Улашківці</w:t>
      </w:r>
      <w:r w:rsidRPr="00C55F49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D42913" w:rsidRPr="00C55F49" w:rsidRDefault="00D42913" w:rsidP="00F941CF">
      <w:pPr>
        <w:pStyle w:val="1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580 га"/>
        </w:smartTagPr>
        <w:r w:rsidRPr="00C55F49"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</w:rPr>
          <w:t>2580</w:t>
        </w:r>
        <w:r w:rsidRPr="00C55F49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</w:t>
      </w:r>
      <w:r>
        <w:rPr>
          <w:rFonts w:ascii="Times New Roman" w:hAnsi="Times New Roman"/>
          <w:sz w:val="24"/>
          <w:szCs w:val="24"/>
        </w:rPr>
        <w:t>8300:02:002</w:t>
      </w:r>
      <w:r w:rsidRPr="00C55F49">
        <w:rPr>
          <w:rFonts w:ascii="Times New Roman" w:hAnsi="Times New Roman"/>
          <w:sz w:val="24"/>
          <w:szCs w:val="24"/>
        </w:rPr>
        <w:t>:</w:t>
      </w:r>
      <w:r w:rsidRPr="00C55F49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326</w:t>
      </w:r>
      <w:r w:rsidRPr="00C55F49">
        <w:rPr>
          <w:rFonts w:ascii="Times New Roman" w:hAnsi="Times New Roman"/>
          <w:sz w:val="24"/>
          <w:szCs w:val="24"/>
          <w:lang w:val="ru-RU"/>
        </w:rPr>
        <w:t>;</w:t>
      </w:r>
    </w:p>
    <w:p w:rsidR="00D42913" w:rsidRDefault="00D42913" w:rsidP="00F941CF">
      <w:pPr>
        <w:pStyle w:val="1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711 га"/>
        </w:smartTagPr>
        <w:r w:rsidRPr="00C55F49"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</w:rPr>
          <w:t>2711</w:t>
        </w:r>
        <w:r w:rsidRPr="00C55F49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</w:t>
      </w:r>
      <w:r>
        <w:rPr>
          <w:rFonts w:ascii="Times New Roman" w:hAnsi="Times New Roman"/>
          <w:sz w:val="24"/>
          <w:szCs w:val="24"/>
        </w:rPr>
        <w:t>8300:02:002</w:t>
      </w:r>
      <w:r w:rsidRPr="00C55F49">
        <w:rPr>
          <w:rFonts w:ascii="Times New Roman" w:hAnsi="Times New Roman"/>
          <w:sz w:val="24"/>
          <w:szCs w:val="24"/>
        </w:rPr>
        <w:t>:</w:t>
      </w:r>
      <w:r w:rsidRPr="00C55F49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338</w:t>
      </w:r>
      <w:r w:rsidRPr="00C55F49">
        <w:rPr>
          <w:rFonts w:ascii="Times New Roman" w:hAnsi="Times New Roman"/>
          <w:sz w:val="24"/>
          <w:szCs w:val="24"/>
          <w:lang w:val="ru-RU"/>
        </w:rPr>
        <w:t>;</w:t>
      </w:r>
    </w:p>
    <w:p w:rsidR="00D42913" w:rsidRDefault="00D42913" w:rsidP="00F941CF">
      <w:pPr>
        <w:pStyle w:val="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</w:t>
      </w: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300 га"/>
        </w:smartTagPr>
        <w:r w:rsidRPr="00C55F49"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</w:rPr>
          <w:t>3300</w:t>
        </w:r>
        <w:r w:rsidRPr="00C55F49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</w:t>
      </w:r>
      <w:r>
        <w:rPr>
          <w:rFonts w:ascii="Times New Roman" w:hAnsi="Times New Roman"/>
          <w:sz w:val="24"/>
          <w:szCs w:val="24"/>
        </w:rPr>
        <w:t>8300:01:002</w:t>
      </w:r>
      <w:r w:rsidRPr="00C55F49">
        <w:rPr>
          <w:rFonts w:ascii="Times New Roman" w:hAnsi="Times New Roman"/>
          <w:sz w:val="24"/>
          <w:szCs w:val="24"/>
        </w:rPr>
        <w:t>:</w:t>
      </w:r>
      <w:r w:rsidRPr="00C55F49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116</w:t>
      </w:r>
      <w:r w:rsidRPr="00C55F49">
        <w:rPr>
          <w:rFonts w:ascii="Times New Roman" w:hAnsi="Times New Roman"/>
          <w:sz w:val="24"/>
          <w:szCs w:val="24"/>
          <w:lang w:val="ru-RU"/>
        </w:rPr>
        <w:t>;</w:t>
      </w:r>
    </w:p>
    <w:p w:rsidR="00D42913" w:rsidRPr="00C55F49" w:rsidRDefault="00D42913" w:rsidP="00F941CF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1.16 </w:t>
      </w:r>
      <w:r w:rsidRPr="00C55F49">
        <w:rPr>
          <w:rFonts w:ascii="Times New Roman" w:hAnsi="Times New Roman"/>
          <w:sz w:val="24"/>
          <w:szCs w:val="24"/>
        </w:rPr>
        <w:t xml:space="preserve">Гр. </w:t>
      </w:r>
      <w:r>
        <w:rPr>
          <w:rFonts w:ascii="Times New Roman" w:hAnsi="Times New Roman"/>
          <w:sz w:val="24"/>
          <w:szCs w:val="24"/>
        </w:rPr>
        <w:t>Вівчарик Марії Броніславівні</w:t>
      </w:r>
      <w:r w:rsidRPr="00C55F49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6030 га"/>
        </w:smartTagPr>
        <w:r>
          <w:rPr>
            <w:rFonts w:ascii="Times New Roman" w:hAnsi="Times New Roman"/>
            <w:sz w:val="24"/>
            <w:szCs w:val="24"/>
          </w:rPr>
          <w:t>0,6030 га</w:t>
        </w:r>
      </w:smartTag>
      <w:r>
        <w:rPr>
          <w:rFonts w:ascii="Times New Roman" w:hAnsi="Times New Roman"/>
          <w:sz w:val="24"/>
          <w:szCs w:val="24"/>
        </w:rPr>
        <w:t xml:space="preserve"> в с. </w:t>
      </w:r>
      <w:r w:rsidRPr="00C55F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Улашківці</w:t>
      </w:r>
      <w:r w:rsidRPr="00C55F49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D42913" w:rsidRPr="00C55F49" w:rsidRDefault="00D42913" w:rsidP="00F941CF">
      <w:pPr>
        <w:pStyle w:val="1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000 га"/>
        </w:smartTagPr>
        <w:r w:rsidRPr="00C55F49"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</w:rPr>
          <w:t>3000</w:t>
        </w:r>
        <w:r w:rsidRPr="00C55F49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</w:t>
      </w:r>
      <w:r>
        <w:rPr>
          <w:rFonts w:ascii="Times New Roman" w:hAnsi="Times New Roman"/>
          <w:sz w:val="24"/>
          <w:szCs w:val="24"/>
        </w:rPr>
        <w:t>8300:02:002</w:t>
      </w:r>
      <w:r w:rsidRPr="00C55F49">
        <w:rPr>
          <w:rFonts w:ascii="Times New Roman" w:hAnsi="Times New Roman"/>
          <w:sz w:val="24"/>
          <w:szCs w:val="24"/>
        </w:rPr>
        <w:t>:</w:t>
      </w:r>
      <w:r w:rsidRPr="00C55F49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316</w:t>
      </w:r>
      <w:r w:rsidRPr="00C55F49">
        <w:rPr>
          <w:rFonts w:ascii="Times New Roman" w:hAnsi="Times New Roman"/>
          <w:sz w:val="24"/>
          <w:szCs w:val="24"/>
          <w:lang w:val="ru-RU"/>
        </w:rPr>
        <w:t>;</w:t>
      </w:r>
    </w:p>
    <w:p w:rsidR="00D42913" w:rsidRDefault="00D42913" w:rsidP="00F941CF">
      <w:pPr>
        <w:pStyle w:val="1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500 га"/>
        </w:smartTagPr>
        <w:r w:rsidRPr="00C55F49"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</w:rPr>
          <w:t>1500</w:t>
        </w:r>
        <w:r w:rsidRPr="00C55F49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</w:t>
      </w:r>
      <w:r>
        <w:rPr>
          <w:rFonts w:ascii="Times New Roman" w:hAnsi="Times New Roman"/>
          <w:sz w:val="24"/>
          <w:szCs w:val="24"/>
        </w:rPr>
        <w:t>8300:02:002</w:t>
      </w:r>
      <w:r w:rsidRPr="00C55F49">
        <w:rPr>
          <w:rFonts w:ascii="Times New Roman" w:hAnsi="Times New Roman"/>
          <w:sz w:val="24"/>
          <w:szCs w:val="24"/>
        </w:rPr>
        <w:t>:</w:t>
      </w:r>
      <w:r w:rsidRPr="00C55F49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317</w:t>
      </w:r>
      <w:r w:rsidRPr="00C55F49">
        <w:rPr>
          <w:rFonts w:ascii="Times New Roman" w:hAnsi="Times New Roman"/>
          <w:sz w:val="24"/>
          <w:szCs w:val="24"/>
          <w:lang w:val="ru-RU"/>
        </w:rPr>
        <w:t>;</w:t>
      </w:r>
    </w:p>
    <w:p w:rsidR="00D42913" w:rsidRDefault="00D42913" w:rsidP="00CA0A57">
      <w:pPr>
        <w:pStyle w:val="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</w:t>
      </w: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530 га"/>
        </w:smartTagPr>
        <w:r w:rsidRPr="00C55F49"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</w:rPr>
          <w:t>1530</w:t>
        </w:r>
        <w:r w:rsidRPr="00C55F49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</w:t>
      </w:r>
      <w:r>
        <w:rPr>
          <w:rFonts w:ascii="Times New Roman" w:hAnsi="Times New Roman"/>
          <w:sz w:val="24"/>
          <w:szCs w:val="24"/>
        </w:rPr>
        <w:t>8300:01:002</w:t>
      </w:r>
      <w:r w:rsidRPr="00C55F49">
        <w:rPr>
          <w:rFonts w:ascii="Times New Roman" w:hAnsi="Times New Roman"/>
          <w:sz w:val="24"/>
          <w:szCs w:val="24"/>
        </w:rPr>
        <w:t>:</w:t>
      </w:r>
      <w:r w:rsidRPr="00C55F49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324</w:t>
      </w:r>
      <w:r w:rsidRPr="00C55F49">
        <w:rPr>
          <w:rFonts w:ascii="Times New Roman" w:hAnsi="Times New Roman"/>
          <w:sz w:val="24"/>
          <w:szCs w:val="24"/>
          <w:lang w:val="ru-RU"/>
        </w:rPr>
        <w:t>;</w:t>
      </w:r>
    </w:p>
    <w:p w:rsidR="00D42913" w:rsidRPr="00C55F49" w:rsidRDefault="00D42913" w:rsidP="006E352D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1.17</w:t>
      </w:r>
      <w:r w:rsidRPr="00C55F49">
        <w:rPr>
          <w:rFonts w:ascii="Times New Roman" w:hAnsi="Times New Roman"/>
          <w:sz w:val="24"/>
          <w:szCs w:val="24"/>
        </w:rPr>
        <w:t xml:space="preserve"> Гр. Дерій Володимиру Антоновичу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2610 га"/>
        </w:smartTagPr>
        <w:r w:rsidRPr="00C55F49">
          <w:rPr>
            <w:rFonts w:ascii="Times New Roman" w:hAnsi="Times New Roman"/>
            <w:sz w:val="24"/>
            <w:szCs w:val="24"/>
          </w:rPr>
          <w:t>0,2610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в с-щі Нагірянка Чортківського району Тернопільської області у приватну власність, в тому числі: </w:t>
      </w:r>
    </w:p>
    <w:p w:rsidR="00D42913" w:rsidRPr="00C55F49" w:rsidRDefault="00D42913" w:rsidP="006E352D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610 га"/>
        </w:smartTagPr>
        <w:r w:rsidRPr="00C55F49">
          <w:rPr>
            <w:rFonts w:ascii="Times New Roman" w:hAnsi="Times New Roman"/>
            <w:sz w:val="24"/>
            <w:szCs w:val="24"/>
          </w:rPr>
          <w:t>0,2610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6125585900:02:002:0032.</w:t>
      </w:r>
    </w:p>
    <w:p w:rsidR="00D42913" w:rsidRPr="00C55F49" w:rsidRDefault="00D42913" w:rsidP="006E352D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1.18 Гр. Юрків Андрій  Васильович</w:t>
      </w:r>
      <w:r w:rsidRPr="00C55F49">
        <w:rPr>
          <w:rFonts w:ascii="Times New Roman" w:hAnsi="Times New Roman"/>
          <w:sz w:val="24"/>
          <w:szCs w:val="24"/>
        </w:rPr>
        <w:t xml:space="preserve"> для ведення особистого селянського госп</w:t>
      </w:r>
      <w:r>
        <w:rPr>
          <w:rFonts w:ascii="Times New Roman" w:hAnsi="Times New Roman"/>
          <w:sz w:val="24"/>
          <w:szCs w:val="24"/>
        </w:rPr>
        <w:t xml:space="preserve">одарства загальною площею </w:t>
      </w:r>
      <w:smartTag w:uri="urn:schemas-microsoft-com:office:smarttags" w:element="metricconverter">
        <w:smartTagPr>
          <w:attr w:name="ProductID" w:val="1,5000 га"/>
        </w:smartTagPr>
        <w:r>
          <w:rPr>
            <w:rFonts w:ascii="Times New Roman" w:hAnsi="Times New Roman"/>
            <w:sz w:val="24"/>
            <w:szCs w:val="24"/>
          </w:rPr>
          <w:t>1,5000 га</w:t>
        </w:r>
      </w:smartTag>
      <w:r>
        <w:rPr>
          <w:rFonts w:ascii="Times New Roman" w:hAnsi="Times New Roman"/>
          <w:sz w:val="24"/>
          <w:szCs w:val="24"/>
        </w:rPr>
        <w:t xml:space="preserve"> в с. Сосулівка</w:t>
      </w:r>
      <w:r w:rsidRPr="00C55F49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D42913" w:rsidRDefault="00D42913" w:rsidP="006E352D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5000 га"/>
        </w:smartTagPr>
        <w:r>
          <w:rPr>
            <w:rFonts w:ascii="Times New Roman" w:hAnsi="Times New Roman"/>
            <w:sz w:val="24"/>
            <w:szCs w:val="24"/>
          </w:rPr>
          <w:t>1,5000</w:t>
        </w:r>
        <w:r w:rsidRPr="00C55F49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</w:t>
      </w:r>
      <w:r>
        <w:rPr>
          <w:rFonts w:ascii="Times New Roman" w:hAnsi="Times New Roman"/>
          <w:sz w:val="24"/>
          <w:szCs w:val="24"/>
        </w:rPr>
        <w:t xml:space="preserve"> 6125587500:01:001:0004</w:t>
      </w:r>
    </w:p>
    <w:p w:rsidR="00D42913" w:rsidRPr="00C55F49" w:rsidRDefault="00D42913" w:rsidP="00ED6798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19</w:t>
      </w:r>
      <w:r w:rsidRPr="00C55F49">
        <w:rPr>
          <w:rFonts w:ascii="Times New Roman" w:hAnsi="Times New Roman"/>
          <w:sz w:val="24"/>
          <w:szCs w:val="24"/>
        </w:rPr>
        <w:t xml:space="preserve"> Гр. </w:t>
      </w:r>
      <w:r>
        <w:rPr>
          <w:rFonts w:ascii="Times New Roman" w:hAnsi="Times New Roman"/>
          <w:sz w:val="24"/>
          <w:szCs w:val="24"/>
          <w:lang w:val="ru-RU"/>
        </w:rPr>
        <w:t>Дмитришин Євгену Васильовичу</w:t>
      </w:r>
      <w:r w:rsidRPr="00C55F49">
        <w:rPr>
          <w:rFonts w:ascii="Times New Roman" w:hAnsi="Times New Roman"/>
          <w:sz w:val="24"/>
          <w:szCs w:val="24"/>
        </w:rPr>
        <w:t xml:space="preserve"> для ведення особистого селянського госп</w:t>
      </w:r>
      <w:r>
        <w:rPr>
          <w:rFonts w:ascii="Times New Roman" w:hAnsi="Times New Roman"/>
          <w:sz w:val="24"/>
          <w:szCs w:val="24"/>
        </w:rPr>
        <w:t xml:space="preserve">одарства загальною площею </w:t>
      </w:r>
      <w:smartTag w:uri="urn:schemas-microsoft-com:office:smarttags" w:element="metricconverter">
        <w:smartTagPr>
          <w:attr w:name="ProductID" w:val="0,48 га"/>
        </w:smartTagPr>
        <w:r>
          <w:rPr>
            <w:rFonts w:ascii="Times New Roman" w:hAnsi="Times New Roman"/>
            <w:sz w:val="24"/>
            <w:szCs w:val="24"/>
          </w:rPr>
          <w:t>0,48 га</w:t>
        </w:r>
      </w:smartTag>
      <w:r>
        <w:rPr>
          <w:rFonts w:ascii="Times New Roman" w:hAnsi="Times New Roman"/>
          <w:sz w:val="24"/>
          <w:szCs w:val="24"/>
        </w:rPr>
        <w:t xml:space="preserve"> в с. Долина</w:t>
      </w:r>
      <w:r w:rsidRPr="00C55F49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D42913" w:rsidRPr="00C55F49" w:rsidRDefault="00D42913" w:rsidP="00ED6798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1370 га"/>
        </w:smartTagPr>
        <w:r>
          <w:rPr>
            <w:rFonts w:ascii="Times New Roman" w:hAnsi="Times New Roman"/>
            <w:sz w:val="24"/>
            <w:szCs w:val="24"/>
          </w:rPr>
          <w:t>0,1370</w:t>
        </w:r>
        <w:r w:rsidRPr="00C55F49">
          <w:rPr>
            <w:rFonts w:ascii="Times New Roman" w:hAnsi="Times New Roman"/>
            <w:sz w:val="24"/>
            <w:szCs w:val="24"/>
          </w:rPr>
          <w:t xml:space="preserve"> г</w:t>
        </w:r>
        <w:r>
          <w:rPr>
            <w:rFonts w:ascii="Times New Roman" w:hAnsi="Times New Roman"/>
            <w:sz w:val="24"/>
            <w:szCs w:val="24"/>
          </w:rPr>
          <w:t>а</w:t>
        </w:r>
      </w:smartTag>
      <w:r>
        <w:rPr>
          <w:rFonts w:ascii="Times New Roman" w:hAnsi="Times New Roman"/>
          <w:sz w:val="24"/>
          <w:szCs w:val="24"/>
        </w:rPr>
        <w:t xml:space="preserve"> - кадастровий  номер: 6125589500:03:001:0086;</w:t>
      </w:r>
    </w:p>
    <w:p w:rsidR="00D42913" w:rsidRPr="00C55F49" w:rsidRDefault="00D42913" w:rsidP="00ED6798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000 га"/>
        </w:smartTagPr>
        <w:r>
          <w:rPr>
            <w:rFonts w:ascii="Times New Roman" w:hAnsi="Times New Roman"/>
            <w:sz w:val="24"/>
            <w:szCs w:val="24"/>
          </w:rPr>
          <w:t>0,30</w:t>
        </w:r>
        <w:r w:rsidRPr="00C55F49">
          <w:rPr>
            <w:rFonts w:ascii="Times New Roman" w:hAnsi="Times New Roman"/>
            <w:sz w:val="24"/>
            <w:szCs w:val="24"/>
          </w:rPr>
          <w:t>00 г</w:t>
        </w:r>
        <w:r>
          <w:rPr>
            <w:rFonts w:ascii="Times New Roman" w:hAnsi="Times New Roman"/>
            <w:sz w:val="24"/>
            <w:szCs w:val="24"/>
          </w:rPr>
          <w:t>а</w:t>
        </w:r>
      </w:smartTag>
      <w:r>
        <w:rPr>
          <w:rFonts w:ascii="Times New Roman" w:hAnsi="Times New Roman"/>
          <w:sz w:val="24"/>
          <w:szCs w:val="24"/>
        </w:rPr>
        <w:t xml:space="preserve"> - кадастровий  номер: 6125589500:02:001:0128.</w:t>
      </w:r>
    </w:p>
    <w:p w:rsidR="00D42913" w:rsidRPr="00C55F49" w:rsidRDefault="00D42913" w:rsidP="00B441CD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1.20</w:t>
      </w:r>
      <w:r w:rsidRPr="00C55F49">
        <w:rPr>
          <w:rFonts w:ascii="Times New Roman" w:hAnsi="Times New Roman"/>
          <w:sz w:val="24"/>
          <w:szCs w:val="24"/>
        </w:rPr>
        <w:t xml:space="preserve"> Гр. </w:t>
      </w:r>
      <w:r>
        <w:rPr>
          <w:rFonts w:ascii="Times New Roman" w:hAnsi="Times New Roman"/>
          <w:sz w:val="24"/>
          <w:szCs w:val="24"/>
        </w:rPr>
        <w:t>Яцук Олександрі Іванівні</w:t>
      </w:r>
      <w:r w:rsidRPr="00C55F49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2772 га"/>
        </w:smartTagPr>
        <w:r w:rsidRPr="00C55F49"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</w:rPr>
          <w:t>2772</w:t>
        </w:r>
        <w:r w:rsidRPr="00C55F49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в с-щі Нагірянка Чортківського району Тернопільської області у приватну власність, в тому числі: </w:t>
      </w:r>
    </w:p>
    <w:p w:rsidR="00D42913" w:rsidRPr="00C55F49" w:rsidRDefault="00D42913" w:rsidP="00B441CD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C55F4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772 га"/>
        </w:smartTagPr>
        <w:r w:rsidRPr="00C55F49">
          <w:rPr>
            <w:rFonts w:ascii="Times New Roman" w:hAnsi="Times New Roman"/>
            <w:sz w:val="24"/>
            <w:szCs w:val="24"/>
          </w:rPr>
          <w:t>0,</w:t>
        </w:r>
        <w:r>
          <w:rPr>
            <w:rFonts w:ascii="Times New Roman" w:hAnsi="Times New Roman"/>
            <w:sz w:val="24"/>
            <w:szCs w:val="24"/>
          </w:rPr>
          <w:t>2772</w:t>
        </w:r>
        <w:r w:rsidRPr="00C55F49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C55F49">
        <w:rPr>
          <w:rFonts w:ascii="Times New Roman" w:hAnsi="Times New Roman"/>
          <w:sz w:val="24"/>
          <w:szCs w:val="24"/>
        </w:rPr>
        <w:t xml:space="preserve"> - кадастровий  номер: 6125585900:02:00</w:t>
      </w:r>
      <w:r>
        <w:rPr>
          <w:rFonts w:ascii="Times New Roman" w:hAnsi="Times New Roman"/>
          <w:sz w:val="24"/>
          <w:szCs w:val="24"/>
        </w:rPr>
        <w:t>8:0010</w:t>
      </w:r>
      <w:r w:rsidRPr="00C55F49">
        <w:rPr>
          <w:rFonts w:ascii="Times New Roman" w:hAnsi="Times New Roman"/>
          <w:sz w:val="24"/>
          <w:szCs w:val="24"/>
        </w:rPr>
        <w:t>.</w:t>
      </w:r>
    </w:p>
    <w:p w:rsidR="00D42913" w:rsidRPr="006E352D" w:rsidRDefault="00D42913" w:rsidP="006E352D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2913" w:rsidRDefault="00D42913" w:rsidP="00E237E8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D42913" w:rsidRDefault="00D42913" w:rsidP="00E237E8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>
        <w:rPr>
          <w:rFonts w:ascii="Times New Roman" w:hAnsi="Times New Roman"/>
          <w:sz w:val="24"/>
          <w:szCs w:val="24"/>
          <w:lang w:val="ru-RU"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>икористовувати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>
        <w:rPr>
          <w:rFonts w:ascii="Times New Roman" w:hAnsi="Times New Roman"/>
          <w:sz w:val="24"/>
          <w:szCs w:val="24"/>
          <w:lang w:eastAsia="ru-RU"/>
        </w:rPr>
        <w:t>ва</w:t>
      </w:r>
      <w:r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D42913" w:rsidRDefault="00D42913" w:rsidP="00E237E8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D42913" w:rsidRDefault="00D42913" w:rsidP="00E237E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D42913" w:rsidRDefault="00D42913" w:rsidP="00E237E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D42913" w:rsidRDefault="00D42913" w:rsidP="00E237E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</w:t>
      </w:r>
    </w:p>
    <w:p w:rsidR="00D42913" w:rsidRDefault="00D42913" w:rsidP="00E237E8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</w:p>
    <w:p w:rsidR="00D42913" w:rsidRPr="009A7065" w:rsidRDefault="00D42913" w:rsidP="00E237E8">
      <w:pPr>
        <w:rPr>
          <w:rFonts w:ascii="Times New Roman" w:hAnsi="Times New Roman"/>
          <w:sz w:val="24"/>
          <w:szCs w:val="24"/>
          <w:lang w:eastAsia="ru-RU"/>
        </w:rPr>
      </w:pPr>
      <w:r w:rsidRPr="009A7065">
        <w:rPr>
          <w:rFonts w:ascii="Times New Roman" w:hAnsi="Times New Roman"/>
          <w:sz w:val="24"/>
          <w:szCs w:val="24"/>
        </w:rPr>
        <w:t xml:space="preserve">Йосип ЗІБРІВСЬКИЙ </w:t>
      </w:r>
    </w:p>
    <w:p w:rsidR="00D42913" w:rsidRPr="009A7065" w:rsidRDefault="00D42913" w:rsidP="00E237E8">
      <w:pPr>
        <w:rPr>
          <w:rFonts w:ascii="Times New Roman" w:hAnsi="Times New Roman"/>
          <w:sz w:val="24"/>
          <w:szCs w:val="24"/>
        </w:rPr>
      </w:pPr>
      <w:r w:rsidRPr="009A7065">
        <w:rPr>
          <w:rFonts w:ascii="Times New Roman" w:hAnsi="Times New Roman"/>
          <w:sz w:val="24"/>
          <w:szCs w:val="24"/>
        </w:rPr>
        <w:t>Любомир ХОМ’ЯК</w:t>
      </w:r>
    </w:p>
    <w:p w:rsidR="00D42913" w:rsidRPr="009A7065" w:rsidRDefault="00D42913" w:rsidP="00E237E8">
      <w:pPr>
        <w:rPr>
          <w:rFonts w:ascii="Times New Roman" w:hAnsi="Times New Roman"/>
          <w:sz w:val="24"/>
          <w:szCs w:val="24"/>
        </w:rPr>
      </w:pPr>
      <w:r w:rsidRPr="009A7065">
        <w:rPr>
          <w:rFonts w:ascii="Times New Roman" w:hAnsi="Times New Roman"/>
          <w:sz w:val="24"/>
          <w:szCs w:val="24"/>
        </w:rPr>
        <w:t>Тетяна САВІНКІНА</w:t>
      </w:r>
    </w:p>
    <w:p w:rsidR="00D42913" w:rsidRPr="009A7065" w:rsidRDefault="00D42913" w:rsidP="00E237E8">
      <w:pPr>
        <w:rPr>
          <w:rFonts w:ascii="Times New Roman" w:hAnsi="Times New Roman"/>
          <w:sz w:val="24"/>
          <w:szCs w:val="24"/>
        </w:rPr>
      </w:pPr>
      <w:r w:rsidRPr="009A7065">
        <w:rPr>
          <w:rFonts w:ascii="Times New Roman" w:hAnsi="Times New Roman"/>
          <w:sz w:val="24"/>
          <w:szCs w:val="24"/>
        </w:rPr>
        <w:t xml:space="preserve">Віталій БРОЩАК </w:t>
      </w:r>
    </w:p>
    <w:p w:rsidR="00D42913" w:rsidRPr="00F941CF" w:rsidRDefault="00D42913" w:rsidP="00E237E8"/>
    <w:p w:rsidR="00D42913" w:rsidRDefault="00D42913" w:rsidP="00E237E8"/>
    <w:p w:rsidR="00D42913" w:rsidRDefault="00D42913" w:rsidP="00E237E8"/>
    <w:p w:rsidR="00D42913" w:rsidRDefault="00D42913" w:rsidP="00E237E8"/>
    <w:p w:rsidR="00D42913" w:rsidRDefault="00D42913" w:rsidP="00E237E8"/>
    <w:p w:rsidR="00D42913" w:rsidRDefault="00D42913"/>
    <w:sectPr w:rsidR="00D42913" w:rsidSect="005E3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C81"/>
    <w:rsid w:val="000652E8"/>
    <w:rsid w:val="000C37F9"/>
    <w:rsid w:val="000D3C81"/>
    <w:rsid w:val="000F3D1B"/>
    <w:rsid w:val="000F7502"/>
    <w:rsid w:val="00170997"/>
    <w:rsid w:val="001C2AAD"/>
    <w:rsid w:val="003767FB"/>
    <w:rsid w:val="003F2D87"/>
    <w:rsid w:val="00450CB7"/>
    <w:rsid w:val="00457EA4"/>
    <w:rsid w:val="0047385F"/>
    <w:rsid w:val="00477A57"/>
    <w:rsid w:val="004B293C"/>
    <w:rsid w:val="004B45CF"/>
    <w:rsid w:val="004F4A86"/>
    <w:rsid w:val="00520B80"/>
    <w:rsid w:val="0055203C"/>
    <w:rsid w:val="00585DFD"/>
    <w:rsid w:val="005A4E8F"/>
    <w:rsid w:val="005E37B0"/>
    <w:rsid w:val="00641EFA"/>
    <w:rsid w:val="006B6F15"/>
    <w:rsid w:val="006E352D"/>
    <w:rsid w:val="007057A5"/>
    <w:rsid w:val="00761A0B"/>
    <w:rsid w:val="00872368"/>
    <w:rsid w:val="008C4B61"/>
    <w:rsid w:val="00937D2E"/>
    <w:rsid w:val="00956721"/>
    <w:rsid w:val="009A7065"/>
    <w:rsid w:val="009B55EE"/>
    <w:rsid w:val="009F0889"/>
    <w:rsid w:val="00A43CB3"/>
    <w:rsid w:val="00A526CF"/>
    <w:rsid w:val="00A83C79"/>
    <w:rsid w:val="00A91867"/>
    <w:rsid w:val="00B407F0"/>
    <w:rsid w:val="00B413E1"/>
    <w:rsid w:val="00B441CD"/>
    <w:rsid w:val="00B551CB"/>
    <w:rsid w:val="00BD6DD1"/>
    <w:rsid w:val="00C269BF"/>
    <w:rsid w:val="00C34522"/>
    <w:rsid w:val="00C51750"/>
    <w:rsid w:val="00C55F49"/>
    <w:rsid w:val="00C85214"/>
    <w:rsid w:val="00CA0A57"/>
    <w:rsid w:val="00D410B2"/>
    <w:rsid w:val="00D41CCB"/>
    <w:rsid w:val="00D42913"/>
    <w:rsid w:val="00D70D5A"/>
    <w:rsid w:val="00D87267"/>
    <w:rsid w:val="00DF70DB"/>
    <w:rsid w:val="00E237E8"/>
    <w:rsid w:val="00E3120C"/>
    <w:rsid w:val="00E804BD"/>
    <w:rsid w:val="00E807C4"/>
    <w:rsid w:val="00ED6798"/>
    <w:rsid w:val="00F93713"/>
    <w:rsid w:val="00F941CF"/>
    <w:rsid w:val="00FC194C"/>
    <w:rsid w:val="00FD0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7E8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E237E8"/>
    <w:rPr>
      <w:rFonts w:eastAsia="Times New Roman"/>
    </w:rPr>
  </w:style>
  <w:style w:type="paragraph" w:customStyle="1" w:styleId="10">
    <w:name w:val="Без інтервалів1"/>
    <w:uiPriority w:val="99"/>
    <w:rsid w:val="00E237E8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807C4"/>
    <w:pPr>
      <w:spacing w:after="0" w:line="240" w:lineRule="auto"/>
    </w:pPr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07C4"/>
    <w:rPr>
      <w:rFonts w:ascii="Tahoma" w:hAnsi="Tahoma" w:cs="Times New Roman"/>
      <w:sz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06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166</TotalTime>
  <Pages>4</Pages>
  <Words>1176</Words>
  <Characters>6709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37</cp:revision>
  <dcterms:created xsi:type="dcterms:W3CDTF">2021-11-17T07:15:00Z</dcterms:created>
  <dcterms:modified xsi:type="dcterms:W3CDTF">2022-02-14T14:15:00Z</dcterms:modified>
</cp:coreProperties>
</file>