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8FE" w:rsidRPr="009A5EC7" w:rsidRDefault="004418FE" w:rsidP="009A5EC7">
      <w:pPr>
        <w:tabs>
          <w:tab w:val="left" w:pos="4200"/>
        </w:tabs>
        <w:jc w:val="right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9A5EC7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418FE" w:rsidRPr="005120D0" w:rsidRDefault="004418FE" w:rsidP="00B12B40">
      <w:pPr>
        <w:tabs>
          <w:tab w:val="left" w:pos="4200"/>
        </w:tabs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120D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4678A8">
        <w:rPr>
          <w:rFonts w:ascii="Times New Roman" w:hAnsi="Times New Roman"/>
          <w:b/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44.25pt;visibility:visible">
            <v:imagedata r:id="rId5" o:title=""/>
          </v:shape>
        </w:pict>
      </w:r>
    </w:p>
    <w:p w:rsidR="004418FE" w:rsidRPr="002B7B05" w:rsidRDefault="004418FE" w:rsidP="00B12B40">
      <w:pPr>
        <w:pStyle w:val="Caption"/>
        <w:rPr>
          <w:b w:val="0"/>
          <w:sz w:val="24"/>
        </w:rPr>
      </w:pPr>
      <w:r w:rsidRPr="002B7B05">
        <w:rPr>
          <w:b w:val="0"/>
          <w:sz w:val="24"/>
        </w:rPr>
        <w:t>НАГІРЯНСЬКА СІЛЬСЬКА РАДА</w:t>
      </w:r>
    </w:p>
    <w:p w:rsidR="004418FE" w:rsidRPr="002B7B05" w:rsidRDefault="004418FE" w:rsidP="00B12B40">
      <w:pPr>
        <w:pStyle w:val="NoSpacing"/>
        <w:jc w:val="center"/>
        <w:rPr>
          <w:rFonts w:ascii="Times New Roman" w:hAnsi="Times New Roman"/>
          <w:sz w:val="24"/>
          <w:szCs w:val="24"/>
          <w:lang w:val="uk-UA"/>
        </w:rPr>
      </w:pPr>
      <w:r w:rsidRPr="002B7B05">
        <w:rPr>
          <w:rFonts w:ascii="Times New Roman" w:hAnsi="Times New Roman"/>
          <w:sz w:val="24"/>
          <w:szCs w:val="24"/>
          <w:lang w:val="uk-UA"/>
        </w:rPr>
        <w:t>ЧОРТКІВСЬКОГО РАЙОНУ ТЕРНОПІЛЬСЬКОЇ ОБЛАСТІ</w:t>
      </w:r>
    </w:p>
    <w:p w:rsidR="004418FE" w:rsidRPr="002B7B05" w:rsidRDefault="004418FE" w:rsidP="00B12B40">
      <w:pPr>
        <w:pStyle w:val="NoSpacing"/>
        <w:jc w:val="center"/>
        <w:rPr>
          <w:rFonts w:ascii="Times New Roman" w:hAnsi="Times New Roman"/>
          <w:sz w:val="24"/>
          <w:szCs w:val="24"/>
          <w:lang w:val="uk-UA"/>
        </w:rPr>
      </w:pPr>
      <w:r w:rsidRPr="002B7B05">
        <w:rPr>
          <w:rFonts w:ascii="Times New Roman" w:hAnsi="Times New Roman"/>
          <w:sz w:val="24"/>
          <w:szCs w:val="24"/>
          <w:lang w:val="uk-UA"/>
        </w:rPr>
        <w:t>ВОСЬМЕ СКЛИКАННЯ</w:t>
      </w:r>
    </w:p>
    <w:p w:rsidR="004418FE" w:rsidRPr="002B7B05" w:rsidRDefault="004418FE" w:rsidP="00B12B40">
      <w:pPr>
        <w:pStyle w:val="NoSpacing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ЧОТИРНАДЦЯТА</w:t>
      </w:r>
      <w:r w:rsidRPr="002B7B05">
        <w:rPr>
          <w:rFonts w:ascii="Times New Roman" w:hAnsi="Times New Roman"/>
          <w:sz w:val="24"/>
          <w:szCs w:val="24"/>
          <w:lang w:val="uk-UA"/>
        </w:rPr>
        <w:t xml:space="preserve"> СЕСІЯ</w:t>
      </w:r>
    </w:p>
    <w:p w:rsidR="004418FE" w:rsidRPr="002B7B05" w:rsidRDefault="004418FE" w:rsidP="00B12B40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2B7B05">
        <w:rPr>
          <w:rFonts w:ascii="Times New Roman" w:hAnsi="Times New Roman"/>
          <w:color w:val="000000"/>
          <w:sz w:val="24"/>
          <w:szCs w:val="24"/>
          <w:lang w:val="uk-UA" w:eastAsia="ru-RU"/>
        </w:rPr>
        <w:t>РІШЕННЯ</w:t>
      </w:r>
    </w:p>
    <w:p w:rsidR="004418FE" w:rsidRDefault="004418FE" w:rsidP="00B12B4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086B1D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від    17 листопада </w:t>
      </w:r>
      <w:r w:rsidRPr="0089304E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2021 року 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                       </w:t>
      </w:r>
      <w:r w:rsidRPr="0089304E">
        <w:rPr>
          <w:rFonts w:ascii="Times New Roman" w:hAnsi="Times New Roman"/>
          <w:color w:val="000000"/>
          <w:sz w:val="24"/>
          <w:szCs w:val="24"/>
          <w:lang w:val="uk-UA" w:eastAsia="ru-RU"/>
        </w:rPr>
        <w:t>№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559</w:t>
      </w:r>
      <w:r w:rsidRPr="0089304E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</w:t>
      </w:r>
      <w:r w:rsidRPr="0089304E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  <w:t>с-ще Нагірянка</w:t>
      </w:r>
      <w:r w:rsidRPr="0089304E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  <w:r w:rsidRPr="0089304E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  <w:r w:rsidRPr="0089304E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Про внесення змін до рішення Нагірянської </w:t>
      </w:r>
    </w:p>
    <w:p w:rsidR="004418FE" w:rsidRDefault="004418FE" w:rsidP="00B12B4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сільської ради </w:t>
      </w:r>
      <w:r w:rsidRPr="0089304E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від 2</w:t>
      </w: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6 квітня </w:t>
      </w:r>
      <w:r w:rsidRPr="0089304E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202</w:t>
      </w: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1</w:t>
      </w:r>
      <w:r w:rsidRPr="0089304E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року № </w:t>
      </w: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402</w:t>
      </w:r>
    </w:p>
    <w:p w:rsidR="004418FE" w:rsidRDefault="004418FE" w:rsidP="00B12B4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«Про затвердження програми соціальної підтримки</w:t>
      </w:r>
    </w:p>
    <w:p w:rsidR="004418FE" w:rsidRDefault="004418FE" w:rsidP="00B12B4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малозахищених верств населення Нагірянської </w:t>
      </w:r>
    </w:p>
    <w:p w:rsidR="004418FE" w:rsidRDefault="004418FE" w:rsidP="00B12B4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сільської ради «Турбота» на 2021-2023 роки»</w:t>
      </w:r>
    </w:p>
    <w:p w:rsidR="004418FE" w:rsidRPr="0089304E" w:rsidRDefault="004418FE" w:rsidP="00B12B4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</w:p>
    <w:p w:rsidR="004418FE" w:rsidRPr="0089304E" w:rsidRDefault="004418FE" w:rsidP="00DF542C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89304E">
        <w:rPr>
          <w:rFonts w:ascii="Times New Roman" w:hAnsi="Times New Roman"/>
          <w:sz w:val="24"/>
          <w:szCs w:val="24"/>
          <w:lang w:val="uk-UA"/>
        </w:rPr>
        <w:t>Відповідно до пункту 16 частини 1 статті 43 Закону України «Про місцеве самоврядування в Україні» (зі змінами),</w:t>
      </w:r>
      <w:r>
        <w:rPr>
          <w:rFonts w:ascii="Times New Roman" w:hAnsi="Times New Roman"/>
          <w:sz w:val="24"/>
          <w:szCs w:val="24"/>
          <w:lang w:val="uk-UA"/>
        </w:rPr>
        <w:t xml:space="preserve"> враховуючи рекомендації та пропозиції постійної комісії Нагірянської сільської ради з питань бюджету та соціально-економічного розвитку від 15 листопада 2021 року, </w:t>
      </w:r>
      <w:r w:rsidRPr="0089304E">
        <w:rPr>
          <w:rFonts w:ascii="Times New Roman" w:hAnsi="Times New Roman"/>
          <w:sz w:val="24"/>
          <w:szCs w:val="24"/>
          <w:lang w:val="uk-UA"/>
        </w:rPr>
        <w:t xml:space="preserve"> Нагірянська сільська  рада</w:t>
      </w:r>
    </w:p>
    <w:p w:rsidR="004418FE" w:rsidRPr="002065A4" w:rsidRDefault="004418FE" w:rsidP="00B12B40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065A4">
        <w:rPr>
          <w:rFonts w:ascii="Times New Roman" w:hAnsi="Times New Roman"/>
          <w:b/>
          <w:sz w:val="24"/>
          <w:szCs w:val="24"/>
          <w:lang w:val="uk-UA"/>
        </w:rPr>
        <w:t>В И Р І Ш И Л А :</w:t>
      </w:r>
    </w:p>
    <w:p w:rsidR="004418FE" w:rsidRPr="0089304E" w:rsidRDefault="004418FE" w:rsidP="00B12B40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  <w:r w:rsidRPr="0089304E">
        <w:rPr>
          <w:rFonts w:ascii="Times New Roman" w:hAnsi="Times New Roman"/>
          <w:b/>
          <w:sz w:val="24"/>
          <w:szCs w:val="24"/>
          <w:lang w:val="uk-UA"/>
        </w:rPr>
        <w:t>1.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89304E">
        <w:rPr>
          <w:rFonts w:ascii="Times New Roman" w:hAnsi="Times New Roman"/>
          <w:sz w:val="24"/>
          <w:szCs w:val="24"/>
          <w:lang w:val="uk-UA"/>
        </w:rPr>
        <w:t xml:space="preserve">Затвердити зміни до </w:t>
      </w:r>
      <w:r>
        <w:rPr>
          <w:rFonts w:ascii="Times New Roman" w:hAnsi="Times New Roman"/>
          <w:sz w:val="24"/>
          <w:szCs w:val="24"/>
          <w:lang w:val="uk-UA"/>
        </w:rPr>
        <w:t>п</w:t>
      </w:r>
      <w:r w:rsidRPr="0089304E">
        <w:rPr>
          <w:rFonts w:ascii="Times New Roman" w:hAnsi="Times New Roman"/>
          <w:sz w:val="24"/>
          <w:szCs w:val="24"/>
          <w:lang w:val="uk-UA"/>
        </w:rPr>
        <w:t xml:space="preserve">рограми </w:t>
      </w:r>
      <w:r>
        <w:rPr>
          <w:rFonts w:ascii="Times New Roman" w:hAnsi="Times New Roman"/>
          <w:sz w:val="24"/>
          <w:szCs w:val="24"/>
          <w:lang w:val="uk-UA"/>
        </w:rPr>
        <w:t>«Турбота»</w:t>
      </w:r>
      <w:r w:rsidRPr="0089304E">
        <w:rPr>
          <w:rFonts w:ascii="Times New Roman" w:hAnsi="Times New Roman"/>
          <w:sz w:val="24"/>
          <w:szCs w:val="24"/>
          <w:lang w:val="uk-UA"/>
        </w:rPr>
        <w:t xml:space="preserve"> на 2021-202</w:t>
      </w:r>
      <w:r>
        <w:rPr>
          <w:rFonts w:ascii="Times New Roman" w:hAnsi="Times New Roman"/>
          <w:sz w:val="24"/>
          <w:szCs w:val="24"/>
          <w:lang w:val="uk-UA"/>
        </w:rPr>
        <w:t xml:space="preserve">3 роки  </w:t>
      </w:r>
      <w:r w:rsidRPr="0089304E">
        <w:rPr>
          <w:rFonts w:ascii="Times New Roman" w:hAnsi="Times New Roman"/>
          <w:sz w:val="24"/>
          <w:szCs w:val="24"/>
          <w:lang w:val="uk-UA"/>
        </w:rPr>
        <w:t xml:space="preserve"> згідно з додатком 1.</w:t>
      </w:r>
    </w:p>
    <w:p w:rsidR="004418FE" w:rsidRPr="0089304E" w:rsidRDefault="004418FE" w:rsidP="00B12B40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89304E">
        <w:rPr>
          <w:rFonts w:ascii="Times New Roman" w:hAnsi="Times New Roman"/>
          <w:b/>
          <w:sz w:val="24"/>
          <w:szCs w:val="24"/>
          <w:lang w:val="uk-UA"/>
        </w:rPr>
        <w:t>2.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89304E">
        <w:rPr>
          <w:rFonts w:ascii="Times New Roman" w:hAnsi="Times New Roman"/>
          <w:sz w:val="24"/>
          <w:szCs w:val="24"/>
          <w:lang w:val="uk-UA"/>
        </w:rPr>
        <w:t>Контроль за виконання даного рішення покласти на заступника голови Нагірянської  сільської ради ( Йосип ЗІБРІВСЬКИЙ) та постійну комісію  Нагірянської сільської ради  з питань бюджету та соціально-економічного розвитку (Любомир ХРУСТАВКА).</w:t>
      </w:r>
    </w:p>
    <w:p w:rsidR="004418FE" w:rsidRPr="0089304E" w:rsidRDefault="004418FE" w:rsidP="00B12B40">
      <w:pPr>
        <w:rPr>
          <w:rFonts w:ascii="Times New Roman" w:hAnsi="Times New Roman"/>
          <w:sz w:val="24"/>
          <w:szCs w:val="24"/>
          <w:lang w:val="uk-UA"/>
        </w:rPr>
      </w:pPr>
    </w:p>
    <w:p w:rsidR="004418FE" w:rsidRPr="0089304E" w:rsidRDefault="004418FE" w:rsidP="00B12B40">
      <w:pPr>
        <w:tabs>
          <w:tab w:val="left" w:pos="1305"/>
        </w:tabs>
        <w:rPr>
          <w:rFonts w:ascii="Times New Roman" w:hAnsi="Times New Roman"/>
          <w:b/>
          <w:sz w:val="24"/>
          <w:szCs w:val="24"/>
          <w:lang w:val="uk-UA"/>
        </w:rPr>
      </w:pPr>
      <w:r w:rsidRPr="0089304E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89304E">
        <w:rPr>
          <w:rFonts w:ascii="Times New Roman" w:hAnsi="Times New Roman"/>
          <w:b/>
          <w:sz w:val="24"/>
          <w:szCs w:val="24"/>
          <w:lang w:val="uk-UA"/>
        </w:rPr>
        <w:t>Нагірянський сільський голова                                      Ігор КІНДРАТ</w:t>
      </w:r>
    </w:p>
    <w:p w:rsidR="004418FE" w:rsidRDefault="004418FE" w:rsidP="00B12B40">
      <w:pPr>
        <w:rPr>
          <w:rFonts w:ascii="Times New Roman" w:hAnsi="Times New Roman"/>
          <w:sz w:val="24"/>
          <w:szCs w:val="24"/>
          <w:lang w:val="uk-UA"/>
        </w:rPr>
      </w:pPr>
    </w:p>
    <w:p w:rsidR="004418FE" w:rsidRDefault="004418FE" w:rsidP="00B12B40">
      <w:pPr>
        <w:rPr>
          <w:rFonts w:ascii="Times New Roman" w:hAnsi="Times New Roman"/>
          <w:sz w:val="24"/>
          <w:szCs w:val="24"/>
          <w:lang w:val="uk-UA"/>
        </w:rPr>
      </w:pPr>
    </w:p>
    <w:p w:rsidR="004418FE" w:rsidRDefault="004418FE" w:rsidP="00B12B40">
      <w:pPr>
        <w:rPr>
          <w:rFonts w:ascii="Times New Roman" w:hAnsi="Times New Roman"/>
          <w:sz w:val="24"/>
          <w:szCs w:val="24"/>
          <w:lang w:val="uk-UA"/>
        </w:rPr>
      </w:pPr>
    </w:p>
    <w:p w:rsidR="004418FE" w:rsidRDefault="004418FE" w:rsidP="00B12B40">
      <w:pPr>
        <w:rPr>
          <w:rFonts w:ascii="Times New Roman" w:hAnsi="Times New Roman"/>
          <w:sz w:val="24"/>
          <w:szCs w:val="24"/>
          <w:lang w:val="uk-UA"/>
        </w:rPr>
      </w:pPr>
    </w:p>
    <w:p w:rsidR="004418FE" w:rsidRDefault="004418FE" w:rsidP="00B12B40">
      <w:pPr>
        <w:rPr>
          <w:rFonts w:ascii="Times New Roman" w:hAnsi="Times New Roman"/>
          <w:sz w:val="24"/>
          <w:szCs w:val="24"/>
          <w:lang w:val="uk-UA"/>
        </w:rPr>
      </w:pPr>
    </w:p>
    <w:p w:rsidR="004418FE" w:rsidRDefault="004418FE" w:rsidP="00B12B40">
      <w:pPr>
        <w:rPr>
          <w:rFonts w:ascii="Times New Roman" w:hAnsi="Times New Roman"/>
          <w:sz w:val="24"/>
          <w:szCs w:val="24"/>
          <w:lang w:val="uk-UA"/>
        </w:rPr>
      </w:pPr>
    </w:p>
    <w:p w:rsidR="004418FE" w:rsidRDefault="004418FE" w:rsidP="00B12B40">
      <w:pPr>
        <w:rPr>
          <w:rFonts w:ascii="Times New Roman" w:hAnsi="Times New Roman"/>
          <w:sz w:val="24"/>
          <w:szCs w:val="24"/>
          <w:lang w:val="uk-UA"/>
        </w:rPr>
      </w:pPr>
    </w:p>
    <w:p w:rsidR="004418FE" w:rsidRDefault="004418FE" w:rsidP="00B12B40">
      <w:pPr>
        <w:rPr>
          <w:rFonts w:ascii="Times New Roman" w:hAnsi="Times New Roman"/>
          <w:sz w:val="24"/>
          <w:szCs w:val="24"/>
          <w:lang w:val="uk-UA"/>
        </w:rPr>
      </w:pPr>
    </w:p>
    <w:p w:rsidR="004418FE" w:rsidRDefault="004418FE" w:rsidP="00B12B40">
      <w:pPr>
        <w:rPr>
          <w:rFonts w:ascii="Times New Roman" w:hAnsi="Times New Roman"/>
          <w:sz w:val="24"/>
          <w:szCs w:val="24"/>
          <w:lang w:val="uk-UA"/>
        </w:rPr>
      </w:pPr>
    </w:p>
    <w:p w:rsidR="004418FE" w:rsidRDefault="004418FE" w:rsidP="00EC6D7E">
      <w:pPr>
        <w:pStyle w:val="docdata"/>
        <w:spacing w:before="0" w:beforeAutospacing="0" w:after="0" w:afterAutospacing="0"/>
        <w:jc w:val="right"/>
      </w:pPr>
      <w:r>
        <w:rPr>
          <w:rFonts w:ascii="Calibri" w:hAnsi="Calibri"/>
          <w:color w:val="000000"/>
          <w:sz w:val="22"/>
          <w:szCs w:val="22"/>
        </w:rPr>
        <w:t> </w:t>
      </w:r>
      <w:r w:rsidRPr="00EC6D7E">
        <w:rPr>
          <w:rFonts w:ascii="Calibri" w:hAnsi="Calibri"/>
          <w:color w:val="000000"/>
          <w:sz w:val="22"/>
          <w:szCs w:val="22"/>
          <w:lang w:val="uk-UA"/>
        </w:rPr>
        <w:t xml:space="preserve"> </w:t>
      </w:r>
      <w:r>
        <w:rPr>
          <w:color w:val="000000"/>
        </w:rPr>
        <w:t>Додаток 1</w:t>
      </w:r>
    </w:p>
    <w:p w:rsidR="004418FE" w:rsidRDefault="004418FE" w:rsidP="00EC6D7E">
      <w:pPr>
        <w:pStyle w:val="NormalWeb"/>
        <w:spacing w:before="0" w:beforeAutospacing="0" w:after="0" w:afterAutospacing="0"/>
        <w:jc w:val="both"/>
      </w:pPr>
      <w:r>
        <w:rPr>
          <w:color w:val="000000"/>
        </w:rPr>
        <w:t>                                                                                      до рішення Нагірянської сільської ради</w:t>
      </w:r>
    </w:p>
    <w:p w:rsidR="004418FE" w:rsidRDefault="004418FE" w:rsidP="00994A6B">
      <w:pPr>
        <w:pStyle w:val="NormalWeb"/>
        <w:tabs>
          <w:tab w:val="left" w:pos="7441"/>
        </w:tabs>
        <w:spacing w:before="0" w:beforeAutospacing="0" w:after="200" w:afterAutospacing="0"/>
        <w:jc w:val="both"/>
      </w:pPr>
      <w:r>
        <w:rPr>
          <w:color w:val="000000"/>
        </w:rPr>
        <w:t>                                                                                      від  </w:t>
      </w:r>
      <w:r>
        <w:rPr>
          <w:color w:val="000000"/>
          <w:lang w:val="uk-UA"/>
        </w:rPr>
        <w:t>17</w:t>
      </w:r>
      <w:r>
        <w:rPr>
          <w:color w:val="000000"/>
        </w:rPr>
        <w:t>  листопада 2021року №</w:t>
      </w:r>
      <w:r>
        <w:rPr>
          <w:color w:val="000000"/>
          <w:lang w:val="uk-UA"/>
        </w:rPr>
        <w:t xml:space="preserve"> 559</w:t>
      </w:r>
      <w:r>
        <w:t> </w:t>
      </w:r>
    </w:p>
    <w:p w:rsidR="004418FE" w:rsidRDefault="004418FE" w:rsidP="00EC6D7E">
      <w:pPr>
        <w:pStyle w:val="NormalWeb"/>
        <w:spacing w:before="0" w:beforeAutospacing="0" w:after="200" w:afterAutospacing="0"/>
      </w:pPr>
      <w:r>
        <w:t> </w:t>
      </w:r>
    </w:p>
    <w:p w:rsidR="004418FE" w:rsidRPr="00EC6D7E" w:rsidRDefault="004418FE" w:rsidP="00EC6D7E">
      <w:pPr>
        <w:pStyle w:val="NormalWeb"/>
        <w:spacing w:before="0" w:beforeAutospacing="0" w:after="0" w:afterAutospacing="0"/>
        <w:jc w:val="center"/>
      </w:pPr>
      <w:r w:rsidRPr="00EC6D7E">
        <w:rPr>
          <w:b/>
          <w:bCs/>
          <w:color w:val="000000"/>
        </w:rPr>
        <w:t>Зміни до програми «Турбота» на 2021-2023 роки</w:t>
      </w:r>
    </w:p>
    <w:p w:rsidR="004418FE" w:rsidRPr="00EC6D7E" w:rsidRDefault="004418FE" w:rsidP="00EC6D7E">
      <w:pPr>
        <w:pStyle w:val="NormalWeb"/>
        <w:spacing w:before="0" w:beforeAutospacing="0" w:after="200" w:afterAutospacing="0"/>
      </w:pPr>
      <w:r w:rsidRPr="00EC6D7E">
        <w:t> </w:t>
      </w:r>
    </w:p>
    <w:p w:rsidR="004418FE" w:rsidRDefault="004418FE" w:rsidP="00EC6D7E">
      <w:pPr>
        <w:pStyle w:val="NormalWeb"/>
        <w:numPr>
          <w:ilvl w:val="0"/>
          <w:numId w:val="2"/>
        </w:numPr>
        <w:spacing w:before="0" w:beforeAutospacing="0" w:after="0" w:afterAutospacing="0"/>
        <w:ind w:left="1680"/>
      </w:pPr>
      <w:r>
        <w:rPr>
          <w:color w:val="000000"/>
        </w:rPr>
        <w:t xml:space="preserve">У розділі </w:t>
      </w:r>
      <w:r>
        <w:rPr>
          <w:b/>
          <w:bCs/>
          <w:color w:val="000000"/>
        </w:rPr>
        <w:t>І.</w:t>
      </w:r>
      <w:r>
        <w:rPr>
          <w:color w:val="000000"/>
        </w:rPr>
        <w:t> </w:t>
      </w:r>
      <w:r>
        <w:rPr>
          <w:b/>
          <w:bCs/>
          <w:color w:val="000000"/>
        </w:rPr>
        <w:t>Паспорт програми</w:t>
      </w:r>
    </w:p>
    <w:p w:rsidR="004418FE" w:rsidRDefault="004418FE" w:rsidP="009A5EC7">
      <w:pPr>
        <w:pStyle w:val="NormalWeb"/>
        <w:spacing w:before="0" w:beforeAutospacing="0" w:after="0" w:afterAutospacing="0"/>
        <w:ind w:left="709"/>
        <w:jc w:val="both"/>
      </w:pPr>
      <w:r>
        <w:rPr>
          <w:color w:val="000000"/>
        </w:rPr>
        <w:t xml:space="preserve">У пункті 9. «Загальний обсяг фінансових ресурсів, необхідних для реалізації      Програми, всього, у тому числі:  - 349,39тис. грн.», замінити на «Загальний обсяг фінансових ресурсів, необхідних для реалізації Програми,  всього, у тому числі  - 386,39  тис. грн.» </w:t>
      </w:r>
    </w:p>
    <w:p w:rsidR="004418FE" w:rsidRDefault="004418FE" w:rsidP="00EC6D7E">
      <w:pPr>
        <w:pStyle w:val="NormalWeb"/>
        <w:spacing w:before="0" w:beforeAutospacing="0" w:after="200" w:afterAutospacing="0"/>
        <w:ind w:left="709"/>
        <w:jc w:val="both"/>
      </w:pPr>
      <w:r>
        <w:rPr>
          <w:color w:val="000000"/>
        </w:rPr>
        <w:t xml:space="preserve">У пункті 9.1.  «коштів сільського бюджету» - 349,39 тис. грн.», замінити на «коштів сільського бюджету»  - 386,39 тис. грн.». </w:t>
      </w:r>
    </w:p>
    <w:p w:rsidR="004418FE" w:rsidRDefault="004418FE" w:rsidP="00EC6D7E">
      <w:pPr>
        <w:pStyle w:val="NormalWeb"/>
        <w:tabs>
          <w:tab w:val="left" w:pos="4200"/>
        </w:tabs>
        <w:spacing w:before="0" w:beforeAutospacing="0" w:after="200" w:afterAutospacing="0"/>
        <w:jc w:val="center"/>
      </w:pPr>
      <w:r>
        <w:t> </w:t>
      </w:r>
    </w:p>
    <w:p w:rsidR="004418FE" w:rsidRDefault="004418FE" w:rsidP="00EC6D7E">
      <w:pPr>
        <w:pStyle w:val="NormalWeb"/>
        <w:tabs>
          <w:tab w:val="left" w:pos="4200"/>
        </w:tabs>
        <w:spacing w:before="0" w:beforeAutospacing="0" w:after="200" w:afterAutospacing="0"/>
        <w:jc w:val="center"/>
      </w:pPr>
      <w:r>
        <w:t> </w:t>
      </w:r>
    </w:p>
    <w:p w:rsidR="004418FE" w:rsidRDefault="004418FE" w:rsidP="00EC6D7E">
      <w:pPr>
        <w:pStyle w:val="NormalWeb"/>
        <w:tabs>
          <w:tab w:val="left" w:pos="4200"/>
        </w:tabs>
        <w:spacing w:before="0" w:beforeAutospacing="0" w:after="200" w:afterAutospacing="0"/>
        <w:jc w:val="center"/>
      </w:pPr>
      <w:r>
        <w:rPr>
          <w:lang w:val="uk-UA"/>
        </w:rPr>
        <w:t>Секретар сільської ради                                                              Галина БУРЯК</w:t>
      </w:r>
      <w:r>
        <w:t> </w:t>
      </w:r>
    </w:p>
    <w:p w:rsidR="004418FE" w:rsidRDefault="004418FE" w:rsidP="00EC6D7E">
      <w:pPr>
        <w:pStyle w:val="NormalWeb"/>
        <w:tabs>
          <w:tab w:val="left" w:pos="4200"/>
        </w:tabs>
        <w:spacing w:before="0" w:beforeAutospacing="0" w:after="200" w:afterAutospacing="0"/>
        <w:jc w:val="center"/>
      </w:pPr>
      <w:r>
        <w:t> </w:t>
      </w:r>
    </w:p>
    <w:p w:rsidR="004418FE" w:rsidRPr="00EC6D7E" w:rsidRDefault="004418FE" w:rsidP="00B12B40">
      <w:pPr>
        <w:ind w:left="709"/>
        <w:jc w:val="both"/>
        <w:rPr>
          <w:rFonts w:ascii="Times New Roman" w:hAnsi="Times New Roman"/>
          <w:sz w:val="24"/>
          <w:szCs w:val="24"/>
        </w:rPr>
      </w:pPr>
    </w:p>
    <w:p w:rsidR="004418FE" w:rsidRDefault="004418FE" w:rsidP="00B12B40">
      <w:pPr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418FE" w:rsidRPr="00F16A21" w:rsidRDefault="004418FE" w:rsidP="00B12B40">
      <w:pPr>
        <w:ind w:left="70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4418FE" w:rsidRDefault="004418FE" w:rsidP="00B12B40">
      <w:pPr>
        <w:tabs>
          <w:tab w:val="left" w:pos="4200"/>
        </w:tabs>
        <w:jc w:val="center"/>
        <w:rPr>
          <w:rFonts w:ascii="Tahoma" w:hAnsi="Tahoma" w:cs="Tahoma"/>
          <w:color w:val="000000"/>
          <w:sz w:val="18"/>
          <w:szCs w:val="18"/>
          <w:lang w:val="uk-UA" w:eastAsia="ru-RU"/>
        </w:rPr>
      </w:pPr>
      <w:r>
        <w:rPr>
          <w:rFonts w:ascii="Tahoma" w:hAnsi="Tahoma" w:cs="Tahoma"/>
          <w:color w:val="000000"/>
          <w:sz w:val="18"/>
          <w:szCs w:val="18"/>
          <w:lang w:val="uk-UA" w:eastAsia="ru-RU"/>
        </w:rPr>
        <w:t xml:space="preserve">                                                                                             </w:t>
      </w:r>
    </w:p>
    <w:p w:rsidR="004418FE" w:rsidRDefault="004418FE" w:rsidP="00B12B40">
      <w:pPr>
        <w:tabs>
          <w:tab w:val="left" w:pos="4200"/>
        </w:tabs>
        <w:jc w:val="center"/>
        <w:rPr>
          <w:rFonts w:ascii="Tahoma" w:hAnsi="Tahoma" w:cs="Tahoma"/>
          <w:color w:val="000000"/>
          <w:sz w:val="18"/>
          <w:szCs w:val="18"/>
          <w:lang w:val="uk-UA" w:eastAsia="ru-RU"/>
        </w:rPr>
      </w:pPr>
    </w:p>
    <w:p w:rsidR="004418FE" w:rsidRDefault="004418FE" w:rsidP="00B12B40">
      <w:pPr>
        <w:tabs>
          <w:tab w:val="left" w:pos="4200"/>
        </w:tabs>
        <w:jc w:val="center"/>
        <w:rPr>
          <w:rFonts w:ascii="Tahoma" w:hAnsi="Tahoma" w:cs="Tahoma"/>
          <w:color w:val="000000"/>
          <w:sz w:val="18"/>
          <w:szCs w:val="18"/>
          <w:lang w:val="uk-UA" w:eastAsia="ru-RU"/>
        </w:rPr>
      </w:pPr>
    </w:p>
    <w:p w:rsidR="004418FE" w:rsidRDefault="004418FE" w:rsidP="00B12B40">
      <w:pPr>
        <w:tabs>
          <w:tab w:val="left" w:pos="4200"/>
        </w:tabs>
        <w:jc w:val="center"/>
        <w:rPr>
          <w:rFonts w:ascii="Tahoma" w:hAnsi="Tahoma" w:cs="Tahoma"/>
          <w:color w:val="000000"/>
          <w:sz w:val="18"/>
          <w:szCs w:val="18"/>
          <w:lang w:val="uk-UA" w:eastAsia="ru-RU"/>
        </w:rPr>
      </w:pPr>
    </w:p>
    <w:p w:rsidR="004418FE" w:rsidRDefault="004418FE" w:rsidP="00B12B40">
      <w:pPr>
        <w:tabs>
          <w:tab w:val="left" w:pos="4200"/>
        </w:tabs>
        <w:jc w:val="center"/>
        <w:rPr>
          <w:rFonts w:ascii="Tahoma" w:hAnsi="Tahoma" w:cs="Tahoma"/>
          <w:color w:val="000000"/>
          <w:sz w:val="18"/>
          <w:szCs w:val="18"/>
          <w:lang w:val="uk-UA" w:eastAsia="ru-RU"/>
        </w:rPr>
      </w:pPr>
    </w:p>
    <w:p w:rsidR="004418FE" w:rsidRDefault="004418FE">
      <w:pPr>
        <w:rPr>
          <w:lang w:val="uk-UA"/>
        </w:rPr>
      </w:pPr>
    </w:p>
    <w:p w:rsidR="004418FE" w:rsidRDefault="004418FE">
      <w:pPr>
        <w:rPr>
          <w:lang w:val="uk-UA"/>
        </w:rPr>
      </w:pPr>
    </w:p>
    <w:p w:rsidR="004418FE" w:rsidRDefault="004418FE">
      <w:pPr>
        <w:rPr>
          <w:lang w:val="uk-UA"/>
        </w:rPr>
      </w:pPr>
    </w:p>
    <w:p w:rsidR="004418FE" w:rsidRDefault="004418FE">
      <w:pPr>
        <w:rPr>
          <w:lang w:val="uk-UA"/>
        </w:rPr>
      </w:pPr>
    </w:p>
    <w:p w:rsidR="004418FE" w:rsidRDefault="004418FE">
      <w:pPr>
        <w:rPr>
          <w:lang w:val="uk-UA"/>
        </w:rPr>
      </w:pPr>
    </w:p>
    <w:p w:rsidR="004418FE" w:rsidRDefault="004418FE">
      <w:pPr>
        <w:rPr>
          <w:lang w:val="uk-UA"/>
        </w:rPr>
      </w:pPr>
    </w:p>
    <w:p w:rsidR="004418FE" w:rsidRDefault="004418FE">
      <w:pPr>
        <w:rPr>
          <w:lang w:val="uk-UA"/>
        </w:rPr>
      </w:pPr>
    </w:p>
    <w:p w:rsidR="004418FE" w:rsidRDefault="004418FE">
      <w:pPr>
        <w:rPr>
          <w:lang w:val="uk-UA"/>
        </w:rPr>
      </w:pPr>
    </w:p>
    <w:sectPr w:rsidR="004418FE" w:rsidSect="00DF542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97209C"/>
    <w:multiLevelType w:val="multilevel"/>
    <w:tmpl w:val="238E6CA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  <w:rPr>
        <w:rFonts w:cs="Times New Roman"/>
      </w:rPr>
    </w:lvl>
  </w:abstractNum>
  <w:abstractNum w:abstractNumId="1">
    <w:nsid w:val="79CC68AA"/>
    <w:multiLevelType w:val="hybridMultilevel"/>
    <w:tmpl w:val="6CAC81A0"/>
    <w:lvl w:ilvl="0" w:tplc="B0461F8A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6B89"/>
    <w:rsid w:val="00011B2D"/>
    <w:rsid w:val="00037E9A"/>
    <w:rsid w:val="00086B1D"/>
    <w:rsid w:val="000B0B4F"/>
    <w:rsid w:val="000C2540"/>
    <w:rsid w:val="000D4E58"/>
    <w:rsid w:val="000F4523"/>
    <w:rsid w:val="001905C5"/>
    <w:rsid w:val="001F294E"/>
    <w:rsid w:val="0020271F"/>
    <w:rsid w:val="002065A4"/>
    <w:rsid w:val="00232B89"/>
    <w:rsid w:val="00256CC9"/>
    <w:rsid w:val="0026122E"/>
    <w:rsid w:val="002620D3"/>
    <w:rsid w:val="00264096"/>
    <w:rsid w:val="002A0D11"/>
    <w:rsid w:val="002B7B05"/>
    <w:rsid w:val="002C0D40"/>
    <w:rsid w:val="00335FAB"/>
    <w:rsid w:val="00337372"/>
    <w:rsid w:val="0038647C"/>
    <w:rsid w:val="003B69C4"/>
    <w:rsid w:val="003D066F"/>
    <w:rsid w:val="003F4375"/>
    <w:rsid w:val="004418FE"/>
    <w:rsid w:val="004678A8"/>
    <w:rsid w:val="004A3B0F"/>
    <w:rsid w:val="004A7ED7"/>
    <w:rsid w:val="004E2DFF"/>
    <w:rsid w:val="004E643B"/>
    <w:rsid w:val="005120D0"/>
    <w:rsid w:val="0052654F"/>
    <w:rsid w:val="005864F7"/>
    <w:rsid w:val="00594133"/>
    <w:rsid w:val="005F7320"/>
    <w:rsid w:val="0063485A"/>
    <w:rsid w:val="00647476"/>
    <w:rsid w:val="0072765C"/>
    <w:rsid w:val="00755FF3"/>
    <w:rsid w:val="00794858"/>
    <w:rsid w:val="007D0EBC"/>
    <w:rsid w:val="007F26BA"/>
    <w:rsid w:val="008229AA"/>
    <w:rsid w:val="00861847"/>
    <w:rsid w:val="0089304E"/>
    <w:rsid w:val="008A6B89"/>
    <w:rsid w:val="00923422"/>
    <w:rsid w:val="00937125"/>
    <w:rsid w:val="0098425C"/>
    <w:rsid w:val="00994A6B"/>
    <w:rsid w:val="009A5EC7"/>
    <w:rsid w:val="009D16EB"/>
    <w:rsid w:val="009E2B60"/>
    <w:rsid w:val="00A230B3"/>
    <w:rsid w:val="00A25474"/>
    <w:rsid w:val="00A61B60"/>
    <w:rsid w:val="00A624CD"/>
    <w:rsid w:val="00AB318A"/>
    <w:rsid w:val="00B12B40"/>
    <w:rsid w:val="00B43D3E"/>
    <w:rsid w:val="00BD3A1E"/>
    <w:rsid w:val="00C30DD2"/>
    <w:rsid w:val="00CB4C59"/>
    <w:rsid w:val="00CD3BC6"/>
    <w:rsid w:val="00CE1D5C"/>
    <w:rsid w:val="00D14C31"/>
    <w:rsid w:val="00D91A42"/>
    <w:rsid w:val="00D97AE7"/>
    <w:rsid w:val="00DA6F51"/>
    <w:rsid w:val="00DE7CE8"/>
    <w:rsid w:val="00DF542C"/>
    <w:rsid w:val="00E0393E"/>
    <w:rsid w:val="00E260E8"/>
    <w:rsid w:val="00E37BFC"/>
    <w:rsid w:val="00E87A21"/>
    <w:rsid w:val="00E91D87"/>
    <w:rsid w:val="00EC6D7E"/>
    <w:rsid w:val="00ED21C2"/>
    <w:rsid w:val="00ED42BE"/>
    <w:rsid w:val="00ED5298"/>
    <w:rsid w:val="00F16A21"/>
    <w:rsid w:val="00F321F4"/>
    <w:rsid w:val="00F94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B40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99"/>
    <w:qFormat/>
    <w:rsid w:val="00B12B40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uk-UA" w:eastAsia="ru-RU"/>
    </w:rPr>
  </w:style>
  <w:style w:type="paragraph" w:styleId="NoSpacing">
    <w:name w:val="No Spacing"/>
    <w:uiPriority w:val="99"/>
    <w:qFormat/>
    <w:rsid w:val="00B12B40"/>
    <w:rPr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B12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2B40"/>
    <w:rPr>
      <w:rFonts w:ascii="Tahoma" w:hAnsi="Tahoma" w:cs="Tahoma"/>
      <w:sz w:val="16"/>
      <w:szCs w:val="16"/>
    </w:rPr>
  </w:style>
  <w:style w:type="paragraph" w:customStyle="1" w:styleId="docdata">
    <w:name w:val="docdata"/>
    <w:aliases w:val="docy,v5,18529,baiaagaaboqcaaad+0aaaaw0r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EC6D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EC6D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77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67</TotalTime>
  <Pages>2</Pages>
  <Words>349</Words>
  <Characters>1992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ASUS</cp:lastModifiedBy>
  <cp:revision>16</cp:revision>
  <cp:lastPrinted>2021-11-22T09:26:00Z</cp:lastPrinted>
  <dcterms:created xsi:type="dcterms:W3CDTF">2021-07-13T07:47:00Z</dcterms:created>
  <dcterms:modified xsi:type="dcterms:W3CDTF">2021-11-26T09:58:00Z</dcterms:modified>
</cp:coreProperties>
</file>