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D49" w:rsidRDefault="00752D49" w:rsidP="00E75D7E">
      <w:pPr>
        <w:tabs>
          <w:tab w:val="left" w:pos="3900"/>
        </w:tabs>
        <w:jc w:val="right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:rsidR="00752D49" w:rsidRPr="003816FB" w:rsidRDefault="00752D49" w:rsidP="007B4ACA">
      <w:pPr>
        <w:tabs>
          <w:tab w:val="left" w:pos="3900"/>
        </w:tabs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                         </w:t>
      </w:r>
      <w:r w:rsidRPr="001F36E7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752D49" w:rsidRPr="003816FB" w:rsidRDefault="00752D49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</w:r>
      <w:r w:rsidRPr="003816FB">
        <w:rPr>
          <w:rFonts w:ascii="Times New Roman" w:hAnsi="Times New Roman"/>
          <w:sz w:val="24"/>
          <w:szCs w:val="24"/>
        </w:rPr>
        <w:t>С І Л Ь С Ь К А   Р А Д А</w:t>
      </w:r>
    </w:p>
    <w:p w:rsidR="00752D49" w:rsidRPr="003816FB" w:rsidRDefault="00752D49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752D49" w:rsidRPr="003816FB" w:rsidRDefault="00752D49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ВОСЬМЕ СКЛИКАННЯ</w:t>
      </w:r>
    </w:p>
    <w:p w:rsidR="00752D49" w:rsidRPr="003816FB" w:rsidRDefault="00752D49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ДВАНАДЦЯТА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6FB">
        <w:rPr>
          <w:rFonts w:ascii="Times New Roman" w:hAnsi="Times New Roman"/>
          <w:sz w:val="24"/>
          <w:szCs w:val="24"/>
        </w:rPr>
        <w:t xml:space="preserve"> СЕСІЯ</w:t>
      </w:r>
    </w:p>
    <w:p w:rsidR="00752D49" w:rsidRPr="003816FB" w:rsidRDefault="00752D49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752D49" w:rsidRPr="003816FB" w:rsidRDefault="00752D49" w:rsidP="0016415B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07 жовтня </w:t>
      </w:r>
      <w:r w:rsidRPr="003816FB">
        <w:rPr>
          <w:rFonts w:ascii="Times New Roman" w:hAnsi="Times New Roman"/>
          <w:sz w:val="24"/>
          <w:szCs w:val="24"/>
        </w:rPr>
        <w:t xml:space="preserve">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Pr="003816FB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541</w:t>
      </w:r>
      <w:r w:rsidRPr="003816FB">
        <w:rPr>
          <w:rFonts w:ascii="Times New Roman" w:hAnsi="Times New Roman"/>
          <w:sz w:val="24"/>
          <w:szCs w:val="24"/>
        </w:rPr>
        <w:t xml:space="preserve"> </w:t>
      </w:r>
    </w:p>
    <w:p w:rsidR="00752D49" w:rsidRDefault="00752D49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</w:rPr>
        <w:t>с-ще Нагірянка</w:t>
      </w:r>
    </w:p>
    <w:p w:rsidR="00752D49" w:rsidRPr="004636D4" w:rsidRDefault="00752D49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752D49" w:rsidRPr="003816FB" w:rsidTr="00DC7739">
        <w:tc>
          <w:tcPr>
            <w:tcW w:w="5868" w:type="dxa"/>
          </w:tcPr>
          <w:p w:rsidR="00752D49" w:rsidRPr="00660834" w:rsidRDefault="00752D49" w:rsidP="0066083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</w:pP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Про передачу безоплатно у приватну власність земельн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ої</w:t>
            </w: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ділян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ки гр. Олексяку Володимиру Івановичу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в с.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Нагірянка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Чортківського району Тернопільської області </w:t>
            </w:r>
          </w:p>
        </w:tc>
        <w:tc>
          <w:tcPr>
            <w:tcW w:w="2376" w:type="dxa"/>
          </w:tcPr>
          <w:p w:rsidR="00752D49" w:rsidRPr="003816FB" w:rsidRDefault="00752D49" w:rsidP="00DC7739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752D49" w:rsidRDefault="00752D49" w:rsidP="00995A84">
      <w:pPr>
        <w:spacing w:after="0" w:line="100" w:lineRule="atLeast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3816FB">
        <w:rPr>
          <w:rFonts w:ascii="Times New Roman" w:hAnsi="Times New Roman"/>
          <w:sz w:val="24"/>
          <w:szCs w:val="24"/>
          <w:lang w:val="uk-UA"/>
        </w:rPr>
        <w:t>Розглянувши з</w:t>
      </w:r>
      <w:r>
        <w:rPr>
          <w:rFonts w:ascii="Times New Roman" w:hAnsi="Times New Roman"/>
          <w:sz w:val="24"/>
          <w:szCs w:val="24"/>
          <w:lang w:val="uk-UA"/>
        </w:rPr>
        <w:t>аяву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гр. Олексяка Володимира Івановича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ст.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 12,  79</w:t>
      </w:r>
      <w:r>
        <w:rPr>
          <w:rFonts w:ascii="Times New Roman" w:hAnsi="Times New Roman"/>
          <w:sz w:val="24"/>
          <w:szCs w:val="24"/>
          <w:lang w:val="uk-UA"/>
        </w:rPr>
        <w:t xml:space="preserve">-1, 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107, 116, 118,  121,  125, 126, Земельного кодексу України, ст. 25, Закону України «Про землеустрій», </w:t>
      </w:r>
      <w:r>
        <w:rPr>
          <w:rFonts w:ascii="Times New Roman" w:hAnsi="Times New Roman"/>
          <w:sz w:val="24"/>
          <w:szCs w:val="24"/>
          <w:lang w:val="uk-UA"/>
        </w:rPr>
        <w:t xml:space="preserve">ст. 21 </w:t>
      </w:r>
      <w:r w:rsidRPr="003816FB">
        <w:rPr>
          <w:rFonts w:ascii="Times New Roman" w:hAnsi="Times New Roman"/>
          <w:sz w:val="24"/>
          <w:szCs w:val="24"/>
          <w:lang w:val="uk-UA"/>
        </w:rPr>
        <w:t>Закону України «Про державний земельний кадастр», ст. 26 Закону України «Про Місцеве самоврядування  в Україні»</w:t>
      </w:r>
      <w:r>
        <w:rPr>
          <w:rFonts w:ascii="Times New Roman" w:hAnsi="Times New Roman"/>
          <w:sz w:val="24"/>
          <w:szCs w:val="24"/>
          <w:lang w:val="uk-UA"/>
        </w:rPr>
        <w:t>, Закону України «Про державну реєстрацію прав на нерухоме майно та їх обмежень»</w:t>
      </w:r>
      <w:r w:rsidRPr="003816FB">
        <w:rPr>
          <w:lang w:val="uk-UA"/>
        </w:rPr>
        <w:t xml:space="preserve"> </w:t>
      </w:r>
      <w:r w:rsidRPr="003816F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3816F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6FB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752D49" w:rsidRPr="003816FB" w:rsidRDefault="00752D49" w:rsidP="00995A84">
      <w:pPr>
        <w:spacing w:after="0" w:line="100" w:lineRule="atLeast"/>
        <w:jc w:val="both"/>
        <w:rPr>
          <w:lang w:val="uk-UA"/>
        </w:rPr>
      </w:pPr>
    </w:p>
    <w:p w:rsidR="00752D49" w:rsidRDefault="00752D49" w:rsidP="00995A8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816FB">
        <w:rPr>
          <w:rFonts w:ascii="Times New Roman" w:hAnsi="Times New Roman"/>
          <w:b/>
          <w:sz w:val="24"/>
          <w:szCs w:val="24"/>
        </w:rPr>
        <w:t>ВИРІШИЛА:</w:t>
      </w:r>
    </w:p>
    <w:p w:rsidR="00752D49" w:rsidRPr="00D23DFE" w:rsidRDefault="00752D49" w:rsidP="00995A8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52D49" w:rsidRDefault="00752D49" w:rsidP="0056046B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Передати  безоплатно у приватну власність</w:t>
      </w:r>
      <w:r w:rsidRPr="00CC4F9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гр. Олексяку Володимиру Івановичу</w:t>
      </w:r>
      <w:r>
        <w:rPr>
          <w:rFonts w:ascii="Times New Roman" w:hAnsi="Times New Roman"/>
          <w:sz w:val="24"/>
          <w:szCs w:val="24"/>
        </w:rPr>
        <w:t xml:space="preserve"> земельну ділянку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318 га"/>
        </w:smartTagPr>
        <w:r>
          <w:rPr>
            <w:rFonts w:ascii="Times New Roman" w:hAnsi="Times New Roman"/>
            <w:sz w:val="24"/>
            <w:szCs w:val="24"/>
          </w:rPr>
          <w:t>0,2318 га</w:t>
        </w:r>
      </w:smartTag>
      <w:r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області, в тому числі: </w:t>
      </w:r>
    </w:p>
    <w:p w:rsidR="00752D49" w:rsidRDefault="00752D49" w:rsidP="0056046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000 га"/>
        </w:smartTagPr>
        <w:r>
          <w:rPr>
            <w:rFonts w:ascii="Times New Roman" w:hAnsi="Times New Roman"/>
            <w:sz w:val="24"/>
            <w:szCs w:val="24"/>
          </w:rPr>
          <w:t>0,0614 га</w:t>
        </w:r>
      </w:smartTag>
      <w:r>
        <w:rPr>
          <w:rFonts w:ascii="Times New Roman" w:hAnsi="Times New Roman"/>
          <w:sz w:val="24"/>
          <w:szCs w:val="24"/>
        </w:rPr>
        <w:t xml:space="preserve"> - кадастровий  номер: 6125585900:02:002:0019;</w:t>
      </w:r>
    </w:p>
    <w:p w:rsidR="00752D49" w:rsidRDefault="00752D49" w:rsidP="00CC4F9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000 га"/>
        </w:smartTagPr>
        <w:r>
          <w:rPr>
            <w:rFonts w:ascii="Times New Roman" w:hAnsi="Times New Roman"/>
            <w:sz w:val="24"/>
            <w:szCs w:val="24"/>
          </w:rPr>
          <w:t>0,0704 га</w:t>
        </w:r>
      </w:smartTag>
      <w:r>
        <w:rPr>
          <w:rFonts w:ascii="Times New Roman" w:hAnsi="Times New Roman"/>
          <w:sz w:val="24"/>
          <w:szCs w:val="24"/>
        </w:rPr>
        <w:t xml:space="preserve"> - кадастровий  номер: 6125585900:02:002:0017;</w:t>
      </w:r>
    </w:p>
    <w:p w:rsidR="00752D49" w:rsidRDefault="00752D49" w:rsidP="0056046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000 га"/>
        </w:smartTagPr>
        <w:r>
          <w:rPr>
            <w:rFonts w:ascii="Times New Roman" w:hAnsi="Times New Roman"/>
            <w:sz w:val="24"/>
            <w:szCs w:val="24"/>
          </w:rPr>
          <w:t>0,1000 га</w:t>
        </w:r>
      </w:smartTag>
      <w:r>
        <w:rPr>
          <w:rFonts w:ascii="Times New Roman" w:hAnsi="Times New Roman"/>
          <w:sz w:val="24"/>
          <w:szCs w:val="24"/>
        </w:rPr>
        <w:t xml:space="preserve"> - кадастровий  номер: 6125585900:02:002:0018.</w:t>
      </w:r>
    </w:p>
    <w:p w:rsidR="00752D49" w:rsidRDefault="00752D49" w:rsidP="00F6518B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</w:p>
    <w:p w:rsidR="00752D49" w:rsidRDefault="00752D49" w:rsidP="00F6518B">
      <w:pPr>
        <w:pStyle w:val="NoSpacing"/>
        <w:jc w:val="both"/>
      </w:pPr>
      <w:r>
        <w:t xml:space="preserve">     2. Провести державну реєстрацію у встановленому законодавством порядку. </w:t>
      </w:r>
    </w:p>
    <w:p w:rsidR="00752D49" w:rsidRDefault="00752D49" w:rsidP="00F651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</w:rPr>
        <w:t>3. Копію рішення направити  заявнику.</w:t>
      </w:r>
    </w:p>
    <w:p w:rsidR="00752D49" w:rsidRDefault="00752D49" w:rsidP="00F6518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752D49" w:rsidRPr="00E75D7E" w:rsidRDefault="00752D49" w:rsidP="0016415B">
      <w:pPr>
        <w:jc w:val="both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 xml:space="preserve">. </w:t>
      </w:r>
    </w:p>
    <w:p w:rsidR="00752D49" w:rsidRPr="00484824" w:rsidRDefault="00752D49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484824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752D49" w:rsidRPr="0085253C" w:rsidRDefault="00752D49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52D49" w:rsidRPr="003816FB" w:rsidRDefault="00752D49">
      <w:pPr>
        <w:rPr>
          <w:lang w:val="uk-UA"/>
        </w:rPr>
      </w:pPr>
    </w:p>
    <w:p w:rsidR="00752D49" w:rsidRDefault="00752D49">
      <w:pPr>
        <w:rPr>
          <w:lang w:val="uk-UA"/>
        </w:rPr>
      </w:pPr>
    </w:p>
    <w:p w:rsidR="00752D49" w:rsidRPr="00484824" w:rsidRDefault="00752D49">
      <w:pPr>
        <w:rPr>
          <w:lang w:val="en-US"/>
        </w:rPr>
      </w:pPr>
    </w:p>
    <w:p w:rsidR="00752D49" w:rsidRPr="00484824" w:rsidRDefault="00752D49">
      <w:pPr>
        <w:rPr>
          <w:lang w:val="en-US"/>
        </w:rPr>
      </w:pPr>
    </w:p>
    <w:p w:rsidR="00752D49" w:rsidRDefault="00752D49">
      <w:pPr>
        <w:rPr>
          <w:lang w:val="uk-UA"/>
        </w:rPr>
      </w:pPr>
    </w:p>
    <w:p w:rsidR="00752D49" w:rsidRDefault="00752D49">
      <w:pPr>
        <w:rPr>
          <w:lang w:val="uk-UA"/>
        </w:rPr>
      </w:pPr>
    </w:p>
    <w:p w:rsidR="00752D49" w:rsidRDefault="00752D49">
      <w:pPr>
        <w:rPr>
          <w:lang w:val="uk-UA"/>
        </w:rPr>
      </w:pPr>
    </w:p>
    <w:p w:rsidR="00752D49" w:rsidRDefault="00752D49">
      <w:pPr>
        <w:rPr>
          <w:lang w:val="uk-UA"/>
        </w:rPr>
      </w:pPr>
    </w:p>
    <w:p w:rsidR="00752D49" w:rsidRPr="003816FB" w:rsidRDefault="00752D49">
      <w:pPr>
        <w:rPr>
          <w:lang w:val="uk-UA"/>
        </w:rPr>
      </w:pPr>
    </w:p>
    <w:sectPr w:rsidR="00752D49" w:rsidRPr="003816FB" w:rsidSect="00D407D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D4A"/>
    <w:rsid w:val="000217C6"/>
    <w:rsid w:val="000418F5"/>
    <w:rsid w:val="00060481"/>
    <w:rsid w:val="00083333"/>
    <w:rsid w:val="0009738F"/>
    <w:rsid w:val="000A7731"/>
    <w:rsid w:val="000C2A85"/>
    <w:rsid w:val="000C70C7"/>
    <w:rsid w:val="000D64D6"/>
    <w:rsid w:val="000E667F"/>
    <w:rsid w:val="001151FB"/>
    <w:rsid w:val="001162D4"/>
    <w:rsid w:val="001328BF"/>
    <w:rsid w:val="001632A2"/>
    <w:rsid w:val="00163548"/>
    <w:rsid w:val="0016415B"/>
    <w:rsid w:val="0016610E"/>
    <w:rsid w:val="00167C03"/>
    <w:rsid w:val="001724C0"/>
    <w:rsid w:val="001759E8"/>
    <w:rsid w:val="00177D59"/>
    <w:rsid w:val="00192668"/>
    <w:rsid w:val="00194691"/>
    <w:rsid w:val="001A204B"/>
    <w:rsid w:val="001A79A3"/>
    <w:rsid w:val="001D02D3"/>
    <w:rsid w:val="001D07A5"/>
    <w:rsid w:val="001D282D"/>
    <w:rsid w:val="001D55B8"/>
    <w:rsid w:val="001E52A7"/>
    <w:rsid w:val="001F36E7"/>
    <w:rsid w:val="00226C59"/>
    <w:rsid w:val="002319F7"/>
    <w:rsid w:val="0023679C"/>
    <w:rsid w:val="00237687"/>
    <w:rsid w:val="00241D4A"/>
    <w:rsid w:val="002626C7"/>
    <w:rsid w:val="00262719"/>
    <w:rsid w:val="00263AF6"/>
    <w:rsid w:val="0026755E"/>
    <w:rsid w:val="002749F9"/>
    <w:rsid w:val="002758B1"/>
    <w:rsid w:val="002A362F"/>
    <w:rsid w:val="002B5A48"/>
    <w:rsid w:val="002C3335"/>
    <w:rsid w:val="002D48E4"/>
    <w:rsid w:val="002E5BB0"/>
    <w:rsid w:val="00302274"/>
    <w:rsid w:val="003107AA"/>
    <w:rsid w:val="00321584"/>
    <w:rsid w:val="00323FF8"/>
    <w:rsid w:val="003816FB"/>
    <w:rsid w:val="0039192B"/>
    <w:rsid w:val="00394A88"/>
    <w:rsid w:val="00397BF7"/>
    <w:rsid w:val="003D1F3B"/>
    <w:rsid w:val="003D47AF"/>
    <w:rsid w:val="0040342E"/>
    <w:rsid w:val="00411E07"/>
    <w:rsid w:val="0041353E"/>
    <w:rsid w:val="004228FB"/>
    <w:rsid w:val="004377F2"/>
    <w:rsid w:val="00443DAB"/>
    <w:rsid w:val="004551E9"/>
    <w:rsid w:val="004636D4"/>
    <w:rsid w:val="00464185"/>
    <w:rsid w:val="0047082C"/>
    <w:rsid w:val="00484824"/>
    <w:rsid w:val="0048703E"/>
    <w:rsid w:val="004B4842"/>
    <w:rsid w:val="004E2BD1"/>
    <w:rsid w:val="004F43A8"/>
    <w:rsid w:val="0054793F"/>
    <w:rsid w:val="0056046B"/>
    <w:rsid w:val="00581470"/>
    <w:rsid w:val="00585627"/>
    <w:rsid w:val="00587576"/>
    <w:rsid w:val="005940B3"/>
    <w:rsid w:val="005B4F5E"/>
    <w:rsid w:val="005B5557"/>
    <w:rsid w:val="005E79A1"/>
    <w:rsid w:val="0063550C"/>
    <w:rsid w:val="00642B56"/>
    <w:rsid w:val="00660834"/>
    <w:rsid w:val="0069437A"/>
    <w:rsid w:val="006C55D0"/>
    <w:rsid w:val="006F0B83"/>
    <w:rsid w:val="006F5347"/>
    <w:rsid w:val="00701FA0"/>
    <w:rsid w:val="0074419C"/>
    <w:rsid w:val="00745D33"/>
    <w:rsid w:val="00751697"/>
    <w:rsid w:val="00752570"/>
    <w:rsid w:val="00752D49"/>
    <w:rsid w:val="00767D8A"/>
    <w:rsid w:val="00773267"/>
    <w:rsid w:val="00797A18"/>
    <w:rsid w:val="007B012A"/>
    <w:rsid w:val="007B4ACA"/>
    <w:rsid w:val="007B7C5E"/>
    <w:rsid w:val="007D69DC"/>
    <w:rsid w:val="007E17DB"/>
    <w:rsid w:val="007E186A"/>
    <w:rsid w:val="007F516C"/>
    <w:rsid w:val="00830926"/>
    <w:rsid w:val="00842C5F"/>
    <w:rsid w:val="00852367"/>
    <w:rsid w:val="0085253C"/>
    <w:rsid w:val="0086769D"/>
    <w:rsid w:val="00896BEE"/>
    <w:rsid w:val="00897831"/>
    <w:rsid w:val="008A676C"/>
    <w:rsid w:val="008B77B7"/>
    <w:rsid w:val="00937A7F"/>
    <w:rsid w:val="00942935"/>
    <w:rsid w:val="0095090E"/>
    <w:rsid w:val="009530B6"/>
    <w:rsid w:val="009634F1"/>
    <w:rsid w:val="00977E9A"/>
    <w:rsid w:val="0098647A"/>
    <w:rsid w:val="00992F7F"/>
    <w:rsid w:val="00994179"/>
    <w:rsid w:val="00995A84"/>
    <w:rsid w:val="009B2A94"/>
    <w:rsid w:val="009F7DEB"/>
    <w:rsid w:val="00A01AAE"/>
    <w:rsid w:val="00A13F75"/>
    <w:rsid w:val="00A1477C"/>
    <w:rsid w:val="00A16967"/>
    <w:rsid w:val="00A17660"/>
    <w:rsid w:val="00A34F54"/>
    <w:rsid w:val="00A46780"/>
    <w:rsid w:val="00A63FDC"/>
    <w:rsid w:val="00A74A1F"/>
    <w:rsid w:val="00A825D1"/>
    <w:rsid w:val="00AB5DA4"/>
    <w:rsid w:val="00AD1816"/>
    <w:rsid w:val="00AD537C"/>
    <w:rsid w:val="00AE623F"/>
    <w:rsid w:val="00AE63BE"/>
    <w:rsid w:val="00AF7E70"/>
    <w:rsid w:val="00B00B80"/>
    <w:rsid w:val="00B017F2"/>
    <w:rsid w:val="00B1517F"/>
    <w:rsid w:val="00B22721"/>
    <w:rsid w:val="00B517C3"/>
    <w:rsid w:val="00B71C96"/>
    <w:rsid w:val="00B73C06"/>
    <w:rsid w:val="00B90278"/>
    <w:rsid w:val="00BB664E"/>
    <w:rsid w:val="00BD09FA"/>
    <w:rsid w:val="00BD234F"/>
    <w:rsid w:val="00BD7F4A"/>
    <w:rsid w:val="00BF1AFC"/>
    <w:rsid w:val="00C17047"/>
    <w:rsid w:val="00C367DC"/>
    <w:rsid w:val="00C57D04"/>
    <w:rsid w:val="00C61283"/>
    <w:rsid w:val="00C6172F"/>
    <w:rsid w:val="00C70D21"/>
    <w:rsid w:val="00C915C7"/>
    <w:rsid w:val="00CC4F9D"/>
    <w:rsid w:val="00CE5E8D"/>
    <w:rsid w:val="00D12DB0"/>
    <w:rsid w:val="00D23943"/>
    <w:rsid w:val="00D23DFE"/>
    <w:rsid w:val="00D407D1"/>
    <w:rsid w:val="00D63A1F"/>
    <w:rsid w:val="00D70E84"/>
    <w:rsid w:val="00D928AE"/>
    <w:rsid w:val="00DC7739"/>
    <w:rsid w:val="00DC77DB"/>
    <w:rsid w:val="00DD5B2C"/>
    <w:rsid w:val="00E103E4"/>
    <w:rsid w:val="00E32418"/>
    <w:rsid w:val="00E32D33"/>
    <w:rsid w:val="00E50C2A"/>
    <w:rsid w:val="00E75D7E"/>
    <w:rsid w:val="00E90042"/>
    <w:rsid w:val="00EA1503"/>
    <w:rsid w:val="00EE453B"/>
    <w:rsid w:val="00F16487"/>
    <w:rsid w:val="00F331A9"/>
    <w:rsid w:val="00F6518B"/>
    <w:rsid w:val="00F717D0"/>
    <w:rsid w:val="00F84F04"/>
    <w:rsid w:val="00FA0EEC"/>
    <w:rsid w:val="00FB4B8E"/>
    <w:rsid w:val="00FC69D4"/>
    <w:rsid w:val="00FC72B2"/>
    <w:rsid w:val="00FE012B"/>
    <w:rsid w:val="00FE2DE0"/>
    <w:rsid w:val="00FF0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15B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6415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0C2A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F6518B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947</TotalTime>
  <Pages>2</Pages>
  <Words>1136</Words>
  <Characters>648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90</cp:revision>
  <cp:lastPrinted>2021-10-12T10:16:00Z</cp:lastPrinted>
  <dcterms:created xsi:type="dcterms:W3CDTF">2021-05-17T13:14:00Z</dcterms:created>
  <dcterms:modified xsi:type="dcterms:W3CDTF">2021-10-15T20:08:00Z</dcterms:modified>
</cp:coreProperties>
</file>