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74" w:rsidRDefault="008B1874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874" w:rsidRDefault="008B1874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0C3AF3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8B1874" w:rsidRPr="006A44D4" w:rsidRDefault="008B1874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44D4">
        <w:rPr>
          <w:rFonts w:ascii="Times New Roman" w:hAnsi="Times New Roman"/>
          <w:sz w:val="24"/>
          <w:szCs w:val="24"/>
        </w:rPr>
        <w:t xml:space="preserve">НАГІРЯНСЬКА </w:t>
      </w:r>
      <w:r w:rsidRPr="006A44D4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8B1874" w:rsidRPr="006A44D4" w:rsidRDefault="008B1874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6A44D4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8B1874" w:rsidRPr="006A44D4" w:rsidRDefault="008B1874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44D4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8B1874" w:rsidRPr="006A44D4" w:rsidRDefault="008B1874" w:rsidP="002C44F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44D4">
        <w:rPr>
          <w:rFonts w:ascii="Times New Roman" w:hAnsi="Times New Roman"/>
          <w:sz w:val="24"/>
          <w:szCs w:val="24"/>
          <w:lang w:val="uk-UA"/>
        </w:rPr>
        <w:t>ЧОТИРНАДЦЯТА  СЕСІЯ</w:t>
      </w:r>
    </w:p>
    <w:p w:rsidR="008B1874" w:rsidRPr="006A44D4" w:rsidRDefault="008B1874" w:rsidP="0000121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44D4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8B1874" w:rsidRDefault="008B1874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44D4">
        <w:rPr>
          <w:rFonts w:ascii="Times New Roman" w:hAnsi="Times New Roman"/>
          <w:sz w:val="24"/>
          <w:szCs w:val="24"/>
          <w:lang w:val="uk-UA"/>
        </w:rPr>
        <w:t xml:space="preserve">17 листопада 2021 </w:t>
      </w:r>
      <w:r w:rsidRPr="006A44D4">
        <w:rPr>
          <w:rFonts w:ascii="Times New Roman" w:hAnsi="Times New Roman"/>
          <w:sz w:val="24"/>
          <w:szCs w:val="24"/>
        </w:rPr>
        <w:t xml:space="preserve"> року              </w:t>
      </w:r>
      <w:r w:rsidRPr="006A44D4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6A44D4">
        <w:rPr>
          <w:rFonts w:ascii="Times New Roman" w:hAnsi="Times New Roman"/>
          <w:sz w:val="24"/>
          <w:szCs w:val="24"/>
        </w:rPr>
        <w:t xml:space="preserve">  №</w:t>
      </w:r>
      <w:r w:rsidRPr="006A44D4">
        <w:rPr>
          <w:rFonts w:ascii="Times New Roman" w:hAnsi="Times New Roman"/>
          <w:sz w:val="24"/>
          <w:szCs w:val="24"/>
          <w:lang w:val="uk-UA"/>
        </w:rPr>
        <w:t xml:space="preserve"> 575 </w:t>
      </w:r>
    </w:p>
    <w:p w:rsidR="008B1874" w:rsidRDefault="008B1874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8B1874" w:rsidRPr="006A44D4" w:rsidRDefault="008B1874" w:rsidP="0000121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8B1874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відмову в наданні дозволу на розроблення проекту</w:t>
      </w:r>
    </w:p>
    <w:p w:rsidR="008B1874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землеустрою щодо відведення земельних ділянок громадянам</w:t>
      </w:r>
    </w:p>
    <w:p w:rsidR="008B1874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у приватну власність </w:t>
      </w:r>
      <w:r w:rsidRPr="0033094A">
        <w:rPr>
          <w:rFonts w:ascii="Times New Roman" w:hAnsi="Times New Roman"/>
          <w:b/>
          <w:sz w:val="24"/>
          <w:szCs w:val="24"/>
        </w:rPr>
        <w:t xml:space="preserve">для ведення особистого селянського </w:t>
      </w:r>
    </w:p>
    <w:p w:rsidR="008B1874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3094A">
        <w:rPr>
          <w:rFonts w:ascii="Times New Roman" w:hAnsi="Times New Roman"/>
          <w:b/>
          <w:sz w:val="24"/>
          <w:szCs w:val="24"/>
        </w:rPr>
        <w:t>господарства</w:t>
      </w: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території Нагірянської сільської ради </w:t>
      </w:r>
    </w:p>
    <w:p w:rsidR="008B1874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8B1874" w:rsidRPr="00E42491" w:rsidRDefault="008B1874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B1874" w:rsidRDefault="008B1874" w:rsidP="00001211">
      <w:pPr>
        <w:spacing w:after="0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44D4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Pr="00E4249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Вівчар Петру Івановичу про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надання дозволу на </w:t>
      </w:r>
      <w:r>
        <w:rPr>
          <w:rFonts w:ascii="Times New Roman" w:hAnsi="Times New Roman"/>
          <w:sz w:val="24"/>
          <w:szCs w:val="24"/>
          <w:lang w:val="uk-UA"/>
        </w:rPr>
        <w:t>розроблення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ділян</w:t>
      </w:r>
      <w:r>
        <w:rPr>
          <w:rFonts w:ascii="Times New Roman" w:hAnsi="Times New Roman"/>
          <w:sz w:val="24"/>
          <w:szCs w:val="24"/>
          <w:lang w:val="uk-UA"/>
        </w:rPr>
        <w:t>ки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у приватну власність на території Нагірянської сільської ради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E4249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42491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8B1874" w:rsidRPr="00E42491" w:rsidRDefault="008B1874" w:rsidP="0000121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1874" w:rsidRDefault="008B1874" w:rsidP="0000121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2491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8B1874" w:rsidRDefault="008B1874" w:rsidP="0094719A">
      <w:pPr>
        <w:pStyle w:val="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B1874" w:rsidRPr="00E42491" w:rsidRDefault="008B1874" w:rsidP="0094719A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E42491">
        <w:rPr>
          <w:rFonts w:ascii="Times New Roman" w:hAnsi="Times New Roman"/>
          <w:sz w:val="24"/>
          <w:szCs w:val="24"/>
        </w:rPr>
        <w:t>Від</w:t>
      </w:r>
      <w:bookmarkStart w:id="0" w:name="_GoBack"/>
      <w:bookmarkEnd w:id="0"/>
      <w:r w:rsidRPr="00E42491">
        <w:rPr>
          <w:rFonts w:ascii="Times New Roman" w:hAnsi="Times New Roman"/>
          <w:sz w:val="24"/>
          <w:szCs w:val="24"/>
        </w:rPr>
        <w:t>мовити у наданні дозволу гр. Вівчар Петру Івановичу</w:t>
      </w:r>
      <w:r w:rsidRPr="00E424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2491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 га"/>
        </w:smartTagPr>
        <w:r w:rsidRPr="00E42491">
          <w:rPr>
            <w:rFonts w:ascii="Times New Roman" w:hAnsi="Times New Roman"/>
            <w:sz w:val="24"/>
            <w:szCs w:val="24"/>
          </w:rPr>
          <w:t>0,60 га</w:t>
        </w:r>
      </w:smartTag>
      <w:r w:rsidRPr="00E42491">
        <w:rPr>
          <w:rFonts w:ascii="Times New Roman" w:hAnsi="Times New Roman"/>
          <w:sz w:val="24"/>
          <w:szCs w:val="24"/>
        </w:rPr>
        <w:t xml:space="preserve">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 (відсутні графічні матеріали).</w:t>
      </w:r>
    </w:p>
    <w:p w:rsidR="008B1874" w:rsidRPr="00E42491" w:rsidRDefault="008B1874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719A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2491">
        <w:rPr>
          <w:rFonts w:ascii="Times New Roman" w:hAnsi="Times New Roman"/>
          <w:sz w:val="24"/>
          <w:szCs w:val="24"/>
          <w:lang w:val="uk-UA"/>
        </w:rPr>
        <w:t>Дане рішення направити заявнику.</w:t>
      </w:r>
    </w:p>
    <w:p w:rsidR="008B1874" w:rsidRDefault="008B1874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719A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2491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Нагірянської сільської ради з питань містобудування, земельн</w:t>
      </w:r>
      <w:r>
        <w:rPr>
          <w:rFonts w:ascii="Times New Roman" w:hAnsi="Times New Roman"/>
          <w:sz w:val="24"/>
          <w:szCs w:val="24"/>
          <w:lang w:val="uk-UA"/>
        </w:rPr>
        <w:t>их відносин та сталого розвитку</w:t>
      </w:r>
      <w:r w:rsidRPr="00E42491">
        <w:rPr>
          <w:rFonts w:ascii="Times New Roman" w:hAnsi="Times New Roman"/>
          <w:sz w:val="24"/>
          <w:szCs w:val="24"/>
          <w:lang w:val="uk-UA"/>
        </w:rPr>
        <w:t>.</w:t>
      </w:r>
    </w:p>
    <w:p w:rsidR="008B1874" w:rsidRDefault="008B1874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1874" w:rsidRPr="00E42491" w:rsidRDefault="008B1874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1874" w:rsidRPr="00E42491" w:rsidRDefault="008B1874" w:rsidP="0000121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1874" w:rsidRPr="00E42491" w:rsidRDefault="008B1874" w:rsidP="00001211">
      <w:pPr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</w:t>
      </w:r>
    </w:p>
    <w:p w:rsidR="008B1874" w:rsidRPr="00E42491" w:rsidRDefault="008B1874" w:rsidP="00001211">
      <w:pPr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8B1874" w:rsidRPr="00E42491" w:rsidRDefault="008B1874" w:rsidP="00001211"/>
    <w:p w:rsidR="008B1874" w:rsidRPr="00E42491" w:rsidRDefault="008B1874" w:rsidP="00001211"/>
    <w:sectPr w:rsidR="008B1874" w:rsidRPr="00E42491" w:rsidSect="00576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572"/>
    <w:rsid w:val="00001211"/>
    <w:rsid w:val="000C3AF3"/>
    <w:rsid w:val="002C44F7"/>
    <w:rsid w:val="0033094A"/>
    <w:rsid w:val="00576C9F"/>
    <w:rsid w:val="005B562C"/>
    <w:rsid w:val="005E42AA"/>
    <w:rsid w:val="006A44D4"/>
    <w:rsid w:val="00706BA2"/>
    <w:rsid w:val="00710ED7"/>
    <w:rsid w:val="00815AB6"/>
    <w:rsid w:val="008B1874"/>
    <w:rsid w:val="0094719A"/>
    <w:rsid w:val="00961BD7"/>
    <w:rsid w:val="00970687"/>
    <w:rsid w:val="00A54572"/>
    <w:rsid w:val="00D779B5"/>
    <w:rsid w:val="00D868C1"/>
    <w:rsid w:val="00D97C44"/>
    <w:rsid w:val="00E23548"/>
    <w:rsid w:val="00E4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001211"/>
    <w:rPr>
      <w:rFonts w:eastAsia="Times New Roman"/>
    </w:rPr>
  </w:style>
  <w:style w:type="paragraph" w:customStyle="1" w:styleId="1">
    <w:name w:val="Без інтервалів1"/>
    <w:uiPriority w:val="99"/>
    <w:rsid w:val="0000121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1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265</Words>
  <Characters>1517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cp:lastPrinted>2021-11-22T10:31:00Z</cp:lastPrinted>
  <dcterms:created xsi:type="dcterms:W3CDTF">2021-11-12T07:54:00Z</dcterms:created>
  <dcterms:modified xsi:type="dcterms:W3CDTF">2021-11-25T09:52:00Z</dcterms:modified>
</cp:coreProperties>
</file>