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05A" w:rsidRPr="00AF4FEE" w:rsidRDefault="0009705A" w:rsidP="00AB2AE1">
      <w:pPr>
        <w:pStyle w:val="1"/>
        <w:jc w:val="right"/>
        <w:rPr>
          <w:noProof/>
        </w:rPr>
      </w:pPr>
      <w:r w:rsidRPr="00AF4FEE">
        <w:rPr>
          <w:rFonts w:ascii="Times New Roman" w:hAnsi="Times New Roman"/>
          <w:sz w:val="24"/>
          <w:szCs w:val="24"/>
        </w:rPr>
        <w:t>ПРОЄКТ</w:t>
      </w:r>
      <w:r>
        <w:rPr>
          <w:rFonts w:ascii="Times New Roman" w:hAnsi="Times New Roman"/>
          <w:sz w:val="24"/>
          <w:szCs w:val="24"/>
        </w:rPr>
        <w:t xml:space="preserve"> (9)</w:t>
      </w:r>
    </w:p>
    <w:p w:rsidR="0009705A" w:rsidRPr="00AF4FEE" w:rsidRDefault="0009705A" w:rsidP="00AB2AE1">
      <w:pPr>
        <w:tabs>
          <w:tab w:val="left" w:pos="390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9705A" w:rsidRPr="00AF4FEE" w:rsidRDefault="0009705A" w:rsidP="00AB2AE1">
      <w:pPr>
        <w:tabs>
          <w:tab w:val="left" w:pos="390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FA717A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09705A" w:rsidRPr="00AF4FEE" w:rsidRDefault="0009705A" w:rsidP="00AB2AE1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AF4FEE">
        <w:rPr>
          <w:rFonts w:ascii="Times New Roman" w:hAnsi="Times New Roman"/>
          <w:sz w:val="24"/>
          <w:szCs w:val="24"/>
        </w:rPr>
        <w:t xml:space="preserve">НАГІРЯНСЬКА </w:t>
      </w:r>
      <w:r w:rsidRPr="00AF4FEE">
        <w:rPr>
          <w:rFonts w:ascii="Times New Roman" w:hAnsi="Times New Roman"/>
          <w:sz w:val="24"/>
          <w:szCs w:val="24"/>
        </w:rPr>
        <w:tab/>
        <w:t xml:space="preserve"> С І Л Ь С Ь К А   Р А Д А</w:t>
      </w:r>
    </w:p>
    <w:p w:rsidR="0009705A" w:rsidRPr="00AF4FEE" w:rsidRDefault="0009705A" w:rsidP="00AB2AE1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AF4FEE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09705A" w:rsidRPr="00AF4FEE" w:rsidRDefault="0009705A" w:rsidP="00AB2AE1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AF4FEE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09705A" w:rsidRDefault="0009705A" w:rsidP="00AF4FEE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СІМНАДЦЯТА</w:t>
      </w:r>
      <w:r w:rsidRPr="00AF4FEE">
        <w:rPr>
          <w:rFonts w:ascii="Times New Roman" w:hAnsi="Times New Roman"/>
          <w:sz w:val="24"/>
          <w:szCs w:val="24"/>
          <w:lang w:val="uk-UA"/>
        </w:rPr>
        <w:t xml:space="preserve">  СЕСІЯ</w:t>
      </w:r>
    </w:p>
    <w:p w:rsidR="0009705A" w:rsidRPr="00AF4FEE" w:rsidRDefault="0009705A" w:rsidP="00AF4FEE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Друге пленарне засідання</w:t>
      </w:r>
    </w:p>
    <w:p w:rsidR="0009705A" w:rsidRPr="00AF4FEE" w:rsidRDefault="0009705A" w:rsidP="00AB2AE1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AF4FEE"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09705A" w:rsidRPr="00AF4FEE" w:rsidRDefault="0009705A" w:rsidP="00AB2AE1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__ лютого</w:t>
      </w:r>
      <w:r w:rsidRPr="00AF4FEE">
        <w:rPr>
          <w:rFonts w:ascii="Times New Roman" w:hAnsi="Times New Roman"/>
          <w:sz w:val="24"/>
          <w:szCs w:val="24"/>
          <w:lang w:val="uk-UA"/>
        </w:rPr>
        <w:t xml:space="preserve"> 202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AF4FE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F4FEE">
        <w:rPr>
          <w:rFonts w:ascii="Times New Roman" w:hAnsi="Times New Roman"/>
          <w:sz w:val="24"/>
          <w:szCs w:val="24"/>
        </w:rPr>
        <w:t xml:space="preserve"> року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AF4FEE">
        <w:rPr>
          <w:rFonts w:ascii="Times New Roman" w:hAnsi="Times New Roman"/>
          <w:sz w:val="24"/>
          <w:szCs w:val="24"/>
        </w:rPr>
        <w:t xml:space="preserve">   №</w:t>
      </w:r>
      <w:r w:rsidRPr="00AF4FEE">
        <w:rPr>
          <w:rFonts w:ascii="Times New Roman" w:hAnsi="Times New Roman"/>
          <w:sz w:val="24"/>
          <w:szCs w:val="24"/>
          <w:lang w:val="uk-UA"/>
        </w:rPr>
        <w:t xml:space="preserve"> ____ </w:t>
      </w:r>
    </w:p>
    <w:p w:rsidR="0009705A" w:rsidRPr="00AF4FEE" w:rsidRDefault="0009705A" w:rsidP="00AB2AE1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  <w:r w:rsidRPr="00AF4FEE"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09705A" w:rsidRDefault="0009705A" w:rsidP="00AB2AE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відмову  гр. Федорів Петру Ігоровичу у </w:t>
      </w:r>
    </w:p>
    <w:p w:rsidR="0009705A" w:rsidRDefault="0009705A" w:rsidP="00AB2AE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затвердженні проекту землеустрою щодо відведення </w:t>
      </w:r>
    </w:p>
    <w:p w:rsidR="0009705A" w:rsidRDefault="0009705A" w:rsidP="00AB2AE1">
      <w:pPr>
        <w:tabs>
          <w:tab w:val="left" w:pos="7740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земельної ділянки у власність </w:t>
      </w:r>
      <w:r w:rsidRPr="0098264B">
        <w:rPr>
          <w:rFonts w:ascii="Times New Roman" w:hAnsi="Times New Roman"/>
          <w:b/>
          <w:sz w:val="24"/>
          <w:szCs w:val="24"/>
        </w:rPr>
        <w:t xml:space="preserve">для ведення особистого </w:t>
      </w:r>
    </w:p>
    <w:p w:rsidR="0009705A" w:rsidRDefault="0009705A" w:rsidP="00AB2AE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8264B">
        <w:rPr>
          <w:rFonts w:ascii="Times New Roman" w:hAnsi="Times New Roman"/>
          <w:b/>
          <w:sz w:val="24"/>
          <w:szCs w:val="24"/>
        </w:rPr>
        <w:t>селянського господарства</w:t>
      </w:r>
      <w:r w:rsidRPr="0098264B"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в с. Улашківці </w:t>
      </w:r>
    </w:p>
    <w:p w:rsidR="0009705A" w:rsidRDefault="0009705A" w:rsidP="00AB2AE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Чортківського району Тернопільської області</w:t>
      </w:r>
    </w:p>
    <w:p w:rsidR="0009705A" w:rsidRDefault="0009705A" w:rsidP="00AB2AE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09705A" w:rsidRDefault="0009705A" w:rsidP="00AB2AE1">
      <w:pPr>
        <w:spacing w:after="0"/>
        <w:ind w:left="-142" w:right="-284" w:firstLine="86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На виконання рішення Тернопільського окружного адміністративного суду від 10 січня 2022 р.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повторно розглянувши заяву Федорів Петра Ігоровича від 09.04.2021 року про затвердження проекту землеустрою щодо відведення земельної ділянки у власність</w:t>
      </w:r>
      <w:r w:rsidRPr="0013492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площею </w:t>
      </w:r>
      <w:smartTag w:uri="urn:schemas-microsoft-com:office:smarttags" w:element="metricconverter">
        <w:smartTagPr>
          <w:attr w:name="ProductID" w:val="2,0000 га"/>
        </w:smartTagPr>
        <w:r>
          <w:rPr>
            <w:rFonts w:ascii="Times New Roman" w:hAnsi="Times New Roman"/>
            <w:sz w:val="24"/>
            <w:szCs w:val="24"/>
            <w:lang w:val="uk-UA"/>
          </w:rPr>
          <w:t>2,0000 га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для ведення особистого селянського господарства в с. Улашківці Чортківського району Тернопільської області, керуючись ст. 26, 33 Закону України «Про місцеве самоврядування в Україні», ст.50 Закону України «Про землеустрій», ст.12, 33, 116, 118, 121, 122, Земельного кодексу України, ст.ст. 21,24 ЗУ «Про Державний земельний кадастр» та враховуючи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пропозиції та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  <w:lang w:val="uk-UA"/>
        </w:rPr>
        <w:t xml:space="preserve">містобудування, земельних відносин та сталого розвитку,  сільська рада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</w:t>
      </w:r>
    </w:p>
    <w:p w:rsidR="0009705A" w:rsidRDefault="0009705A" w:rsidP="001F23A5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 И Р І Ш И Л А :</w:t>
      </w:r>
    </w:p>
    <w:p w:rsidR="0009705A" w:rsidRDefault="0009705A" w:rsidP="001F23A5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F23A5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Відмовити гр. Федорів Петру Ігоровичу у затвердженні проекту землеустрою щодо відведення земельної ділянки площею </w:t>
      </w:r>
      <w:smartTag w:uri="urn:schemas-microsoft-com:office:smarttags" w:element="metricconverter">
        <w:smartTagPr>
          <w:attr w:name="ProductID" w:val="2,0000 га"/>
        </w:smartTagPr>
        <w:r>
          <w:rPr>
            <w:rFonts w:ascii="Times New Roman" w:hAnsi="Times New Roman"/>
            <w:sz w:val="24"/>
            <w:szCs w:val="24"/>
            <w:lang w:val="uk-UA"/>
          </w:rPr>
          <w:t>2,0000 га</w:t>
        </w:r>
      </w:smartTag>
      <w:r w:rsidRPr="00D673A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для  ведення особистого селянського господарства в с. Улашківці Чортківського району Тернопільської області  в зв’язку з відсутністю відомостей про зазначену земельну ділянку в Державному земельному кадастрі.</w:t>
      </w:r>
    </w:p>
    <w:p w:rsidR="0009705A" w:rsidRDefault="0009705A" w:rsidP="001F23A5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 Дане рішення направити заявнику.</w:t>
      </w:r>
    </w:p>
    <w:p w:rsidR="0009705A" w:rsidRPr="001F23A5" w:rsidRDefault="0009705A" w:rsidP="001F23A5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  <w:lang w:val="uk-UA"/>
        </w:rPr>
        <w:t xml:space="preserve"> Контроль за виконанням даного рішення покласти на постійну комісію</w:t>
      </w:r>
      <w:r w:rsidRPr="007417E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Нагірянської сільської ради з питань містобудування, земельних відносин та сталого розвитку.</w:t>
      </w:r>
    </w:p>
    <w:p w:rsidR="0009705A" w:rsidRDefault="0009705A" w:rsidP="00AB2AE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9705A" w:rsidRDefault="0009705A" w:rsidP="00AB2AE1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                           Ігор КІНДРАТ    </w:t>
      </w:r>
    </w:p>
    <w:p w:rsidR="0009705A" w:rsidRPr="00AF4FEE" w:rsidRDefault="0009705A" w:rsidP="00AB2AE1">
      <w:pPr>
        <w:rPr>
          <w:rFonts w:ascii="Times New Roman" w:hAnsi="Times New Roman"/>
          <w:sz w:val="24"/>
          <w:szCs w:val="24"/>
          <w:lang w:val="uk-UA"/>
        </w:rPr>
      </w:pPr>
      <w:r w:rsidRPr="00AF4FEE">
        <w:rPr>
          <w:rFonts w:ascii="Times New Roman" w:hAnsi="Times New Roman"/>
          <w:sz w:val="24"/>
          <w:szCs w:val="24"/>
          <w:lang w:val="uk-UA"/>
        </w:rPr>
        <w:t xml:space="preserve">Йосип ЗІБРІВСЬКИЙ </w:t>
      </w:r>
    </w:p>
    <w:p w:rsidR="0009705A" w:rsidRPr="00AF4FEE" w:rsidRDefault="0009705A" w:rsidP="00AB2AE1">
      <w:pPr>
        <w:rPr>
          <w:rFonts w:ascii="Times New Roman" w:hAnsi="Times New Roman"/>
          <w:sz w:val="24"/>
          <w:szCs w:val="24"/>
          <w:lang w:val="uk-UA"/>
        </w:rPr>
      </w:pPr>
      <w:r w:rsidRPr="00AF4FEE">
        <w:rPr>
          <w:rFonts w:ascii="Times New Roman" w:hAnsi="Times New Roman"/>
          <w:sz w:val="24"/>
          <w:szCs w:val="24"/>
          <w:lang w:val="uk-UA"/>
        </w:rPr>
        <w:t>Любомир ХОМ’ЯК</w:t>
      </w:r>
    </w:p>
    <w:p w:rsidR="0009705A" w:rsidRPr="00AF4FEE" w:rsidRDefault="0009705A" w:rsidP="00AB2AE1">
      <w:pPr>
        <w:rPr>
          <w:rFonts w:ascii="Times New Roman" w:hAnsi="Times New Roman"/>
          <w:sz w:val="24"/>
          <w:szCs w:val="24"/>
          <w:lang w:val="uk-UA"/>
        </w:rPr>
      </w:pPr>
      <w:r w:rsidRPr="00AF4FEE">
        <w:rPr>
          <w:rFonts w:ascii="Times New Roman" w:hAnsi="Times New Roman"/>
          <w:sz w:val="24"/>
          <w:szCs w:val="24"/>
          <w:lang w:val="uk-UA"/>
        </w:rPr>
        <w:t>Оксана КОВАЛЬЧУК</w:t>
      </w:r>
    </w:p>
    <w:p w:rsidR="0009705A" w:rsidRPr="00AF4FEE" w:rsidRDefault="0009705A" w:rsidP="00AF4FEE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Віталій БРОЩАК</w:t>
      </w:r>
    </w:p>
    <w:sectPr w:rsidR="0009705A" w:rsidRPr="00AF4FEE" w:rsidSect="001F23A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DCA"/>
    <w:rsid w:val="00035BA3"/>
    <w:rsid w:val="00065779"/>
    <w:rsid w:val="0009126A"/>
    <w:rsid w:val="0009705A"/>
    <w:rsid w:val="000B4826"/>
    <w:rsid w:val="00134929"/>
    <w:rsid w:val="001B3FB6"/>
    <w:rsid w:val="001E492E"/>
    <w:rsid w:val="001F23A5"/>
    <w:rsid w:val="00275E1C"/>
    <w:rsid w:val="002825DE"/>
    <w:rsid w:val="002C5D8A"/>
    <w:rsid w:val="00320592"/>
    <w:rsid w:val="003C74BE"/>
    <w:rsid w:val="003F4010"/>
    <w:rsid w:val="003F604F"/>
    <w:rsid w:val="0041491C"/>
    <w:rsid w:val="00484E77"/>
    <w:rsid w:val="004B00AA"/>
    <w:rsid w:val="00526851"/>
    <w:rsid w:val="00563970"/>
    <w:rsid w:val="005C47A8"/>
    <w:rsid w:val="006C72E9"/>
    <w:rsid w:val="007417E4"/>
    <w:rsid w:val="007C588D"/>
    <w:rsid w:val="008146C8"/>
    <w:rsid w:val="00882D2D"/>
    <w:rsid w:val="0098264B"/>
    <w:rsid w:val="00AB2AE1"/>
    <w:rsid w:val="00AD3417"/>
    <w:rsid w:val="00AF11CA"/>
    <w:rsid w:val="00AF4FEE"/>
    <w:rsid w:val="00AF77B0"/>
    <w:rsid w:val="00B21DCA"/>
    <w:rsid w:val="00BE4627"/>
    <w:rsid w:val="00C23686"/>
    <w:rsid w:val="00C95C41"/>
    <w:rsid w:val="00D44894"/>
    <w:rsid w:val="00D673A1"/>
    <w:rsid w:val="00D95CE1"/>
    <w:rsid w:val="00DF1374"/>
    <w:rsid w:val="00E04ED7"/>
    <w:rsid w:val="00E07134"/>
    <w:rsid w:val="00E30659"/>
    <w:rsid w:val="00E3362C"/>
    <w:rsid w:val="00E938F7"/>
    <w:rsid w:val="00F530FB"/>
    <w:rsid w:val="00F62F6A"/>
    <w:rsid w:val="00FA717A"/>
    <w:rsid w:val="00FB3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AE1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AB2AE1"/>
    <w:rPr>
      <w:rFonts w:eastAsia="Times New Roman"/>
    </w:rPr>
  </w:style>
  <w:style w:type="paragraph" w:customStyle="1" w:styleId="10">
    <w:name w:val="Без интервала1"/>
    <w:uiPriority w:val="99"/>
    <w:rsid w:val="00AD3417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51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</TotalTime>
  <Pages>1</Pages>
  <Words>291</Words>
  <Characters>1659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14</cp:revision>
  <cp:lastPrinted>2022-02-14T13:56:00Z</cp:lastPrinted>
  <dcterms:created xsi:type="dcterms:W3CDTF">2021-10-27T09:50:00Z</dcterms:created>
  <dcterms:modified xsi:type="dcterms:W3CDTF">2022-02-14T13:58:00Z</dcterms:modified>
</cp:coreProperties>
</file>