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E10" w:rsidRPr="00FC45CE" w:rsidRDefault="003D1E10" w:rsidP="00C13048">
      <w:pPr>
        <w:ind w:right="-5"/>
        <w:jc w:val="right"/>
        <w:rPr>
          <w:lang w:val="uk-UA"/>
        </w:rPr>
      </w:pPr>
      <w:r>
        <w:rPr>
          <w:lang w:val="uk-UA"/>
        </w:rPr>
        <w:t>ПРОЄКТ</w:t>
      </w:r>
    </w:p>
    <w:p w:rsidR="003D1E10" w:rsidRPr="00FC45CE" w:rsidRDefault="003D1E10" w:rsidP="005F52BB">
      <w:pPr>
        <w:ind w:right="-5"/>
        <w:jc w:val="both"/>
        <w:rPr>
          <w:lang w:val="uk-UA"/>
        </w:rPr>
      </w:pPr>
    </w:p>
    <w:p w:rsidR="003D1E10" w:rsidRPr="00BC0876" w:rsidRDefault="003D1E10" w:rsidP="005F52BB">
      <w:pPr>
        <w:tabs>
          <w:tab w:val="left" w:pos="3900"/>
        </w:tabs>
        <w:spacing w:line="276" w:lineRule="auto"/>
        <w:jc w:val="center"/>
      </w:pPr>
      <w:r w:rsidRPr="00B22145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BC0876">
        <w:t xml:space="preserve"> </w:t>
      </w:r>
    </w:p>
    <w:p w:rsidR="003D1E10" w:rsidRPr="00BC0876" w:rsidRDefault="003D1E10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3D1E10" w:rsidRPr="00BC0876" w:rsidRDefault="003D1E10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eastAsia="ru-RU"/>
        </w:rPr>
        <w:t xml:space="preserve">НАГІРЯНСЬКА </w:t>
      </w:r>
      <w:r w:rsidRPr="00BC0876">
        <w:rPr>
          <w:lang w:eastAsia="ru-RU"/>
        </w:rPr>
        <w:tab/>
        <w:t xml:space="preserve"> С І Л Ь С Ь К А   Р А Д А</w:t>
      </w:r>
    </w:p>
    <w:p w:rsidR="003D1E10" w:rsidRPr="00BC0876" w:rsidRDefault="003D1E10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BC0876">
        <w:rPr>
          <w:lang w:eastAsia="ru-RU"/>
        </w:rPr>
        <w:t>ЧОРТКІВСЬКОГО РАЙОНУ ТЕРНОПІЛЬСЬКО</w:t>
      </w:r>
      <w:bookmarkStart w:id="0" w:name="_GoBack"/>
      <w:bookmarkEnd w:id="0"/>
      <w:r w:rsidRPr="00BC0876">
        <w:rPr>
          <w:lang w:eastAsia="ru-RU"/>
        </w:rPr>
        <w:t>Ї ОБЛАСТІ</w:t>
      </w:r>
    </w:p>
    <w:p w:rsidR="003D1E10" w:rsidRPr="00BC0876" w:rsidRDefault="003D1E10" w:rsidP="005F52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ВОСЬМЕ СКЛИКАННЯ</w:t>
      </w:r>
    </w:p>
    <w:p w:rsidR="003D1E10" w:rsidRPr="00BC0876" w:rsidRDefault="003D1E10" w:rsidP="00635E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ДЕ</w:t>
      </w:r>
      <w:r>
        <w:rPr>
          <w:lang w:val="uk-UA" w:eastAsia="ru-RU"/>
        </w:rPr>
        <w:t>СЯ</w:t>
      </w:r>
      <w:r w:rsidRPr="00BC0876">
        <w:rPr>
          <w:lang w:val="uk-UA" w:eastAsia="ru-RU"/>
        </w:rPr>
        <w:t>ТА  СЕСІЯ</w:t>
      </w:r>
    </w:p>
    <w:p w:rsidR="003D1E10" w:rsidRPr="00BC0876" w:rsidRDefault="003D1E10" w:rsidP="005F52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Р</w:t>
      </w:r>
      <w:r>
        <w:rPr>
          <w:lang w:val="uk-UA" w:eastAsia="ru-RU"/>
        </w:rPr>
        <w:t>ІШЕННЯ</w:t>
      </w:r>
    </w:p>
    <w:p w:rsidR="003D1E10" w:rsidRPr="00BC0876" w:rsidRDefault="003D1E10" w:rsidP="005F52BB">
      <w:pPr>
        <w:outlineLvl w:val="0"/>
        <w:rPr>
          <w:lang w:val="uk-UA" w:eastAsia="en-US"/>
        </w:rPr>
      </w:pPr>
      <w:r w:rsidRPr="00BC0876">
        <w:rPr>
          <w:lang w:val="uk-UA" w:eastAsia="ru-RU"/>
        </w:rPr>
        <w:t xml:space="preserve"> </w:t>
      </w:r>
      <w:r>
        <w:rPr>
          <w:lang w:val="uk-UA" w:eastAsia="ru-RU"/>
        </w:rPr>
        <w:t>__ серпня</w:t>
      </w:r>
      <w:r w:rsidRPr="00BC0876">
        <w:rPr>
          <w:lang w:val="uk-UA"/>
        </w:rPr>
        <w:t xml:space="preserve"> 2021 року      </w:t>
      </w:r>
      <w:r>
        <w:rPr>
          <w:lang w:val="uk-UA"/>
        </w:rPr>
        <w:t xml:space="preserve">                  </w:t>
      </w:r>
      <w:r w:rsidRPr="00BC0876">
        <w:rPr>
          <w:lang w:val="uk-UA"/>
        </w:rPr>
        <w:t xml:space="preserve">  </w:t>
      </w:r>
      <w:r>
        <w:rPr>
          <w:lang w:val="uk-UA"/>
        </w:rPr>
        <w:t xml:space="preserve">             № ____</w:t>
      </w:r>
      <w:r w:rsidRPr="00BC0876">
        <w:rPr>
          <w:lang w:val="uk-UA"/>
        </w:rPr>
        <w:t xml:space="preserve"> </w:t>
      </w:r>
    </w:p>
    <w:p w:rsidR="003D1E10" w:rsidRPr="00BC0876" w:rsidRDefault="003D1E10" w:rsidP="005F52BB">
      <w:pPr>
        <w:outlineLvl w:val="0"/>
        <w:rPr>
          <w:lang w:val="uk-UA"/>
        </w:rPr>
      </w:pPr>
      <w:r>
        <w:rPr>
          <w:lang w:val="uk-UA"/>
        </w:rPr>
        <w:t xml:space="preserve">  </w:t>
      </w:r>
      <w:r w:rsidRPr="00BC0876">
        <w:rPr>
          <w:lang w:val="uk-UA"/>
        </w:rPr>
        <w:t>с-ще Нагірянка</w:t>
      </w:r>
    </w:p>
    <w:p w:rsidR="003D1E10" w:rsidRPr="00BC0876" w:rsidRDefault="003D1E10" w:rsidP="005F52BB">
      <w:pPr>
        <w:spacing w:line="276" w:lineRule="auto"/>
        <w:outlineLvl w:val="0"/>
        <w:rPr>
          <w:b/>
          <w:lang w:val="uk-UA" w:eastAsia="ru-RU"/>
        </w:rPr>
      </w:pPr>
    </w:p>
    <w:p w:rsidR="003D1E10" w:rsidRPr="00BC0876" w:rsidRDefault="003D1E10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3D1E10" w:rsidRDefault="003D1E10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3D1E10" w:rsidRDefault="003D1E10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громадянам у приватну власність для ведення </w:t>
      </w:r>
    </w:p>
    <w:p w:rsidR="003D1E10" w:rsidRDefault="003D1E10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>особистого селянського господарства в</w:t>
      </w:r>
      <w:r w:rsidRPr="00BF3BBF">
        <w:rPr>
          <w:b/>
          <w:bCs/>
          <w:spacing w:val="-12"/>
        </w:rPr>
        <w:t xml:space="preserve"> </w:t>
      </w:r>
      <w:r>
        <w:rPr>
          <w:b/>
          <w:bCs/>
          <w:spacing w:val="-12"/>
          <w:lang w:val="en-US"/>
        </w:rPr>
        <w:t>c</w:t>
      </w:r>
      <w:r>
        <w:rPr>
          <w:b/>
          <w:bCs/>
          <w:spacing w:val="-12"/>
          <w:lang w:val="uk-UA"/>
        </w:rPr>
        <w:t xml:space="preserve">. Сосулівка, </w:t>
      </w:r>
    </w:p>
    <w:p w:rsidR="003D1E10" w:rsidRDefault="003D1E10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b/>
          <w:bCs/>
          <w:spacing w:val="-12"/>
          <w:lang w:val="uk-UA"/>
        </w:rPr>
        <w:t>с. Ягільниця, с. Шульганівка, с-щі Нагірянка,</w:t>
      </w:r>
    </w:p>
    <w:p w:rsidR="003D1E10" w:rsidRDefault="003D1E10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b/>
          <w:bCs/>
          <w:spacing w:val="-12"/>
          <w:lang w:val="uk-UA"/>
        </w:rPr>
        <w:t xml:space="preserve">с. Стара Ягільльниця, с. Черкавщина </w:t>
      </w:r>
    </w:p>
    <w:p w:rsidR="003D1E10" w:rsidRPr="00BC0876" w:rsidRDefault="003D1E10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>Чортківського району Тернопільської  області</w:t>
      </w:r>
    </w:p>
    <w:p w:rsidR="003D1E10" w:rsidRPr="00FC45CE" w:rsidRDefault="003D1E10" w:rsidP="005F52B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3D1E10" w:rsidRPr="00FC45CE" w:rsidRDefault="003D1E10" w:rsidP="00BC0876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FC45CE"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FC45CE">
        <w:rPr>
          <w:bdr w:val="none" w:sz="0" w:space="0" w:color="auto" w:frame="1"/>
          <w:lang w:val="uk-UA"/>
        </w:rPr>
        <w:t xml:space="preserve"> постійної комісії з питань </w:t>
      </w:r>
      <w:r w:rsidRPr="00FC45CE">
        <w:rPr>
          <w:lang w:val="uk-UA"/>
        </w:rPr>
        <w:t>містобудування, земельних відносин та сталого розвитку, сільська рада</w:t>
      </w:r>
    </w:p>
    <w:p w:rsidR="003D1E10" w:rsidRPr="00FC45CE" w:rsidRDefault="003D1E10" w:rsidP="005F52BB">
      <w:pPr>
        <w:ind w:right="-5"/>
        <w:rPr>
          <w:b/>
          <w:lang w:val="uk-UA"/>
        </w:rPr>
      </w:pPr>
    </w:p>
    <w:p w:rsidR="003D1E10" w:rsidRPr="00FC45CE" w:rsidRDefault="003D1E10" w:rsidP="005F52BB">
      <w:pPr>
        <w:ind w:right="-5"/>
        <w:rPr>
          <w:lang w:val="uk-UA"/>
        </w:rPr>
      </w:pPr>
      <w:r w:rsidRPr="00FC45CE">
        <w:rPr>
          <w:b/>
          <w:lang w:val="uk-UA"/>
        </w:rPr>
        <w:t>ВИРІШИЛА:</w:t>
      </w:r>
    </w:p>
    <w:p w:rsidR="003D1E10" w:rsidRPr="00FC45CE" w:rsidRDefault="003D1E10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bCs/>
          <w:spacing w:val="-12"/>
          <w:lang w:val="uk-UA"/>
        </w:rPr>
        <w:t>Сапіщук Дарії Степанівні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2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22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. Сосулівка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Pr="00FC45CE" w:rsidRDefault="003D1E10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bCs/>
          <w:spacing w:val="-12"/>
          <w:lang w:val="uk-UA"/>
        </w:rPr>
        <w:t>Сапіщук Степану Степановичу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8 га"/>
        </w:smartTagPr>
        <w:smartTag w:uri="urn:schemas-microsoft-com:office:smarttags" w:element="metricconverter">
          <w:smartTagPr>
            <w:attr w:name="ProductID" w:val="0,38 га"/>
          </w:smartTagPr>
          <w:r w:rsidRPr="00FC45CE">
            <w:rPr>
              <w:spacing w:val="-12"/>
              <w:lang w:val="uk-UA"/>
            </w:rPr>
            <w:t>0,</w:t>
          </w:r>
          <w:r>
            <w:rPr>
              <w:spacing w:val="-12"/>
              <w:lang w:val="uk-UA"/>
            </w:rPr>
            <w:t>38</w:t>
          </w:r>
          <w:r w:rsidRPr="00FC45CE">
            <w:rPr>
              <w:spacing w:val="-12"/>
              <w:shd w:val="clear" w:color="auto" w:fill="FFFFFF"/>
              <w:lang w:val="uk-UA"/>
            </w:rPr>
            <w:t xml:space="preserve"> г</w:t>
          </w:r>
          <w:r w:rsidRPr="00FC45CE">
            <w:rPr>
              <w:spacing w:val="-12"/>
              <w:lang w:val="uk-UA"/>
            </w:rPr>
            <w:t>а</w:t>
          </w:r>
        </w:smartTag>
        <w:r>
          <w:rPr>
            <w:spacing w:val="-12"/>
            <w:lang w:val="uk-UA"/>
          </w:rPr>
          <w:t>,</w:t>
        </w:r>
      </w:smartTag>
      <w:r w:rsidRPr="00FC45CE">
        <w:rPr>
          <w:spacing w:val="-12"/>
          <w:lang w:val="uk-UA"/>
        </w:rPr>
        <w:t xml:space="preserve"> в тому числі: </w:t>
      </w:r>
      <w:smartTag w:uri="urn:schemas-microsoft-com:office:smarttags" w:element="metricconverter">
        <w:smartTagPr>
          <w:attr w:name="ProductID" w:val="0,20 га"/>
        </w:smartTagPr>
        <w:r w:rsidRPr="00FC45CE">
          <w:rPr>
            <w:spacing w:val="-12"/>
            <w:lang w:val="uk-UA"/>
          </w:rPr>
          <w:t>0,2</w:t>
        </w:r>
        <w:r>
          <w:rPr>
            <w:spacing w:val="-12"/>
            <w:lang w:val="uk-UA"/>
          </w:rPr>
          <w:t>0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8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18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. Сосулівка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Pr="00FC45CE" w:rsidRDefault="003D1E10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3.</w:t>
      </w:r>
      <w:r>
        <w:rPr>
          <w:lang w:val="uk-UA"/>
        </w:rPr>
        <w:t xml:space="preserve"> </w:t>
      </w:r>
      <w:r w:rsidRPr="00FC45CE">
        <w:rPr>
          <w:lang w:val="uk-UA"/>
        </w:rPr>
        <w:t>Надати дозвіл</w:t>
      </w:r>
      <w:r w:rsidRPr="00935185">
        <w:rPr>
          <w:lang w:val="uk-UA"/>
        </w:rPr>
        <w:t xml:space="preserve"> </w:t>
      </w:r>
      <w:r>
        <w:rPr>
          <w:lang w:val="uk-UA"/>
        </w:rPr>
        <w:t>гр.</w:t>
      </w:r>
      <w:r w:rsidRPr="00FC45CE">
        <w:rPr>
          <w:lang w:val="uk-UA"/>
        </w:rPr>
        <w:t xml:space="preserve"> </w:t>
      </w:r>
      <w:r>
        <w:rPr>
          <w:b/>
          <w:lang w:val="uk-UA"/>
        </w:rPr>
        <w:t>Гриців Христині Степанівні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5 га"/>
        </w:smartTagPr>
        <w:r w:rsidRPr="00FC45CE">
          <w:rPr>
            <w:spacing w:val="-12"/>
            <w:lang w:val="uk-UA"/>
          </w:rPr>
          <w:t>0,4</w:t>
        </w:r>
        <w:r>
          <w:rPr>
            <w:spacing w:val="-12"/>
            <w:lang w:val="uk-UA"/>
          </w:rPr>
          <w:t>5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 w:rsidRPr="00FC45CE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800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0800</w:t>
        </w:r>
        <w:r w:rsidRPr="00FC45CE">
          <w:rPr>
            <w:spacing w:val="-12"/>
            <w:lang w:val="uk-UA"/>
          </w:rPr>
          <w:t xml:space="preserve">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880 га"/>
        </w:smartTagPr>
        <w:r>
          <w:rPr>
            <w:spacing w:val="-12"/>
            <w:lang w:val="uk-UA"/>
          </w:rPr>
          <w:t>0,1880 га</w:t>
        </w:r>
      </w:smartTag>
      <w:r>
        <w:rPr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820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18</w:t>
        </w:r>
        <w:r w:rsidRPr="00FC45CE">
          <w:rPr>
            <w:spacing w:val="-12"/>
            <w:lang w:val="uk-UA"/>
          </w:rPr>
          <w:t>20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Сосулівка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Pr="00FC45CE" w:rsidRDefault="003D1E10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4.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>гр. К</w:t>
      </w:r>
      <w:r>
        <w:rPr>
          <w:b/>
          <w:lang w:val="uk-UA"/>
        </w:rPr>
        <w:t>расовській Аллі Олексіївні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0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20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Pr="00FC45CE" w:rsidRDefault="003D1E10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5.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Величенко Оксані Олександрівні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508 га"/>
        </w:smartTagPr>
        <w:smartTag w:uri="urn:schemas-microsoft-com:office:smarttags" w:element="metricconverter">
          <w:smartTagPr>
            <w:attr w:name="ProductID" w:val="0,3508 га"/>
          </w:smartTagPr>
          <w:r w:rsidRPr="00FC45CE">
            <w:rPr>
              <w:spacing w:val="-12"/>
              <w:lang w:val="uk-UA"/>
            </w:rPr>
            <w:t>0,</w:t>
          </w:r>
          <w:r>
            <w:rPr>
              <w:spacing w:val="-12"/>
              <w:lang w:val="uk-UA"/>
            </w:rPr>
            <w:t>3508</w:t>
          </w:r>
          <w:r w:rsidRPr="00FC45CE">
            <w:rPr>
              <w:spacing w:val="-12"/>
              <w:shd w:val="clear" w:color="auto" w:fill="FFFFFF"/>
              <w:lang w:val="uk-UA"/>
            </w:rPr>
            <w:t xml:space="preserve"> г</w:t>
          </w:r>
          <w:r w:rsidRPr="00FC45CE">
            <w:rPr>
              <w:spacing w:val="-12"/>
              <w:lang w:val="uk-UA"/>
            </w:rPr>
            <w:t>а</w:t>
          </w:r>
        </w:smartTag>
        <w:r>
          <w:rPr>
            <w:spacing w:val="-12"/>
            <w:lang w:val="uk-UA"/>
          </w:rPr>
          <w:t>,</w:t>
        </w:r>
      </w:smartTag>
      <w:r w:rsidRPr="00FC45CE">
        <w:rPr>
          <w:spacing w:val="-12"/>
          <w:lang w:val="uk-UA"/>
        </w:rPr>
        <w:t xml:space="preserve"> в тому числі: </w:t>
      </w:r>
      <w:smartTag w:uri="urn:schemas-microsoft-com:office:smarttags" w:element="metricconverter">
        <w:smartTagPr>
          <w:attr w:name="ProductID" w:val="0,15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15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008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2008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Шульганівка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Pr="00FC45CE" w:rsidRDefault="003D1E10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6.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Бубернак Марії Григорівні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603 га"/>
        </w:smartTagPr>
        <w:smartTag w:uri="urn:schemas-microsoft-com:office:smarttags" w:element="metricconverter">
          <w:smartTagPr>
            <w:attr w:name="ProductID" w:val="0,2603 га"/>
          </w:smartTagPr>
          <w:r w:rsidRPr="00FC45CE">
            <w:rPr>
              <w:spacing w:val="-12"/>
              <w:lang w:val="uk-UA"/>
            </w:rPr>
            <w:t>0,</w:t>
          </w:r>
          <w:r>
            <w:rPr>
              <w:spacing w:val="-12"/>
              <w:lang w:val="uk-UA"/>
            </w:rPr>
            <w:t>2603</w:t>
          </w:r>
          <w:r w:rsidRPr="00FC45CE">
            <w:rPr>
              <w:spacing w:val="-12"/>
              <w:shd w:val="clear" w:color="auto" w:fill="FFFFFF"/>
              <w:lang w:val="uk-UA"/>
            </w:rPr>
            <w:t xml:space="preserve"> г</w:t>
          </w:r>
          <w:r w:rsidRPr="00FC45CE">
            <w:rPr>
              <w:spacing w:val="-12"/>
              <w:lang w:val="uk-UA"/>
            </w:rPr>
            <w:t>а</w:t>
          </w:r>
        </w:smartTag>
        <w:r>
          <w:rPr>
            <w:spacing w:val="-12"/>
            <w:lang w:val="uk-UA"/>
          </w:rPr>
          <w:t>,</w:t>
        </w:r>
      </w:smartTag>
      <w:r w:rsidRPr="00FC45CE">
        <w:rPr>
          <w:spacing w:val="-12"/>
          <w:lang w:val="uk-UA"/>
        </w:rPr>
        <w:t xml:space="preserve"> в тому числі: </w:t>
      </w:r>
      <w:smartTag w:uri="urn:schemas-microsoft-com:office:smarttags" w:element="metricconverter">
        <w:smartTagPr>
          <w:attr w:name="ProductID" w:val="0,0835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0835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та 0,</w:t>
      </w:r>
      <w:r>
        <w:rPr>
          <w:spacing w:val="-12"/>
          <w:lang w:val="uk-UA"/>
        </w:rPr>
        <w:t>1768</w:t>
      </w:r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Default="003D1E10" w:rsidP="00E92587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7.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Шейка Ігорю Федоровичу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490 га"/>
        </w:smartTagPr>
        <w:r>
          <w:rPr>
            <w:spacing w:val="-12"/>
            <w:lang w:val="uk-UA"/>
          </w:rPr>
          <w:t>1,0490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150 га"/>
        </w:smartTagPr>
        <w:r>
          <w:rPr>
            <w:spacing w:val="-12"/>
            <w:lang w:val="uk-UA"/>
          </w:rPr>
          <w:t>0,1150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350 га"/>
        </w:smartTagPr>
        <w:r>
          <w:rPr>
            <w:spacing w:val="-12"/>
            <w:lang w:val="uk-UA"/>
          </w:rPr>
          <w:t>0,2350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990 га"/>
        </w:smartTagPr>
        <w:r>
          <w:rPr>
            <w:spacing w:val="-12"/>
            <w:lang w:val="uk-UA"/>
          </w:rPr>
          <w:t>0,1990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5000 га"/>
        </w:smartTagPr>
        <w:r>
          <w:rPr>
            <w:spacing w:val="-12"/>
            <w:lang w:val="uk-UA"/>
          </w:rPr>
          <w:t>0,5000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-щі Нагірянка</w:t>
      </w:r>
      <w:r w:rsidRPr="00FC45CE">
        <w:rPr>
          <w:bCs/>
          <w:spacing w:val="-12"/>
          <w:lang w:val="uk-UA"/>
        </w:rPr>
        <w:t xml:space="preserve"> </w:t>
      </w:r>
      <w:r>
        <w:rPr>
          <w:bCs/>
          <w:spacing w:val="-12"/>
          <w:lang w:val="uk-UA"/>
        </w:rPr>
        <w:t>Чортківського району Тернопільсь</w:t>
      </w:r>
      <w:r w:rsidRPr="00FC45CE">
        <w:rPr>
          <w:bCs/>
          <w:spacing w:val="-12"/>
          <w:lang w:val="uk-UA"/>
        </w:rPr>
        <w:t>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Default="003D1E10" w:rsidP="00A9265D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8</w:t>
      </w:r>
      <w:r w:rsidRPr="00AF20D3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 w:rsidRPr="00A9265D">
        <w:rPr>
          <w:b/>
          <w:lang w:val="uk-UA"/>
        </w:rPr>
        <w:t>Мельничук Тетяні</w:t>
      </w:r>
      <w:r w:rsidRPr="00A9265D">
        <w:rPr>
          <w:b/>
          <w:bCs/>
          <w:spacing w:val="-12"/>
          <w:lang w:val="uk-UA"/>
        </w:rPr>
        <w:t xml:space="preserve"> </w:t>
      </w:r>
      <w:r w:rsidRPr="00A9265D">
        <w:rPr>
          <w:b/>
          <w:spacing w:val="-12"/>
          <w:lang w:val="uk-UA"/>
        </w:rPr>
        <w:t>Михайлівні</w:t>
      </w:r>
      <w:r>
        <w:rPr>
          <w:spacing w:val="-12"/>
          <w:lang w:val="uk-UA"/>
        </w:rPr>
        <w:t xml:space="preserve"> на ро</w:t>
      </w:r>
      <w:r w:rsidRPr="00FC45CE">
        <w:rPr>
          <w:spacing w:val="-12"/>
          <w:lang w:val="uk-UA"/>
        </w:rPr>
        <w:t xml:space="preserve">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5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25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Default="003D1E10" w:rsidP="00A9265D">
      <w:pPr>
        <w:spacing w:line="100" w:lineRule="atLeast"/>
        <w:jc w:val="both"/>
        <w:rPr>
          <w:lang w:val="uk-UA"/>
        </w:rPr>
      </w:pPr>
      <w:r w:rsidRPr="00A9265D">
        <w:rPr>
          <w:b/>
          <w:lang w:val="uk-UA"/>
        </w:rPr>
        <w:t>9.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Кравець Василю Ярославовичу</w:t>
      </w:r>
      <w:r>
        <w:rPr>
          <w:spacing w:val="-12"/>
          <w:lang w:val="uk-UA"/>
        </w:rPr>
        <w:t xml:space="preserve"> на ро</w:t>
      </w:r>
      <w:r w:rsidRPr="00FC45CE">
        <w:rPr>
          <w:spacing w:val="-12"/>
          <w:lang w:val="uk-UA"/>
        </w:rPr>
        <w:t xml:space="preserve">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0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 xml:space="preserve">30 </w:t>
        </w:r>
        <w:r w:rsidRPr="00FC45CE">
          <w:rPr>
            <w:spacing w:val="-12"/>
            <w:lang w:val="uk-UA"/>
          </w:rPr>
          <w:t>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-щі Нагірянка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Pr="00FC45CE" w:rsidRDefault="003D1E10" w:rsidP="00BE3E84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10</w:t>
      </w:r>
      <w:r w:rsidRPr="00A9265D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Бабій Наталії Павлівні</w:t>
      </w:r>
      <w:r>
        <w:rPr>
          <w:spacing w:val="-12"/>
          <w:lang w:val="uk-UA"/>
        </w:rPr>
        <w:t xml:space="preserve"> на ро</w:t>
      </w:r>
      <w:r w:rsidRPr="00FC45CE">
        <w:rPr>
          <w:spacing w:val="-12"/>
          <w:lang w:val="uk-UA"/>
        </w:rPr>
        <w:t xml:space="preserve">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8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 xml:space="preserve">48 </w:t>
        </w:r>
        <w:r w:rsidRPr="00FC45CE">
          <w:rPr>
            <w:spacing w:val="-12"/>
            <w:lang w:val="uk-UA"/>
          </w:rPr>
          <w:t>га</w:t>
        </w:r>
      </w:smartTag>
      <w:r>
        <w:rPr>
          <w:spacing w:val="-12"/>
          <w:lang w:val="uk-UA"/>
        </w:rPr>
        <w:t>,</w:t>
      </w:r>
      <w:r w:rsidRPr="00BE3E84">
        <w:rPr>
          <w:spacing w:val="-12"/>
          <w:lang w:val="uk-UA"/>
        </w:rPr>
        <w:t xml:space="preserve"> </w:t>
      </w:r>
      <w:r>
        <w:rPr>
          <w:spacing w:val="-12"/>
          <w:lang w:val="uk-UA"/>
        </w:rPr>
        <w:t xml:space="preserve">в тому числі: </w:t>
      </w:r>
      <w:smartTag w:uri="urn:schemas-microsoft-com:office:smarttags" w:element="metricconverter">
        <w:smartTagPr>
          <w:attr w:name="ProductID" w:val="0,33 га"/>
        </w:smartTagPr>
        <w:r>
          <w:rPr>
            <w:spacing w:val="-12"/>
            <w:lang w:val="uk-UA"/>
          </w:rPr>
          <w:t>0,33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5 га"/>
        </w:smartTagPr>
        <w:r>
          <w:rPr>
            <w:spacing w:val="-12"/>
            <w:lang w:val="uk-UA"/>
          </w:rPr>
          <w:t>0,15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. Стара 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Pr="00FC45CE" w:rsidRDefault="003D1E10" w:rsidP="00BE3E84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11</w:t>
      </w:r>
      <w:r w:rsidRPr="00A9265D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Голодрига Миколі Васильовичу</w:t>
      </w:r>
      <w:r>
        <w:rPr>
          <w:spacing w:val="-12"/>
          <w:lang w:val="uk-UA"/>
        </w:rPr>
        <w:t xml:space="preserve"> на ро</w:t>
      </w:r>
      <w:r w:rsidRPr="00FC45CE">
        <w:rPr>
          <w:spacing w:val="-12"/>
          <w:lang w:val="uk-UA"/>
        </w:rPr>
        <w:t xml:space="preserve">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0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 xml:space="preserve">40 </w:t>
        </w:r>
        <w:r w:rsidRPr="00FC45CE">
          <w:rPr>
            <w:spacing w:val="-12"/>
            <w:lang w:val="uk-UA"/>
          </w:rPr>
          <w:t>га</w:t>
        </w:r>
      </w:smartTag>
      <w:r>
        <w:rPr>
          <w:spacing w:val="-12"/>
          <w:lang w:val="uk-UA"/>
        </w:rPr>
        <w:t>,</w:t>
      </w:r>
      <w:r w:rsidRPr="00BE3E84">
        <w:rPr>
          <w:spacing w:val="-12"/>
          <w:lang w:val="uk-UA"/>
        </w:rPr>
        <w:t xml:space="preserve"> </w:t>
      </w:r>
      <w:r>
        <w:rPr>
          <w:spacing w:val="-12"/>
          <w:lang w:val="uk-UA"/>
        </w:rPr>
        <w:t xml:space="preserve">в тому числі: </w:t>
      </w:r>
      <w:smartTag w:uri="urn:schemas-microsoft-com:office:smarttags" w:element="metricconverter">
        <w:smartTagPr>
          <w:attr w:name="ProductID" w:val="0,30 га"/>
        </w:smartTagPr>
        <w:r>
          <w:rPr>
            <w:spacing w:val="-12"/>
            <w:lang w:val="uk-UA"/>
          </w:rPr>
          <w:t>0,30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0 га"/>
        </w:smartTagPr>
        <w:r>
          <w:rPr>
            <w:spacing w:val="-12"/>
            <w:lang w:val="uk-UA"/>
          </w:rPr>
          <w:t>0,10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. Стара 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Pr="00FC45CE" w:rsidRDefault="003D1E10" w:rsidP="00BE3E84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12</w:t>
      </w:r>
      <w:r w:rsidRPr="00A9265D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 w:rsidRPr="00665A12">
        <w:rPr>
          <w:b/>
          <w:lang w:val="uk-UA"/>
        </w:rPr>
        <w:t>Ричаківській Надії Михайлівні</w:t>
      </w:r>
      <w:r>
        <w:rPr>
          <w:spacing w:val="-12"/>
          <w:lang w:val="uk-UA"/>
        </w:rPr>
        <w:t xml:space="preserve"> на ро</w:t>
      </w:r>
      <w:r w:rsidRPr="00FC45CE">
        <w:rPr>
          <w:spacing w:val="-12"/>
          <w:lang w:val="uk-UA"/>
        </w:rPr>
        <w:t xml:space="preserve">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8479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 xml:space="preserve">8479 </w:t>
        </w:r>
        <w:r w:rsidRPr="00FC45CE">
          <w:rPr>
            <w:spacing w:val="-12"/>
            <w:lang w:val="uk-UA"/>
          </w:rPr>
          <w:t>га</w:t>
        </w:r>
      </w:smartTag>
      <w:r>
        <w:rPr>
          <w:spacing w:val="-12"/>
          <w:lang w:val="uk-UA"/>
        </w:rPr>
        <w:t>,</w:t>
      </w:r>
      <w:r w:rsidRPr="00BE3E84">
        <w:rPr>
          <w:spacing w:val="-12"/>
          <w:lang w:val="uk-UA"/>
        </w:rPr>
        <w:t xml:space="preserve"> </w:t>
      </w:r>
      <w:r>
        <w:rPr>
          <w:spacing w:val="-12"/>
          <w:lang w:val="uk-UA"/>
        </w:rPr>
        <w:t xml:space="preserve">в тому числі: </w:t>
      </w:r>
      <w:smartTag w:uri="urn:schemas-microsoft-com:office:smarttags" w:element="metricconverter">
        <w:smartTagPr>
          <w:attr w:name="ProductID" w:val="0,1979 га"/>
        </w:smartTagPr>
        <w:r>
          <w:rPr>
            <w:spacing w:val="-12"/>
            <w:lang w:val="uk-UA"/>
          </w:rPr>
          <w:t>0,1979 га</w:t>
        </w:r>
      </w:smartTag>
      <w:r w:rsidRPr="00FC45CE">
        <w:rPr>
          <w:spacing w:val="-12"/>
          <w:lang w:val="uk-UA"/>
        </w:rPr>
        <w:t xml:space="preserve"> </w:t>
      </w:r>
      <w:r w:rsidRPr="00FC45CE">
        <w:rPr>
          <w:bCs/>
          <w:spacing w:val="-12"/>
          <w:lang w:val="uk-UA"/>
        </w:rPr>
        <w:t>в с</w:t>
      </w:r>
      <w:r>
        <w:rPr>
          <w:bCs/>
          <w:spacing w:val="-12"/>
          <w:lang w:val="uk-UA"/>
        </w:rPr>
        <w:t>. Стара 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</w:t>
      </w:r>
      <w:r w:rsidRPr="00FC45CE">
        <w:rPr>
          <w:spacing w:val="-12"/>
          <w:lang w:val="uk-UA"/>
        </w:rPr>
        <w:t xml:space="preserve"> </w:t>
      </w:r>
      <w:r>
        <w:rPr>
          <w:spacing w:val="-12"/>
          <w:lang w:val="uk-UA"/>
        </w:rPr>
        <w:t xml:space="preserve"> та  </w:t>
      </w:r>
      <w:smartTag w:uri="urn:schemas-microsoft-com:office:smarttags" w:element="metricconverter">
        <w:smartTagPr>
          <w:attr w:name="ProductID" w:val="0,2500 га"/>
        </w:smartTagPr>
        <w:r>
          <w:rPr>
            <w:spacing w:val="-12"/>
            <w:lang w:val="uk-UA"/>
          </w:rPr>
          <w:t>0,2500 га</w:t>
        </w:r>
      </w:smartTag>
      <w:r>
        <w:rPr>
          <w:spacing w:val="-12"/>
          <w:lang w:val="uk-UA"/>
        </w:rPr>
        <w:t xml:space="preserve">,  </w:t>
      </w:r>
      <w:smartTag w:uri="urn:schemas-microsoft-com:office:smarttags" w:element="metricconverter">
        <w:smartTagPr>
          <w:attr w:name="ProductID" w:val="0,4000 га"/>
        </w:smartTagPr>
        <w:r>
          <w:rPr>
            <w:spacing w:val="-12"/>
            <w:lang w:val="uk-UA"/>
          </w:rPr>
          <w:t>0,4000 га</w:t>
        </w:r>
      </w:smartTag>
      <w:r>
        <w:rPr>
          <w:spacing w:val="-12"/>
          <w:lang w:val="uk-UA"/>
        </w:rPr>
        <w:t xml:space="preserve"> </w:t>
      </w:r>
      <w:r w:rsidRPr="00FC45CE">
        <w:rPr>
          <w:bCs/>
          <w:spacing w:val="-12"/>
          <w:lang w:val="uk-UA"/>
        </w:rPr>
        <w:t>в с</w:t>
      </w:r>
      <w:r>
        <w:rPr>
          <w:bCs/>
          <w:spacing w:val="-12"/>
          <w:lang w:val="uk-UA"/>
        </w:rPr>
        <w:t>. Черкавщина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</w:t>
      </w:r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3D1E10" w:rsidRPr="00FC45CE" w:rsidRDefault="003D1E10" w:rsidP="00A9265D">
      <w:pPr>
        <w:spacing w:line="100" w:lineRule="atLeast"/>
        <w:jc w:val="both"/>
        <w:rPr>
          <w:lang w:val="uk-UA"/>
        </w:rPr>
      </w:pPr>
    </w:p>
    <w:p w:rsidR="003D1E10" w:rsidRPr="00FC45CE" w:rsidRDefault="003D1E10" w:rsidP="00A9265D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13</w:t>
      </w:r>
      <w:r w:rsidRPr="00AF20D3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3D1E10" w:rsidRPr="00FC45CE" w:rsidRDefault="003D1E10" w:rsidP="005F52BB">
      <w:pPr>
        <w:jc w:val="both"/>
        <w:rPr>
          <w:lang w:val="uk-UA"/>
        </w:rPr>
      </w:pPr>
      <w:r>
        <w:rPr>
          <w:b/>
          <w:lang w:val="uk-UA"/>
        </w:rPr>
        <w:t>14</w:t>
      </w:r>
      <w:r w:rsidRPr="00AF20D3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>Копію рішення направити заявнику.</w:t>
      </w:r>
    </w:p>
    <w:p w:rsidR="003D1E10" w:rsidRPr="00FC45CE" w:rsidRDefault="003D1E10" w:rsidP="005F52BB">
      <w:pPr>
        <w:spacing w:line="276" w:lineRule="auto"/>
        <w:jc w:val="both"/>
        <w:rPr>
          <w:lang w:val="uk-UA" w:eastAsia="ru-RU"/>
        </w:rPr>
      </w:pPr>
      <w:r w:rsidRPr="00AF20D3">
        <w:rPr>
          <w:b/>
          <w:lang w:val="uk-UA" w:eastAsia="ru-RU"/>
        </w:rPr>
        <w:t>1</w:t>
      </w:r>
      <w:r>
        <w:rPr>
          <w:b/>
          <w:lang w:val="uk-UA" w:eastAsia="ru-RU"/>
        </w:rPr>
        <w:t>5</w:t>
      </w:r>
      <w:r w:rsidRPr="00AF20D3">
        <w:rPr>
          <w:b/>
          <w:lang w:val="uk-UA" w:eastAsia="ru-RU"/>
        </w:rPr>
        <w:t>.</w:t>
      </w:r>
      <w:r>
        <w:rPr>
          <w:lang w:val="uk-UA" w:eastAsia="ru-RU"/>
        </w:rPr>
        <w:t xml:space="preserve"> </w:t>
      </w:r>
      <w:r w:rsidRPr="00FC45CE">
        <w:rPr>
          <w:lang w:val="uk-UA" w:eastAsia="ru-RU"/>
        </w:rPr>
        <w:t>Контроль за виконанням даного рішення покласти на постійну комісію</w:t>
      </w:r>
      <w:r w:rsidRPr="00D721FB">
        <w:rPr>
          <w:lang w:val="uk-UA" w:eastAsia="ru-RU"/>
        </w:rPr>
        <w:t xml:space="preserve"> </w:t>
      </w:r>
      <w:r w:rsidRPr="00FC45CE">
        <w:rPr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3D1E10" w:rsidRPr="00FC45CE" w:rsidRDefault="003D1E10" w:rsidP="005F52BB">
      <w:pPr>
        <w:jc w:val="both"/>
        <w:rPr>
          <w:lang w:val="uk-UA"/>
        </w:rPr>
      </w:pPr>
    </w:p>
    <w:p w:rsidR="003D1E10" w:rsidRPr="00D721FB" w:rsidRDefault="003D1E10" w:rsidP="005F52BB">
      <w:pPr>
        <w:rPr>
          <w:rFonts w:ascii="Calibri" w:hAnsi="Calibri"/>
          <w:b/>
          <w:lang w:val="uk-UA" w:eastAsia="en-US"/>
        </w:rPr>
      </w:pPr>
      <w:r w:rsidRPr="00FC45CE">
        <w:rPr>
          <w:lang w:val="uk-UA"/>
        </w:rPr>
        <w:tab/>
      </w:r>
      <w:r w:rsidRPr="00D721FB">
        <w:rPr>
          <w:b/>
          <w:lang w:val="uk-UA" w:eastAsia="ru-RU"/>
        </w:rPr>
        <w:t xml:space="preserve">Нагірянський сільський голова                           </w:t>
      </w:r>
      <w:r>
        <w:rPr>
          <w:b/>
          <w:lang w:val="uk-UA" w:eastAsia="ru-RU"/>
        </w:rPr>
        <w:t xml:space="preserve">                       </w:t>
      </w:r>
      <w:r w:rsidRPr="00D721FB">
        <w:rPr>
          <w:b/>
          <w:lang w:val="uk-UA" w:eastAsia="ru-RU"/>
        </w:rPr>
        <w:t xml:space="preserve">      Ігор КІНДРАТ       </w:t>
      </w:r>
    </w:p>
    <w:p w:rsidR="003D1E10" w:rsidRPr="00FC45CE" w:rsidRDefault="003D1E10" w:rsidP="005F52BB">
      <w:pPr>
        <w:rPr>
          <w:lang w:val="uk-UA"/>
        </w:rPr>
      </w:pPr>
    </w:p>
    <w:p w:rsidR="003D1E10" w:rsidRDefault="003D1E10" w:rsidP="00BF3BBF">
      <w:pPr>
        <w:jc w:val="both"/>
        <w:rPr>
          <w:lang w:val="uk-UA"/>
        </w:rPr>
      </w:pPr>
      <w:r>
        <w:rPr>
          <w:lang w:val="uk-UA"/>
        </w:rPr>
        <w:t xml:space="preserve">Йосип ЗІБРІВСЬКИЙ                                                          </w:t>
      </w:r>
    </w:p>
    <w:p w:rsidR="003D1E10" w:rsidRDefault="003D1E10" w:rsidP="00BF3BBF">
      <w:pPr>
        <w:jc w:val="both"/>
      </w:pPr>
      <w:r>
        <w:t xml:space="preserve">Любомир ХОМ’ЯК                                                              </w:t>
      </w:r>
    </w:p>
    <w:p w:rsidR="003D1E10" w:rsidRDefault="003D1E10" w:rsidP="00BF3BBF">
      <w:r>
        <w:t>Оксана КОВАЛЬЧУК</w:t>
      </w:r>
    </w:p>
    <w:p w:rsidR="003D1E10" w:rsidRPr="00FC45CE" w:rsidRDefault="003D1E10" w:rsidP="005F52BB">
      <w:pPr>
        <w:rPr>
          <w:lang w:val="uk-UA"/>
        </w:rPr>
      </w:pPr>
      <w:r>
        <w:t>Галина БУРЯК</w:t>
      </w:r>
    </w:p>
    <w:p w:rsidR="003D1E10" w:rsidRPr="00FC45CE" w:rsidRDefault="003D1E10" w:rsidP="005F52BB">
      <w:pPr>
        <w:rPr>
          <w:lang w:val="uk-UA"/>
        </w:rPr>
      </w:pPr>
    </w:p>
    <w:p w:rsidR="003D1E10" w:rsidRPr="00FC45CE" w:rsidRDefault="003D1E10" w:rsidP="005F52BB">
      <w:pPr>
        <w:rPr>
          <w:lang w:val="uk-UA"/>
        </w:rPr>
      </w:pPr>
    </w:p>
    <w:p w:rsidR="003D1E10" w:rsidRPr="00FC45CE" w:rsidRDefault="003D1E10" w:rsidP="005F52BB">
      <w:pPr>
        <w:rPr>
          <w:lang w:val="uk-UA"/>
        </w:rPr>
      </w:pPr>
    </w:p>
    <w:p w:rsidR="003D1E10" w:rsidRPr="00FC45CE" w:rsidRDefault="003D1E10" w:rsidP="005F52BB">
      <w:pPr>
        <w:rPr>
          <w:lang w:val="uk-UA"/>
        </w:rPr>
      </w:pPr>
    </w:p>
    <w:p w:rsidR="003D1E10" w:rsidRPr="00FC45CE" w:rsidRDefault="003D1E10" w:rsidP="005F52BB">
      <w:pPr>
        <w:rPr>
          <w:lang w:val="uk-UA"/>
        </w:rPr>
      </w:pPr>
    </w:p>
    <w:p w:rsidR="003D1E10" w:rsidRPr="00FC45CE" w:rsidRDefault="003D1E10" w:rsidP="005F52BB">
      <w:pPr>
        <w:rPr>
          <w:lang w:val="uk-UA"/>
        </w:rPr>
      </w:pPr>
    </w:p>
    <w:p w:rsidR="003D1E10" w:rsidRPr="00FC45CE" w:rsidRDefault="003D1E10" w:rsidP="005F52BB">
      <w:pPr>
        <w:rPr>
          <w:lang w:val="uk-UA"/>
        </w:rPr>
      </w:pPr>
    </w:p>
    <w:p w:rsidR="003D1E10" w:rsidRPr="00FC45CE" w:rsidRDefault="003D1E10" w:rsidP="005F52BB">
      <w:pPr>
        <w:rPr>
          <w:lang w:val="uk-UA"/>
        </w:rPr>
      </w:pPr>
    </w:p>
    <w:p w:rsidR="003D1E10" w:rsidRDefault="003D1E10" w:rsidP="005F52BB">
      <w:pPr>
        <w:rPr>
          <w:lang w:val="uk-UA"/>
        </w:rPr>
      </w:pPr>
    </w:p>
    <w:p w:rsidR="003D1E10" w:rsidRDefault="003D1E10" w:rsidP="005F52BB">
      <w:pPr>
        <w:rPr>
          <w:lang w:val="uk-UA"/>
        </w:rPr>
      </w:pPr>
    </w:p>
    <w:p w:rsidR="003D1E10" w:rsidRDefault="003D1E10" w:rsidP="005F52BB">
      <w:pPr>
        <w:rPr>
          <w:lang w:val="uk-UA"/>
        </w:rPr>
      </w:pPr>
    </w:p>
    <w:p w:rsidR="003D1E10" w:rsidRDefault="003D1E10" w:rsidP="005F52BB">
      <w:pPr>
        <w:rPr>
          <w:lang w:val="uk-UA"/>
        </w:rPr>
      </w:pPr>
    </w:p>
    <w:p w:rsidR="003D1E10" w:rsidRDefault="003D1E10" w:rsidP="005F52BB">
      <w:pPr>
        <w:rPr>
          <w:lang w:val="uk-UA"/>
        </w:rPr>
      </w:pPr>
    </w:p>
    <w:p w:rsidR="003D1E10" w:rsidRDefault="003D1E10" w:rsidP="005F52BB">
      <w:pPr>
        <w:rPr>
          <w:lang w:val="uk-UA"/>
        </w:rPr>
      </w:pPr>
    </w:p>
    <w:p w:rsidR="003D1E10" w:rsidRDefault="003D1E10" w:rsidP="005F52BB">
      <w:pPr>
        <w:rPr>
          <w:lang w:val="uk-UA"/>
        </w:rPr>
      </w:pPr>
    </w:p>
    <w:p w:rsidR="003D1E10" w:rsidRDefault="003D1E10" w:rsidP="005F52BB">
      <w:pPr>
        <w:rPr>
          <w:lang w:val="uk-UA"/>
        </w:rPr>
      </w:pPr>
    </w:p>
    <w:p w:rsidR="003D1E10" w:rsidRPr="00FC45CE" w:rsidRDefault="003D1E10" w:rsidP="00AA3751">
      <w:pPr>
        <w:rPr>
          <w:lang w:val="uk-UA"/>
        </w:rPr>
      </w:pPr>
    </w:p>
    <w:p w:rsidR="003D1E10" w:rsidRPr="00FC45CE" w:rsidRDefault="003D1E10" w:rsidP="00AA3751">
      <w:pPr>
        <w:rPr>
          <w:lang w:val="uk-UA"/>
        </w:rPr>
      </w:pPr>
    </w:p>
    <w:p w:rsidR="003D1E10" w:rsidRPr="00FC45CE" w:rsidRDefault="003D1E10" w:rsidP="00AA3751">
      <w:pPr>
        <w:rPr>
          <w:lang w:val="uk-UA"/>
        </w:rPr>
      </w:pPr>
    </w:p>
    <w:sectPr w:rsidR="003D1E10" w:rsidRPr="00FC45CE" w:rsidSect="00D721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10E71"/>
    <w:rsid w:val="000671F1"/>
    <w:rsid w:val="000710CF"/>
    <w:rsid w:val="000A4ABB"/>
    <w:rsid w:val="000B3858"/>
    <w:rsid w:val="000B5CE4"/>
    <w:rsid w:val="000D3BE8"/>
    <w:rsid w:val="000D4CF2"/>
    <w:rsid w:val="000F1C09"/>
    <w:rsid w:val="000F7B1E"/>
    <w:rsid w:val="001505E0"/>
    <w:rsid w:val="00154681"/>
    <w:rsid w:val="00154CE6"/>
    <w:rsid w:val="001626F4"/>
    <w:rsid w:val="00180FF2"/>
    <w:rsid w:val="001C2793"/>
    <w:rsid w:val="001D1B46"/>
    <w:rsid w:val="001D6D35"/>
    <w:rsid w:val="0024601E"/>
    <w:rsid w:val="00265E7C"/>
    <w:rsid w:val="0027352A"/>
    <w:rsid w:val="00287AF3"/>
    <w:rsid w:val="00287D87"/>
    <w:rsid w:val="002E7579"/>
    <w:rsid w:val="003059CA"/>
    <w:rsid w:val="00345B21"/>
    <w:rsid w:val="00346C7F"/>
    <w:rsid w:val="003568C9"/>
    <w:rsid w:val="003B7021"/>
    <w:rsid w:val="003C2A27"/>
    <w:rsid w:val="003C3272"/>
    <w:rsid w:val="003D1E10"/>
    <w:rsid w:val="003E243D"/>
    <w:rsid w:val="00467CB4"/>
    <w:rsid w:val="00483B90"/>
    <w:rsid w:val="004855A2"/>
    <w:rsid w:val="00495E54"/>
    <w:rsid w:val="004E035F"/>
    <w:rsid w:val="004E3BE8"/>
    <w:rsid w:val="0050190B"/>
    <w:rsid w:val="00511657"/>
    <w:rsid w:val="00557347"/>
    <w:rsid w:val="005650D0"/>
    <w:rsid w:val="005815E5"/>
    <w:rsid w:val="0059299A"/>
    <w:rsid w:val="005B5AE1"/>
    <w:rsid w:val="005C3398"/>
    <w:rsid w:val="005F52BB"/>
    <w:rsid w:val="00630AEC"/>
    <w:rsid w:val="00635EBB"/>
    <w:rsid w:val="00652DF7"/>
    <w:rsid w:val="00665A12"/>
    <w:rsid w:val="00665A8F"/>
    <w:rsid w:val="00674DD0"/>
    <w:rsid w:val="00675E8C"/>
    <w:rsid w:val="00680AC4"/>
    <w:rsid w:val="006A23DE"/>
    <w:rsid w:val="006A4039"/>
    <w:rsid w:val="006B730D"/>
    <w:rsid w:val="007353EA"/>
    <w:rsid w:val="00812CBA"/>
    <w:rsid w:val="00820A4F"/>
    <w:rsid w:val="00822505"/>
    <w:rsid w:val="008311A8"/>
    <w:rsid w:val="008442FB"/>
    <w:rsid w:val="0087127E"/>
    <w:rsid w:val="00884B32"/>
    <w:rsid w:val="008A159F"/>
    <w:rsid w:val="008A5EAE"/>
    <w:rsid w:val="008C1304"/>
    <w:rsid w:val="008E51E3"/>
    <w:rsid w:val="008F1367"/>
    <w:rsid w:val="008F777D"/>
    <w:rsid w:val="00917E74"/>
    <w:rsid w:val="00931A8E"/>
    <w:rsid w:val="0093313A"/>
    <w:rsid w:val="00935185"/>
    <w:rsid w:val="00947EF1"/>
    <w:rsid w:val="00954756"/>
    <w:rsid w:val="009D17CA"/>
    <w:rsid w:val="00A31A0E"/>
    <w:rsid w:val="00A57A81"/>
    <w:rsid w:val="00A80E10"/>
    <w:rsid w:val="00A9265D"/>
    <w:rsid w:val="00AA3751"/>
    <w:rsid w:val="00AA66DF"/>
    <w:rsid w:val="00AB6DF2"/>
    <w:rsid w:val="00AE4718"/>
    <w:rsid w:val="00AF20D3"/>
    <w:rsid w:val="00B008C4"/>
    <w:rsid w:val="00B22145"/>
    <w:rsid w:val="00B31AE9"/>
    <w:rsid w:val="00B53CDA"/>
    <w:rsid w:val="00B62573"/>
    <w:rsid w:val="00B966A4"/>
    <w:rsid w:val="00BA795A"/>
    <w:rsid w:val="00BC0876"/>
    <w:rsid w:val="00BE3E84"/>
    <w:rsid w:val="00BF2C27"/>
    <w:rsid w:val="00BF3BBF"/>
    <w:rsid w:val="00C02BC7"/>
    <w:rsid w:val="00C05064"/>
    <w:rsid w:val="00C13048"/>
    <w:rsid w:val="00C304A1"/>
    <w:rsid w:val="00C304D7"/>
    <w:rsid w:val="00C543CF"/>
    <w:rsid w:val="00CB6D19"/>
    <w:rsid w:val="00CC00B7"/>
    <w:rsid w:val="00CF15CC"/>
    <w:rsid w:val="00D06B00"/>
    <w:rsid w:val="00D30BB9"/>
    <w:rsid w:val="00D35560"/>
    <w:rsid w:val="00D6161F"/>
    <w:rsid w:val="00D721FB"/>
    <w:rsid w:val="00DA028C"/>
    <w:rsid w:val="00E47219"/>
    <w:rsid w:val="00E92587"/>
    <w:rsid w:val="00E933D5"/>
    <w:rsid w:val="00E97C18"/>
    <w:rsid w:val="00EA239F"/>
    <w:rsid w:val="00EC03D1"/>
    <w:rsid w:val="00EC6800"/>
    <w:rsid w:val="00F00113"/>
    <w:rsid w:val="00F43BEC"/>
    <w:rsid w:val="00FC45CE"/>
    <w:rsid w:val="00FE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90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324</TotalTime>
  <Pages>3</Pages>
  <Words>1013</Words>
  <Characters>5775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57</cp:revision>
  <cp:lastPrinted>2021-08-17T07:59:00Z</cp:lastPrinted>
  <dcterms:created xsi:type="dcterms:W3CDTF">2021-05-17T14:10:00Z</dcterms:created>
  <dcterms:modified xsi:type="dcterms:W3CDTF">2021-08-19T07:32:00Z</dcterms:modified>
</cp:coreProperties>
</file>