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9A" w:rsidRPr="00BF5FF4" w:rsidRDefault="00AB009A" w:rsidP="00BF5FF4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98pt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6A08D0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</w:p>
    <w:p w:rsidR="00AB009A" w:rsidRPr="006A08D0" w:rsidRDefault="00AB009A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НАГІРЯНСЬКА  </w:t>
      </w:r>
      <w:r w:rsidRPr="006A08D0">
        <w:rPr>
          <w:rFonts w:ascii="Times New Roman" w:hAnsi="Times New Roman"/>
          <w:sz w:val="24"/>
          <w:szCs w:val="24"/>
          <w:lang w:val="ru-RU" w:eastAsia="ru-RU"/>
        </w:rPr>
        <w:t>С І Л Ь С Ь К А   Р А Д А</w:t>
      </w:r>
    </w:p>
    <w:p w:rsidR="00AB009A" w:rsidRPr="006A08D0" w:rsidRDefault="00AB009A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6A08D0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AB009A" w:rsidRPr="006A08D0" w:rsidRDefault="00AB009A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AB009A" w:rsidRPr="006A08D0" w:rsidRDefault="00AB009A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ДВАНАДЦЯТА</w:t>
      </w:r>
      <w:r w:rsidRPr="006A08D0">
        <w:rPr>
          <w:rFonts w:ascii="Times New Roman" w:hAnsi="Times New Roman"/>
          <w:sz w:val="24"/>
          <w:szCs w:val="24"/>
          <w:lang w:eastAsia="ru-RU"/>
        </w:rPr>
        <w:t xml:space="preserve"> СЕСІЯ</w:t>
      </w:r>
    </w:p>
    <w:p w:rsidR="00AB009A" w:rsidRPr="006A08D0" w:rsidRDefault="00AB009A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AB009A" w:rsidRPr="006A08D0" w:rsidRDefault="00AB009A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07 жовтня</w:t>
      </w:r>
      <w:r w:rsidRPr="006A08D0">
        <w:rPr>
          <w:rFonts w:ascii="Times New Roman" w:hAnsi="Times New Roman"/>
          <w:sz w:val="24"/>
          <w:szCs w:val="24"/>
          <w:lang w:eastAsia="ar-SA"/>
        </w:rPr>
        <w:t xml:space="preserve"> 2021 року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</w:t>
      </w:r>
      <w:r w:rsidRPr="006A08D0">
        <w:rPr>
          <w:rFonts w:ascii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hAnsi="Times New Roman"/>
          <w:sz w:val="24"/>
          <w:szCs w:val="24"/>
          <w:lang w:eastAsia="ar-SA"/>
        </w:rPr>
        <w:t>526</w:t>
      </w:r>
    </w:p>
    <w:p w:rsidR="00AB009A" w:rsidRPr="006A08D0" w:rsidRDefault="00AB009A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sz w:val="24"/>
          <w:szCs w:val="24"/>
          <w:lang w:eastAsia="ar-SA"/>
        </w:rPr>
        <w:t xml:space="preserve"> с-ще Нагірянка</w:t>
      </w:r>
    </w:p>
    <w:p w:rsidR="00AB009A" w:rsidRPr="00F24106" w:rsidRDefault="00AB009A" w:rsidP="00A62E2A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AB009A" w:rsidRPr="006A08D0" w:rsidRDefault="00AB009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Про</w:t>
      </w: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надання дозволу на розроблення </w:t>
      </w:r>
    </w:p>
    <w:p w:rsidR="00AB009A" w:rsidRPr="006A08D0" w:rsidRDefault="00AB009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проекту землеустрою щодо відведення </w:t>
      </w:r>
    </w:p>
    <w:p w:rsidR="00AB009A" w:rsidRDefault="00AB009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земельної ділянки в оренду для сінокосіння</w:t>
      </w: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</w:t>
      </w:r>
    </w:p>
    <w:p w:rsidR="00AB009A" w:rsidRDefault="00AB009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і випасання худоби, що знаходиться</w:t>
      </w: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</w:t>
      </w:r>
    </w:p>
    <w:p w:rsidR="00AB009A" w:rsidRDefault="00AB009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за межами населеного пункту с. Долина </w:t>
      </w:r>
    </w:p>
    <w:p w:rsidR="00AB009A" w:rsidRPr="00A5541F" w:rsidRDefault="00AB009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Чортківського району Тернопільської  області</w:t>
      </w:r>
    </w:p>
    <w:p w:rsidR="00AB009A" w:rsidRPr="00F24106" w:rsidRDefault="00AB009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</w:p>
    <w:p w:rsidR="00AB009A" w:rsidRPr="00F24106" w:rsidRDefault="00AB009A" w:rsidP="006A08D0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F24106">
        <w:rPr>
          <w:rFonts w:ascii="Times New Roman" w:hAnsi="Times New Roman"/>
          <w:sz w:val="24"/>
          <w:szCs w:val="24"/>
          <w:lang w:eastAsia="ar-SA"/>
        </w:rPr>
        <w:t>Розглянувши заяв</w:t>
      </w:r>
      <w:r>
        <w:rPr>
          <w:rFonts w:ascii="Times New Roman" w:hAnsi="Times New Roman"/>
          <w:sz w:val="24"/>
          <w:szCs w:val="24"/>
          <w:lang w:eastAsia="ar-SA"/>
        </w:rPr>
        <w:t>у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 гр. Старовського Богдана Івановича відповідно до статей 12, 33, 93 116, 118, 121, 122, 124 Земельного кодексу України, керуючись статтею 13, 26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eastAsia="ar-SA"/>
        </w:rPr>
        <w:t>,</w:t>
      </w:r>
      <w:r w:rsidRPr="000E5A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</w:t>
      </w:r>
      <w:r w:rsidRPr="00F24106">
        <w:rPr>
          <w:rFonts w:ascii="Times New Roman" w:hAnsi="Times New Roman"/>
          <w:sz w:val="24"/>
          <w:szCs w:val="24"/>
          <w:lang w:eastAsia="ar-SA"/>
        </w:rPr>
        <w:t>, сільська рада</w:t>
      </w:r>
    </w:p>
    <w:p w:rsidR="00AB009A" w:rsidRPr="00F24106" w:rsidRDefault="00AB009A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</w:p>
    <w:p w:rsidR="00AB009A" w:rsidRDefault="00AB009A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  <w:r w:rsidRPr="00F24106">
        <w:rPr>
          <w:rFonts w:ascii="Times New Roman" w:hAnsi="Times New Roman"/>
          <w:b/>
          <w:sz w:val="24"/>
          <w:szCs w:val="24"/>
          <w:lang w:eastAsia="ar-SA"/>
        </w:rPr>
        <w:t>ВИРІШИЛА:</w:t>
      </w:r>
    </w:p>
    <w:p w:rsidR="00AB009A" w:rsidRPr="00F24106" w:rsidRDefault="00AB009A" w:rsidP="00A62E2A">
      <w:pPr>
        <w:suppressAutoHyphens/>
        <w:spacing w:after="0" w:line="240" w:lineRule="auto"/>
        <w:ind w:right="-5"/>
        <w:rPr>
          <w:rFonts w:ascii="Times New Roman" w:hAnsi="Times New Roman"/>
          <w:sz w:val="24"/>
          <w:szCs w:val="24"/>
          <w:lang w:eastAsia="ar-SA"/>
        </w:rPr>
      </w:pPr>
    </w:p>
    <w:p w:rsidR="00AB009A" w:rsidRPr="00F24106" w:rsidRDefault="00AB009A" w:rsidP="00A62E2A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 xml:space="preserve"> Н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>ада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ти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дозв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іл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>гр. Старовському Богдану Івановичу</w:t>
      </w:r>
      <w:r w:rsidRPr="00F24106">
        <w:rPr>
          <w:rFonts w:ascii="Times New Roman" w:hAnsi="Times New Roman"/>
          <w:spacing w:val="-12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>на розроблення проекту землеустрою щодо відведення земельної ділянки в оренду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на 7 (сім) років</w:t>
      </w:r>
      <w:r w:rsidRPr="00F24106">
        <w:rPr>
          <w:rFonts w:ascii="Times New Roman" w:hAnsi="Times New Roman"/>
          <w:spacing w:val="-12"/>
          <w:sz w:val="24"/>
          <w:szCs w:val="24"/>
          <w:lang w:eastAsia="ar-SA"/>
        </w:rPr>
        <w:t xml:space="preserve"> орієнтовною площею 5,00 </w:t>
      </w:r>
      <w:r w:rsidRPr="00F24106">
        <w:rPr>
          <w:rFonts w:ascii="Times New Roman" w:hAnsi="Times New Roman"/>
          <w:spacing w:val="-12"/>
          <w:sz w:val="24"/>
          <w:szCs w:val="24"/>
          <w:shd w:val="clear" w:color="auto" w:fill="FFFFFF"/>
          <w:lang w:eastAsia="ar-SA"/>
        </w:rPr>
        <w:t xml:space="preserve"> г</w:t>
      </w:r>
      <w:r w:rsidRPr="00F24106">
        <w:rPr>
          <w:rFonts w:ascii="Times New Roman" w:hAnsi="Times New Roman"/>
          <w:spacing w:val="-12"/>
          <w:sz w:val="24"/>
          <w:szCs w:val="24"/>
          <w:lang w:eastAsia="ar-SA"/>
        </w:rPr>
        <w:t>а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для сінокосіння 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і випасання худоби, що знаходиться  за межами населеного пункту с. Долина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Чортківського району Тернопільської  області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, за рахунок  пасовища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>.</w:t>
      </w:r>
    </w:p>
    <w:p w:rsidR="00AB009A" w:rsidRDefault="00AB009A" w:rsidP="006A08D0">
      <w:pPr>
        <w:tabs>
          <w:tab w:val="left" w:pos="70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2.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Проект землеустрою щодо відведення земельної ділянки </w:t>
      </w:r>
      <w:r>
        <w:rPr>
          <w:rFonts w:ascii="Times New Roman" w:hAnsi="Times New Roman"/>
          <w:sz w:val="24"/>
          <w:szCs w:val="24"/>
          <w:lang w:eastAsia="ar-SA"/>
        </w:rPr>
        <w:t>в оренду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 подати для розгляду та затвердження у встановленому законодавством порядку.</w:t>
      </w:r>
    </w:p>
    <w:p w:rsidR="00AB009A" w:rsidRPr="00F24106" w:rsidRDefault="00AB009A" w:rsidP="006A08D0">
      <w:pPr>
        <w:tabs>
          <w:tab w:val="left" w:pos="70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>Копію рішення направити заявнику.</w:t>
      </w:r>
    </w:p>
    <w:p w:rsidR="00AB009A" w:rsidRDefault="00AB009A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b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</w:t>
      </w:r>
      <w:r w:rsidRPr="00F24106">
        <w:rPr>
          <w:rFonts w:ascii="Times New Roman" w:hAnsi="Times New Roman"/>
          <w:sz w:val="24"/>
          <w:szCs w:val="24"/>
          <w:lang w:eastAsia="ru-RU"/>
        </w:rPr>
        <w:t xml:space="preserve"> з питань містобудування, земельн</w:t>
      </w:r>
      <w:r>
        <w:rPr>
          <w:rFonts w:ascii="Times New Roman" w:hAnsi="Times New Roman"/>
          <w:sz w:val="24"/>
          <w:szCs w:val="24"/>
          <w:lang w:eastAsia="ru-RU"/>
        </w:rPr>
        <w:t>их відносин та сталого розвитку.</w:t>
      </w:r>
    </w:p>
    <w:p w:rsidR="00AB009A" w:rsidRDefault="00AB009A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B009A" w:rsidRDefault="00AB009A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B009A" w:rsidRPr="00F24106" w:rsidRDefault="00AB009A" w:rsidP="00A62E2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B009A" w:rsidRPr="00F24106" w:rsidRDefault="00AB009A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24106">
        <w:rPr>
          <w:rFonts w:ascii="Times New Roman" w:hAnsi="Times New Roman"/>
          <w:sz w:val="24"/>
          <w:szCs w:val="24"/>
          <w:lang w:eastAsia="ar-SA"/>
        </w:rPr>
        <w:tab/>
      </w:r>
      <w:r w:rsidRPr="00F24106">
        <w:rPr>
          <w:rFonts w:ascii="Times New Roman" w:hAnsi="Times New Roman"/>
          <w:sz w:val="24"/>
          <w:szCs w:val="24"/>
          <w:lang w:eastAsia="ru-RU"/>
        </w:rPr>
        <w:t xml:space="preserve">Нагірянський сільський голова                                                                 Ігор КІНДРАТ    </w:t>
      </w:r>
    </w:p>
    <w:p w:rsidR="00AB009A" w:rsidRDefault="00AB009A" w:rsidP="00C35DD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AB009A" w:rsidRDefault="00AB009A" w:rsidP="0017170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</w:p>
    <w:sectPr w:rsidR="00AB009A" w:rsidSect="002E04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1446"/>
    <w:multiLevelType w:val="multilevel"/>
    <w:tmpl w:val="E09E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B8C"/>
    <w:rsid w:val="0007451E"/>
    <w:rsid w:val="000D3CC4"/>
    <w:rsid w:val="000D4029"/>
    <w:rsid w:val="000D48D3"/>
    <w:rsid w:val="000E5A09"/>
    <w:rsid w:val="001060ED"/>
    <w:rsid w:val="001138BF"/>
    <w:rsid w:val="0017170F"/>
    <w:rsid w:val="00200575"/>
    <w:rsid w:val="002E0477"/>
    <w:rsid w:val="002F1947"/>
    <w:rsid w:val="00340D33"/>
    <w:rsid w:val="00367AB6"/>
    <w:rsid w:val="00380043"/>
    <w:rsid w:val="003859B6"/>
    <w:rsid w:val="003866E0"/>
    <w:rsid w:val="003B0A3B"/>
    <w:rsid w:val="003D77D6"/>
    <w:rsid w:val="003E6B17"/>
    <w:rsid w:val="004217CC"/>
    <w:rsid w:val="0042304F"/>
    <w:rsid w:val="004A07FB"/>
    <w:rsid w:val="004A6B8C"/>
    <w:rsid w:val="004E2354"/>
    <w:rsid w:val="004F695C"/>
    <w:rsid w:val="00503501"/>
    <w:rsid w:val="00530721"/>
    <w:rsid w:val="00565DE0"/>
    <w:rsid w:val="006115EB"/>
    <w:rsid w:val="0062125F"/>
    <w:rsid w:val="00657103"/>
    <w:rsid w:val="00666B58"/>
    <w:rsid w:val="0069453F"/>
    <w:rsid w:val="006A08D0"/>
    <w:rsid w:val="006B2A92"/>
    <w:rsid w:val="00752171"/>
    <w:rsid w:val="007C0D53"/>
    <w:rsid w:val="007C5583"/>
    <w:rsid w:val="00826FB3"/>
    <w:rsid w:val="008335E7"/>
    <w:rsid w:val="00862495"/>
    <w:rsid w:val="009B4386"/>
    <w:rsid w:val="00A5541F"/>
    <w:rsid w:val="00A5733E"/>
    <w:rsid w:val="00A62E2A"/>
    <w:rsid w:val="00AB009A"/>
    <w:rsid w:val="00B138FE"/>
    <w:rsid w:val="00B216A1"/>
    <w:rsid w:val="00B30365"/>
    <w:rsid w:val="00B37FDE"/>
    <w:rsid w:val="00BF5FF4"/>
    <w:rsid w:val="00C25B74"/>
    <w:rsid w:val="00C35BC4"/>
    <w:rsid w:val="00C35DDF"/>
    <w:rsid w:val="00CB0B50"/>
    <w:rsid w:val="00CD16CF"/>
    <w:rsid w:val="00D062EB"/>
    <w:rsid w:val="00D12B31"/>
    <w:rsid w:val="00D818C1"/>
    <w:rsid w:val="00DF1D75"/>
    <w:rsid w:val="00E31ECC"/>
    <w:rsid w:val="00E355A6"/>
    <w:rsid w:val="00E91331"/>
    <w:rsid w:val="00EA60DE"/>
    <w:rsid w:val="00EB4340"/>
    <w:rsid w:val="00F24106"/>
    <w:rsid w:val="00F95663"/>
    <w:rsid w:val="00FB16CD"/>
    <w:rsid w:val="00FE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7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E9133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79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921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2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1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1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1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922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792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079220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9222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921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31079221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</w:divsChild>
            </w:div>
            <w:div w:id="13107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9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079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9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79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79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79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792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07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79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197</TotalTime>
  <Pages>1</Pages>
  <Words>235</Words>
  <Characters>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23</cp:revision>
  <cp:lastPrinted>2021-10-28T15:10:00Z</cp:lastPrinted>
  <dcterms:created xsi:type="dcterms:W3CDTF">2021-03-29T20:31:00Z</dcterms:created>
  <dcterms:modified xsi:type="dcterms:W3CDTF">2021-10-28T15:18:00Z</dcterms:modified>
</cp:coreProperties>
</file>