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8E3" w:rsidRPr="00FD6569" w:rsidRDefault="005748E3" w:rsidP="005B105E">
      <w:pPr>
        <w:pStyle w:val="1"/>
        <w:jc w:val="right"/>
        <w:rPr>
          <w:rFonts w:ascii="Times New Roman" w:hAnsi="Times New Roman"/>
          <w:bCs/>
          <w:sz w:val="24"/>
          <w:szCs w:val="24"/>
        </w:rPr>
      </w:pPr>
      <w:r w:rsidRPr="00FD6569">
        <w:rPr>
          <w:rFonts w:ascii="Times New Roman" w:hAnsi="Times New Roman"/>
          <w:bCs/>
          <w:sz w:val="24"/>
          <w:szCs w:val="24"/>
        </w:rPr>
        <w:t xml:space="preserve"> </w:t>
      </w:r>
    </w:p>
    <w:p w:rsidR="005748E3" w:rsidRPr="00FD6569" w:rsidRDefault="005748E3" w:rsidP="005B105E">
      <w:pPr>
        <w:pStyle w:val="1"/>
        <w:rPr>
          <w:noProof/>
          <w:sz w:val="24"/>
          <w:szCs w:val="24"/>
          <w:lang w:val="ru-RU" w:eastAsia="ru-RU"/>
        </w:rPr>
      </w:pPr>
    </w:p>
    <w:p w:rsidR="005748E3" w:rsidRPr="00FD6569" w:rsidRDefault="005748E3" w:rsidP="005B105E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AC628B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5748E3" w:rsidRPr="00FD6569" w:rsidRDefault="005748E3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FD6569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FD6569">
        <w:rPr>
          <w:rFonts w:ascii="Times New Roman" w:hAnsi="Times New Roman"/>
          <w:sz w:val="24"/>
          <w:szCs w:val="24"/>
          <w:lang w:val="ru-RU" w:eastAsia="ru-RU"/>
        </w:rPr>
        <w:tab/>
        <w:t xml:space="preserve"> </w:t>
      </w:r>
      <w:r>
        <w:rPr>
          <w:rFonts w:ascii="Times New Roman" w:hAnsi="Times New Roman"/>
          <w:sz w:val="24"/>
          <w:szCs w:val="24"/>
          <w:lang w:val="ru-RU" w:eastAsia="ru-RU"/>
        </w:rPr>
        <w:t>СІЛЬСЬКА РАДА</w:t>
      </w:r>
    </w:p>
    <w:p w:rsidR="005748E3" w:rsidRPr="00FD6569" w:rsidRDefault="005748E3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FD6569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5748E3" w:rsidRPr="00FD6569" w:rsidRDefault="005748E3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FD6569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5748E3" w:rsidRPr="00EB0AD8" w:rsidRDefault="005748E3" w:rsidP="00FD6569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FD6569">
        <w:rPr>
          <w:rFonts w:ascii="Times New Roman" w:hAnsi="Times New Roman"/>
          <w:sz w:val="24"/>
          <w:szCs w:val="24"/>
          <w:lang w:eastAsia="ru-RU"/>
        </w:rPr>
        <w:t>ДВАНАДЦЯТА СЕСІЯ</w:t>
      </w:r>
    </w:p>
    <w:p w:rsidR="005748E3" w:rsidRDefault="005748E3" w:rsidP="000632F6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РІШЕННЯ</w:t>
      </w:r>
      <w:r w:rsidRPr="00FD656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5748E3" w:rsidRDefault="005748E3" w:rsidP="000632F6">
      <w:pPr>
        <w:suppressAutoHyphens/>
        <w:spacing w:after="0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>07 жовтня</w:t>
      </w:r>
      <w:r w:rsidRPr="00FD6569">
        <w:rPr>
          <w:rFonts w:ascii="Times New Roman" w:hAnsi="Times New Roman"/>
          <w:sz w:val="24"/>
          <w:szCs w:val="24"/>
          <w:lang w:eastAsia="ar-SA"/>
        </w:rPr>
        <w:t xml:space="preserve"> 2021 року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</w:t>
      </w:r>
      <w:r w:rsidRPr="00FD6569">
        <w:rPr>
          <w:rFonts w:ascii="Times New Roman" w:hAnsi="Times New Roman"/>
          <w:sz w:val="24"/>
          <w:szCs w:val="24"/>
          <w:lang w:eastAsia="ar-SA"/>
        </w:rPr>
        <w:t xml:space="preserve">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</w:t>
      </w:r>
      <w:r w:rsidRPr="00FD6569">
        <w:rPr>
          <w:rFonts w:ascii="Times New Roman" w:hAnsi="Times New Roman"/>
          <w:sz w:val="24"/>
          <w:szCs w:val="24"/>
          <w:lang w:eastAsia="ar-SA"/>
        </w:rPr>
        <w:t xml:space="preserve">№ </w:t>
      </w:r>
      <w:r>
        <w:rPr>
          <w:rFonts w:ascii="Times New Roman" w:hAnsi="Times New Roman"/>
          <w:sz w:val="24"/>
          <w:szCs w:val="24"/>
          <w:lang w:eastAsia="ar-SA"/>
        </w:rPr>
        <w:t>537</w:t>
      </w:r>
    </w:p>
    <w:p w:rsidR="005748E3" w:rsidRPr="003D4DB6" w:rsidRDefault="005748E3" w:rsidP="003D4DB6">
      <w:pPr>
        <w:suppressAutoHyphens/>
        <w:spacing w:after="0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3D4DB6">
        <w:rPr>
          <w:rFonts w:ascii="Times New Roman" w:hAnsi="Times New Roman"/>
          <w:sz w:val="24"/>
          <w:szCs w:val="24"/>
          <w:lang w:eastAsia="ar-SA"/>
        </w:rPr>
        <w:t>с-ще Нагірянка</w:t>
      </w:r>
      <w:r w:rsidRPr="003D4DB6">
        <w:rPr>
          <w:rFonts w:ascii="Times New Roman" w:hAnsi="Times New Roman"/>
        </w:rPr>
        <w:t xml:space="preserve">                                          </w:t>
      </w:r>
    </w:p>
    <w:p w:rsidR="005748E3" w:rsidRDefault="005748E3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4E5081">
        <w:rPr>
          <w:rFonts w:ascii="Times New Roman" w:hAnsi="Times New Roman"/>
          <w:b/>
          <w:sz w:val="24"/>
          <w:szCs w:val="24"/>
        </w:rPr>
        <w:t xml:space="preserve">Про затвердження проектів землеустрою </w:t>
      </w:r>
    </w:p>
    <w:p w:rsidR="005748E3" w:rsidRDefault="005748E3" w:rsidP="005B105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4E5081">
        <w:rPr>
          <w:rFonts w:ascii="Times New Roman" w:hAnsi="Times New Roman"/>
          <w:b/>
          <w:sz w:val="24"/>
          <w:szCs w:val="24"/>
        </w:rPr>
        <w:t>щодо відведення земельних д</w:t>
      </w:r>
      <w:r w:rsidRPr="004E5081">
        <w:rPr>
          <w:rFonts w:ascii="Times New Roman" w:hAnsi="Times New Roman"/>
          <w:b/>
          <w:bCs/>
          <w:sz w:val="24"/>
          <w:szCs w:val="24"/>
        </w:rPr>
        <w:t xml:space="preserve">ілянок </w:t>
      </w:r>
    </w:p>
    <w:p w:rsidR="005748E3" w:rsidRDefault="005748E3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4E5081">
        <w:rPr>
          <w:rFonts w:ascii="Times New Roman" w:hAnsi="Times New Roman"/>
          <w:b/>
          <w:bCs/>
          <w:sz w:val="24"/>
          <w:szCs w:val="24"/>
        </w:rPr>
        <w:t>у власність та передача їх громадянам</w:t>
      </w:r>
      <w:r w:rsidRPr="004E5081">
        <w:rPr>
          <w:rFonts w:ascii="Times New Roman" w:hAnsi="Times New Roman"/>
          <w:b/>
          <w:sz w:val="24"/>
          <w:szCs w:val="24"/>
        </w:rPr>
        <w:t xml:space="preserve"> </w:t>
      </w:r>
    </w:p>
    <w:p w:rsidR="005748E3" w:rsidRPr="00685CB7" w:rsidRDefault="005748E3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4E5081">
        <w:rPr>
          <w:rFonts w:ascii="Times New Roman" w:hAnsi="Times New Roman"/>
          <w:b/>
          <w:sz w:val="24"/>
          <w:szCs w:val="24"/>
        </w:rPr>
        <w:t xml:space="preserve">у приватну </w:t>
      </w:r>
      <w:r w:rsidRPr="004E5081">
        <w:rPr>
          <w:rFonts w:ascii="Times New Roman" w:hAnsi="Times New Roman"/>
          <w:b/>
          <w:bCs/>
          <w:sz w:val="24"/>
          <w:szCs w:val="24"/>
        </w:rPr>
        <w:t>власність</w:t>
      </w:r>
      <w:r w:rsidRPr="004E5081">
        <w:rPr>
          <w:rFonts w:ascii="Times New Roman" w:hAnsi="Times New Roman"/>
          <w:b/>
          <w:sz w:val="24"/>
          <w:szCs w:val="24"/>
        </w:rPr>
        <w:t xml:space="preserve"> </w:t>
      </w:r>
    </w:p>
    <w:p w:rsidR="005748E3" w:rsidRPr="003D4DB6" w:rsidRDefault="005748E3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 w:rsidRPr="004E508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4E5081">
        <w:rPr>
          <w:rFonts w:ascii="Times New Roman" w:hAnsi="Times New Roman"/>
          <w:sz w:val="24"/>
          <w:szCs w:val="24"/>
        </w:rPr>
        <w:t>містобудування, земельних</w:t>
      </w:r>
      <w:r>
        <w:rPr>
          <w:rFonts w:ascii="Times New Roman" w:hAnsi="Times New Roman"/>
          <w:sz w:val="24"/>
          <w:szCs w:val="24"/>
        </w:rPr>
        <w:t xml:space="preserve"> відносин та сталого розвитку, </w:t>
      </w:r>
      <w:r w:rsidRPr="004E5081">
        <w:rPr>
          <w:rFonts w:ascii="Times New Roman" w:hAnsi="Times New Roman"/>
          <w:sz w:val="24"/>
          <w:szCs w:val="24"/>
        </w:rPr>
        <w:t xml:space="preserve"> сільськ</w:t>
      </w:r>
      <w:r>
        <w:rPr>
          <w:rFonts w:ascii="Times New Roman" w:hAnsi="Times New Roman"/>
          <w:sz w:val="24"/>
          <w:szCs w:val="24"/>
        </w:rPr>
        <w:t>а</w:t>
      </w:r>
      <w:r w:rsidRPr="004E5081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</w:p>
    <w:p w:rsidR="005748E3" w:rsidRPr="00911F68" w:rsidRDefault="005748E3" w:rsidP="003D4DB6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 w:rsidRPr="004E5081">
        <w:rPr>
          <w:rFonts w:ascii="Times New Roman" w:hAnsi="Times New Roman"/>
          <w:b/>
          <w:sz w:val="24"/>
          <w:szCs w:val="24"/>
        </w:rPr>
        <w:t>ВИРІШИЛА:</w:t>
      </w:r>
    </w:p>
    <w:p w:rsidR="005748E3" w:rsidRPr="004E5081" w:rsidRDefault="005748E3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B0AD8">
        <w:rPr>
          <w:rFonts w:ascii="Times New Roman" w:hAnsi="Times New Roman"/>
          <w:b/>
          <w:sz w:val="24"/>
          <w:szCs w:val="24"/>
        </w:rPr>
        <w:t>1.</w:t>
      </w:r>
      <w:r w:rsidRPr="004E5081">
        <w:rPr>
          <w:rFonts w:ascii="Times New Roman" w:hAnsi="Times New Roman"/>
          <w:sz w:val="24"/>
          <w:szCs w:val="24"/>
        </w:rPr>
        <w:t xml:space="preserve"> Затвердити проект землеустрою щодо відведення земельної ділянки у власність  та</w:t>
      </w:r>
      <w:r w:rsidRPr="004E508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E5081">
        <w:rPr>
          <w:rFonts w:ascii="Times New Roman" w:hAnsi="Times New Roman"/>
          <w:sz w:val="24"/>
          <w:szCs w:val="24"/>
        </w:rPr>
        <w:t xml:space="preserve"> </w:t>
      </w:r>
      <w:r w:rsidRPr="004E5081">
        <w:rPr>
          <w:rFonts w:ascii="Times New Roman" w:hAnsi="Times New Roman"/>
          <w:sz w:val="24"/>
          <w:szCs w:val="24"/>
          <w:lang w:val="ru-RU"/>
        </w:rPr>
        <w:t>п</w:t>
      </w:r>
      <w:r w:rsidRPr="004E5081">
        <w:rPr>
          <w:rFonts w:ascii="Times New Roman" w:hAnsi="Times New Roman"/>
          <w:sz w:val="24"/>
          <w:szCs w:val="24"/>
        </w:rPr>
        <w:t xml:space="preserve">ередати </w:t>
      </w:r>
      <w:r w:rsidRPr="004E5081">
        <w:rPr>
          <w:rFonts w:ascii="Times New Roman" w:hAnsi="Times New Roman"/>
          <w:sz w:val="24"/>
          <w:szCs w:val="24"/>
          <w:lang w:val="ru-RU"/>
        </w:rPr>
        <w:t xml:space="preserve">її </w:t>
      </w:r>
      <w:r w:rsidRPr="004E5081"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5748E3" w:rsidRPr="004E5081" w:rsidRDefault="005748E3" w:rsidP="00621456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             1.1. Гр. </w:t>
      </w:r>
      <w:r w:rsidRPr="004E5081">
        <w:rPr>
          <w:rFonts w:ascii="Times New Roman" w:hAnsi="Times New Roman"/>
          <w:b/>
          <w:sz w:val="24"/>
          <w:szCs w:val="24"/>
        </w:rPr>
        <w:t>Холоднюк Йос</w:t>
      </w:r>
      <w:r>
        <w:rPr>
          <w:rFonts w:ascii="Times New Roman" w:hAnsi="Times New Roman"/>
          <w:b/>
          <w:sz w:val="24"/>
          <w:szCs w:val="24"/>
        </w:rPr>
        <w:t>а</w:t>
      </w:r>
      <w:r w:rsidRPr="004E5081">
        <w:rPr>
          <w:rFonts w:ascii="Times New Roman" w:hAnsi="Times New Roman"/>
          <w:b/>
          <w:sz w:val="24"/>
          <w:szCs w:val="24"/>
        </w:rPr>
        <w:t>фату Петровичу</w:t>
      </w:r>
      <w:r w:rsidRPr="004E508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0984 га"/>
        </w:smartTagPr>
        <w:r w:rsidRPr="004E5081">
          <w:rPr>
            <w:rFonts w:ascii="Times New Roman" w:hAnsi="Times New Roman"/>
            <w:sz w:val="24"/>
            <w:szCs w:val="24"/>
          </w:rPr>
          <w:t>0,0984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в с. Сосулівка Чортківського району Тернопільської області у приватну власність, в тому числі: </w:t>
      </w:r>
    </w:p>
    <w:p w:rsidR="005748E3" w:rsidRPr="004E5081" w:rsidRDefault="005748E3" w:rsidP="00621456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0984 га"/>
        </w:smartTagPr>
        <w:r w:rsidRPr="004E5081">
          <w:rPr>
            <w:rFonts w:ascii="Times New Roman" w:hAnsi="Times New Roman"/>
            <w:sz w:val="24"/>
            <w:szCs w:val="24"/>
          </w:rPr>
          <w:t>0,0984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- кадастровий  номер: 6125587500:02:001:</w:t>
      </w:r>
      <w:r>
        <w:rPr>
          <w:rFonts w:ascii="Times New Roman" w:hAnsi="Times New Roman"/>
          <w:sz w:val="24"/>
          <w:szCs w:val="24"/>
        </w:rPr>
        <w:t>0005</w:t>
      </w:r>
      <w:r w:rsidRPr="004E5081">
        <w:rPr>
          <w:rFonts w:ascii="Times New Roman" w:hAnsi="Times New Roman"/>
          <w:sz w:val="24"/>
          <w:szCs w:val="24"/>
        </w:rPr>
        <w:t>.</w:t>
      </w:r>
    </w:p>
    <w:p w:rsidR="005748E3" w:rsidRPr="004E5081" w:rsidRDefault="005748E3" w:rsidP="0035056A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             1.2. Гр. </w:t>
      </w:r>
      <w:r w:rsidRPr="004E5081">
        <w:rPr>
          <w:rFonts w:ascii="Times New Roman" w:hAnsi="Times New Roman"/>
          <w:b/>
          <w:sz w:val="24"/>
          <w:szCs w:val="24"/>
        </w:rPr>
        <w:t>Должук Юрію Борисовичу</w:t>
      </w:r>
      <w:r w:rsidRPr="004E508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2000 га"/>
        </w:smartTagPr>
        <w:r w:rsidRPr="004E5081">
          <w:rPr>
            <w:rFonts w:ascii="Times New Roman" w:hAnsi="Times New Roman"/>
            <w:sz w:val="24"/>
            <w:szCs w:val="24"/>
          </w:rPr>
          <w:t>0,2000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5748E3" w:rsidRPr="004E5081" w:rsidRDefault="005748E3" w:rsidP="0035056A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2000 га"/>
        </w:smartTagPr>
        <w:r w:rsidRPr="004E5081">
          <w:rPr>
            <w:rFonts w:ascii="Times New Roman" w:hAnsi="Times New Roman"/>
            <w:sz w:val="24"/>
            <w:szCs w:val="24"/>
          </w:rPr>
          <w:t>0,2000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- кадастровий  номер: 6125587600:02:001:</w:t>
      </w:r>
      <w:r>
        <w:rPr>
          <w:rFonts w:ascii="Times New Roman" w:hAnsi="Times New Roman"/>
          <w:sz w:val="24"/>
          <w:szCs w:val="24"/>
        </w:rPr>
        <w:t>0099</w:t>
      </w:r>
      <w:r w:rsidRPr="004E5081">
        <w:rPr>
          <w:rFonts w:ascii="Times New Roman" w:hAnsi="Times New Roman"/>
          <w:sz w:val="24"/>
          <w:szCs w:val="24"/>
        </w:rPr>
        <w:t>.</w:t>
      </w:r>
    </w:p>
    <w:p w:rsidR="005748E3" w:rsidRPr="004E5081" w:rsidRDefault="005748E3" w:rsidP="00E22AB0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             1.3. Гр. </w:t>
      </w:r>
      <w:r w:rsidRPr="004E5081">
        <w:rPr>
          <w:rFonts w:ascii="Times New Roman" w:hAnsi="Times New Roman"/>
          <w:b/>
          <w:sz w:val="24"/>
          <w:szCs w:val="24"/>
        </w:rPr>
        <w:t>Осадца Любомир Володимирович</w:t>
      </w:r>
      <w:r w:rsidRPr="004E508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6870 га"/>
        </w:smartTagPr>
        <w:r w:rsidRPr="004E5081">
          <w:rPr>
            <w:rFonts w:ascii="Times New Roman" w:hAnsi="Times New Roman"/>
            <w:sz w:val="24"/>
            <w:szCs w:val="24"/>
          </w:rPr>
          <w:t>0,6870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в с. Улашківці Чортківського району Тернопільської області у приватну власність, в тому числі: </w:t>
      </w:r>
    </w:p>
    <w:p w:rsidR="005748E3" w:rsidRPr="004E5081" w:rsidRDefault="005748E3" w:rsidP="00E22AB0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6870 га"/>
        </w:smartTagPr>
        <w:r w:rsidRPr="004E5081">
          <w:rPr>
            <w:rFonts w:ascii="Times New Roman" w:hAnsi="Times New Roman"/>
            <w:sz w:val="24"/>
            <w:szCs w:val="24"/>
          </w:rPr>
          <w:t>0,6870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- кадастровий  номер: 6125588300:01:002:</w:t>
      </w:r>
      <w:r>
        <w:rPr>
          <w:rFonts w:ascii="Times New Roman" w:hAnsi="Times New Roman"/>
          <w:sz w:val="24"/>
          <w:szCs w:val="24"/>
        </w:rPr>
        <w:t>0101</w:t>
      </w:r>
      <w:r w:rsidRPr="004E5081">
        <w:rPr>
          <w:rFonts w:ascii="Times New Roman" w:hAnsi="Times New Roman"/>
          <w:sz w:val="24"/>
          <w:szCs w:val="24"/>
        </w:rPr>
        <w:t>.</w:t>
      </w:r>
    </w:p>
    <w:p w:rsidR="005748E3" w:rsidRPr="004E5081" w:rsidRDefault="005748E3" w:rsidP="00B67532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             1.6. Гр. </w:t>
      </w:r>
      <w:r w:rsidRPr="004E5081">
        <w:rPr>
          <w:rFonts w:ascii="Times New Roman" w:hAnsi="Times New Roman"/>
          <w:b/>
          <w:sz w:val="24"/>
          <w:szCs w:val="24"/>
        </w:rPr>
        <w:t>Вислоцькій Ірині Ярославівні</w:t>
      </w:r>
      <w:r w:rsidRPr="004E508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2337 га"/>
        </w:smartTagPr>
        <w:r w:rsidRPr="004E5081">
          <w:rPr>
            <w:rFonts w:ascii="Times New Roman" w:hAnsi="Times New Roman"/>
            <w:sz w:val="24"/>
            <w:szCs w:val="24"/>
          </w:rPr>
          <w:t>1,2337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в с. Ягільниця Чортківського району Тернопільської області у приватну власність, в тому числі: </w:t>
      </w:r>
    </w:p>
    <w:p w:rsidR="005748E3" w:rsidRPr="004E5081" w:rsidRDefault="005748E3" w:rsidP="00B67532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2337 га"/>
        </w:smartTagPr>
        <w:r w:rsidRPr="004E5081">
          <w:rPr>
            <w:rFonts w:ascii="Times New Roman" w:hAnsi="Times New Roman"/>
            <w:sz w:val="24"/>
            <w:szCs w:val="24"/>
          </w:rPr>
          <w:t>1,2337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- кадастровий  номер: 6125589800:02:001:</w:t>
      </w:r>
      <w:r>
        <w:rPr>
          <w:rFonts w:ascii="Times New Roman" w:hAnsi="Times New Roman"/>
          <w:sz w:val="24"/>
          <w:szCs w:val="24"/>
        </w:rPr>
        <w:t>0069</w:t>
      </w:r>
      <w:r w:rsidRPr="004E5081">
        <w:rPr>
          <w:rFonts w:ascii="Times New Roman" w:hAnsi="Times New Roman"/>
          <w:sz w:val="24"/>
          <w:szCs w:val="24"/>
        </w:rPr>
        <w:t>.</w:t>
      </w:r>
    </w:p>
    <w:p w:rsidR="005748E3" w:rsidRPr="004E5081" w:rsidRDefault="005748E3" w:rsidP="00F9694D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             1.7. Гр. </w:t>
      </w:r>
      <w:r w:rsidRPr="004E5081">
        <w:rPr>
          <w:rFonts w:ascii="Times New Roman" w:hAnsi="Times New Roman"/>
          <w:b/>
          <w:sz w:val="24"/>
          <w:szCs w:val="24"/>
        </w:rPr>
        <w:t>Глова Ірині Богданівні</w:t>
      </w:r>
      <w:r w:rsidRPr="004E508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0,3100 га"/>
        </w:smartTagPr>
        <w:r w:rsidRPr="004E5081">
          <w:rPr>
            <w:rFonts w:ascii="Times New Roman" w:hAnsi="Times New Roman"/>
            <w:sz w:val="24"/>
            <w:szCs w:val="24"/>
          </w:rPr>
          <w:t>0,3100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в с. Ягільниця Чортківського району Тернопільської області у приватну власність, в тому числі: </w:t>
      </w:r>
    </w:p>
    <w:p w:rsidR="005748E3" w:rsidRPr="004E5081" w:rsidRDefault="005748E3" w:rsidP="003D4DB6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4E508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0,3100 га"/>
        </w:smartTagPr>
        <w:r w:rsidRPr="004E5081">
          <w:rPr>
            <w:rFonts w:ascii="Times New Roman" w:hAnsi="Times New Roman"/>
            <w:sz w:val="24"/>
            <w:szCs w:val="24"/>
          </w:rPr>
          <w:t>0,3100 га</w:t>
        </w:r>
      </w:smartTag>
      <w:r w:rsidRPr="004E5081">
        <w:rPr>
          <w:rFonts w:ascii="Times New Roman" w:hAnsi="Times New Roman"/>
          <w:sz w:val="24"/>
          <w:szCs w:val="24"/>
        </w:rPr>
        <w:t xml:space="preserve"> - кадастровий  номер: 6125589800:02:001:</w:t>
      </w:r>
      <w:r>
        <w:rPr>
          <w:rFonts w:ascii="Times New Roman" w:hAnsi="Times New Roman"/>
          <w:sz w:val="24"/>
          <w:szCs w:val="24"/>
        </w:rPr>
        <w:t>0068</w:t>
      </w:r>
      <w:r w:rsidRPr="004E5081">
        <w:rPr>
          <w:rFonts w:ascii="Times New Roman" w:hAnsi="Times New Roman"/>
          <w:sz w:val="24"/>
          <w:szCs w:val="24"/>
        </w:rPr>
        <w:t xml:space="preserve">.             </w:t>
      </w:r>
    </w:p>
    <w:p w:rsidR="005748E3" w:rsidRPr="004E5081" w:rsidRDefault="005748E3" w:rsidP="005B105E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4E5081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4E5081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5748E3" w:rsidRPr="004E5081" w:rsidRDefault="005748E3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E5081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4E5081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4E5081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4E5081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4E5081">
        <w:rPr>
          <w:rFonts w:ascii="Times New Roman" w:hAnsi="Times New Roman"/>
          <w:sz w:val="24"/>
          <w:szCs w:val="24"/>
          <w:lang w:eastAsia="ru-RU"/>
        </w:rPr>
        <w:t>ва</w:t>
      </w:r>
      <w:r w:rsidRPr="004E5081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5748E3" w:rsidRPr="004E5081" w:rsidRDefault="005748E3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E5081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4E5081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5748E3" w:rsidRPr="003D4DB6" w:rsidRDefault="005748E3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E5081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4E5081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4E5081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5748E3" w:rsidRPr="00F76306" w:rsidRDefault="005748E3" w:rsidP="00F76306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4E5081"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           Ігор КІНДРАТ     </w:t>
      </w:r>
    </w:p>
    <w:sectPr w:rsidR="005748E3" w:rsidRPr="00F76306" w:rsidSect="003D4DB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45F"/>
    <w:rsid w:val="00023CC6"/>
    <w:rsid w:val="00037161"/>
    <w:rsid w:val="000632F6"/>
    <w:rsid w:val="00097F7C"/>
    <w:rsid w:val="000A516A"/>
    <w:rsid w:val="000B6191"/>
    <w:rsid w:val="00121EE9"/>
    <w:rsid w:val="00150C4F"/>
    <w:rsid w:val="001555F4"/>
    <w:rsid w:val="001624A6"/>
    <w:rsid w:val="00193FAF"/>
    <w:rsid w:val="001A36E2"/>
    <w:rsid w:val="00256A0E"/>
    <w:rsid w:val="002769EF"/>
    <w:rsid w:val="00286D59"/>
    <w:rsid w:val="0030511B"/>
    <w:rsid w:val="00325849"/>
    <w:rsid w:val="00332618"/>
    <w:rsid w:val="0035056A"/>
    <w:rsid w:val="00360F6B"/>
    <w:rsid w:val="00392D22"/>
    <w:rsid w:val="003D4DB6"/>
    <w:rsid w:val="004205A8"/>
    <w:rsid w:val="004403FC"/>
    <w:rsid w:val="00465144"/>
    <w:rsid w:val="004712A7"/>
    <w:rsid w:val="00475F95"/>
    <w:rsid w:val="004855A6"/>
    <w:rsid w:val="004B5FCB"/>
    <w:rsid w:val="004E5081"/>
    <w:rsid w:val="004E6D50"/>
    <w:rsid w:val="005079F1"/>
    <w:rsid w:val="00533CB3"/>
    <w:rsid w:val="005748E3"/>
    <w:rsid w:val="005B105E"/>
    <w:rsid w:val="005B210F"/>
    <w:rsid w:val="005D2743"/>
    <w:rsid w:val="005E53ED"/>
    <w:rsid w:val="0061424B"/>
    <w:rsid w:val="006150AA"/>
    <w:rsid w:val="006206E0"/>
    <w:rsid w:val="00621456"/>
    <w:rsid w:val="00622E0C"/>
    <w:rsid w:val="00640403"/>
    <w:rsid w:val="00685CB7"/>
    <w:rsid w:val="006B50BE"/>
    <w:rsid w:val="0073172E"/>
    <w:rsid w:val="0074511E"/>
    <w:rsid w:val="007535D8"/>
    <w:rsid w:val="00780C4E"/>
    <w:rsid w:val="00797B3C"/>
    <w:rsid w:val="007A028D"/>
    <w:rsid w:val="007A2801"/>
    <w:rsid w:val="007A3EF3"/>
    <w:rsid w:val="00816736"/>
    <w:rsid w:val="0082185A"/>
    <w:rsid w:val="008542CA"/>
    <w:rsid w:val="008C52A7"/>
    <w:rsid w:val="008E144B"/>
    <w:rsid w:val="00911F68"/>
    <w:rsid w:val="00920CE7"/>
    <w:rsid w:val="00937B31"/>
    <w:rsid w:val="0096646C"/>
    <w:rsid w:val="0098785A"/>
    <w:rsid w:val="009B3289"/>
    <w:rsid w:val="009C7CAF"/>
    <w:rsid w:val="00A019F4"/>
    <w:rsid w:val="00A1302F"/>
    <w:rsid w:val="00A75618"/>
    <w:rsid w:val="00A875C3"/>
    <w:rsid w:val="00AC628B"/>
    <w:rsid w:val="00B25FDF"/>
    <w:rsid w:val="00B3774D"/>
    <w:rsid w:val="00B42B90"/>
    <w:rsid w:val="00B67532"/>
    <w:rsid w:val="00B9329F"/>
    <w:rsid w:val="00B9745F"/>
    <w:rsid w:val="00BD4509"/>
    <w:rsid w:val="00C048DD"/>
    <w:rsid w:val="00C605F1"/>
    <w:rsid w:val="00C62666"/>
    <w:rsid w:val="00C9056F"/>
    <w:rsid w:val="00C9587C"/>
    <w:rsid w:val="00CF2A6A"/>
    <w:rsid w:val="00D05167"/>
    <w:rsid w:val="00D40317"/>
    <w:rsid w:val="00D436A7"/>
    <w:rsid w:val="00D449A9"/>
    <w:rsid w:val="00DD7ACE"/>
    <w:rsid w:val="00DF5823"/>
    <w:rsid w:val="00E22AB0"/>
    <w:rsid w:val="00E27F48"/>
    <w:rsid w:val="00E54AA9"/>
    <w:rsid w:val="00E739D0"/>
    <w:rsid w:val="00EA3E0C"/>
    <w:rsid w:val="00EA47F0"/>
    <w:rsid w:val="00EB0AD8"/>
    <w:rsid w:val="00ED59AD"/>
    <w:rsid w:val="00F03293"/>
    <w:rsid w:val="00F04520"/>
    <w:rsid w:val="00F13A76"/>
    <w:rsid w:val="00F47782"/>
    <w:rsid w:val="00F50659"/>
    <w:rsid w:val="00F76306"/>
    <w:rsid w:val="00F9694D"/>
    <w:rsid w:val="00FB2013"/>
    <w:rsid w:val="00FD05CC"/>
    <w:rsid w:val="00FD6569"/>
    <w:rsid w:val="00FE7AF4"/>
    <w:rsid w:val="00FF6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5E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5B105E"/>
    <w:rPr>
      <w:rFonts w:eastAsia="Times New Roman"/>
    </w:rPr>
  </w:style>
  <w:style w:type="paragraph" w:customStyle="1" w:styleId="2">
    <w:name w:val="Без интервала2"/>
    <w:uiPriority w:val="99"/>
    <w:rsid w:val="005B105E"/>
    <w:rPr>
      <w:rFonts w:eastAsia="Times New Roman"/>
    </w:rPr>
  </w:style>
  <w:style w:type="paragraph" w:customStyle="1" w:styleId="10">
    <w:name w:val="Без інтервалів1"/>
    <w:uiPriority w:val="99"/>
    <w:rsid w:val="005B105E"/>
    <w:rPr>
      <w:rFonts w:eastAsia="Times New Roman"/>
    </w:rPr>
  </w:style>
  <w:style w:type="paragraph" w:customStyle="1" w:styleId="docdata">
    <w:name w:val="docdata"/>
    <w:aliases w:val="docy,v5,6166,baiaagaaboqcaaadpbqaaavkf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C7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7CAF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1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464</TotalTime>
  <Pages>1</Pages>
  <Words>416</Words>
  <Characters>2375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57</cp:revision>
  <cp:lastPrinted>2021-10-22T09:37:00Z</cp:lastPrinted>
  <dcterms:created xsi:type="dcterms:W3CDTF">2021-05-18T14:01:00Z</dcterms:created>
  <dcterms:modified xsi:type="dcterms:W3CDTF">2021-10-28T11:24:00Z</dcterms:modified>
</cp:coreProperties>
</file>