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09" w:rsidRPr="00BB5F5F" w:rsidRDefault="00C45E09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057993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4" o:title="" grayscale="t" bilevel="t"/>
          </v:shape>
        </w:pict>
      </w:r>
    </w:p>
    <w:p w:rsidR="00C45E09" w:rsidRPr="00BB5F5F" w:rsidRDefault="00C45E09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C45E09" w:rsidRPr="00BB5F5F" w:rsidRDefault="00C45E09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B5F5F">
        <w:rPr>
          <w:rFonts w:ascii="Times New Roman" w:hAnsi="Times New Roman"/>
          <w:sz w:val="24"/>
          <w:szCs w:val="24"/>
          <w:lang w:eastAsia="uk-UA"/>
        </w:rPr>
        <w:t>Н А Г І Р Я Н С Ь К А   С І Л Ь С Ь К А    Р А Д А</w:t>
      </w:r>
    </w:p>
    <w:p w:rsidR="00C45E09" w:rsidRPr="00BB5F5F" w:rsidRDefault="00C45E09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B5F5F">
        <w:rPr>
          <w:rFonts w:ascii="Times New Roman" w:hAnsi="Times New Roman"/>
          <w:sz w:val="24"/>
          <w:szCs w:val="24"/>
          <w:lang w:eastAsia="uk-UA"/>
        </w:rPr>
        <w:t>ЧОРТКІВСЬКОГО   РАЙОНУ    ТЕРНОПІЛЬСЬКОЇ   ОБЛАСТІ</w:t>
      </w:r>
    </w:p>
    <w:p w:rsidR="00C45E09" w:rsidRPr="00BB5F5F" w:rsidRDefault="00C45E09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B5F5F">
        <w:rPr>
          <w:rFonts w:ascii="Times New Roman" w:hAnsi="Times New Roman"/>
          <w:sz w:val="24"/>
          <w:szCs w:val="24"/>
          <w:lang w:eastAsia="uk-UA"/>
        </w:rPr>
        <w:t>ВОСЬМЕ    СКЛИКАННЯ</w:t>
      </w:r>
    </w:p>
    <w:p w:rsidR="00C45E09" w:rsidRPr="00BB5F5F" w:rsidRDefault="00C45E09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ДЕСЯТА</w:t>
      </w:r>
      <w:r w:rsidRPr="00BB5F5F">
        <w:rPr>
          <w:rFonts w:ascii="Times New Roman" w:hAnsi="Times New Roman"/>
          <w:sz w:val="24"/>
          <w:szCs w:val="24"/>
          <w:lang w:eastAsia="uk-UA"/>
        </w:rPr>
        <w:t xml:space="preserve">    СЕСІЯ</w:t>
      </w:r>
    </w:p>
    <w:p w:rsidR="00C45E09" w:rsidRPr="00BB5F5F" w:rsidRDefault="00C45E09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B5F5F">
        <w:rPr>
          <w:rFonts w:ascii="Times New Roman" w:hAnsi="Times New Roman"/>
          <w:sz w:val="24"/>
          <w:szCs w:val="24"/>
          <w:lang w:eastAsia="uk-UA"/>
        </w:rPr>
        <w:t>Р І Ш Е Н Н Я</w:t>
      </w:r>
    </w:p>
    <w:p w:rsidR="00C45E09" w:rsidRPr="00BB5F5F" w:rsidRDefault="00C45E09" w:rsidP="00BB5F5F">
      <w:pPr>
        <w:shd w:val="clear" w:color="auto" w:fill="FFFFFF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17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серпня 2021 року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№ 487</w:t>
      </w:r>
    </w:p>
    <w:p w:rsidR="00C45E09" w:rsidRPr="00BB5F5F" w:rsidRDefault="00C45E09" w:rsidP="00565AAE">
      <w:pPr>
        <w:tabs>
          <w:tab w:val="left" w:pos="4575"/>
          <w:tab w:val="left" w:pos="8550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</w:t>
      </w:r>
      <w:r w:rsidRPr="00BB5F5F">
        <w:rPr>
          <w:rFonts w:ascii="Times New Roman" w:hAnsi="Times New Roman"/>
          <w:sz w:val="24"/>
          <w:szCs w:val="24"/>
          <w:lang w:val="uk-UA"/>
        </w:rPr>
        <w:t>-ще Нагірянка</w:t>
      </w:r>
    </w:p>
    <w:p w:rsidR="00C45E09" w:rsidRPr="00BB5F5F" w:rsidRDefault="00C45E09" w:rsidP="00565AAE">
      <w:pPr>
        <w:pStyle w:val="NormalWeb"/>
        <w:shd w:val="clear" w:color="auto" w:fill="FFFFFF"/>
        <w:spacing w:before="0" w:beforeAutospacing="0" w:after="0" w:afterAutospacing="0"/>
        <w:jc w:val="both"/>
        <w:rPr>
          <w:bCs/>
          <w:bdr w:val="none" w:sz="0" w:space="0" w:color="auto" w:frame="1"/>
          <w:lang w:val="uk-UA"/>
        </w:rPr>
      </w:pPr>
    </w:p>
    <w:p w:rsidR="00C45E09" w:rsidRDefault="00C45E09" w:rsidP="00CC13D6">
      <w:pPr>
        <w:ind w:right="476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утворення Комунального некомерційного </w:t>
      </w:r>
      <w:r w:rsidRPr="00BB5F5F">
        <w:rPr>
          <w:rFonts w:ascii="Times New Roman" w:hAnsi="Times New Roman"/>
          <w:b/>
          <w:sz w:val="24"/>
          <w:szCs w:val="24"/>
          <w:lang w:val="uk-UA"/>
        </w:rPr>
        <w:t xml:space="preserve">підприємства «Нагірянський центр первинної </w:t>
      </w:r>
    </w:p>
    <w:p w:rsidR="00C45E09" w:rsidRDefault="00C45E09" w:rsidP="00CC13D6">
      <w:pPr>
        <w:ind w:right="4766"/>
        <w:rPr>
          <w:rFonts w:ascii="Times New Roman" w:hAnsi="Times New Roman"/>
          <w:b/>
          <w:sz w:val="24"/>
          <w:szCs w:val="24"/>
          <w:lang w:val="uk-UA"/>
        </w:rPr>
      </w:pPr>
      <w:r w:rsidRPr="00BB5F5F">
        <w:rPr>
          <w:rFonts w:ascii="Times New Roman" w:hAnsi="Times New Roman"/>
          <w:b/>
          <w:sz w:val="24"/>
          <w:szCs w:val="24"/>
          <w:lang w:val="uk-UA"/>
        </w:rPr>
        <w:t xml:space="preserve">медико – санітарної допомоги» </w:t>
      </w:r>
    </w:p>
    <w:p w:rsidR="00C45E09" w:rsidRPr="00BB5F5F" w:rsidRDefault="00C45E09" w:rsidP="00CC13D6">
      <w:pPr>
        <w:ind w:right="4766"/>
        <w:rPr>
          <w:rFonts w:ascii="Times New Roman" w:hAnsi="Times New Roman"/>
          <w:b/>
          <w:sz w:val="24"/>
          <w:szCs w:val="24"/>
          <w:lang w:val="uk-UA"/>
        </w:rPr>
      </w:pPr>
      <w:r w:rsidRPr="00BB5F5F">
        <w:rPr>
          <w:rFonts w:ascii="Times New Roman" w:hAnsi="Times New Roman"/>
          <w:b/>
          <w:sz w:val="24"/>
          <w:szCs w:val="24"/>
          <w:lang w:val="uk-UA"/>
        </w:rPr>
        <w:t>Нагірянської сільської ради</w:t>
      </w:r>
    </w:p>
    <w:p w:rsidR="00C45E09" w:rsidRPr="00BB5F5F" w:rsidRDefault="00C45E09" w:rsidP="00565AA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C45E09" w:rsidRDefault="00C45E09" w:rsidP="001F3A51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B5F5F">
        <w:rPr>
          <w:rFonts w:ascii="Times New Roman" w:hAnsi="Times New Roman"/>
          <w:sz w:val="24"/>
          <w:szCs w:val="24"/>
          <w:lang w:val="uk-UA"/>
        </w:rPr>
        <w:t xml:space="preserve">Відповідно до пункту 30 частини 1 статті 26, пункту 3 частини 4 статті 42 Закону України «Про місцеве самоврядування в України», </w:t>
      </w:r>
      <w:r w:rsidRPr="00BB5F5F">
        <w:rPr>
          <w:rFonts w:ascii="Times New Roman" w:hAnsi="Times New Roman"/>
          <w:color w:val="000000"/>
          <w:sz w:val="24"/>
          <w:szCs w:val="24"/>
          <w:lang w:val="uk-UA"/>
        </w:rPr>
        <w:t xml:space="preserve">Закону України «Основ законодавства України про охорону здоров’я», </w:t>
      </w:r>
      <w:r w:rsidRPr="00BB5F5F">
        <w:rPr>
          <w:rFonts w:ascii="Times New Roman" w:hAnsi="Times New Roman"/>
          <w:sz w:val="24"/>
          <w:szCs w:val="24"/>
          <w:lang w:val="uk-UA" w:eastAsia="uk-UA"/>
        </w:rPr>
        <w:t>статей 87-90 Цивільного Кодексу України, статей 62,63,72 Господарського Кодексу України, Закону України «Про державні фінансові гарантії медичного обслуговування населення», враховуючи вимоги наказу Міністерства охорони здоров'я від 29.07.2016 року № 801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, рекомендації 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 та пропозиції</w:t>
      </w:r>
      <w:r>
        <w:rPr>
          <w:rFonts w:ascii="Times New Roman" w:hAnsi="Times New Roman"/>
          <w:sz w:val="24"/>
          <w:szCs w:val="24"/>
          <w:lang w:val="uk-UA"/>
        </w:rPr>
        <w:t xml:space="preserve"> постійних комісій сільської ради з питань бюджету та соціально-економічного  розвитку та гуманітарної від 16 серпня 2021 року,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  Нагірянська сільська рада  </w:t>
      </w:r>
    </w:p>
    <w:p w:rsidR="00C45E09" w:rsidRPr="00BB5F5F" w:rsidRDefault="00C45E09" w:rsidP="001F3A51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45E09" w:rsidRPr="00BB5F5F" w:rsidRDefault="00C45E09" w:rsidP="002A73C7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B5F5F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C45E09" w:rsidRPr="00BB5F5F" w:rsidRDefault="00C45E09" w:rsidP="00565AAE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45E09" w:rsidRPr="00BB5F5F" w:rsidRDefault="00C45E09" w:rsidP="00CC13D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C13D6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B5F5F">
        <w:rPr>
          <w:rFonts w:ascii="Times New Roman" w:hAnsi="Times New Roman"/>
          <w:sz w:val="24"/>
          <w:szCs w:val="24"/>
          <w:lang w:val="uk-UA"/>
        </w:rPr>
        <w:t>Утворити юридичну особу публічного права – Комунальне некомерційне  підприємство «Нагірянський центр первинної медико-санітарної допомоги» Нагірянської сільської ради.</w:t>
      </w:r>
    </w:p>
    <w:p w:rsidR="00C45E09" w:rsidRPr="00BB5F5F" w:rsidRDefault="00C45E09" w:rsidP="00CC13D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C13D6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B5F5F">
        <w:rPr>
          <w:rFonts w:ascii="Times New Roman" w:hAnsi="Times New Roman"/>
          <w:sz w:val="24"/>
          <w:szCs w:val="24"/>
          <w:lang w:val="uk-UA"/>
        </w:rPr>
        <w:t>Затвердити статут Комунального некомерційного підприємства «Нагірянський центр первинної медико-санітарної допомоги» Нагірянської сільської ради.  (Додаток 1).</w:t>
      </w:r>
    </w:p>
    <w:p w:rsidR="00C45E09" w:rsidRPr="00BB5F5F" w:rsidRDefault="00C45E09" w:rsidP="00CC13D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C13D6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В.о.д</w:t>
      </w:r>
      <w:r w:rsidRPr="00BB5F5F">
        <w:rPr>
          <w:rFonts w:ascii="Times New Roman" w:hAnsi="Times New Roman"/>
          <w:sz w:val="24"/>
          <w:szCs w:val="24"/>
          <w:lang w:val="uk-UA"/>
        </w:rPr>
        <w:t>иректор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 комунального некомерційного підприємства «Нагірянський центр первинної медико-санітарної допомоги» Нагірянської сільської ради</w:t>
      </w:r>
      <w:r w:rsidRPr="00BB5F5F">
        <w:rPr>
          <w:rFonts w:ascii="Times New Roman" w:hAnsi="Times New Roman"/>
          <w:sz w:val="24"/>
          <w:szCs w:val="24"/>
          <w:lang w:val="uk-UA" w:eastAsia="uk-UA"/>
        </w:rPr>
        <w:t xml:space="preserve">  </w:t>
      </w:r>
      <w:r w:rsidRPr="00BB5F5F">
        <w:rPr>
          <w:rFonts w:ascii="Times New Roman" w:hAnsi="Times New Roman"/>
          <w:sz w:val="24"/>
          <w:szCs w:val="24"/>
          <w:lang w:val="uk-UA"/>
        </w:rPr>
        <w:t>здійснити державну реєстрацію комунального некомерційного підприємства та статуту у органах державної реєстрації відповідно до встановленого законодавством порядку.</w:t>
      </w:r>
    </w:p>
    <w:p w:rsidR="00C45E09" w:rsidRDefault="00C45E09" w:rsidP="00CC13D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C13D6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голови Нагірянської сільської ради (Йосип ЗІБРІВСЬКИЙ), </w:t>
      </w:r>
      <w:bookmarkStart w:id="0" w:name="_GoBack"/>
      <w:r w:rsidRPr="00BB5F5F">
        <w:rPr>
          <w:rFonts w:ascii="Times New Roman" w:hAnsi="Times New Roman"/>
          <w:sz w:val="24"/>
          <w:szCs w:val="24"/>
          <w:lang w:val="uk-UA"/>
        </w:rPr>
        <w:t xml:space="preserve">постійну комісію Нагірянської сільської ради з питань бюджету та соціально - економічного  </w:t>
      </w:r>
      <w:bookmarkEnd w:id="0"/>
      <w:r w:rsidRPr="00BB5F5F">
        <w:rPr>
          <w:rFonts w:ascii="Times New Roman" w:hAnsi="Times New Roman"/>
          <w:sz w:val="24"/>
          <w:szCs w:val="24"/>
          <w:lang w:val="uk-UA"/>
        </w:rPr>
        <w:t>розвитку (Любомир ХРУСТАВКА), постійну комісію Нагірянської сільської ради з гуманітарних питань (Олександр ЗАРІВНИЙ).</w:t>
      </w:r>
    </w:p>
    <w:p w:rsidR="00C45E09" w:rsidRPr="00BB5F5F" w:rsidRDefault="00C45E09" w:rsidP="00CC13D6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C45E09" w:rsidRPr="00BB5F5F" w:rsidRDefault="00C45E09" w:rsidP="006C6C77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45E09" w:rsidRPr="00BB5F5F" w:rsidRDefault="00C45E09" w:rsidP="006C6C77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45E09" w:rsidRPr="00BB5F5F" w:rsidRDefault="00C45E09" w:rsidP="00BB5F5F">
      <w:pPr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B5F5F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       Ігор КІНДРАТ</w:t>
      </w:r>
    </w:p>
    <w:p w:rsidR="00C45E09" w:rsidRPr="00BB5F5F" w:rsidRDefault="00C45E09" w:rsidP="006C6C77">
      <w:pPr>
        <w:ind w:firstLine="360"/>
        <w:jc w:val="both"/>
        <w:rPr>
          <w:rFonts w:ascii="Calibri" w:hAnsi="Calibri"/>
          <w:sz w:val="24"/>
          <w:szCs w:val="24"/>
          <w:lang w:val="uk-UA"/>
        </w:rPr>
      </w:pPr>
    </w:p>
    <w:sectPr w:rsidR="00C45E09" w:rsidRPr="00BB5F5F" w:rsidSect="006C6C7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537"/>
    <w:rsid w:val="00057993"/>
    <w:rsid w:val="000625B6"/>
    <w:rsid w:val="001B529F"/>
    <w:rsid w:val="001F3A51"/>
    <w:rsid w:val="002959D5"/>
    <w:rsid w:val="002A73C7"/>
    <w:rsid w:val="00302E84"/>
    <w:rsid w:val="00312D54"/>
    <w:rsid w:val="0031777D"/>
    <w:rsid w:val="00520466"/>
    <w:rsid w:val="005249F5"/>
    <w:rsid w:val="005258AF"/>
    <w:rsid w:val="0055261E"/>
    <w:rsid w:val="005649B2"/>
    <w:rsid w:val="00565AAE"/>
    <w:rsid w:val="005B6E32"/>
    <w:rsid w:val="005C70EC"/>
    <w:rsid w:val="00615537"/>
    <w:rsid w:val="006C6C77"/>
    <w:rsid w:val="007358D8"/>
    <w:rsid w:val="00AC2827"/>
    <w:rsid w:val="00AF4254"/>
    <w:rsid w:val="00BB5F5F"/>
    <w:rsid w:val="00BF3700"/>
    <w:rsid w:val="00C16F6E"/>
    <w:rsid w:val="00C45E09"/>
    <w:rsid w:val="00CA5171"/>
    <w:rsid w:val="00CC13D6"/>
    <w:rsid w:val="00CC7147"/>
    <w:rsid w:val="00DA0893"/>
    <w:rsid w:val="00DD50CC"/>
    <w:rsid w:val="00DE10AF"/>
    <w:rsid w:val="00F2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AAE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565AAE"/>
    <w:pPr>
      <w:jc w:val="center"/>
    </w:pPr>
    <w:rPr>
      <w:rFonts w:ascii="Times New Roman" w:hAnsi="Times New Roman"/>
      <w:b/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65AAE"/>
    <w:rPr>
      <w:rFonts w:ascii="Times New Roman" w:hAnsi="Times New Roman" w:cs="Times New Roman"/>
      <w:b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565AA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565A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65A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5AA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1</Pages>
  <Words>313</Words>
  <Characters>1785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13</cp:revision>
  <cp:lastPrinted>2021-08-16T12:56:00Z</cp:lastPrinted>
  <dcterms:created xsi:type="dcterms:W3CDTF">2021-08-09T12:57:00Z</dcterms:created>
  <dcterms:modified xsi:type="dcterms:W3CDTF">2021-08-26T12:06:00Z</dcterms:modified>
</cp:coreProperties>
</file>