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3D" w:rsidRPr="002408BD" w:rsidRDefault="001F643D" w:rsidP="00934C8E">
      <w:pPr>
        <w:pStyle w:val="1"/>
        <w:jc w:val="right"/>
        <w:rPr>
          <w:noProof/>
        </w:rPr>
      </w:pPr>
      <w:r w:rsidRPr="002408BD">
        <w:rPr>
          <w:rFonts w:ascii="Times New Roman" w:hAnsi="Times New Roman"/>
          <w:sz w:val="24"/>
          <w:szCs w:val="24"/>
        </w:rPr>
        <w:t xml:space="preserve">                                                      ПРОЄКТ</w:t>
      </w:r>
    </w:p>
    <w:p w:rsidR="001F643D" w:rsidRPr="002408BD" w:rsidRDefault="001F643D" w:rsidP="00934C8E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2408B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1F643D" w:rsidRPr="002408BD" w:rsidRDefault="001F643D" w:rsidP="00934C8E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2408BD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1F643D" w:rsidRPr="002408BD" w:rsidRDefault="001F643D" w:rsidP="00934C8E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1F643D" w:rsidRDefault="001F643D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ВОСЬМ</w:t>
      </w:r>
      <w:r>
        <w:rPr>
          <w:rFonts w:ascii="Times New Roman" w:hAnsi="Times New Roman"/>
          <w:sz w:val="24"/>
          <w:szCs w:val="24"/>
        </w:rPr>
        <w:t>Е</w:t>
      </w:r>
      <w:r w:rsidRPr="002408BD">
        <w:rPr>
          <w:rFonts w:ascii="Times New Roman" w:hAnsi="Times New Roman"/>
          <w:sz w:val="24"/>
          <w:szCs w:val="24"/>
        </w:rPr>
        <w:t xml:space="preserve"> СКЛИКАННЯ</w:t>
      </w:r>
    </w:p>
    <w:p w:rsidR="001F643D" w:rsidRPr="002408BD" w:rsidRDefault="001F643D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color w:val="FF0000"/>
          <w:sz w:val="24"/>
          <w:szCs w:val="24"/>
        </w:rPr>
        <w:t xml:space="preserve">П’ЯТНАДЦЯТА  </w:t>
      </w:r>
      <w:r w:rsidRPr="002408BD">
        <w:rPr>
          <w:rFonts w:ascii="Times New Roman" w:hAnsi="Times New Roman"/>
          <w:sz w:val="24"/>
          <w:szCs w:val="24"/>
        </w:rPr>
        <w:t>СЕСІЯ</w:t>
      </w:r>
    </w:p>
    <w:p w:rsidR="001F643D" w:rsidRPr="002408BD" w:rsidRDefault="001F643D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Рішення</w:t>
      </w:r>
      <w:bookmarkStart w:id="0" w:name="_GoBack"/>
      <w:bookmarkEnd w:id="0"/>
    </w:p>
    <w:p w:rsidR="001F643D" w:rsidRPr="002408BD" w:rsidRDefault="001F643D" w:rsidP="00934C8E">
      <w:pPr>
        <w:pStyle w:val="1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___ __________ 2021 року                                                                             № ____</w:t>
      </w:r>
    </w:p>
    <w:p w:rsidR="001F643D" w:rsidRPr="002408BD" w:rsidRDefault="001F643D" w:rsidP="00934C8E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с-ще Нагірянка</w:t>
      </w:r>
    </w:p>
    <w:p w:rsidR="001F643D" w:rsidRPr="002408BD" w:rsidRDefault="001F643D" w:rsidP="002408BD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408BD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1F643D" w:rsidRDefault="001F643D" w:rsidP="002408BD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2408BD">
        <w:rPr>
          <w:rFonts w:ascii="Times New Roman" w:hAnsi="Times New Roman"/>
          <w:b/>
          <w:sz w:val="24"/>
          <w:szCs w:val="24"/>
          <w:lang w:val="uk-UA"/>
        </w:rPr>
        <w:t>земельних ділянок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</w:p>
    <w:p w:rsidR="001F643D" w:rsidRDefault="001F643D" w:rsidP="00295ED0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</w:t>
      </w:r>
      <w:r w:rsidRPr="008A758D">
        <w:rPr>
          <w:rFonts w:ascii="Times New Roman" w:hAnsi="Times New Roman"/>
          <w:sz w:val="24"/>
          <w:szCs w:val="24"/>
        </w:rPr>
        <w:t>та враховуючи рекомендації</w:t>
      </w:r>
      <w:r w:rsidRPr="008A758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8A758D">
        <w:rPr>
          <w:rFonts w:ascii="Times New Roman" w:hAnsi="Times New Roman"/>
          <w:sz w:val="24"/>
          <w:szCs w:val="24"/>
        </w:rPr>
        <w:t>містобудування, земельних відносин та сталог</w:t>
      </w:r>
      <w:r>
        <w:rPr>
          <w:rFonts w:ascii="Times New Roman" w:hAnsi="Times New Roman"/>
          <w:sz w:val="24"/>
          <w:szCs w:val="24"/>
        </w:rPr>
        <w:t xml:space="preserve">о розвитку, сільська рада </w:t>
      </w:r>
    </w:p>
    <w:p w:rsidR="001F643D" w:rsidRPr="00210F77" w:rsidRDefault="001F643D" w:rsidP="00934C8E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1F643D" w:rsidRPr="00562FA8" w:rsidRDefault="001F643D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Іванчук Михайла Йосиповича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2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0,25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1F643D" w:rsidRPr="00F2623E" w:rsidRDefault="001F643D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2623E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земельними ділянками для ведення особистого  селянського господарства </w:t>
      </w:r>
      <w:r w:rsidRPr="00F2623E">
        <w:rPr>
          <w:rFonts w:ascii="Times New Roman" w:hAnsi="Times New Roman"/>
          <w:color w:val="FF0000"/>
          <w:sz w:val="24"/>
          <w:szCs w:val="24"/>
          <w:lang w:val="uk-UA"/>
        </w:rPr>
        <w:t>у зв’язку із смертю</w:t>
      </w:r>
      <w:r w:rsidRPr="00F2623E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Pr="00F2623E">
        <w:rPr>
          <w:rFonts w:ascii="Times New Roman" w:hAnsi="Times New Roman"/>
          <w:color w:val="FF0000"/>
          <w:sz w:val="24"/>
          <w:szCs w:val="24"/>
          <w:lang w:val="uk-UA"/>
        </w:rPr>
        <w:t xml:space="preserve">Зубчик Розалії Петрівни </w:t>
      </w:r>
      <w:r w:rsidRPr="00F2623E">
        <w:rPr>
          <w:rFonts w:ascii="Times New Roman" w:hAnsi="Times New Roman"/>
          <w:sz w:val="24"/>
          <w:szCs w:val="24"/>
          <w:lang w:val="uk-UA"/>
        </w:rPr>
        <w:t xml:space="preserve">площею – </w:t>
      </w:r>
      <w:smartTag w:uri="urn:schemas-microsoft-com:office:smarttags" w:element="metricconverter">
        <w:smartTagPr>
          <w:attr w:name="ProductID" w:val="0,26 га"/>
        </w:smartTagPr>
        <w:r w:rsidRPr="00F2623E">
          <w:rPr>
            <w:rFonts w:ascii="Times New Roman" w:hAnsi="Times New Roman"/>
            <w:color w:val="FF0000"/>
            <w:sz w:val="24"/>
            <w:szCs w:val="24"/>
            <w:lang w:val="uk-UA"/>
          </w:rPr>
          <w:t xml:space="preserve">0,26 </w:t>
        </w:r>
        <w:r w:rsidRPr="00F2623E">
          <w:rPr>
            <w:rFonts w:ascii="Times New Roman" w:hAnsi="Times New Roman"/>
            <w:sz w:val="24"/>
            <w:szCs w:val="24"/>
            <w:lang w:val="uk-UA"/>
          </w:rPr>
          <w:t>га</w:t>
        </w:r>
      </w:smartTag>
      <w:r w:rsidRPr="00F2623E">
        <w:rPr>
          <w:rFonts w:ascii="Times New Roman" w:hAnsi="Times New Roman"/>
          <w:sz w:val="24"/>
          <w:szCs w:val="24"/>
          <w:lang w:val="uk-UA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Капустинці</w:t>
      </w:r>
      <w:r w:rsidRPr="00F2623E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F2623E">
        <w:rPr>
          <w:rFonts w:ascii="Times New Roman" w:hAnsi="Times New Roman"/>
          <w:sz w:val="24"/>
          <w:szCs w:val="24"/>
          <w:lang w:val="uk-UA"/>
        </w:rPr>
        <w:t>Чортківського району  Тернопільської області.</w:t>
      </w:r>
    </w:p>
    <w:p w:rsidR="001F643D" w:rsidRPr="00562FA8" w:rsidRDefault="001F643D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Побуринного Богдана Михайловича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1F643D" w:rsidRPr="00562FA8" w:rsidRDefault="001F643D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Чайковської Світлани Павлівни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0,15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1F643D" w:rsidRPr="0080417F" w:rsidRDefault="001F643D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Самотяга Марії Володимирівни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2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0,12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1F643D" w:rsidRDefault="001F643D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8C7D62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1F643D" w:rsidRPr="0080417F" w:rsidRDefault="001F643D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1F643D" w:rsidRDefault="001F643D" w:rsidP="0080417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</w:t>
      </w:r>
    </w:p>
    <w:p w:rsidR="001F643D" w:rsidRDefault="001F643D" w:rsidP="0080417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F643D" w:rsidRPr="00985647" w:rsidRDefault="001F643D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1F643D" w:rsidRPr="00985647" w:rsidRDefault="001F643D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1F643D" w:rsidRPr="00985647" w:rsidRDefault="001F643D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sectPr w:rsidR="001F643D" w:rsidRPr="00985647" w:rsidSect="0055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02514"/>
    <w:multiLevelType w:val="multilevel"/>
    <w:tmpl w:val="734CA6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6267535B"/>
    <w:multiLevelType w:val="hybridMultilevel"/>
    <w:tmpl w:val="E2E650C6"/>
    <w:lvl w:ilvl="0" w:tplc="4AD2C3F0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285"/>
    <w:rsid w:val="000F188F"/>
    <w:rsid w:val="001F643D"/>
    <w:rsid w:val="00210F77"/>
    <w:rsid w:val="002151C0"/>
    <w:rsid w:val="002408BD"/>
    <w:rsid w:val="00277285"/>
    <w:rsid w:val="00295ED0"/>
    <w:rsid w:val="004D1059"/>
    <w:rsid w:val="0055377B"/>
    <w:rsid w:val="00562FA8"/>
    <w:rsid w:val="00571D9E"/>
    <w:rsid w:val="006705B3"/>
    <w:rsid w:val="006A21A4"/>
    <w:rsid w:val="0080417F"/>
    <w:rsid w:val="008A758D"/>
    <w:rsid w:val="008C7D62"/>
    <w:rsid w:val="00934C8E"/>
    <w:rsid w:val="00954539"/>
    <w:rsid w:val="00985647"/>
    <w:rsid w:val="00A63C8B"/>
    <w:rsid w:val="00AC59C5"/>
    <w:rsid w:val="00B63F0D"/>
    <w:rsid w:val="00B75B2C"/>
    <w:rsid w:val="00BA0941"/>
    <w:rsid w:val="00CE439B"/>
    <w:rsid w:val="00D17BB9"/>
    <w:rsid w:val="00D27182"/>
    <w:rsid w:val="00D82F39"/>
    <w:rsid w:val="00DD30DD"/>
    <w:rsid w:val="00DF5944"/>
    <w:rsid w:val="00E064BD"/>
    <w:rsid w:val="00EC7AAA"/>
    <w:rsid w:val="00F2623E"/>
    <w:rsid w:val="00F5488B"/>
    <w:rsid w:val="00FD5986"/>
    <w:rsid w:val="00FE04A5"/>
    <w:rsid w:val="00FF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8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4C8E"/>
    <w:pPr>
      <w:ind w:left="720"/>
      <w:contextualSpacing/>
    </w:pPr>
  </w:style>
  <w:style w:type="paragraph" w:customStyle="1" w:styleId="1">
    <w:name w:val="Без інтервалів1"/>
    <w:uiPriority w:val="99"/>
    <w:rsid w:val="00934C8E"/>
    <w:rPr>
      <w:rFonts w:eastAsia="Times New Roman"/>
    </w:rPr>
  </w:style>
  <w:style w:type="paragraph" w:customStyle="1" w:styleId="3">
    <w:name w:val="Без інтервалів3"/>
    <w:uiPriority w:val="99"/>
    <w:rsid w:val="00934C8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1488</Words>
  <Characters>849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22</cp:revision>
  <cp:lastPrinted>2021-12-15T07:58:00Z</cp:lastPrinted>
  <dcterms:created xsi:type="dcterms:W3CDTF">2021-11-12T13:31:00Z</dcterms:created>
  <dcterms:modified xsi:type="dcterms:W3CDTF">2021-12-19T20:49:00Z</dcterms:modified>
</cp:coreProperties>
</file>