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1B8" w:rsidRDefault="00AA31B8" w:rsidP="00BD4303">
      <w:pPr>
        <w:pStyle w:val="1"/>
        <w:jc w:val="right"/>
        <w:rPr>
          <w:rFonts w:ascii="Times New Roman" w:hAnsi="Times New Roman"/>
          <w:sz w:val="24"/>
          <w:szCs w:val="24"/>
        </w:rPr>
      </w:pPr>
      <w:bookmarkStart w:id="0" w:name="_GoBack"/>
      <w:r>
        <w:rPr>
          <w:rFonts w:ascii="Times New Roman" w:hAnsi="Times New Roman"/>
          <w:sz w:val="24"/>
          <w:szCs w:val="24"/>
        </w:rPr>
        <w:t>15</w:t>
      </w:r>
    </w:p>
    <w:p w:rsidR="00AA31B8" w:rsidRDefault="00AA31B8" w:rsidP="00BD4303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AA31B8" w:rsidRPr="00283F1B" w:rsidRDefault="00AA31B8" w:rsidP="00BD4303">
      <w:pPr>
        <w:pStyle w:val="1"/>
        <w:jc w:val="right"/>
        <w:rPr>
          <w:noProof/>
        </w:rPr>
      </w:pPr>
      <w:r w:rsidRPr="00283F1B">
        <w:rPr>
          <w:rFonts w:ascii="Times New Roman" w:hAnsi="Times New Roman"/>
          <w:sz w:val="24"/>
          <w:szCs w:val="24"/>
        </w:rPr>
        <w:t>ПРОЄКТ</w:t>
      </w:r>
    </w:p>
    <w:p w:rsidR="00AA31B8" w:rsidRPr="00283F1B" w:rsidRDefault="00AA31B8" w:rsidP="005A145E">
      <w:pPr>
        <w:tabs>
          <w:tab w:val="left" w:pos="390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AA31B8" w:rsidRPr="00283F1B" w:rsidRDefault="00AA31B8" w:rsidP="005A145E">
      <w:pPr>
        <w:tabs>
          <w:tab w:val="left" w:pos="390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252C33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</w:p>
    <w:p w:rsidR="00AA31B8" w:rsidRPr="00283F1B" w:rsidRDefault="00AA31B8" w:rsidP="005A145E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283F1B">
        <w:rPr>
          <w:rFonts w:ascii="Times New Roman" w:hAnsi="Times New Roman"/>
          <w:sz w:val="24"/>
          <w:szCs w:val="24"/>
        </w:rPr>
        <w:t xml:space="preserve">НАГІРЯНСЬКА </w:t>
      </w:r>
      <w:r w:rsidRPr="00283F1B">
        <w:rPr>
          <w:rFonts w:ascii="Times New Roman" w:hAnsi="Times New Roman"/>
          <w:sz w:val="24"/>
          <w:szCs w:val="24"/>
        </w:rPr>
        <w:tab/>
        <w:t xml:space="preserve"> С І Л Ь С Ь К А   Р А Д А</w:t>
      </w:r>
    </w:p>
    <w:p w:rsidR="00AA31B8" w:rsidRPr="00283F1B" w:rsidRDefault="00AA31B8" w:rsidP="005A145E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283F1B">
        <w:rPr>
          <w:rFonts w:ascii="Times New Roman" w:hAnsi="Times New Roman"/>
          <w:sz w:val="24"/>
          <w:szCs w:val="24"/>
        </w:rPr>
        <w:t>ЧОРТКІВСЬКОГО РАЙОНУ ТЕРНОПІЛЬСЬКОЇ ОБЛАСТІ</w:t>
      </w:r>
    </w:p>
    <w:p w:rsidR="00AA31B8" w:rsidRPr="00283F1B" w:rsidRDefault="00AA31B8" w:rsidP="005A145E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283F1B">
        <w:rPr>
          <w:rFonts w:ascii="Times New Roman" w:hAnsi="Times New Roman"/>
          <w:sz w:val="24"/>
          <w:szCs w:val="24"/>
          <w:lang w:val="uk-UA"/>
        </w:rPr>
        <w:t>ВОСЬМЕ СКЛИКАННЯ</w:t>
      </w:r>
    </w:p>
    <w:p w:rsidR="00AA31B8" w:rsidRPr="00283F1B" w:rsidRDefault="00AA31B8" w:rsidP="00283F1B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283F1B">
        <w:rPr>
          <w:rFonts w:ascii="Times New Roman" w:hAnsi="Times New Roman"/>
          <w:sz w:val="24"/>
          <w:szCs w:val="24"/>
          <w:lang w:val="uk-UA"/>
        </w:rPr>
        <w:t>ДВАНАДЦЯТА  СЕСІЯ</w:t>
      </w:r>
    </w:p>
    <w:p w:rsidR="00AA31B8" w:rsidRPr="00283F1B" w:rsidRDefault="00AA31B8" w:rsidP="00BD4303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283F1B">
        <w:rPr>
          <w:rFonts w:ascii="Times New Roman" w:hAnsi="Times New Roman"/>
          <w:sz w:val="24"/>
          <w:szCs w:val="24"/>
          <w:lang w:val="uk-UA"/>
        </w:rPr>
        <w:t>РІШЕННЯ</w:t>
      </w:r>
    </w:p>
    <w:p w:rsidR="00AA31B8" w:rsidRDefault="00AA31B8" w:rsidP="005A145E">
      <w:pPr>
        <w:spacing w:after="0"/>
        <w:outlineLvl w:val="0"/>
        <w:rPr>
          <w:rFonts w:ascii="Times New Roman" w:hAnsi="Times New Roman"/>
          <w:sz w:val="24"/>
          <w:szCs w:val="24"/>
          <w:lang w:val="uk-UA"/>
        </w:rPr>
      </w:pPr>
      <w:r w:rsidRPr="00283F1B">
        <w:rPr>
          <w:rFonts w:ascii="Times New Roman" w:hAnsi="Times New Roman"/>
          <w:sz w:val="24"/>
          <w:szCs w:val="24"/>
          <w:lang w:val="uk-UA"/>
        </w:rPr>
        <w:t xml:space="preserve"> ___ ______________ 2021 </w:t>
      </w:r>
      <w:r w:rsidRPr="00283F1B">
        <w:rPr>
          <w:rFonts w:ascii="Times New Roman" w:hAnsi="Times New Roman"/>
          <w:sz w:val="24"/>
          <w:szCs w:val="24"/>
        </w:rPr>
        <w:t xml:space="preserve"> року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283F1B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  <w:lang w:val="uk-UA"/>
        </w:rPr>
        <w:t xml:space="preserve"> ___</w:t>
      </w:r>
    </w:p>
    <w:p w:rsidR="00AA31B8" w:rsidRDefault="00AA31B8" w:rsidP="005A145E">
      <w:pPr>
        <w:spacing w:after="0"/>
        <w:outlineLvl w:val="0"/>
        <w:rPr>
          <w:rFonts w:ascii="Times New Roman" w:hAnsi="Times New Roman"/>
          <w:sz w:val="24"/>
          <w:szCs w:val="24"/>
          <w:lang w:val="uk-UA"/>
        </w:rPr>
      </w:pPr>
      <w:r w:rsidRPr="00283F1B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с-ще Нагірянка</w:t>
      </w:r>
    </w:p>
    <w:p w:rsidR="00AA31B8" w:rsidRPr="00283F1B" w:rsidRDefault="00AA31B8" w:rsidP="005A145E">
      <w:pPr>
        <w:spacing w:after="0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AA31B8" w:rsidRPr="00D1779F" w:rsidRDefault="00AA31B8" w:rsidP="005A145E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D1779F">
        <w:rPr>
          <w:rFonts w:ascii="Times New Roman" w:hAnsi="Times New Roman"/>
          <w:b/>
          <w:bCs/>
          <w:sz w:val="24"/>
          <w:szCs w:val="24"/>
          <w:lang w:val="uk-UA"/>
        </w:rPr>
        <w:t>Про відмову в наданні дозволу на розроблення проекту</w:t>
      </w:r>
    </w:p>
    <w:p w:rsidR="00AA31B8" w:rsidRPr="00D1779F" w:rsidRDefault="00AA31B8" w:rsidP="005A145E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D1779F">
        <w:rPr>
          <w:rFonts w:ascii="Times New Roman" w:hAnsi="Times New Roman"/>
          <w:b/>
          <w:bCs/>
          <w:sz w:val="24"/>
          <w:szCs w:val="24"/>
          <w:lang w:val="uk-UA"/>
        </w:rPr>
        <w:t>землеустрою щодо відведення земельних ділянок громадянам</w:t>
      </w:r>
    </w:p>
    <w:p w:rsidR="00AA31B8" w:rsidRDefault="00AA31B8" w:rsidP="00BD4303">
      <w:pPr>
        <w:tabs>
          <w:tab w:val="left" w:pos="7740"/>
        </w:tabs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D1779F">
        <w:rPr>
          <w:rFonts w:ascii="Times New Roman" w:hAnsi="Times New Roman"/>
          <w:b/>
          <w:bCs/>
          <w:sz w:val="24"/>
          <w:szCs w:val="24"/>
          <w:lang w:val="uk-UA"/>
        </w:rPr>
        <w:t xml:space="preserve"> у приватну власність </w:t>
      </w:r>
      <w:r w:rsidRPr="00283F1B">
        <w:rPr>
          <w:rFonts w:ascii="Times New Roman" w:hAnsi="Times New Roman"/>
          <w:b/>
          <w:sz w:val="24"/>
          <w:szCs w:val="24"/>
        </w:rPr>
        <w:t xml:space="preserve">для ведення особистого селянського </w:t>
      </w:r>
    </w:p>
    <w:p w:rsidR="00AA31B8" w:rsidRDefault="00AA31B8" w:rsidP="00BD4303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283F1B">
        <w:rPr>
          <w:rFonts w:ascii="Times New Roman" w:hAnsi="Times New Roman"/>
          <w:b/>
          <w:sz w:val="24"/>
          <w:szCs w:val="24"/>
        </w:rPr>
        <w:t>господарства</w:t>
      </w:r>
      <w:r w:rsidRPr="00D1779F">
        <w:rPr>
          <w:rFonts w:ascii="Times New Roman" w:hAnsi="Times New Roman"/>
          <w:b/>
          <w:bCs/>
          <w:sz w:val="24"/>
          <w:szCs w:val="24"/>
          <w:lang w:val="uk-UA"/>
        </w:rPr>
        <w:t xml:space="preserve"> на території Нагірянської сільської ради </w:t>
      </w:r>
    </w:p>
    <w:p w:rsidR="00AA31B8" w:rsidRDefault="00AA31B8" w:rsidP="00BD4303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D1779F">
        <w:rPr>
          <w:rFonts w:ascii="Times New Roman" w:hAnsi="Times New Roman"/>
          <w:b/>
          <w:bCs/>
          <w:sz w:val="24"/>
          <w:szCs w:val="24"/>
          <w:lang w:val="uk-UA"/>
        </w:rPr>
        <w:t>Чортківського району Тернопільської області</w:t>
      </w:r>
    </w:p>
    <w:p w:rsidR="00AA31B8" w:rsidRPr="00D1779F" w:rsidRDefault="00AA31B8" w:rsidP="00BD4303">
      <w:pPr>
        <w:tabs>
          <w:tab w:val="left" w:pos="7740"/>
        </w:tabs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AA31B8" w:rsidRPr="00D1779F" w:rsidRDefault="00AA31B8" w:rsidP="00BD4303">
      <w:pPr>
        <w:spacing w:after="0"/>
        <w:ind w:left="-142" w:right="-284" w:firstLine="862"/>
        <w:jc w:val="both"/>
        <w:rPr>
          <w:rFonts w:ascii="Times New Roman" w:hAnsi="Times New Roman"/>
          <w:sz w:val="24"/>
          <w:szCs w:val="24"/>
          <w:lang w:val="uk-UA"/>
        </w:rPr>
      </w:pPr>
      <w:r w:rsidRPr="00D1779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83F1B">
        <w:rPr>
          <w:rFonts w:ascii="Times New Roman" w:hAnsi="Times New Roman"/>
          <w:sz w:val="24"/>
          <w:szCs w:val="24"/>
          <w:lang w:val="uk-UA"/>
        </w:rPr>
        <w:t>Розглянувши заяви</w:t>
      </w:r>
      <w:r w:rsidRPr="00D1779F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D1779F">
        <w:rPr>
          <w:rFonts w:ascii="Times New Roman" w:hAnsi="Times New Roman"/>
          <w:sz w:val="24"/>
          <w:szCs w:val="24"/>
          <w:lang w:val="uk-UA"/>
        </w:rPr>
        <w:t>громадян про надання дозволу на виготовлення проекту землеустрою щодо відведення земельних ділянок у приватну власність на території Нагірянської сільської ради  для ведення особистого селянського господарства, керуючись ст. 26, 33 Закону України «Про місцеве самоврядування в Україні», ст.50 Закону України «Про землеустрій», ст.12, 33, 116, 118, 121, 122, Земельного кодексу України, ст.ст. 21,24 ЗУ «Про Державний земельний кадастр» та враховуючи рекомендації</w:t>
      </w:r>
      <w:r w:rsidRPr="00D1779F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постійної комісії з питань </w:t>
      </w:r>
      <w:r w:rsidRPr="00D1779F">
        <w:rPr>
          <w:rFonts w:ascii="Times New Roman" w:hAnsi="Times New Roman"/>
          <w:sz w:val="24"/>
          <w:szCs w:val="24"/>
          <w:lang w:val="uk-UA"/>
        </w:rPr>
        <w:t>містобудування, земельних відносин та сталого розвитку, сільськ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D1779F">
        <w:rPr>
          <w:rFonts w:ascii="Times New Roman" w:hAnsi="Times New Roman"/>
          <w:sz w:val="24"/>
          <w:szCs w:val="24"/>
          <w:lang w:val="uk-UA"/>
        </w:rPr>
        <w:t xml:space="preserve"> рад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D1779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1779F">
        <w:rPr>
          <w:rFonts w:ascii="Times New Roman" w:hAnsi="Times New Roman"/>
          <w:b/>
          <w:bCs/>
          <w:sz w:val="24"/>
          <w:szCs w:val="24"/>
          <w:lang w:val="uk-UA"/>
        </w:rPr>
        <w:t xml:space="preserve">   </w:t>
      </w:r>
    </w:p>
    <w:p w:rsidR="00AA31B8" w:rsidRPr="00D1779F" w:rsidRDefault="00AA31B8" w:rsidP="00BD4303">
      <w:pPr>
        <w:spacing w:after="0"/>
        <w:ind w:left="-142" w:right="-28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1779F">
        <w:rPr>
          <w:rFonts w:ascii="Times New Roman" w:hAnsi="Times New Roman"/>
          <w:b/>
          <w:sz w:val="24"/>
          <w:szCs w:val="24"/>
          <w:lang w:val="uk-UA"/>
        </w:rPr>
        <w:t>В И Р І Ш И Л А :</w:t>
      </w:r>
    </w:p>
    <w:p w:rsidR="00AA31B8" w:rsidRPr="00D1779F" w:rsidRDefault="00AA31B8" w:rsidP="00557ECC">
      <w:pPr>
        <w:pStyle w:val="2"/>
        <w:ind w:firstLine="709"/>
        <w:jc w:val="both"/>
        <w:rPr>
          <w:rFonts w:ascii="Times New Roman" w:hAnsi="Times New Roman"/>
          <w:sz w:val="24"/>
          <w:szCs w:val="24"/>
        </w:rPr>
      </w:pPr>
      <w:r w:rsidRPr="00622277">
        <w:rPr>
          <w:rFonts w:ascii="Times New Roman" w:hAnsi="Times New Roman"/>
          <w:b/>
          <w:sz w:val="24"/>
          <w:szCs w:val="24"/>
          <w:lang w:val="ru-RU"/>
        </w:rPr>
        <w:t>1</w:t>
      </w:r>
      <w:r w:rsidRPr="00622277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1779F">
        <w:rPr>
          <w:rFonts w:ascii="Times New Roman" w:hAnsi="Times New Roman"/>
          <w:sz w:val="24"/>
          <w:szCs w:val="24"/>
        </w:rPr>
        <w:t>Відмовити у наданні дозволу гр. Ляхоцькій Ользі Михайлівні</w:t>
      </w:r>
      <w:r w:rsidRPr="00D1779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1779F">
        <w:rPr>
          <w:rFonts w:ascii="Times New Roman" w:hAnsi="Times New Roman"/>
          <w:sz w:val="24"/>
          <w:szCs w:val="24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65 га"/>
        </w:smartTagPr>
        <w:r w:rsidRPr="00D1779F">
          <w:rPr>
            <w:rFonts w:ascii="Times New Roman" w:hAnsi="Times New Roman"/>
            <w:sz w:val="24"/>
            <w:szCs w:val="24"/>
          </w:rPr>
          <w:t>0,65 га</w:t>
        </w:r>
      </w:smartTag>
      <w:r w:rsidRPr="00D1779F">
        <w:rPr>
          <w:rFonts w:ascii="Times New Roman" w:hAnsi="Times New Roman"/>
          <w:sz w:val="24"/>
          <w:szCs w:val="24"/>
        </w:rPr>
        <w:t xml:space="preserve"> в с. Милівці  на території Нагірянської сільської ради Чортківського району Тернопільської області для ведення особистого селянського господарства  на підставі п.6 ст.118 Земельного кодексу України.</w:t>
      </w:r>
    </w:p>
    <w:p w:rsidR="00AA31B8" w:rsidRPr="00D1779F" w:rsidRDefault="00AA31B8" w:rsidP="008A308C">
      <w:pPr>
        <w:pStyle w:val="2"/>
        <w:ind w:firstLine="709"/>
        <w:jc w:val="both"/>
        <w:rPr>
          <w:rFonts w:ascii="Times New Roman" w:hAnsi="Times New Roman"/>
          <w:sz w:val="24"/>
          <w:szCs w:val="24"/>
        </w:rPr>
      </w:pPr>
      <w:r w:rsidRPr="00622277">
        <w:rPr>
          <w:rFonts w:ascii="Times New Roman" w:hAnsi="Times New Roman"/>
          <w:b/>
          <w:sz w:val="24"/>
          <w:szCs w:val="24"/>
          <w:lang w:val="ru-RU"/>
        </w:rPr>
        <w:t>2</w:t>
      </w:r>
      <w:r w:rsidRPr="00622277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1779F">
        <w:rPr>
          <w:rFonts w:ascii="Times New Roman" w:hAnsi="Times New Roman"/>
          <w:sz w:val="24"/>
          <w:szCs w:val="24"/>
        </w:rPr>
        <w:t>Відмовити у наданні дозволу гр. Пастущак Надії Дмитрівні</w:t>
      </w:r>
      <w:r w:rsidRPr="00D1779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1779F">
        <w:rPr>
          <w:rFonts w:ascii="Times New Roman" w:hAnsi="Times New Roman"/>
          <w:sz w:val="24"/>
          <w:szCs w:val="24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1,60 га"/>
        </w:smartTagPr>
        <w:r w:rsidRPr="00D1779F">
          <w:rPr>
            <w:rFonts w:ascii="Times New Roman" w:hAnsi="Times New Roman"/>
            <w:sz w:val="24"/>
            <w:szCs w:val="24"/>
          </w:rPr>
          <w:t>1,60 га</w:t>
        </w:r>
      </w:smartTag>
      <w:r w:rsidRPr="00D1779F">
        <w:rPr>
          <w:rFonts w:ascii="Times New Roman" w:hAnsi="Times New Roman"/>
          <w:sz w:val="24"/>
          <w:szCs w:val="24"/>
        </w:rPr>
        <w:t xml:space="preserve"> в с. Мухавка  на території Нагірянської сільської ради Чортківського району Тернопільської області для ведення особистого селянського господарства  на підставі п.6 ст.118 Земельного кодексу України.</w:t>
      </w:r>
    </w:p>
    <w:p w:rsidR="00AA31B8" w:rsidRPr="00D1779F" w:rsidRDefault="00AA31B8" w:rsidP="006628C9">
      <w:pPr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D1779F"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 w:rsidRPr="00622277">
        <w:rPr>
          <w:rFonts w:ascii="Times New Roman" w:hAnsi="Times New Roman"/>
          <w:b/>
          <w:sz w:val="24"/>
          <w:szCs w:val="24"/>
          <w:lang w:val="uk-UA"/>
        </w:rPr>
        <w:t>3.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1779F">
        <w:rPr>
          <w:rFonts w:ascii="Times New Roman" w:hAnsi="Times New Roman"/>
          <w:sz w:val="24"/>
          <w:szCs w:val="24"/>
          <w:lang w:val="uk-UA"/>
        </w:rPr>
        <w:t xml:space="preserve">Відмовити у наданні дозволу гр. </w:t>
      </w:r>
      <w:r w:rsidRPr="003F436F">
        <w:rPr>
          <w:rFonts w:ascii="Times New Roman" w:hAnsi="Times New Roman"/>
          <w:bCs/>
          <w:sz w:val="24"/>
          <w:szCs w:val="24"/>
          <w:lang w:val="uk-UA"/>
        </w:rPr>
        <w:t>Максимів Ігореві Ігоровичу</w:t>
      </w:r>
      <w:r w:rsidRPr="00D1779F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D1779F">
        <w:rPr>
          <w:rFonts w:ascii="Times New Roman" w:hAnsi="Times New Roman"/>
          <w:sz w:val="24"/>
          <w:szCs w:val="24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1,9935 га"/>
        </w:smartTagPr>
        <w:r w:rsidRPr="00D1779F">
          <w:rPr>
            <w:rFonts w:ascii="Times New Roman" w:hAnsi="Times New Roman"/>
            <w:sz w:val="24"/>
            <w:szCs w:val="24"/>
            <w:lang w:val="uk-UA"/>
          </w:rPr>
          <w:t>1,9935 га</w:t>
        </w:r>
      </w:smartTag>
      <w:r w:rsidRPr="00D1779F">
        <w:rPr>
          <w:rFonts w:ascii="Times New Roman" w:hAnsi="Times New Roman"/>
          <w:sz w:val="24"/>
          <w:szCs w:val="24"/>
          <w:lang w:val="uk-UA"/>
        </w:rPr>
        <w:t xml:space="preserve"> (кадастровий номер 6125585900:01:002:****)  на території Нагірянської сільської ради, Чортківського району, Тернопільської області в селищі Нагірянка для  ведення особистого селянського господарства кадастровий номер 6125585900:01:002:0016 в зв’язку з наявністю третіх осіб, зазначені землі перебувають в користуванні громадян й виділені до 01.01.2004 року відповідно на підставі п.6 ст.118 Земельного кодексу України ,,</w:t>
      </w:r>
      <w:r w:rsidRPr="00D1779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До клопотання додаються графічні матеріали, на яких зазначено бажане місце розташування земельної ділянки, погодження землекористувача (у разі вилучення земельної ділянки, що перебуває у користуванні інших осіб),,</w:t>
      </w:r>
    </w:p>
    <w:p w:rsidR="00AA31B8" w:rsidRPr="00D1779F" w:rsidRDefault="00AA31B8" w:rsidP="00F220E0">
      <w:pPr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</w:t>
      </w:r>
      <w:r w:rsidRPr="00622277">
        <w:rPr>
          <w:rFonts w:ascii="Times New Roman" w:hAnsi="Times New Roman"/>
          <w:b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1779F">
        <w:rPr>
          <w:rFonts w:ascii="Times New Roman" w:hAnsi="Times New Roman"/>
          <w:sz w:val="24"/>
          <w:szCs w:val="24"/>
        </w:rPr>
        <w:t>Відмовити у наданні дозволу гр. Т</w:t>
      </w:r>
      <w:r w:rsidRPr="00D1779F">
        <w:rPr>
          <w:rFonts w:ascii="Times New Roman" w:hAnsi="Times New Roman"/>
          <w:sz w:val="24"/>
          <w:szCs w:val="24"/>
          <w:lang w:val="uk-UA"/>
        </w:rPr>
        <w:t>еслюк Марії Миколаївні</w:t>
      </w:r>
      <w:r w:rsidRPr="00D1779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1779F">
        <w:rPr>
          <w:rFonts w:ascii="Times New Roman" w:hAnsi="Times New Roman"/>
          <w:sz w:val="24"/>
          <w:szCs w:val="24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25 га"/>
        </w:smartTagPr>
        <w:r w:rsidRPr="00D1779F">
          <w:rPr>
            <w:rFonts w:ascii="Times New Roman" w:hAnsi="Times New Roman"/>
            <w:sz w:val="24"/>
            <w:szCs w:val="24"/>
          </w:rPr>
          <w:t>0,25 га</w:t>
        </w:r>
      </w:smartTag>
      <w:r w:rsidRPr="00D1779F">
        <w:rPr>
          <w:rFonts w:ascii="Times New Roman" w:hAnsi="Times New Roman"/>
          <w:sz w:val="24"/>
          <w:szCs w:val="24"/>
        </w:rPr>
        <w:t xml:space="preserve"> в сел.</w:t>
      </w:r>
      <w:r w:rsidRPr="00D1779F">
        <w:rPr>
          <w:rFonts w:ascii="Times New Roman" w:hAnsi="Times New Roman"/>
          <w:sz w:val="24"/>
          <w:szCs w:val="24"/>
          <w:lang w:val="uk-UA"/>
        </w:rPr>
        <w:t xml:space="preserve"> Нагірянка</w:t>
      </w:r>
      <w:r w:rsidRPr="00D1779F">
        <w:rPr>
          <w:rFonts w:ascii="Times New Roman" w:hAnsi="Times New Roman"/>
          <w:sz w:val="24"/>
          <w:szCs w:val="24"/>
        </w:rPr>
        <w:t xml:space="preserve">  на території Нагірянської сільської ради Чортківського району Тернопільської області для ведення особистого селянського господарства  на підставі п.6 ст.118 Земельного кодексу України.</w:t>
      </w:r>
    </w:p>
    <w:p w:rsidR="00AA31B8" w:rsidRPr="00D1779F" w:rsidRDefault="00AA31B8" w:rsidP="00B41A27">
      <w:pPr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</w:t>
      </w:r>
      <w:r w:rsidRPr="00622277">
        <w:rPr>
          <w:rFonts w:ascii="Times New Roman" w:hAnsi="Times New Roman"/>
          <w:b/>
          <w:sz w:val="24"/>
          <w:szCs w:val="24"/>
          <w:lang w:val="uk-UA"/>
        </w:rPr>
        <w:t>5</w:t>
      </w:r>
      <w:r w:rsidRPr="00622277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1779F">
        <w:rPr>
          <w:rFonts w:ascii="Times New Roman" w:hAnsi="Times New Roman"/>
          <w:sz w:val="24"/>
          <w:szCs w:val="24"/>
        </w:rPr>
        <w:t>Відмовити у наданні дозволу гр. Ю</w:t>
      </w:r>
      <w:r w:rsidRPr="00D1779F">
        <w:rPr>
          <w:rFonts w:ascii="Times New Roman" w:hAnsi="Times New Roman"/>
          <w:sz w:val="24"/>
          <w:szCs w:val="24"/>
          <w:lang w:val="uk-UA"/>
        </w:rPr>
        <w:t>рків Сергію Петровичу</w:t>
      </w:r>
      <w:r w:rsidRPr="00D1779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1779F">
        <w:rPr>
          <w:rFonts w:ascii="Times New Roman" w:hAnsi="Times New Roman"/>
          <w:sz w:val="24"/>
          <w:szCs w:val="24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19 га"/>
        </w:smartTagPr>
        <w:r w:rsidRPr="00D1779F">
          <w:rPr>
            <w:rFonts w:ascii="Times New Roman" w:hAnsi="Times New Roman"/>
            <w:sz w:val="24"/>
            <w:szCs w:val="24"/>
          </w:rPr>
          <w:t>0,19 га</w:t>
        </w:r>
      </w:smartTag>
      <w:r w:rsidRPr="00D1779F">
        <w:rPr>
          <w:rFonts w:ascii="Times New Roman" w:hAnsi="Times New Roman"/>
          <w:sz w:val="24"/>
          <w:szCs w:val="24"/>
        </w:rPr>
        <w:t xml:space="preserve"> в селищі</w:t>
      </w:r>
      <w:r w:rsidRPr="00D1779F">
        <w:rPr>
          <w:rFonts w:ascii="Times New Roman" w:hAnsi="Times New Roman"/>
          <w:sz w:val="24"/>
          <w:szCs w:val="24"/>
          <w:lang w:val="uk-UA"/>
        </w:rPr>
        <w:t xml:space="preserve"> Нагірянка</w:t>
      </w:r>
      <w:r w:rsidRPr="00D1779F">
        <w:rPr>
          <w:rFonts w:ascii="Times New Roman" w:hAnsi="Times New Roman"/>
          <w:sz w:val="24"/>
          <w:szCs w:val="24"/>
        </w:rPr>
        <w:t xml:space="preserve">  на території Нагірянської сільської ради Чортківського району Тернопільської області для ведення особистого селянського господарства  на підставі п.6 ст.118 Земельного кодексу України.</w:t>
      </w:r>
    </w:p>
    <w:p w:rsidR="00AA31B8" w:rsidRPr="00D1779F" w:rsidRDefault="00AA31B8" w:rsidP="00B41A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Pr="00D1779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22277">
        <w:rPr>
          <w:rFonts w:ascii="Times New Roman" w:hAnsi="Times New Roman"/>
          <w:b/>
          <w:sz w:val="24"/>
          <w:szCs w:val="24"/>
          <w:lang w:val="uk-UA"/>
        </w:rPr>
        <w:t>6</w:t>
      </w:r>
      <w:r w:rsidRPr="00622277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1779F">
        <w:rPr>
          <w:rFonts w:ascii="Times New Roman" w:hAnsi="Times New Roman"/>
          <w:sz w:val="24"/>
          <w:szCs w:val="24"/>
        </w:rPr>
        <w:t>Відмовити у наданні дозволу гр.</w:t>
      </w:r>
      <w:r w:rsidRPr="00D1779F">
        <w:rPr>
          <w:rFonts w:ascii="Times New Roman" w:hAnsi="Times New Roman"/>
          <w:sz w:val="24"/>
          <w:szCs w:val="24"/>
          <w:lang w:val="uk-UA"/>
        </w:rPr>
        <w:t xml:space="preserve"> Лижечка Марії Петрівні</w:t>
      </w:r>
      <w:r w:rsidRPr="00D1779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1779F">
        <w:rPr>
          <w:rFonts w:ascii="Times New Roman" w:hAnsi="Times New Roman"/>
          <w:sz w:val="24"/>
          <w:szCs w:val="24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30 га"/>
        </w:smartTagPr>
        <w:r w:rsidRPr="00D1779F">
          <w:rPr>
            <w:rFonts w:ascii="Times New Roman" w:hAnsi="Times New Roman"/>
            <w:sz w:val="24"/>
            <w:szCs w:val="24"/>
          </w:rPr>
          <w:t>0,30 га</w:t>
        </w:r>
      </w:smartTag>
      <w:r w:rsidRPr="00D1779F">
        <w:rPr>
          <w:rFonts w:ascii="Times New Roman" w:hAnsi="Times New Roman"/>
          <w:sz w:val="24"/>
          <w:szCs w:val="24"/>
        </w:rPr>
        <w:t xml:space="preserve"> в селищі</w:t>
      </w:r>
      <w:r w:rsidRPr="00D1779F">
        <w:rPr>
          <w:rFonts w:ascii="Times New Roman" w:hAnsi="Times New Roman"/>
          <w:sz w:val="24"/>
          <w:szCs w:val="24"/>
          <w:lang w:val="uk-UA"/>
        </w:rPr>
        <w:t xml:space="preserve"> Нагірянка</w:t>
      </w:r>
      <w:r w:rsidRPr="00D1779F">
        <w:rPr>
          <w:rFonts w:ascii="Times New Roman" w:hAnsi="Times New Roman"/>
          <w:sz w:val="24"/>
          <w:szCs w:val="24"/>
        </w:rPr>
        <w:t xml:space="preserve">  на території Нагірянської сільської ради Чортківського району Тернопільської області для ведення особистого селянського господарства  на підставі п.6 ст.118 Земельного кодексу України.</w:t>
      </w:r>
    </w:p>
    <w:p w:rsidR="00AA31B8" w:rsidRPr="00D1779F" w:rsidRDefault="00AA31B8" w:rsidP="005255F5">
      <w:pPr>
        <w:pStyle w:val="2"/>
        <w:ind w:firstLine="709"/>
        <w:jc w:val="both"/>
        <w:rPr>
          <w:rFonts w:ascii="Times New Roman" w:hAnsi="Times New Roman"/>
          <w:sz w:val="24"/>
          <w:szCs w:val="24"/>
        </w:rPr>
      </w:pPr>
      <w:r w:rsidRPr="00622277">
        <w:rPr>
          <w:rFonts w:ascii="Times New Roman" w:hAnsi="Times New Roman"/>
          <w:b/>
          <w:sz w:val="24"/>
          <w:szCs w:val="24"/>
          <w:lang w:val="ru-RU"/>
        </w:rPr>
        <w:t>7</w:t>
      </w:r>
      <w:r w:rsidRPr="00622277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1779F">
        <w:rPr>
          <w:rFonts w:ascii="Times New Roman" w:hAnsi="Times New Roman"/>
          <w:sz w:val="24"/>
          <w:szCs w:val="24"/>
        </w:rPr>
        <w:t>Відмовити у наданні дозволу гр. Винничук Богданні Каролівні</w:t>
      </w:r>
      <w:r w:rsidRPr="00D1779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1779F">
        <w:rPr>
          <w:rFonts w:ascii="Times New Roman" w:hAnsi="Times New Roman"/>
          <w:sz w:val="24"/>
          <w:szCs w:val="24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2327 га"/>
        </w:smartTagPr>
        <w:r w:rsidRPr="00D1779F">
          <w:rPr>
            <w:rFonts w:ascii="Times New Roman" w:hAnsi="Times New Roman"/>
            <w:sz w:val="24"/>
            <w:szCs w:val="24"/>
          </w:rPr>
          <w:t>0,2327 га</w:t>
        </w:r>
      </w:smartTag>
      <w:r w:rsidRPr="00D1779F">
        <w:rPr>
          <w:rFonts w:ascii="Times New Roman" w:hAnsi="Times New Roman"/>
          <w:sz w:val="24"/>
          <w:szCs w:val="24"/>
        </w:rPr>
        <w:t xml:space="preserve"> в с. Нагірянка  на території Нагірянської сільської ради Чортківського району Тернопільської області для ведення особистого селянського господарства  на підставі п.6 ст.118 Земельного кодексу України.</w:t>
      </w:r>
    </w:p>
    <w:p w:rsidR="00AA31B8" w:rsidRPr="00D1779F" w:rsidRDefault="00AA31B8" w:rsidP="008853E6">
      <w:pPr>
        <w:pStyle w:val="2"/>
        <w:ind w:firstLine="709"/>
        <w:jc w:val="both"/>
        <w:rPr>
          <w:rFonts w:ascii="Times New Roman" w:hAnsi="Times New Roman"/>
          <w:sz w:val="24"/>
          <w:szCs w:val="24"/>
        </w:rPr>
      </w:pPr>
      <w:r w:rsidRPr="00622277">
        <w:rPr>
          <w:rFonts w:ascii="Times New Roman" w:hAnsi="Times New Roman"/>
          <w:b/>
          <w:sz w:val="24"/>
          <w:szCs w:val="24"/>
          <w:lang w:val="ru-RU"/>
        </w:rPr>
        <w:t>8</w:t>
      </w:r>
      <w:r w:rsidRPr="00622277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1779F">
        <w:rPr>
          <w:rFonts w:ascii="Times New Roman" w:hAnsi="Times New Roman"/>
          <w:sz w:val="24"/>
          <w:szCs w:val="24"/>
        </w:rPr>
        <w:t>Відмовити у наданні дозволу гр. Барна Олегу Степановичу</w:t>
      </w:r>
      <w:r w:rsidRPr="00D1779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1779F">
        <w:rPr>
          <w:rFonts w:ascii="Times New Roman" w:hAnsi="Times New Roman"/>
          <w:sz w:val="24"/>
          <w:szCs w:val="24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2,00 га"/>
        </w:smartTagPr>
        <w:r w:rsidRPr="00D1779F">
          <w:rPr>
            <w:rFonts w:ascii="Times New Roman" w:hAnsi="Times New Roman"/>
            <w:sz w:val="24"/>
            <w:szCs w:val="24"/>
          </w:rPr>
          <w:t>2,00 га</w:t>
        </w:r>
      </w:smartTag>
      <w:r w:rsidRPr="00D1779F">
        <w:rPr>
          <w:rFonts w:ascii="Times New Roman" w:hAnsi="Times New Roman"/>
          <w:sz w:val="24"/>
          <w:szCs w:val="24"/>
        </w:rPr>
        <w:t xml:space="preserve"> в с. Нагірянка  на території Нагірянської сільської ради Чортківського району Тернопільської області для ведення особистого селянського господарства  на підставі п.6 ст.118 Земельного кодексу України.</w:t>
      </w:r>
    </w:p>
    <w:p w:rsidR="00AA31B8" w:rsidRPr="00D1779F" w:rsidRDefault="00AA31B8" w:rsidP="00FD51F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1779F"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Pr="00622277">
        <w:rPr>
          <w:rFonts w:ascii="Times New Roman" w:hAnsi="Times New Roman"/>
          <w:b/>
          <w:sz w:val="24"/>
          <w:szCs w:val="24"/>
          <w:lang w:val="uk-UA"/>
        </w:rPr>
        <w:t>9.</w:t>
      </w:r>
      <w:r w:rsidRPr="00D1779F">
        <w:rPr>
          <w:rFonts w:ascii="Times New Roman" w:hAnsi="Times New Roman"/>
          <w:sz w:val="24"/>
          <w:szCs w:val="24"/>
          <w:lang w:val="uk-UA"/>
        </w:rPr>
        <w:t xml:space="preserve"> Дане рішення направити заявнику.</w:t>
      </w:r>
    </w:p>
    <w:p w:rsidR="00AA31B8" w:rsidRPr="00D1779F" w:rsidRDefault="00AA31B8" w:rsidP="00FD51F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Pr="00622277">
        <w:rPr>
          <w:rFonts w:ascii="Times New Roman" w:hAnsi="Times New Roman"/>
          <w:b/>
          <w:sz w:val="24"/>
          <w:szCs w:val="24"/>
          <w:lang w:val="uk-UA"/>
        </w:rPr>
        <w:t>10.</w:t>
      </w:r>
      <w:r w:rsidRPr="00D1779F">
        <w:rPr>
          <w:rFonts w:ascii="Times New Roman" w:hAnsi="Times New Roman"/>
          <w:sz w:val="24"/>
          <w:szCs w:val="24"/>
          <w:lang w:val="uk-UA"/>
        </w:rPr>
        <w:t xml:space="preserve"> Контроль за виконанням даного рішення покласти на постійну комісію Нагірянської сільської ради з питань містобудування, земельних відносин та сталого розвитку.</w:t>
      </w:r>
    </w:p>
    <w:p w:rsidR="00AA31B8" w:rsidRPr="00D1779F" w:rsidRDefault="00AA31B8" w:rsidP="005A145E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A31B8" w:rsidRPr="00D1779F" w:rsidRDefault="00AA31B8" w:rsidP="00BD4303">
      <w:pPr>
        <w:rPr>
          <w:rFonts w:ascii="Times New Roman" w:hAnsi="Times New Roman"/>
          <w:sz w:val="24"/>
          <w:szCs w:val="24"/>
          <w:lang w:val="uk-UA"/>
        </w:rPr>
      </w:pPr>
      <w:r w:rsidRPr="00D1779F">
        <w:rPr>
          <w:rFonts w:ascii="Times New Roman" w:hAnsi="Times New Roman"/>
          <w:sz w:val="24"/>
          <w:szCs w:val="24"/>
          <w:lang w:val="uk-UA"/>
        </w:rPr>
        <w:t xml:space="preserve">Нагірянський сільський голова                                                                 Ігор КІНДРАТ    </w:t>
      </w:r>
    </w:p>
    <w:p w:rsidR="00AA31B8" w:rsidRPr="00D1779F" w:rsidRDefault="00AA31B8" w:rsidP="00BD4303">
      <w:pPr>
        <w:rPr>
          <w:rFonts w:ascii="Times New Roman" w:hAnsi="Times New Roman"/>
          <w:sz w:val="24"/>
          <w:szCs w:val="24"/>
          <w:lang w:val="uk-UA"/>
        </w:rPr>
      </w:pPr>
    </w:p>
    <w:p w:rsidR="00AA31B8" w:rsidRPr="00283F1B" w:rsidRDefault="00AA31B8" w:rsidP="005A145E">
      <w:pPr>
        <w:rPr>
          <w:rFonts w:ascii="Times New Roman" w:hAnsi="Times New Roman"/>
          <w:sz w:val="24"/>
          <w:szCs w:val="24"/>
          <w:lang w:val="uk-UA"/>
        </w:rPr>
      </w:pPr>
      <w:r w:rsidRPr="00283F1B">
        <w:rPr>
          <w:rFonts w:ascii="Times New Roman" w:hAnsi="Times New Roman"/>
          <w:sz w:val="24"/>
          <w:szCs w:val="24"/>
          <w:lang w:val="uk-UA"/>
        </w:rPr>
        <w:t>Любомир ХОМ’ЯК</w:t>
      </w:r>
    </w:p>
    <w:p w:rsidR="00AA31B8" w:rsidRPr="00283F1B" w:rsidRDefault="00AA31B8" w:rsidP="005A145E">
      <w:pPr>
        <w:rPr>
          <w:rFonts w:ascii="Times New Roman" w:hAnsi="Times New Roman"/>
          <w:sz w:val="24"/>
          <w:szCs w:val="24"/>
          <w:lang w:val="uk-UA"/>
        </w:rPr>
      </w:pPr>
      <w:r w:rsidRPr="00283F1B">
        <w:rPr>
          <w:rFonts w:ascii="Times New Roman" w:hAnsi="Times New Roman"/>
          <w:sz w:val="24"/>
          <w:szCs w:val="24"/>
          <w:lang w:val="uk-UA"/>
        </w:rPr>
        <w:t>Оксана КОВАЛЬЧУК</w:t>
      </w:r>
    </w:p>
    <w:p w:rsidR="00AA31B8" w:rsidRPr="00283F1B" w:rsidRDefault="00AA31B8" w:rsidP="005A145E">
      <w:pPr>
        <w:rPr>
          <w:rFonts w:ascii="Times New Roman" w:hAnsi="Times New Roman"/>
          <w:sz w:val="24"/>
          <w:szCs w:val="24"/>
          <w:lang w:val="uk-UA"/>
        </w:rPr>
      </w:pPr>
      <w:r w:rsidRPr="00283F1B">
        <w:rPr>
          <w:rFonts w:ascii="Times New Roman" w:hAnsi="Times New Roman"/>
          <w:sz w:val="24"/>
          <w:szCs w:val="24"/>
          <w:lang w:val="uk-UA"/>
        </w:rPr>
        <w:t xml:space="preserve">Віталій БРОЩАК </w:t>
      </w:r>
    </w:p>
    <w:bookmarkEnd w:id="0"/>
    <w:p w:rsidR="00AA31B8" w:rsidRDefault="00AA31B8" w:rsidP="005A145E"/>
    <w:p w:rsidR="00AA31B8" w:rsidRDefault="00AA31B8"/>
    <w:sectPr w:rsidR="00AA31B8" w:rsidSect="00457B3F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705D"/>
    <w:rsid w:val="00022AAC"/>
    <w:rsid w:val="00065280"/>
    <w:rsid w:val="000926EE"/>
    <w:rsid w:val="000F05BA"/>
    <w:rsid w:val="00132DEA"/>
    <w:rsid w:val="001849E6"/>
    <w:rsid w:val="00196A34"/>
    <w:rsid w:val="00252C33"/>
    <w:rsid w:val="00283F1B"/>
    <w:rsid w:val="002B68B5"/>
    <w:rsid w:val="00303AC5"/>
    <w:rsid w:val="003330F1"/>
    <w:rsid w:val="003511E2"/>
    <w:rsid w:val="003C7347"/>
    <w:rsid w:val="003D1F97"/>
    <w:rsid w:val="003F436F"/>
    <w:rsid w:val="004238D8"/>
    <w:rsid w:val="00446245"/>
    <w:rsid w:val="0044762E"/>
    <w:rsid w:val="004516E4"/>
    <w:rsid w:val="00457B3F"/>
    <w:rsid w:val="00505DCB"/>
    <w:rsid w:val="005255F5"/>
    <w:rsid w:val="00557ECC"/>
    <w:rsid w:val="005A145E"/>
    <w:rsid w:val="005D0546"/>
    <w:rsid w:val="005E133C"/>
    <w:rsid w:val="00622277"/>
    <w:rsid w:val="0063079D"/>
    <w:rsid w:val="006628C9"/>
    <w:rsid w:val="006777F4"/>
    <w:rsid w:val="006F7284"/>
    <w:rsid w:val="00783C60"/>
    <w:rsid w:val="007C5237"/>
    <w:rsid w:val="007D7A14"/>
    <w:rsid w:val="00810203"/>
    <w:rsid w:val="0085705D"/>
    <w:rsid w:val="008853E6"/>
    <w:rsid w:val="008A308C"/>
    <w:rsid w:val="008B2812"/>
    <w:rsid w:val="008E0E0F"/>
    <w:rsid w:val="00933690"/>
    <w:rsid w:val="00964DD8"/>
    <w:rsid w:val="00A2272E"/>
    <w:rsid w:val="00A639E0"/>
    <w:rsid w:val="00A8100B"/>
    <w:rsid w:val="00A95CAB"/>
    <w:rsid w:val="00AA31B8"/>
    <w:rsid w:val="00AA5957"/>
    <w:rsid w:val="00AC7F56"/>
    <w:rsid w:val="00AD68E0"/>
    <w:rsid w:val="00AF4823"/>
    <w:rsid w:val="00B3601C"/>
    <w:rsid w:val="00B41A27"/>
    <w:rsid w:val="00B4262C"/>
    <w:rsid w:val="00B66EF5"/>
    <w:rsid w:val="00B86C3D"/>
    <w:rsid w:val="00BB2B64"/>
    <w:rsid w:val="00BD4303"/>
    <w:rsid w:val="00CC3805"/>
    <w:rsid w:val="00D00054"/>
    <w:rsid w:val="00D1779F"/>
    <w:rsid w:val="00D75322"/>
    <w:rsid w:val="00DC0909"/>
    <w:rsid w:val="00E015D7"/>
    <w:rsid w:val="00E27627"/>
    <w:rsid w:val="00E46B8F"/>
    <w:rsid w:val="00E554AD"/>
    <w:rsid w:val="00EB1FB3"/>
    <w:rsid w:val="00F220E0"/>
    <w:rsid w:val="00F51A9E"/>
    <w:rsid w:val="00F96CD9"/>
    <w:rsid w:val="00FC0F21"/>
    <w:rsid w:val="00FC2386"/>
    <w:rsid w:val="00FD51F4"/>
    <w:rsid w:val="00FE7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45E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">
    <w:name w:val="Без интервала2"/>
    <w:uiPriority w:val="99"/>
    <w:rsid w:val="005A145E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D51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D51F4"/>
    <w:rPr>
      <w:rFonts w:ascii="Segoe UI" w:hAnsi="Segoe UI" w:cs="Segoe UI"/>
      <w:sz w:val="18"/>
      <w:szCs w:val="18"/>
      <w:lang w:eastAsia="ru-RU"/>
    </w:rPr>
  </w:style>
  <w:style w:type="paragraph" w:customStyle="1" w:styleId="1">
    <w:name w:val="Без інтервалів1"/>
    <w:uiPriority w:val="99"/>
    <w:rsid w:val="00BD4303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759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248</TotalTime>
  <Pages>2</Pages>
  <Words>719</Words>
  <Characters>4102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59</cp:revision>
  <cp:lastPrinted>2021-10-07T08:57:00Z</cp:lastPrinted>
  <dcterms:created xsi:type="dcterms:W3CDTF">2021-05-17T13:37:00Z</dcterms:created>
  <dcterms:modified xsi:type="dcterms:W3CDTF">2021-10-07T08:57:00Z</dcterms:modified>
</cp:coreProperties>
</file>