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D3" w:rsidRPr="007A3EF6" w:rsidRDefault="00637CD3" w:rsidP="008A758D">
      <w:pPr>
        <w:pStyle w:val="1"/>
        <w:jc w:val="right"/>
        <w:rPr>
          <w:noProof/>
        </w:rPr>
      </w:pPr>
    </w:p>
    <w:p w:rsidR="00637CD3" w:rsidRPr="007A3EF6" w:rsidRDefault="00637CD3" w:rsidP="008A758D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7A3EF6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637CD3" w:rsidRPr="007A3EF6" w:rsidRDefault="00637CD3" w:rsidP="007A3EF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7A3EF6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637CD3" w:rsidRPr="007A3EF6" w:rsidRDefault="00637CD3" w:rsidP="007A3EF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637CD3" w:rsidRPr="007A3EF6" w:rsidRDefault="00637CD3" w:rsidP="007A3EF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>ВОСЬМЕ СКЛИКАННЯ</w:t>
      </w:r>
    </w:p>
    <w:p w:rsidR="00637CD3" w:rsidRPr="007A3EF6" w:rsidRDefault="00637CD3" w:rsidP="007A3EF6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7A3EF6">
        <w:rPr>
          <w:rFonts w:ascii="Times New Roman" w:hAnsi="Times New Roman"/>
          <w:sz w:val="24"/>
          <w:szCs w:val="24"/>
        </w:rPr>
        <w:t>ДВАНАДЦЯТА СЕСІЯ</w:t>
      </w:r>
    </w:p>
    <w:p w:rsidR="00637CD3" w:rsidRPr="007A3EF6" w:rsidRDefault="00637CD3" w:rsidP="007A3EF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>РІШЕННЯ</w:t>
      </w:r>
    </w:p>
    <w:p w:rsidR="00637CD3" w:rsidRPr="007A3EF6" w:rsidRDefault="00637CD3" w:rsidP="008A758D">
      <w:pPr>
        <w:pStyle w:val="1"/>
        <w:rPr>
          <w:rFonts w:ascii="Times New Roman" w:hAnsi="Times New Roman"/>
          <w:sz w:val="24"/>
          <w:szCs w:val="24"/>
        </w:rPr>
      </w:pPr>
    </w:p>
    <w:p w:rsidR="00637CD3" w:rsidRPr="00466E39" w:rsidRDefault="00637CD3" w:rsidP="008A758D">
      <w:pPr>
        <w:pStyle w:val="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07 </w:t>
      </w:r>
      <w:r>
        <w:rPr>
          <w:rFonts w:ascii="Times New Roman" w:hAnsi="Times New Roman"/>
          <w:sz w:val="24"/>
          <w:szCs w:val="24"/>
        </w:rPr>
        <w:t>жовтня</w:t>
      </w:r>
      <w:r w:rsidRPr="007A3EF6">
        <w:rPr>
          <w:rFonts w:ascii="Times New Roman" w:hAnsi="Times New Roman"/>
          <w:sz w:val="24"/>
          <w:szCs w:val="24"/>
        </w:rPr>
        <w:t xml:space="preserve"> 2021 року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A3EF6">
        <w:rPr>
          <w:rFonts w:ascii="Times New Roman" w:hAnsi="Times New Roman"/>
          <w:sz w:val="24"/>
          <w:szCs w:val="24"/>
        </w:rPr>
        <w:t xml:space="preserve">           № </w:t>
      </w:r>
      <w:r>
        <w:rPr>
          <w:rFonts w:ascii="Times New Roman" w:hAnsi="Times New Roman"/>
          <w:sz w:val="24"/>
          <w:szCs w:val="24"/>
          <w:lang w:val="en-US"/>
        </w:rPr>
        <w:t>529</w:t>
      </w:r>
    </w:p>
    <w:p w:rsidR="00637CD3" w:rsidRPr="007A3EF6" w:rsidRDefault="00637CD3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>с-ще Нагірянка</w:t>
      </w:r>
    </w:p>
    <w:p w:rsidR="00637CD3" w:rsidRPr="006B5DA8" w:rsidRDefault="00637CD3" w:rsidP="008A758D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bookmarkStart w:id="0" w:name="_GoBack"/>
      <w:bookmarkEnd w:id="0"/>
    </w:p>
    <w:p w:rsidR="00637CD3" w:rsidRPr="001B4E8F" w:rsidRDefault="00637CD3" w:rsidP="007A3EF6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B4E8F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637CD3" w:rsidRPr="001B4E8F" w:rsidRDefault="00637CD3" w:rsidP="007A3EF6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B4E8F">
        <w:rPr>
          <w:rFonts w:ascii="Times New Roman" w:hAnsi="Times New Roman"/>
          <w:b/>
          <w:sz w:val="24"/>
          <w:szCs w:val="24"/>
          <w:lang w:val="uk-UA"/>
        </w:rPr>
        <w:t xml:space="preserve">земельних ділянок </w:t>
      </w:r>
    </w:p>
    <w:p w:rsidR="00637CD3" w:rsidRPr="006B5DA8" w:rsidRDefault="00637CD3" w:rsidP="008A758D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та враховуючи рекомендації</w:t>
      </w:r>
      <w:r w:rsidRPr="006B5DA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6B5DA8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B5DA8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637CD3" w:rsidRPr="006B5DA8" w:rsidRDefault="00637CD3" w:rsidP="008A758D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rPr>
          <w:rFonts w:ascii="Times New Roman" w:hAnsi="Times New Roman"/>
          <w:sz w:val="24"/>
          <w:szCs w:val="24"/>
          <w:lang w:val="uk-UA"/>
        </w:rPr>
      </w:pPr>
    </w:p>
    <w:p w:rsidR="00637CD3" w:rsidRPr="006B5DA8" w:rsidRDefault="00637CD3" w:rsidP="00210F77">
      <w:pPr>
        <w:pStyle w:val="1"/>
        <w:rPr>
          <w:rFonts w:ascii="Times New Roman" w:hAnsi="Times New Roman"/>
          <w:b/>
          <w:sz w:val="24"/>
          <w:szCs w:val="24"/>
        </w:rPr>
      </w:pPr>
      <w:r w:rsidRPr="006B5DA8">
        <w:rPr>
          <w:rFonts w:ascii="Times New Roman" w:hAnsi="Times New Roman"/>
          <w:b/>
          <w:sz w:val="24"/>
          <w:szCs w:val="24"/>
        </w:rPr>
        <w:t>ВИРІШИЛА:</w:t>
      </w:r>
    </w:p>
    <w:p w:rsidR="00637CD3" w:rsidRPr="006B5DA8" w:rsidRDefault="00637CD3" w:rsidP="00466E39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466E39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6B5DA8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Чередник Степанії Петрівни </w:t>
      </w:r>
      <w:r w:rsidRPr="006B5DA8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48 га"/>
        </w:smartTagPr>
        <w:r w:rsidRPr="006B5DA8">
          <w:rPr>
            <w:rFonts w:ascii="Times New Roman" w:hAnsi="Times New Roman"/>
            <w:sz w:val="24"/>
            <w:szCs w:val="24"/>
          </w:rPr>
          <w:t>0,48 га</w:t>
        </w:r>
      </w:smartTag>
      <w:r w:rsidRPr="006B5DA8">
        <w:rPr>
          <w:rFonts w:ascii="Times New Roman" w:hAnsi="Times New Roman"/>
          <w:sz w:val="24"/>
          <w:szCs w:val="24"/>
        </w:rPr>
        <w:t xml:space="preserve"> в с. У</w:t>
      </w:r>
      <w:r w:rsidRPr="006B5DA8">
        <w:rPr>
          <w:rFonts w:ascii="Times New Roman" w:hAnsi="Times New Roman"/>
          <w:sz w:val="24"/>
          <w:szCs w:val="24"/>
          <w:lang w:val="uk-UA"/>
        </w:rPr>
        <w:t>лашківці</w:t>
      </w:r>
      <w:r w:rsidRPr="006B5DA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637CD3" w:rsidRPr="006B5DA8" w:rsidRDefault="00637CD3" w:rsidP="00466E39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466E39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6B5DA8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селянського господарства згідно поданої заяви  гр. Сторожук Надії Василівни</w:t>
      </w:r>
      <w:r w:rsidRPr="006B5DA8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20 га"/>
        </w:smartTagPr>
        <w:r w:rsidRPr="006B5DA8">
          <w:rPr>
            <w:rFonts w:ascii="Times New Roman" w:hAnsi="Times New Roman"/>
            <w:sz w:val="24"/>
            <w:szCs w:val="24"/>
          </w:rPr>
          <w:t>0,20 га</w:t>
        </w:r>
      </w:smartTag>
      <w:r w:rsidRPr="006B5DA8">
        <w:rPr>
          <w:rFonts w:ascii="Times New Roman" w:hAnsi="Times New Roman"/>
          <w:sz w:val="24"/>
          <w:szCs w:val="24"/>
        </w:rPr>
        <w:t xml:space="preserve"> в с. У</w:t>
      </w:r>
      <w:r w:rsidRPr="006B5DA8">
        <w:rPr>
          <w:rFonts w:ascii="Times New Roman" w:hAnsi="Times New Roman"/>
          <w:sz w:val="24"/>
          <w:szCs w:val="24"/>
          <w:lang w:val="uk-UA"/>
        </w:rPr>
        <w:t>лашківці</w:t>
      </w:r>
      <w:r w:rsidRPr="006B5DA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637CD3" w:rsidRPr="006B5DA8" w:rsidRDefault="00637CD3" w:rsidP="00466E39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466E39">
        <w:rPr>
          <w:rFonts w:ascii="Times New Roman" w:hAnsi="Times New Roman"/>
          <w:b/>
          <w:sz w:val="24"/>
          <w:szCs w:val="24"/>
          <w:lang w:val="uk-UA"/>
        </w:rPr>
        <w:t>3.</w:t>
      </w:r>
      <w:r w:rsidRPr="006B5DA8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селянського господарства згідно поданої заяви  гр. Зявін Іванни Петрівни</w:t>
      </w:r>
      <w:r w:rsidRPr="006B5DA8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70 га"/>
        </w:smartTagPr>
        <w:r w:rsidRPr="006B5DA8">
          <w:rPr>
            <w:rFonts w:ascii="Times New Roman" w:hAnsi="Times New Roman"/>
            <w:sz w:val="24"/>
            <w:szCs w:val="24"/>
          </w:rPr>
          <w:t>0,</w:t>
        </w:r>
        <w:r w:rsidRPr="006B5DA8">
          <w:rPr>
            <w:rFonts w:ascii="Times New Roman" w:hAnsi="Times New Roman"/>
            <w:sz w:val="24"/>
            <w:szCs w:val="24"/>
            <w:lang w:val="uk-UA"/>
          </w:rPr>
          <w:t>7</w:t>
        </w:r>
        <w:r w:rsidRPr="006B5DA8">
          <w:rPr>
            <w:rFonts w:ascii="Times New Roman" w:hAnsi="Times New Roman"/>
            <w:sz w:val="24"/>
            <w:szCs w:val="24"/>
          </w:rPr>
          <w:t>0 га</w:t>
        </w:r>
      </w:smartTag>
      <w:r w:rsidRPr="006B5DA8">
        <w:rPr>
          <w:rFonts w:ascii="Times New Roman" w:hAnsi="Times New Roman"/>
          <w:sz w:val="24"/>
          <w:szCs w:val="24"/>
        </w:rPr>
        <w:t xml:space="preserve"> в с. У</w:t>
      </w:r>
      <w:r w:rsidRPr="006B5DA8">
        <w:rPr>
          <w:rFonts w:ascii="Times New Roman" w:hAnsi="Times New Roman"/>
          <w:sz w:val="24"/>
          <w:szCs w:val="24"/>
          <w:lang w:val="uk-UA"/>
        </w:rPr>
        <w:t>лашківці</w:t>
      </w:r>
      <w:r w:rsidRPr="006B5DA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637CD3" w:rsidRDefault="00637CD3" w:rsidP="00466E39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466E39">
        <w:rPr>
          <w:rFonts w:ascii="Times New Roman" w:hAnsi="Times New Roman"/>
          <w:b/>
          <w:sz w:val="24"/>
          <w:szCs w:val="24"/>
        </w:rPr>
        <w:t>4.</w:t>
      </w:r>
      <w:r w:rsidRPr="006B5DA8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</w:rPr>
        <w:t xml:space="preserve"> Нагірянської сільської ради</w:t>
      </w:r>
      <w:r w:rsidRPr="006B5DA8">
        <w:rPr>
          <w:rFonts w:ascii="Times New Roman" w:hAnsi="Times New Roman"/>
          <w:sz w:val="24"/>
          <w:szCs w:val="24"/>
        </w:rPr>
        <w:t xml:space="preserve"> з питань містобудування, земельних відносин та сталого розвитку.</w:t>
      </w:r>
    </w:p>
    <w:p w:rsidR="00637CD3" w:rsidRDefault="00637CD3" w:rsidP="00466E39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637CD3" w:rsidRPr="006B5DA8" w:rsidRDefault="00637CD3" w:rsidP="00466E39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637CD3" w:rsidRPr="006B5DA8" w:rsidRDefault="00637CD3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637CD3" w:rsidRPr="006B5DA8" w:rsidRDefault="00637CD3" w:rsidP="008A758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637CD3" w:rsidRPr="006B5DA8" w:rsidRDefault="00637CD3" w:rsidP="008A758D">
      <w:pPr>
        <w:rPr>
          <w:rFonts w:ascii="Times New Roman" w:hAnsi="Times New Roman"/>
          <w:sz w:val="24"/>
          <w:szCs w:val="24"/>
          <w:lang w:val="uk-UA"/>
        </w:rPr>
      </w:pPr>
    </w:p>
    <w:p w:rsidR="00637CD3" w:rsidRPr="006B5DA8" w:rsidRDefault="00637CD3" w:rsidP="008A758D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6B5DA8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637CD3" w:rsidRPr="00DE1B88" w:rsidRDefault="00637CD3">
      <w:pPr>
        <w:rPr>
          <w:lang w:val="uk-UA"/>
        </w:rPr>
      </w:pPr>
    </w:p>
    <w:sectPr w:rsidR="00637CD3" w:rsidRPr="00DE1B88" w:rsidSect="00DE1B8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FE1DA2"/>
    <w:multiLevelType w:val="hybridMultilevel"/>
    <w:tmpl w:val="51EC2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010C7D60"/>
    <w:lvl w:ilvl="0" w:tplc="41469B8C">
      <w:start w:val="1"/>
      <w:numFmt w:val="decimal"/>
      <w:lvlText w:val="%1."/>
      <w:lvlJc w:val="left"/>
      <w:pPr>
        <w:ind w:left="750" w:hanging="39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CD"/>
    <w:rsid w:val="0000349B"/>
    <w:rsid w:val="00036B7D"/>
    <w:rsid w:val="001363A2"/>
    <w:rsid w:val="00140A1C"/>
    <w:rsid w:val="00177EBA"/>
    <w:rsid w:val="001B4E8F"/>
    <w:rsid w:val="00210F77"/>
    <w:rsid w:val="00276EC4"/>
    <w:rsid w:val="002B073D"/>
    <w:rsid w:val="003132F7"/>
    <w:rsid w:val="00431871"/>
    <w:rsid w:val="00466E39"/>
    <w:rsid w:val="004D1059"/>
    <w:rsid w:val="00562FA8"/>
    <w:rsid w:val="00594AC1"/>
    <w:rsid w:val="005D0049"/>
    <w:rsid w:val="005F4ECD"/>
    <w:rsid w:val="0061152C"/>
    <w:rsid w:val="00637CD3"/>
    <w:rsid w:val="006B5DA8"/>
    <w:rsid w:val="007A3EF6"/>
    <w:rsid w:val="00813101"/>
    <w:rsid w:val="008301F0"/>
    <w:rsid w:val="008A758D"/>
    <w:rsid w:val="008B1AEC"/>
    <w:rsid w:val="009135CF"/>
    <w:rsid w:val="0097330C"/>
    <w:rsid w:val="00985647"/>
    <w:rsid w:val="00985D43"/>
    <w:rsid w:val="009C7097"/>
    <w:rsid w:val="00A064A6"/>
    <w:rsid w:val="00A7424A"/>
    <w:rsid w:val="00A92FFB"/>
    <w:rsid w:val="00A9794D"/>
    <w:rsid w:val="00AE3A25"/>
    <w:rsid w:val="00AF22F3"/>
    <w:rsid w:val="00B107C0"/>
    <w:rsid w:val="00B63F0D"/>
    <w:rsid w:val="00B76DD8"/>
    <w:rsid w:val="00D74C65"/>
    <w:rsid w:val="00DE1B88"/>
    <w:rsid w:val="00F44C4E"/>
    <w:rsid w:val="00FA756B"/>
    <w:rsid w:val="00FD4777"/>
    <w:rsid w:val="00FE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758D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8A758D"/>
    <w:pPr>
      <w:ind w:left="720"/>
      <w:contextualSpacing/>
    </w:pPr>
  </w:style>
  <w:style w:type="paragraph" w:customStyle="1" w:styleId="1">
    <w:name w:val="Без інтервалів1"/>
    <w:uiPriority w:val="99"/>
    <w:rsid w:val="008A758D"/>
    <w:rPr>
      <w:rFonts w:eastAsia="Times New Roman"/>
    </w:rPr>
  </w:style>
  <w:style w:type="paragraph" w:customStyle="1" w:styleId="3">
    <w:name w:val="Без інтервалів3"/>
    <w:uiPriority w:val="99"/>
    <w:rsid w:val="008A758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9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72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</Pages>
  <Words>1103</Words>
  <Characters>629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26</cp:revision>
  <cp:lastPrinted>2021-10-07T09:48:00Z</cp:lastPrinted>
  <dcterms:created xsi:type="dcterms:W3CDTF">2021-05-20T06:53:00Z</dcterms:created>
  <dcterms:modified xsi:type="dcterms:W3CDTF">2021-10-15T19:43:00Z</dcterms:modified>
</cp:coreProperties>
</file>