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92" w:rsidRPr="00364301" w:rsidRDefault="00936A92" w:rsidP="00BD4303">
      <w:pPr>
        <w:pStyle w:val="1"/>
        <w:jc w:val="right"/>
        <w:rPr>
          <w:noProof/>
        </w:rPr>
      </w:pPr>
      <w:r w:rsidRPr="00364301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 (8)</w:t>
      </w:r>
    </w:p>
    <w:p w:rsidR="00936A92" w:rsidRPr="00364301" w:rsidRDefault="00936A92" w:rsidP="005A145E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36A92" w:rsidRPr="00364301" w:rsidRDefault="00936A92" w:rsidP="005A145E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04406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936A92" w:rsidRPr="00364301" w:rsidRDefault="00936A92" w:rsidP="005A145E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64301">
        <w:rPr>
          <w:rFonts w:ascii="Times New Roman" w:hAnsi="Times New Roman"/>
          <w:sz w:val="24"/>
          <w:szCs w:val="24"/>
        </w:rPr>
        <w:t xml:space="preserve">НАГІРЯНСЬКА </w:t>
      </w:r>
      <w:r w:rsidRPr="00364301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936A92" w:rsidRPr="00364301" w:rsidRDefault="00936A92" w:rsidP="005A145E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64301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936A92" w:rsidRPr="00364301" w:rsidRDefault="00936A92" w:rsidP="005A145E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64301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936A92" w:rsidRPr="00364301" w:rsidRDefault="00936A92" w:rsidP="00FD51F4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64301">
        <w:rPr>
          <w:rFonts w:ascii="Times New Roman" w:hAnsi="Times New Roman"/>
          <w:sz w:val="24"/>
          <w:szCs w:val="24"/>
          <w:lang w:val="uk-UA"/>
        </w:rPr>
        <w:t>СІМНАДЦЯТА  СЕСІЯ</w:t>
      </w:r>
    </w:p>
    <w:p w:rsidR="00936A92" w:rsidRPr="00364301" w:rsidRDefault="00936A92" w:rsidP="0036430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64301">
        <w:rPr>
          <w:rFonts w:ascii="Times New Roman" w:hAnsi="Times New Roman"/>
          <w:sz w:val="24"/>
          <w:szCs w:val="24"/>
          <w:lang w:val="uk-UA"/>
        </w:rPr>
        <w:t>Друге пленарне засідання</w:t>
      </w:r>
    </w:p>
    <w:p w:rsidR="00936A92" w:rsidRPr="00364301" w:rsidRDefault="00936A92" w:rsidP="00BD4303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64301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936A92" w:rsidRDefault="00936A92" w:rsidP="005A145E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від__лютого 20</w:t>
      </w:r>
      <w:r w:rsidRPr="00364301">
        <w:rPr>
          <w:rFonts w:ascii="Times New Roman" w:hAnsi="Times New Roman"/>
          <w:sz w:val="24"/>
          <w:szCs w:val="24"/>
          <w:lang w:val="uk-UA"/>
        </w:rPr>
        <w:t xml:space="preserve">22 </w:t>
      </w:r>
      <w:r w:rsidRPr="00364301">
        <w:rPr>
          <w:rFonts w:ascii="Times New Roman" w:hAnsi="Times New Roman"/>
          <w:sz w:val="24"/>
          <w:szCs w:val="24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430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____</w:t>
      </w:r>
    </w:p>
    <w:p w:rsidR="00936A92" w:rsidRDefault="00936A92" w:rsidP="005A145E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с-ще Нагірянка</w:t>
      </w:r>
      <w:r w:rsidRPr="0036430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36A92" w:rsidRPr="00364301" w:rsidRDefault="00936A92" w:rsidP="005A145E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936A92" w:rsidRDefault="00936A92" w:rsidP="005A145E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відмову в наданні дозволу на розроблення </w:t>
      </w:r>
    </w:p>
    <w:p w:rsidR="00936A92" w:rsidRDefault="00936A92" w:rsidP="005A145E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Проекту землеустрою щодо відведення земельних </w:t>
      </w:r>
    </w:p>
    <w:p w:rsidR="00936A92" w:rsidRDefault="00936A92" w:rsidP="00BD4303">
      <w:pPr>
        <w:tabs>
          <w:tab w:val="left" w:pos="774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ділянок громадянам у приватну </w:t>
      </w:r>
      <w:r w:rsidRPr="00C424AB">
        <w:rPr>
          <w:rFonts w:ascii="Times New Roman" w:hAnsi="Times New Roman"/>
          <w:b/>
          <w:bCs/>
          <w:sz w:val="24"/>
          <w:szCs w:val="24"/>
          <w:lang w:val="uk-UA"/>
        </w:rPr>
        <w:t xml:space="preserve">власність </w:t>
      </w:r>
      <w:r w:rsidRPr="00C424AB">
        <w:rPr>
          <w:rFonts w:ascii="Times New Roman" w:hAnsi="Times New Roman"/>
          <w:sz w:val="24"/>
          <w:szCs w:val="24"/>
        </w:rPr>
        <w:t xml:space="preserve">для </w:t>
      </w:r>
    </w:p>
    <w:p w:rsidR="00936A92" w:rsidRDefault="00936A92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64301">
        <w:rPr>
          <w:rFonts w:ascii="Times New Roman" w:hAnsi="Times New Roman"/>
          <w:b/>
          <w:sz w:val="24"/>
          <w:szCs w:val="24"/>
        </w:rPr>
        <w:t>ведення особистого селянського господарства</w:t>
      </w:r>
      <w:r w:rsidRPr="00C424AB">
        <w:rPr>
          <w:rFonts w:ascii="Times New Roman" w:hAnsi="Times New Roman"/>
          <w:b/>
          <w:bCs/>
          <w:sz w:val="24"/>
          <w:szCs w:val="24"/>
          <w:lang w:val="uk-UA"/>
        </w:rPr>
        <w:t xml:space="preserve"> на </w:t>
      </w:r>
    </w:p>
    <w:p w:rsidR="00936A92" w:rsidRDefault="00936A92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424AB">
        <w:rPr>
          <w:rFonts w:ascii="Times New Roman" w:hAnsi="Times New Roman"/>
          <w:b/>
          <w:bCs/>
          <w:sz w:val="24"/>
          <w:szCs w:val="24"/>
          <w:lang w:val="uk-UA"/>
        </w:rPr>
        <w:t xml:space="preserve">території Нагірянської сільської ради </w:t>
      </w:r>
    </w:p>
    <w:p w:rsidR="00936A92" w:rsidRDefault="00936A92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424AB">
        <w:rPr>
          <w:rFonts w:ascii="Times New Roman" w:hAnsi="Times New Roman"/>
          <w:b/>
          <w:bCs/>
          <w:sz w:val="24"/>
          <w:szCs w:val="24"/>
          <w:lang w:val="uk-UA"/>
        </w:rPr>
        <w:t>Чортківського району Тернопільської області</w:t>
      </w:r>
    </w:p>
    <w:p w:rsidR="00936A92" w:rsidRPr="00C424AB" w:rsidRDefault="00936A92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36A92" w:rsidRDefault="00936A92" w:rsidP="00BD4303">
      <w:pPr>
        <w:spacing w:after="0"/>
        <w:ind w:left="-142" w:right="-284" w:firstLine="862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424A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64301">
        <w:rPr>
          <w:rFonts w:ascii="Times New Roman" w:hAnsi="Times New Roman"/>
          <w:sz w:val="24"/>
          <w:szCs w:val="24"/>
          <w:lang w:val="uk-UA"/>
        </w:rPr>
        <w:t>Розглянувши заяв</w:t>
      </w:r>
      <w:r>
        <w:rPr>
          <w:rFonts w:ascii="Times New Roman" w:hAnsi="Times New Roman"/>
          <w:sz w:val="24"/>
          <w:szCs w:val="24"/>
          <w:lang w:val="uk-UA"/>
        </w:rPr>
        <w:t>у гр. Пастущак Богдана Адамовича</w:t>
      </w:r>
      <w:r w:rsidRPr="00C424A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424AB">
        <w:rPr>
          <w:rFonts w:ascii="Times New Roman" w:hAnsi="Times New Roman"/>
          <w:sz w:val="24"/>
          <w:szCs w:val="24"/>
          <w:lang w:val="uk-UA"/>
        </w:rPr>
        <w:t>громадян про надання дозволу на виготовлення проекту землеустрою щодо відведення земельних ділянок у приватну власність на території Нагірянської сільської ради  для ведення особистого селянського господарства,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</w:t>
      </w:r>
      <w:r>
        <w:rPr>
          <w:rFonts w:ascii="Times New Roman" w:hAnsi="Times New Roman"/>
          <w:sz w:val="24"/>
          <w:szCs w:val="24"/>
          <w:lang w:val="uk-UA"/>
        </w:rPr>
        <w:t xml:space="preserve"> пропозиції та </w:t>
      </w:r>
      <w:r w:rsidRPr="00C424AB">
        <w:rPr>
          <w:rFonts w:ascii="Times New Roman" w:hAnsi="Times New Roman"/>
          <w:sz w:val="24"/>
          <w:szCs w:val="24"/>
          <w:lang w:val="uk-UA"/>
        </w:rPr>
        <w:t xml:space="preserve"> рекомендації</w:t>
      </w:r>
      <w:r w:rsidRPr="00C424A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C424A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C424AB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C424A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424AB"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</w:p>
    <w:p w:rsidR="00936A92" w:rsidRPr="00C424AB" w:rsidRDefault="00936A92" w:rsidP="00BD4303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6A92" w:rsidRPr="00364301" w:rsidRDefault="00936A92" w:rsidP="00364301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4301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936A92" w:rsidRPr="00364301" w:rsidRDefault="00936A92" w:rsidP="00364301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4301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33F54">
        <w:rPr>
          <w:rFonts w:ascii="Times New Roman" w:hAnsi="Times New Roman"/>
          <w:sz w:val="24"/>
          <w:szCs w:val="24"/>
          <w:lang w:val="uk-UA"/>
        </w:rPr>
        <w:t>Відмовити у наданні дозволу гр. Пастущак Богдану Адамовичу</w:t>
      </w:r>
      <w:r w:rsidRPr="00933F54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933F54">
        <w:rPr>
          <w:rFonts w:ascii="Times New Roman" w:hAnsi="Times New Roman"/>
          <w:sz w:val="24"/>
          <w:szCs w:val="24"/>
          <w:lang w:val="uk-UA"/>
        </w:rPr>
        <w:t>на розроблення проекту землеустрою щодо відведе</w:t>
      </w:r>
      <w:r w:rsidRPr="007C0702">
        <w:rPr>
          <w:rFonts w:ascii="Times New Roman" w:hAnsi="Times New Roman"/>
          <w:sz w:val="24"/>
          <w:szCs w:val="24"/>
          <w:lang w:val="uk-UA"/>
        </w:rPr>
        <w:t xml:space="preserve">ння земельної ділянки на території Нагірянської сільської ради в с. Мухавка Чортківського району Тернопільської області для ведення особистого селянського господарства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364301">
          <w:rPr>
            <w:rFonts w:ascii="Times New Roman" w:hAnsi="Times New Roman"/>
            <w:sz w:val="24"/>
            <w:szCs w:val="24"/>
          </w:rPr>
          <w:t>2,00 га</w:t>
        </w:r>
      </w:smartTag>
      <w:r w:rsidRPr="00364301">
        <w:rPr>
          <w:rFonts w:ascii="Times New Roman" w:hAnsi="Times New Roman"/>
          <w:sz w:val="24"/>
          <w:szCs w:val="24"/>
        </w:rPr>
        <w:t xml:space="preserve">  на підставі ст. 54, ст.60 Земельного кодексу України.</w:t>
      </w:r>
      <w:bookmarkStart w:id="0" w:name="_GoBack"/>
      <w:bookmarkEnd w:id="0"/>
    </w:p>
    <w:p w:rsidR="00936A92" w:rsidRPr="00364301" w:rsidRDefault="00936A92" w:rsidP="00364301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4301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b/>
          <w:lang w:val="uk-UA"/>
        </w:rPr>
        <w:t xml:space="preserve"> </w:t>
      </w:r>
      <w:r w:rsidRPr="00C424AB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Нагірянської сільської ради з питань містобудування, земельних відносин та сталого розвитку.</w:t>
      </w:r>
    </w:p>
    <w:p w:rsidR="00936A92" w:rsidRPr="00C424AB" w:rsidRDefault="00936A92" w:rsidP="005A145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6A92" w:rsidRDefault="00936A92" w:rsidP="00BD4303">
      <w:pPr>
        <w:rPr>
          <w:rFonts w:ascii="Times New Roman" w:hAnsi="Times New Roman"/>
          <w:sz w:val="24"/>
          <w:szCs w:val="24"/>
          <w:lang w:val="uk-UA"/>
        </w:rPr>
      </w:pPr>
      <w:r w:rsidRPr="00C424AB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                   Ігор КІНДРАТ    </w:t>
      </w:r>
    </w:p>
    <w:p w:rsidR="00936A92" w:rsidRPr="00C424AB" w:rsidRDefault="00936A92" w:rsidP="00BD4303">
      <w:pPr>
        <w:rPr>
          <w:rFonts w:ascii="Times New Roman" w:hAnsi="Times New Roman"/>
          <w:sz w:val="24"/>
          <w:szCs w:val="24"/>
          <w:lang w:val="uk-UA"/>
        </w:rPr>
      </w:pPr>
    </w:p>
    <w:p w:rsidR="00936A92" w:rsidRPr="00364301" w:rsidRDefault="00936A92" w:rsidP="005A145E">
      <w:pPr>
        <w:rPr>
          <w:rFonts w:ascii="Times New Roman" w:hAnsi="Times New Roman"/>
          <w:sz w:val="24"/>
          <w:szCs w:val="24"/>
          <w:lang w:val="uk-UA"/>
        </w:rPr>
      </w:pPr>
      <w:r w:rsidRPr="00364301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936A92" w:rsidRPr="00364301" w:rsidRDefault="00936A92" w:rsidP="005A145E">
      <w:pPr>
        <w:rPr>
          <w:rFonts w:ascii="Times New Roman" w:hAnsi="Times New Roman"/>
          <w:sz w:val="24"/>
          <w:szCs w:val="24"/>
          <w:lang w:val="uk-UA"/>
        </w:rPr>
      </w:pPr>
      <w:r w:rsidRPr="00364301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936A92" w:rsidRPr="00364301" w:rsidRDefault="00936A92" w:rsidP="005A145E">
      <w:pPr>
        <w:rPr>
          <w:rFonts w:ascii="Times New Roman" w:hAnsi="Times New Roman"/>
          <w:sz w:val="24"/>
          <w:szCs w:val="24"/>
          <w:lang w:val="uk-UA"/>
        </w:rPr>
      </w:pPr>
      <w:r w:rsidRPr="00364301">
        <w:rPr>
          <w:rFonts w:ascii="Times New Roman" w:hAnsi="Times New Roman"/>
          <w:sz w:val="24"/>
          <w:szCs w:val="24"/>
          <w:lang w:val="uk-UA"/>
        </w:rPr>
        <w:t>Тетяна САВІНКІНА</w:t>
      </w:r>
    </w:p>
    <w:p w:rsidR="00936A92" w:rsidRPr="00364301" w:rsidRDefault="00936A92" w:rsidP="005A145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БРОЩАК</w:t>
      </w:r>
    </w:p>
    <w:p w:rsidR="00936A92" w:rsidRPr="00364301" w:rsidRDefault="00936A92">
      <w:pPr>
        <w:rPr>
          <w:lang w:val="uk-UA"/>
        </w:rPr>
      </w:pPr>
    </w:p>
    <w:sectPr w:rsidR="00936A92" w:rsidRPr="00364301" w:rsidSect="00933F5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05D"/>
    <w:rsid w:val="00022AAC"/>
    <w:rsid w:val="00045EE7"/>
    <w:rsid w:val="00065280"/>
    <w:rsid w:val="000926EE"/>
    <w:rsid w:val="00106E2E"/>
    <w:rsid w:val="00117EF1"/>
    <w:rsid w:val="00132DEA"/>
    <w:rsid w:val="001849E6"/>
    <w:rsid w:val="001B53E7"/>
    <w:rsid w:val="00223CAD"/>
    <w:rsid w:val="002D4596"/>
    <w:rsid w:val="002E2F7A"/>
    <w:rsid w:val="00303AC5"/>
    <w:rsid w:val="003330F1"/>
    <w:rsid w:val="003511E2"/>
    <w:rsid w:val="00364301"/>
    <w:rsid w:val="003C7347"/>
    <w:rsid w:val="003D1F97"/>
    <w:rsid w:val="00400E9A"/>
    <w:rsid w:val="004238D8"/>
    <w:rsid w:val="00446245"/>
    <w:rsid w:val="0044762E"/>
    <w:rsid w:val="004516E4"/>
    <w:rsid w:val="0051164D"/>
    <w:rsid w:val="00515EB2"/>
    <w:rsid w:val="005255F5"/>
    <w:rsid w:val="005357D7"/>
    <w:rsid w:val="00557ECC"/>
    <w:rsid w:val="005A145E"/>
    <w:rsid w:val="005A6B51"/>
    <w:rsid w:val="005C7053"/>
    <w:rsid w:val="0063079D"/>
    <w:rsid w:val="006628C9"/>
    <w:rsid w:val="006777F4"/>
    <w:rsid w:val="006F7284"/>
    <w:rsid w:val="00783C60"/>
    <w:rsid w:val="007C0702"/>
    <w:rsid w:val="007C5237"/>
    <w:rsid w:val="007D7A14"/>
    <w:rsid w:val="00810203"/>
    <w:rsid w:val="0085705D"/>
    <w:rsid w:val="00866012"/>
    <w:rsid w:val="008853E6"/>
    <w:rsid w:val="008A308C"/>
    <w:rsid w:val="008B2812"/>
    <w:rsid w:val="008B5641"/>
    <w:rsid w:val="008E0E0F"/>
    <w:rsid w:val="00904FF5"/>
    <w:rsid w:val="00927852"/>
    <w:rsid w:val="00933690"/>
    <w:rsid w:val="00933F54"/>
    <w:rsid w:val="00936A92"/>
    <w:rsid w:val="00A2272E"/>
    <w:rsid w:val="00A8100B"/>
    <w:rsid w:val="00A95CAB"/>
    <w:rsid w:val="00AC7F56"/>
    <w:rsid w:val="00AF4823"/>
    <w:rsid w:val="00B04406"/>
    <w:rsid w:val="00B3601C"/>
    <w:rsid w:val="00B41A27"/>
    <w:rsid w:val="00B4262C"/>
    <w:rsid w:val="00B66EF5"/>
    <w:rsid w:val="00B86C3D"/>
    <w:rsid w:val="00BD4303"/>
    <w:rsid w:val="00C424AB"/>
    <w:rsid w:val="00CC3805"/>
    <w:rsid w:val="00CF3A6F"/>
    <w:rsid w:val="00D00054"/>
    <w:rsid w:val="00D22085"/>
    <w:rsid w:val="00D75322"/>
    <w:rsid w:val="00DC0909"/>
    <w:rsid w:val="00E12776"/>
    <w:rsid w:val="00E27627"/>
    <w:rsid w:val="00E46B8F"/>
    <w:rsid w:val="00E554AD"/>
    <w:rsid w:val="00EB1FB3"/>
    <w:rsid w:val="00ED4315"/>
    <w:rsid w:val="00F220E0"/>
    <w:rsid w:val="00F51A9E"/>
    <w:rsid w:val="00F66BE5"/>
    <w:rsid w:val="00F96CD9"/>
    <w:rsid w:val="00FC0F21"/>
    <w:rsid w:val="00FC2386"/>
    <w:rsid w:val="00FD51F4"/>
    <w:rsid w:val="00FE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45E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Без интервала2"/>
    <w:uiPriority w:val="99"/>
    <w:rsid w:val="005A145E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D5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51F4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інтервалів1"/>
    <w:uiPriority w:val="99"/>
    <w:rsid w:val="00BD4303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88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333</TotalTime>
  <Pages>1</Pages>
  <Words>278</Words>
  <Characters>1589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66</cp:revision>
  <cp:lastPrinted>2021-05-24T06:33:00Z</cp:lastPrinted>
  <dcterms:created xsi:type="dcterms:W3CDTF">2021-05-17T13:37:00Z</dcterms:created>
  <dcterms:modified xsi:type="dcterms:W3CDTF">2022-02-14T13:51:00Z</dcterms:modified>
</cp:coreProperties>
</file>