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1FA" w:rsidRPr="00AF4FEE" w:rsidRDefault="00C141FA" w:rsidP="00AB2AE1">
      <w:pPr>
        <w:pStyle w:val="1"/>
        <w:jc w:val="right"/>
        <w:rPr>
          <w:noProof/>
        </w:rPr>
      </w:pPr>
    </w:p>
    <w:p w:rsidR="00C141FA" w:rsidRPr="00AF4FEE" w:rsidRDefault="00C141FA" w:rsidP="00AB2AE1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141FA" w:rsidRPr="00AF4FEE" w:rsidRDefault="00C141FA" w:rsidP="00AB2AE1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83422E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C141FA" w:rsidRPr="00AF4FEE" w:rsidRDefault="00C141FA" w:rsidP="00AB2AE1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AF4FEE">
        <w:rPr>
          <w:rFonts w:ascii="Times New Roman" w:hAnsi="Times New Roman"/>
          <w:sz w:val="24"/>
          <w:szCs w:val="24"/>
        </w:rPr>
        <w:t xml:space="preserve">НАГІРЯНСЬКА </w:t>
      </w:r>
      <w:r w:rsidRPr="00AF4FEE"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C141FA" w:rsidRPr="00AF4FEE" w:rsidRDefault="00C141FA" w:rsidP="00AB2AE1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AF4FEE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C141FA" w:rsidRPr="00AF4FEE" w:rsidRDefault="00C141FA" w:rsidP="00AB2AE1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AF4FEE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C141FA" w:rsidRPr="00AF4FEE" w:rsidRDefault="00C141FA" w:rsidP="00AF4FEE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AF4FEE">
        <w:rPr>
          <w:rFonts w:ascii="Times New Roman" w:hAnsi="Times New Roman"/>
          <w:sz w:val="24"/>
          <w:szCs w:val="24"/>
          <w:lang w:val="uk-UA"/>
        </w:rPr>
        <w:t>ТРИНАДЦЯТА (позачергова)  СЕСІЯ</w:t>
      </w:r>
    </w:p>
    <w:p w:rsidR="00C141FA" w:rsidRPr="00AF4FEE" w:rsidRDefault="00C141FA" w:rsidP="00AB2AE1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AF4FEE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C141FA" w:rsidRPr="00AF4FEE" w:rsidRDefault="00C141FA" w:rsidP="00AB2AE1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28 жовтня</w:t>
      </w:r>
      <w:r w:rsidRPr="00AF4FEE">
        <w:rPr>
          <w:rFonts w:ascii="Times New Roman" w:hAnsi="Times New Roman"/>
          <w:sz w:val="24"/>
          <w:szCs w:val="24"/>
          <w:lang w:val="uk-UA"/>
        </w:rPr>
        <w:t xml:space="preserve"> 2021 </w:t>
      </w:r>
      <w:r w:rsidRPr="00AF4FEE">
        <w:rPr>
          <w:rFonts w:ascii="Times New Roman" w:hAnsi="Times New Roman"/>
          <w:sz w:val="24"/>
          <w:szCs w:val="24"/>
        </w:rPr>
        <w:t xml:space="preserve"> року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AF4FE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AF4FEE">
        <w:rPr>
          <w:rFonts w:ascii="Times New Roman" w:hAnsi="Times New Roman"/>
          <w:sz w:val="24"/>
          <w:szCs w:val="24"/>
        </w:rPr>
        <w:t xml:space="preserve">  №</w:t>
      </w:r>
      <w:r w:rsidRPr="00AF4FE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551</w:t>
      </w:r>
    </w:p>
    <w:p w:rsidR="00C141FA" w:rsidRPr="00AF4FEE" w:rsidRDefault="00C141FA" w:rsidP="00AB2AE1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 w:rsidRPr="00AF4FEE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C141FA" w:rsidRDefault="00C141FA" w:rsidP="00AB2AE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повторний розгляд заяви гр. Богун О.В. </w:t>
      </w:r>
    </w:p>
    <w:p w:rsidR="00C141FA" w:rsidRDefault="00C141FA" w:rsidP="00AB2AE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про затвердження проекту землеустрою</w:t>
      </w:r>
    </w:p>
    <w:p w:rsidR="00C141FA" w:rsidRDefault="00C141FA" w:rsidP="00AB2AE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щодо відведення земельної ділянки у власність </w:t>
      </w:r>
    </w:p>
    <w:p w:rsidR="00C141FA" w:rsidRPr="00566B8F" w:rsidRDefault="00C141FA" w:rsidP="00AB2AE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566B8F">
        <w:rPr>
          <w:rFonts w:ascii="Times New Roman" w:hAnsi="Times New Roman"/>
          <w:b/>
          <w:color w:val="FF0000"/>
          <w:sz w:val="24"/>
          <w:szCs w:val="24"/>
        </w:rPr>
        <w:t>для ведення особистого селянського господарства</w:t>
      </w:r>
      <w:r w:rsidRPr="00566B8F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C141FA" w:rsidRDefault="00C141FA" w:rsidP="00AB2AE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на території Нагірянської сільської ради </w:t>
      </w:r>
    </w:p>
    <w:p w:rsidR="00C141FA" w:rsidRDefault="00C141FA" w:rsidP="00AB2AE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Чортківського району Тернопільської області</w:t>
      </w:r>
    </w:p>
    <w:p w:rsidR="00C141FA" w:rsidRDefault="00C141FA" w:rsidP="00AB2AE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C141FA" w:rsidRDefault="00C141FA" w:rsidP="00AB2AE1">
      <w:pPr>
        <w:spacing w:after="0"/>
        <w:ind w:left="-142" w:right="-284" w:firstLine="86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На виконання рішення Тернопільського окружного адміністративного суду від 09.09.2021р.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повторно розглянувши заяву Богун Ореста Васильовича про затвердження проекту землеустрою щодо відведення земельної ділянки у власність</w:t>
      </w:r>
      <w:r w:rsidRPr="0013492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Богун Оресту Васильовичу з урахуванням висновків суду у даній справі, кадастровий номер 6125588300:01:002:0078 від 02.03.2021 року,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  <w:lang w:val="uk-UA"/>
        </w:rPr>
        <w:t xml:space="preserve">містобудування, земельних відносин та сталого розвитку,  сільська рада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</w:t>
      </w:r>
    </w:p>
    <w:p w:rsidR="00C141FA" w:rsidRDefault="00C141FA" w:rsidP="001D0E67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C141FA" w:rsidRDefault="00C141FA" w:rsidP="001D0E67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 </w:t>
      </w:r>
      <w:r>
        <w:rPr>
          <w:rFonts w:ascii="Times New Roman" w:hAnsi="Times New Roman"/>
          <w:sz w:val="24"/>
          <w:szCs w:val="24"/>
          <w:lang w:val="uk-UA"/>
        </w:rPr>
        <w:t xml:space="preserve">Відмовити гр. </w:t>
      </w:r>
      <w:r>
        <w:rPr>
          <w:rFonts w:ascii="Times New Roman" w:hAnsi="Times New Roman"/>
          <w:b/>
          <w:bCs/>
          <w:color w:val="FF0000"/>
          <w:sz w:val="24"/>
          <w:szCs w:val="24"/>
          <w:lang w:val="uk-UA"/>
        </w:rPr>
        <w:t xml:space="preserve">Богун Оресту Васильовичу </w:t>
      </w:r>
      <w:r>
        <w:rPr>
          <w:rFonts w:ascii="Times New Roman" w:hAnsi="Times New Roman"/>
          <w:sz w:val="24"/>
          <w:szCs w:val="24"/>
          <w:lang w:val="uk-UA"/>
        </w:rPr>
        <w:t xml:space="preserve">у затвердженні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,0000 га"/>
        </w:smartTagPr>
        <w:r>
          <w:rPr>
            <w:rFonts w:ascii="Times New Roman" w:hAnsi="Times New Roman"/>
            <w:sz w:val="24"/>
            <w:szCs w:val="24"/>
            <w:lang w:val="uk-UA"/>
          </w:rPr>
          <w:t>2,0000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(кадастровий номер згідно наданого витягу 6125588300:01:002:0078)  на території Нагірянської сільської ради, Чортківського району, Тернопільської області в с. Улашківці для  ведення особистого селянського господарства в зв’язку з відсутністю відомостей про зазначену земельну ділянку в Державному земельному кадастрі.</w:t>
      </w:r>
    </w:p>
    <w:p w:rsidR="00C141FA" w:rsidRDefault="00C141FA" w:rsidP="001D0E67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 Дане рішення направити заявнику.</w:t>
      </w:r>
    </w:p>
    <w:p w:rsidR="00C141FA" w:rsidRPr="001D0E67" w:rsidRDefault="00C141FA" w:rsidP="001D0E67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C141FA" w:rsidRDefault="00C141FA" w:rsidP="00AB2AE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141FA" w:rsidRDefault="00C141FA" w:rsidP="00AB2AE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141FA" w:rsidRDefault="00C141FA" w:rsidP="00AB2AE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141FA" w:rsidRDefault="00C141FA" w:rsidP="00AB2AE1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                   Ігор КІНДРАТ    </w:t>
      </w:r>
    </w:p>
    <w:p w:rsidR="00C141FA" w:rsidRDefault="00C141FA" w:rsidP="00AC6F05">
      <w:pPr>
        <w:pStyle w:val="1"/>
        <w:rPr>
          <w:rFonts w:ascii="Times New Roman" w:hAnsi="Times New Roman"/>
          <w:sz w:val="24"/>
          <w:szCs w:val="24"/>
        </w:rPr>
      </w:pPr>
    </w:p>
    <w:p w:rsidR="00C141FA" w:rsidRDefault="00C141FA" w:rsidP="00AC6F05">
      <w:pPr>
        <w:pStyle w:val="1"/>
        <w:rPr>
          <w:rFonts w:ascii="Times New Roman" w:hAnsi="Times New Roman"/>
          <w:sz w:val="24"/>
          <w:szCs w:val="24"/>
        </w:rPr>
      </w:pPr>
    </w:p>
    <w:sectPr w:rsidR="00C141FA" w:rsidSect="00F53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DCA"/>
    <w:rsid w:val="00065779"/>
    <w:rsid w:val="000B1C1C"/>
    <w:rsid w:val="00134929"/>
    <w:rsid w:val="00151877"/>
    <w:rsid w:val="00186200"/>
    <w:rsid w:val="001D0E67"/>
    <w:rsid w:val="001F2A46"/>
    <w:rsid w:val="002C5D8A"/>
    <w:rsid w:val="00337CF0"/>
    <w:rsid w:val="00472529"/>
    <w:rsid w:val="00563970"/>
    <w:rsid w:val="00566B8F"/>
    <w:rsid w:val="005A4468"/>
    <w:rsid w:val="005C47A8"/>
    <w:rsid w:val="006054A1"/>
    <w:rsid w:val="0083422E"/>
    <w:rsid w:val="00A77CAE"/>
    <w:rsid w:val="00AB2AE1"/>
    <w:rsid w:val="00AC6F05"/>
    <w:rsid w:val="00AD3417"/>
    <w:rsid w:val="00AF4FEE"/>
    <w:rsid w:val="00B21DCA"/>
    <w:rsid w:val="00C141FA"/>
    <w:rsid w:val="00C91056"/>
    <w:rsid w:val="00D95CE1"/>
    <w:rsid w:val="00E04ED7"/>
    <w:rsid w:val="00F530FB"/>
    <w:rsid w:val="00FA2F8A"/>
    <w:rsid w:val="00FB3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AE1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AB2AE1"/>
    <w:rPr>
      <w:rFonts w:eastAsia="Times New Roman"/>
    </w:rPr>
  </w:style>
  <w:style w:type="paragraph" w:customStyle="1" w:styleId="10">
    <w:name w:val="Без интервала1"/>
    <w:uiPriority w:val="99"/>
    <w:rsid w:val="00AD341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3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1</Pages>
  <Words>296</Words>
  <Characters>1691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10</cp:revision>
  <cp:lastPrinted>2021-11-03T07:16:00Z</cp:lastPrinted>
  <dcterms:created xsi:type="dcterms:W3CDTF">2021-10-27T09:50:00Z</dcterms:created>
  <dcterms:modified xsi:type="dcterms:W3CDTF">2021-11-26T13:19:00Z</dcterms:modified>
</cp:coreProperties>
</file>