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81" w:rsidRDefault="00E01981" w:rsidP="00E440AC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01981" w:rsidRDefault="00E01981" w:rsidP="00E440AC">
      <w:pPr>
        <w:pStyle w:val="1"/>
        <w:rPr>
          <w:noProof/>
          <w:lang w:val="ru-RU" w:eastAsia="ru-RU"/>
        </w:rPr>
      </w:pPr>
    </w:p>
    <w:p w:rsidR="00E01981" w:rsidRDefault="00E01981" w:rsidP="00E440AC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99631E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E01981" w:rsidRPr="0084077A" w:rsidRDefault="00E01981" w:rsidP="00E440AC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 НАГІРЯНСЬКА СІЛЬСЬКА РАДА</w:t>
      </w:r>
    </w:p>
    <w:p w:rsidR="00E01981" w:rsidRPr="0084077A" w:rsidRDefault="00E01981" w:rsidP="00E440AC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84077A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E01981" w:rsidRPr="0084077A" w:rsidRDefault="00E01981" w:rsidP="00E440AC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E01981" w:rsidRPr="0084077A" w:rsidRDefault="00E01981" w:rsidP="00E440AC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</w:p>
    <w:p w:rsidR="00E01981" w:rsidRDefault="00E01981" w:rsidP="00C2024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E01981" w:rsidRPr="0084077A" w:rsidRDefault="00E01981" w:rsidP="00C20248">
      <w:pPr>
        <w:suppressAutoHyphens/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17 листопада</w:t>
      </w:r>
      <w:r w:rsidRPr="0084077A">
        <w:rPr>
          <w:rFonts w:ascii="Times New Roman" w:hAnsi="Times New Roman"/>
          <w:sz w:val="24"/>
          <w:szCs w:val="24"/>
          <w:lang w:eastAsia="ar-SA"/>
        </w:rPr>
        <w:t xml:space="preserve"> 2021 року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</w:t>
      </w:r>
      <w:r w:rsidRPr="0084077A">
        <w:rPr>
          <w:rFonts w:ascii="Times New Roman" w:hAnsi="Times New Roman"/>
          <w:sz w:val="24"/>
          <w:szCs w:val="24"/>
          <w:lang w:eastAsia="ar-SA"/>
        </w:rPr>
        <w:t xml:space="preserve">№  </w:t>
      </w:r>
      <w:r>
        <w:rPr>
          <w:rFonts w:ascii="Times New Roman" w:hAnsi="Times New Roman"/>
          <w:sz w:val="24"/>
          <w:szCs w:val="24"/>
          <w:lang w:eastAsia="ar-SA"/>
        </w:rPr>
        <w:t>577</w:t>
      </w:r>
    </w:p>
    <w:p w:rsidR="00E01981" w:rsidRPr="0084077A" w:rsidRDefault="00E01981" w:rsidP="00E440AC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4077A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E01981" w:rsidRDefault="00E01981" w:rsidP="00E440AC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 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01981" w:rsidRDefault="00E01981" w:rsidP="00E440AC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E01981" w:rsidRDefault="00E01981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E01981" w:rsidRPr="005B105E" w:rsidRDefault="00E01981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064E3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E01981" w:rsidRPr="00455AB8" w:rsidRDefault="00E01981" w:rsidP="00E440AC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8B77B7">
        <w:rPr>
          <w:rFonts w:ascii="Times New Roman" w:hAnsi="Times New Roman"/>
          <w:sz w:val="24"/>
          <w:szCs w:val="24"/>
        </w:rPr>
        <w:t xml:space="preserve">             </w:t>
      </w:r>
      <w:r w:rsidRPr="009C7CAF">
        <w:rPr>
          <w:rFonts w:ascii="Times New Roman" w:hAnsi="Times New Roman"/>
          <w:sz w:val="24"/>
          <w:szCs w:val="24"/>
        </w:rPr>
        <w:t>1.1. Гр</w:t>
      </w:r>
      <w:r w:rsidRPr="00455AB8">
        <w:rPr>
          <w:rFonts w:ascii="Times New Roman" w:hAnsi="Times New Roman"/>
          <w:sz w:val="24"/>
          <w:szCs w:val="24"/>
        </w:rPr>
        <w:t xml:space="preserve">. </w:t>
      </w:r>
      <w:r w:rsidRPr="00455AB8">
        <w:rPr>
          <w:rFonts w:ascii="Times New Roman" w:hAnsi="Times New Roman"/>
          <w:b/>
          <w:sz w:val="24"/>
          <w:szCs w:val="24"/>
        </w:rPr>
        <w:t>Блищаку Василю Михайловичу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1500 га"/>
        </w:smartTagPr>
        <w:r w:rsidRPr="00455AB8">
          <w:rPr>
            <w:rFonts w:ascii="Times New Roman" w:hAnsi="Times New Roman"/>
            <w:sz w:val="24"/>
            <w:szCs w:val="24"/>
          </w:rPr>
          <w:t>0,1500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Нагірянка Чортківського району Тернопільської області у приватну власність, в тому числі: </w:t>
      </w:r>
    </w:p>
    <w:p w:rsidR="00E01981" w:rsidRPr="00455AB8" w:rsidRDefault="00E01981" w:rsidP="00E440AC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00 га"/>
        </w:smartTagPr>
        <w:r w:rsidRPr="00455AB8">
          <w:rPr>
            <w:rFonts w:ascii="Times New Roman" w:hAnsi="Times New Roman"/>
            <w:sz w:val="24"/>
            <w:szCs w:val="24"/>
          </w:rPr>
          <w:t>0,1500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6125585900:02:003:</w:t>
      </w:r>
      <w:r w:rsidRPr="00455AB8">
        <w:rPr>
          <w:rFonts w:ascii="Times New Roman" w:hAnsi="Times New Roman"/>
          <w:sz w:val="24"/>
          <w:szCs w:val="24"/>
          <w:lang w:val="ru-RU"/>
        </w:rPr>
        <w:t>0024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E440AC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1.2. Гр. </w:t>
      </w:r>
      <w:r w:rsidRPr="00455AB8">
        <w:rPr>
          <w:rFonts w:ascii="Times New Roman" w:hAnsi="Times New Roman"/>
          <w:b/>
          <w:sz w:val="24"/>
          <w:szCs w:val="24"/>
        </w:rPr>
        <w:t>Гут Ірині Еміліанівні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209 га"/>
        </w:smartTagPr>
        <w:r w:rsidRPr="00455AB8">
          <w:rPr>
            <w:rFonts w:ascii="Times New Roman" w:hAnsi="Times New Roman"/>
            <w:sz w:val="24"/>
            <w:szCs w:val="24"/>
          </w:rPr>
          <w:t>0,6209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E01981" w:rsidRPr="00455AB8" w:rsidRDefault="00E01981" w:rsidP="00E440AC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455AB8">
          <w:rPr>
            <w:rFonts w:ascii="Times New Roman" w:hAnsi="Times New Roman"/>
            <w:sz w:val="24"/>
            <w:szCs w:val="24"/>
          </w:rPr>
          <w:t>0,2000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0064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E01981" w:rsidRPr="00455AB8" w:rsidRDefault="00E01981" w:rsidP="00FE4CD8">
      <w:pPr>
        <w:pStyle w:val="1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370 га"/>
        </w:smartTagPr>
        <w:r w:rsidRPr="00455AB8">
          <w:rPr>
            <w:rFonts w:ascii="Times New Roman" w:hAnsi="Times New Roman"/>
            <w:sz w:val="24"/>
            <w:szCs w:val="24"/>
          </w:rPr>
          <w:t>0,1370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0054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E01981" w:rsidRPr="00455AB8" w:rsidRDefault="00E01981" w:rsidP="00364CF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839 га"/>
        </w:smartTagPr>
        <w:r w:rsidRPr="00455AB8">
          <w:rPr>
            <w:rFonts w:ascii="Times New Roman" w:hAnsi="Times New Roman"/>
            <w:sz w:val="24"/>
            <w:szCs w:val="24"/>
          </w:rPr>
          <w:t>0,2839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0066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BB65A6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1.3. Гр. </w:t>
      </w:r>
      <w:r w:rsidRPr="00455AB8">
        <w:rPr>
          <w:rFonts w:ascii="Times New Roman" w:hAnsi="Times New Roman"/>
          <w:b/>
          <w:sz w:val="24"/>
          <w:szCs w:val="24"/>
        </w:rPr>
        <w:t>Бобер Світлані Альбертівні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1717 га"/>
        </w:smartTagPr>
        <w:r w:rsidRPr="00455AB8">
          <w:rPr>
            <w:rFonts w:ascii="Times New Roman" w:hAnsi="Times New Roman"/>
            <w:sz w:val="24"/>
            <w:szCs w:val="24"/>
          </w:rPr>
          <w:t>0,1717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по вул. Глибока в с-щі Нагірянка Чортківського району Тернопільської області у приватну власність, в тому числі: </w:t>
      </w:r>
    </w:p>
    <w:p w:rsidR="00E01981" w:rsidRPr="00455AB8" w:rsidRDefault="00E01981" w:rsidP="00BB65A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17 га"/>
        </w:smartTagPr>
        <w:r w:rsidRPr="00455AB8">
          <w:rPr>
            <w:rFonts w:ascii="Times New Roman" w:hAnsi="Times New Roman"/>
            <w:sz w:val="24"/>
            <w:szCs w:val="24"/>
          </w:rPr>
          <w:t>0,1717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6125585900:02:001:</w:t>
      </w:r>
      <w:r w:rsidRPr="00455AB8">
        <w:rPr>
          <w:rFonts w:ascii="Times New Roman" w:hAnsi="Times New Roman"/>
          <w:sz w:val="24"/>
          <w:szCs w:val="24"/>
          <w:lang w:val="ru-RU"/>
        </w:rPr>
        <w:t>0055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4F1C3E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1.4. Гр. </w:t>
      </w:r>
      <w:r w:rsidRPr="00455AB8">
        <w:rPr>
          <w:rFonts w:ascii="Times New Roman" w:hAnsi="Times New Roman"/>
          <w:b/>
          <w:sz w:val="24"/>
          <w:szCs w:val="24"/>
        </w:rPr>
        <w:t>Двикалюку Роману Яремійовичу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000 га"/>
        </w:smartTagPr>
        <w:r w:rsidRPr="00455AB8">
          <w:rPr>
            <w:rFonts w:ascii="Times New Roman" w:hAnsi="Times New Roman"/>
            <w:sz w:val="24"/>
            <w:szCs w:val="24"/>
          </w:rPr>
          <w:t>0,3000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E01981" w:rsidRPr="00455AB8" w:rsidRDefault="00E01981" w:rsidP="004F1C3E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000 га"/>
        </w:smartTagPr>
        <w:r w:rsidRPr="00455AB8">
          <w:rPr>
            <w:rFonts w:ascii="Times New Roman" w:hAnsi="Times New Roman"/>
            <w:sz w:val="24"/>
            <w:szCs w:val="24"/>
          </w:rPr>
          <w:t>0,3000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 w:rsidRPr="00455AB8">
        <w:rPr>
          <w:rFonts w:ascii="Times New Roman" w:hAnsi="Times New Roman"/>
          <w:sz w:val="24"/>
          <w:szCs w:val="24"/>
          <w:lang w:val="ru-RU"/>
        </w:rPr>
        <w:t>0291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4D33F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1.5. Гр. </w:t>
      </w:r>
      <w:r w:rsidRPr="00455AB8">
        <w:rPr>
          <w:rFonts w:ascii="Times New Roman" w:hAnsi="Times New Roman"/>
          <w:b/>
          <w:sz w:val="24"/>
          <w:szCs w:val="24"/>
        </w:rPr>
        <w:t>Кріль Богдану Володимировичу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3000 га"/>
        </w:smartTagPr>
        <w:r w:rsidRPr="00455AB8">
          <w:rPr>
            <w:rFonts w:ascii="Times New Roman" w:hAnsi="Times New Roman"/>
            <w:sz w:val="24"/>
            <w:szCs w:val="24"/>
          </w:rPr>
          <w:t>1,3000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E01981" w:rsidRPr="00455AB8" w:rsidRDefault="00E01981" w:rsidP="004D33F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3000 га"/>
        </w:smartTagPr>
        <w:r w:rsidRPr="00455AB8">
          <w:rPr>
            <w:rFonts w:ascii="Times New Roman" w:hAnsi="Times New Roman"/>
            <w:sz w:val="24"/>
            <w:szCs w:val="24"/>
          </w:rPr>
          <w:t>1,3000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6125587600:02:001:</w:t>
      </w:r>
      <w:r w:rsidRPr="00455AB8">
        <w:rPr>
          <w:rFonts w:ascii="Times New Roman" w:hAnsi="Times New Roman"/>
          <w:sz w:val="24"/>
          <w:szCs w:val="24"/>
          <w:lang w:val="ru-RU"/>
        </w:rPr>
        <w:t>1287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90797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1.6. Гр. </w:t>
      </w:r>
      <w:r w:rsidRPr="00455AB8">
        <w:rPr>
          <w:rFonts w:ascii="Times New Roman" w:hAnsi="Times New Roman"/>
          <w:b/>
          <w:sz w:val="24"/>
          <w:szCs w:val="24"/>
        </w:rPr>
        <w:t>Мельників Юрію Олександровичу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931 га"/>
        </w:smartTagPr>
        <w:r w:rsidRPr="00455AB8">
          <w:rPr>
            <w:rFonts w:ascii="Times New Roman" w:hAnsi="Times New Roman"/>
            <w:sz w:val="24"/>
            <w:szCs w:val="24"/>
          </w:rPr>
          <w:t>0,8931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на території Нагірянської сільської ради (колишня Шульганівська сільська рада) Чортківського району Тернопільської області у приватну власність, в тому числі: </w:t>
      </w:r>
    </w:p>
    <w:p w:rsidR="00E01981" w:rsidRPr="00455AB8" w:rsidRDefault="00E01981" w:rsidP="0090797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8931 га"/>
        </w:smartTagPr>
        <w:r w:rsidRPr="00455AB8">
          <w:rPr>
            <w:rFonts w:ascii="Times New Roman" w:hAnsi="Times New Roman"/>
            <w:sz w:val="24"/>
            <w:szCs w:val="24"/>
          </w:rPr>
          <w:t>0,8931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6125589500:01:001:</w:t>
      </w:r>
      <w:r w:rsidRPr="00455AB8">
        <w:rPr>
          <w:rFonts w:ascii="Times New Roman" w:hAnsi="Times New Roman"/>
          <w:sz w:val="24"/>
          <w:szCs w:val="24"/>
          <w:lang w:val="ru-RU"/>
        </w:rPr>
        <w:t>2020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6B7D4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 1.7. Гр. </w:t>
      </w:r>
      <w:r w:rsidRPr="00455AB8">
        <w:rPr>
          <w:rFonts w:ascii="Times New Roman" w:hAnsi="Times New Roman"/>
          <w:b/>
          <w:sz w:val="24"/>
          <w:szCs w:val="24"/>
        </w:rPr>
        <w:t>Олексяк Наталії Вікторівні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734 га"/>
        </w:smartTagPr>
        <w:r w:rsidRPr="00455AB8">
          <w:rPr>
            <w:rFonts w:ascii="Times New Roman" w:hAnsi="Times New Roman"/>
            <w:sz w:val="24"/>
            <w:szCs w:val="24"/>
          </w:rPr>
          <w:t>0,8734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Мухавка Чортківського району Тернопільської області у приватну власність, в тому числі: </w:t>
      </w:r>
    </w:p>
    <w:p w:rsidR="00E01981" w:rsidRPr="00455AB8" w:rsidRDefault="00E01981" w:rsidP="006B7D4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8734 га"/>
        </w:smartTagPr>
        <w:r w:rsidRPr="00455AB8">
          <w:rPr>
            <w:rFonts w:ascii="Times New Roman" w:hAnsi="Times New Roman"/>
            <w:sz w:val="24"/>
            <w:szCs w:val="24"/>
          </w:rPr>
          <w:t>0,8734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6125585800:02:001: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0015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Pr="00455AB8" w:rsidRDefault="00E01981" w:rsidP="0039274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 1.8. Гр. </w:t>
      </w:r>
      <w:r w:rsidRPr="00455AB8">
        <w:rPr>
          <w:rFonts w:ascii="Times New Roman" w:hAnsi="Times New Roman"/>
          <w:b/>
          <w:sz w:val="24"/>
          <w:szCs w:val="24"/>
        </w:rPr>
        <w:t>Ричаківській Надії Михайлівні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479 га"/>
        </w:smartTagPr>
        <w:r w:rsidRPr="00455AB8">
          <w:rPr>
            <w:rFonts w:ascii="Times New Roman" w:hAnsi="Times New Roman"/>
            <w:sz w:val="24"/>
            <w:szCs w:val="24"/>
          </w:rPr>
          <w:t>0,8479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E01981" w:rsidRPr="00455AB8" w:rsidRDefault="00E01981" w:rsidP="00392741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455AB8">
          <w:rPr>
            <w:rFonts w:ascii="Times New Roman" w:hAnsi="Times New Roman"/>
            <w:sz w:val="24"/>
            <w:szCs w:val="24"/>
          </w:rPr>
          <w:t>0,2500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6125587600:03:001:</w:t>
      </w:r>
      <w:r w:rsidRPr="00455AB8">
        <w:rPr>
          <w:rFonts w:ascii="Times New Roman" w:hAnsi="Times New Roman"/>
          <w:sz w:val="24"/>
          <w:szCs w:val="24"/>
          <w:lang w:val="ru-RU"/>
        </w:rPr>
        <w:t>0047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E01981" w:rsidRPr="00455AB8" w:rsidRDefault="00E01981" w:rsidP="00392741">
      <w:pPr>
        <w:pStyle w:val="1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000 га"/>
        </w:smartTagPr>
        <w:r w:rsidRPr="00455AB8">
          <w:rPr>
            <w:rFonts w:ascii="Times New Roman" w:hAnsi="Times New Roman"/>
            <w:sz w:val="24"/>
            <w:szCs w:val="24"/>
          </w:rPr>
          <w:t>0,4000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6125587600:03:001:</w:t>
      </w:r>
      <w:r w:rsidRPr="00455AB8">
        <w:rPr>
          <w:rFonts w:ascii="Times New Roman" w:hAnsi="Times New Roman"/>
          <w:sz w:val="24"/>
          <w:szCs w:val="24"/>
          <w:lang w:val="ru-RU"/>
        </w:rPr>
        <w:t>0045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E01981" w:rsidRDefault="00E01981" w:rsidP="00364CF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979 га"/>
        </w:smartTagPr>
        <w:r w:rsidRPr="00455AB8">
          <w:rPr>
            <w:rFonts w:ascii="Times New Roman" w:hAnsi="Times New Roman"/>
            <w:sz w:val="24"/>
            <w:szCs w:val="24"/>
          </w:rPr>
          <w:t>0,1979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6125587600:02:001:</w:t>
      </w:r>
      <w:r w:rsidRPr="00455AB8">
        <w:rPr>
          <w:rFonts w:ascii="Times New Roman" w:hAnsi="Times New Roman"/>
          <w:sz w:val="24"/>
          <w:szCs w:val="24"/>
          <w:lang w:val="ru-RU"/>
        </w:rPr>
        <w:t>0119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E01981" w:rsidRPr="00455AB8" w:rsidRDefault="00E01981" w:rsidP="002538F6">
      <w:pPr>
        <w:pStyle w:val="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55AB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9</w:t>
      </w:r>
      <w:r w:rsidRPr="00455AB8">
        <w:rPr>
          <w:rFonts w:ascii="Times New Roman" w:hAnsi="Times New Roman"/>
          <w:sz w:val="24"/>
          <w:szCs w:val="24"/>
        </w:rPr>
        <w:t xml:space="preserve">. Гр. </w:t>
      </w:r>
      <w:r w:rsidRPr="00C20248">
        <w:rPr>
          <w:rFonts w:ascii="Times New Roman" w:hAnsi="Times New Roman"/>
          <w:b/>
          <w:sz w:val="24"/>
          <w:szCs w:val="24"/>
        </w:rPr>
        <w:t>Юрків Петру Ярославовичу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171 га"/>
        </w:smartTagPr>
        <w:r w:rsidRPr="00455AB8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2171</w:t>
        </w:r>
        <w:r w:rsidRPr="00455AB8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Шульганівка</w:t>
      </w:r>
      <w:r w:rsidRPr="00455AB8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 </w:t>
      </w:r>
    </w:p>
    <w:p w:rsidR="00E01981" w:rsidRPr="00455AB8" w:rsidRDefault="00E01981" w:rsidP="002538F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171 га"/>
        </w:smartTagPr>
        <w:r>
          <w:rPr>
            <w:rFonts w:ascii="Times New Roman" w:hAnsi="Times New Roman"/>
            <w:sz w:val="24"/>
            <w:szCs w:val="24"/>
          </w:rPr>
          <w:t>0,2171</w:t>
        </w:r>
        <w:r w:rsidRPr="00455AB8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6125589500:0</w:t>
      </w:r>
      <w:r>
        <w:rPr>
          <w:rFonts w:ascii="Times New Roman" w:hAnsi="Times New Roman"/>
          <w:sz w:val="24"/>
          <w:szCs w:val="24"/>
        </w:rPr>
        <w:t>2</w:t>
      </w:r>
      <w:r w:rsidRPr="00455AB8">
        <w:rPr>
          <w:rFonts w:ascii="Times New Roman" w:hAnsi="Times New Roman"/>
          <w:sz w:val="24"/>
          <w:szCs w:val="24"/>
        </w:rPr>
        <w:t>:001:</w:t>
      </w:r>
      <w:r>
        <w:rPr>
          <w:rFonts w:ascii="Times New Roman" w:hAnsi="Times New Roman"/>
          <w:sz w:val="24"/>
          <w:szCs w:val="24"/>
        </w:rPr>
        <w:t>0108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E01981" w:rsidRDefault="00E01981" w:rsidP="00364CF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1981" w:rsidRPr="00455AB8" w:rsidRDefault="00E01981" w:rsidP="00364CF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1981" w:rsidRPr="00455AB8" w:rsidRDefault="00E01981" w:rsidP="00E440AC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E01981" w:rsidRPr="00455AB8" w:rsidRDefault="00E01981" w:rsidP="00E440AC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455AB8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455AB8">
        <w:rPr>
          <w:rFonts w:ascii="Times New Roman" w:hAnsi="Times New Roman"/>
          <w:sz w:val="24"/>
          <w:szCs w:val="24"/>
          <w:lang w:eastAsia="ru-RU"/>
        </w:rPr>
        <w:t>ва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E01981" w:rsidRPr="00455AB8" w:rsidRDefault="00E01981" w:rsidP="00E440AC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E01981" w:rsidRDefault="00E01981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455AB8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E01981" w:rsidRDefault="00E01981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01981" w:rsidRPr="00455AB8" w:rsidRDefault="00E01981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01981" w:rsidRPr="00455AB8" w:rsidRDefault="00E01981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E01981" w:rsidRPr="00455AB8" w:rsidRDefault="00E01981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E01981" w:rsidRPr="00455AB8" w:rsidRDefault="00E01981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01981" w:rsidRPr="00455AB8" w:rsidRDefault="00E01981" w:rsidP="00E440AC"/>
    <w:p w:rsidR="00E01981" w:rsidRPr="00455AB8" w:rsidRDefault="00E01981" w:rsidP="00E440AC"/>
    <w:p w:rsidR="00E01981" w:rsidRDefault="00E01981" w:rsidP="00E440AC"/>
    <w:p w:rsidR="00E01981" w:rsidRDefault="00E01981" w:rsidP="00E440AC"/>
    <w:p w:rsidR="00E01981" w:rsidRDefault="00E01981" w:rsidP="00E440AC"/>
    <w:p w:rsidR="00E01981" w:rsidRDefault="00E01981"/>
    <w:p w:rsidR="00E01981" w:rsidRDefault="00E01981"/>
    <w:p w:rsidR="00E01981" w:rsidRDefault="00E01981"/>
    <w:sectPr w:rsidR="00E01981" w:rsidSect="0078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286"/>
    <w:rsid w:val="0002596D"/>
    <w:rsid w:val="00064E3B"/>
    <w:rsid w:val="00071A49"/>
    <w:rsid w:val="00082DB3"/>
    <w:rsid w:val="001F7711"/>
    <w:rsid w:val="002538F6"/>
    <w:rsid w:val="002E10CD"/>
    <w:rsid w:val="00354D1A"/>
    <w:rsid w:val="00364CF2"/>
    <w:rsid w:val="00392741"/>
    <w:rsid w:val="00411542"/>
    <w:rsid w:val="004446F6"/>
    <w:rsid w:val="00455AB8"/>
    <w:rsid w:val="00463D63"/>
    <w:rsid w:val="004B116D"/>
    <w:rsid w:val="004D33FD"/>
    <w:rsid w:val="004F1C3E"/>
    <w:rsid w:val="004F1D78"/>
    <w:rsid w:val="00591FBA"/>
    <w:rsid w:val="005B105E"/>
    <w:rsid w:val="0067670B"/>
    <w:rsid w:val="006B7D4D"/>
    <w:rsid w:val="006C4C3F"/>
    <w:rsid w:val="0078674F"/>
    <w:rsid w:val="0079174A"/>
    <w:rsid w:val="00796286"/>
    <w:rsid w:val="007C1500"/>
    <w:rsid w:val="007C3D56"/>
    <w:rsid w:val="007F5E28"/>
    <w:rsid w:val="0084077A"/>
    <w:rsid w:val="0086058B"/>
    <w:rsid w:val="008B77B7"/>
    <w:rsid w:val="00907978"/>
    <w:rsid w:val="0099631E"/>
    <w:rsid w:val="009B20F3"/>
    <w:rsid w:val="009C7CAF"/>
    <w:rsid w:val="00A1747E"/>
    <w:rsid w:val="00AC1ED6"/>
    <w:rsid w:val="00AE5EA7"/>
    <w:rsid w:val="00B243B3"/>
    <w:rsid w:val="00B62B60"/>
    <w:rsid w:val="00BB65A6"/>
    <w:rsid w:val="00BD1850"/>
    <w:rsid w:val="00BE7E6F"/>
    <w:rsid w:val="00C10BB2"/>
    <w:rsid w:val="00C14E8B"/>
    <w:rsid w:val="00C20248"/>
    <w:rsid w:val="00C257D2"/>
    <w:rsid w:val="00C62684"/>
    <w:rsid w:val="00D815A3"/>
    <w:rsid w:val="00DB3D52"/>
    <w:rsid w:val="00E01981"/>
    <w:rsid w:val="00E26837"/>
    <w:rsid w:val="00E440AC"/>
    <w:rsid w:val="00E9014C"/>
    <w:rsid w:val="00F4183F"/>
    <w:rsid w:val="00FE4CD8"/>
    <w:rsid w:val="00FF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0A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440AC"/>
    <w:rPr>
      <w:rFonts w:eastAsia="Times New Roman"/>
    </w:rPr>
  </w:style>
  <w:style w:type="paragraph" w:customStyle="1" w:styleId="10">
    <w:name w:val="Без інтервалів1"/>
    <w:uiPriority w:val="99"/>
    <w:rsid w:val="00E440A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631</Words>
  <Characters>3600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2021-11-18T14:08:00Z</cp:lastPrinted>
  <dcterms:created xsi:type="dcterms:W3CDTF">2021-11-12T12:23:00Z</dcterms:created>
  <dcterms:modified xsi:type="dcterms:W3CDTF">2021-11-26T08:09:00Z</dcterms:modified>
</cp:coreProperties>
</file>